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17" w:rsidRDefault="00B33017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B33017" w:rsidRPr="00730B35" w:rsidRDefault="00B33017" w:rsidP="00F74D7F"/>
    <w:p w:rsidR="00B33017" w:rsidRDefault="00B33017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B33017" w:rsidRDefault="00B33017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B33017" w:rsidRDefault="00B33017" w:rsidP="00F74D7F">
      <w:pPr>
        <w:spacing w:line="200" w:lineRule="atLeast"/>
        <w:jc w:val="center"/>
        <w:rPr>
          <w:b/>
        </w:rPr>
      </w:pPr>
    </w:p>
    <w:p w:rsidR="00B33017" w:rsidRDefault="00B33017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B33017" w:rsidRDefault="00B33017" w:rsidP="000E569F">
      <w:pPr>
        <w:spacing w:line="200" w:lineRule="atLeast"/>
        <w:jc w:val="center"/>
        <w:rPr>
          <w:b/>
        </w:rPr>
      </w:pPr>
    </w:p>
    <w:p w:rsidR="00B33017" w:rsidRDefault="00B33017" w:rsidP="000E569F">
      <w:pPr>
        <w:pStyle w:val="Heading2"/>
        <w:jc w:val="left"/>
        <w:rPr>
          <w:sz w:val="16"/>
          <w:szCs w:val="24"/>
        </w:rPr>
      </w:pPr>
    </w:p>
    <w:p w:rsidR="00B33017" w:rsidRPr="00E021EB" w:rsidRDefault="00B33017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8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B33017" w:rsidRPr="00DA4E81" w:rsidRDefault="00B33017" w:rsidP="000E569F">
      <w:pPr>
        <w:jc w:val="center"/>
        <w:rPr>
          <w:b/>
          <w:sz w:val="18"/>
        </w:rPr>
      </w:pPr>
    </w:p>
    <w:p w:rsidR="00B33017" w:rsidRPr="00E021EB" w:rsidRDefault="00B33017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B33017" w:rsidRDefault="00B33017" w:rsidP="000E569F">
      <w:pPr>
        <w:ind w:left="180"/>
      </w:pPr>
      <w:r>
        <w:t xml:space="preserve">                                        </w:t>
      </w:r>
    </w:p>
    <w:p w:rsidR="00B33017" w:rsidRDefault="00B33017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B33017" w:rsidRDefault="00B33017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B33017" w:rsidRDefault="00B33017" w:rsidP="002257C1">
      <w:pPr>
        <w:rPr>
          <w:lang w:val="uk-UA"/>
        </w:rPr>
      </w:pPr>
      <w:r>
        <w:rPr>
          <w:lang w:val="uk-UA"/>
        </w:rPr>
        <w:t>інвентаризації" за   2017 рік</w:t>
      </w:r>
    </w:p>
    <w:p w:rsidR="00B33017" w:rsidRPr="0004058D" w:rsidRDefault="00B33017" w:rsidP="000E569F">
      <w:pPr>
        <w:rPr>
          <w:lang w:val="uk-UA"/>
        </w:rPr>
      </w:pPr>
    </w:p>
    <w:p w:rsidR="00B33017" w:rsidRPr="00472F42" w:rsidRDefault="00B33017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Знам'янського міжміського комунального підприємства "Бюро технічної інвентаризації" Голової Л.О.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2017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B33017" w:rsidRPr="000B2D70" w:rsidRDefault="00B33017" w:rsidP="002257C1">
      <w:pPr>
        <w:pStyle w:val="BodyText3"/>
        <w:ind w:firstLine="567"/>
      </w:pPr>
    </w:p>
    <w:p w:rsidR="00B33017" w:rsidRPr="00CF16A7" w:rsidRDefault="00B33017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B33017" w:rsidRPr="00721F34" w:rsidRDefault="00B33017" w:rsidP="004969A2">
      <w:pPr>
        <w:jc w:val="center"/>
        <w:rPr>
          <w:b/>
          <w:sz w:val="26"/>
          <w:lang w:val="uk-UA"/>
        </w:rPr>
      </w:pPr>
    </w:p>
    <w:p w:rsidR="00B33017" w:rsidRDefault="00B33017" w:rsidP="004969A2">
      <w:pPr>
        <w:rPr>
          <w:b/>
          <w:sz w:val="26"/>
          <w:lang w:val="uk-UA"/>
        </w:rPr>
      </w:pPr>
    </w:p>
    <w:p w:rsidR="00B33017" w:rsidRPr="0079056E" w:rsidRDefault="00B33017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B33017" w:rsidRDefault="00B33017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2017 рік визнати роботу комунального підприємства "Бюро технічної інвентаризації"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B33017" w:rsidRPr="00CF16A7" w:rsidRDefault="00B33017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– начальника фінансового </w:t>
      </w:r>
      <w:r>
        <w:rPr>
          <w:lang w:val="uk-UA"/>
        </w:rPr>
        <w:t xml:space="preserve">   </w:t>
      </w:r>
      <w:r w:rsidRPr="00CF16A7">
        <w:t>управління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B33017" w:rsidRDefault="00B33017" w:rsidP="004969A2">
      <w:pPr>
        <w:rPr>
          <w:lang w:val="uk-UA"/>
        </w:rPr>
      </w:pPr>
    </w:p>
    <w:p w:rsidR="00B33017" w:rsidRDefault="00B33017" w:rsidP="004969A2">
      <w:pPr>
        <w:rPr>
          <w:lang w:val="uk-UA"/>
        </w:rPr>
      </w:pPr>
    </w:p>
    <w:p w:rsidR="00B33017" w:rsidRPr="00721F34" w:rsidRDefault="00B33017" w:rsidP="004969A2">
      <w:pPr>
        <w:rPr>
          <w:lang w:val="uk-UA"/>
        </w:rPr>
      </w:pPr>
    </w:p>
    <w:p w:rsidR="00B33017" w:rsidRDefault="00B33017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B33017" w:rsidRDefault="00B33017" w:rsidP="00437D68">
      <w:pPr>
        <w:ind w:left="360"/>
        <w:rPr>
          <w:b/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652A0C">
      <w:pPr>
        <w:ind w:right="441" w:firstLine="142"/>
        <w:jc w:val="both"/>
        <w:rPr>
          <w:lang w:val="uk-UA"/>
        </w:rPr>
      </w:pPr>
    </w:p>
    <w:p w:rsidR="00B33017" w:rsidRDefault="00B33017" w:rsidP="00FA442F">
      <w:pPr>
        <w:ind w:right="441"/>
        <w:jc w:val="both"/>
        <w:rPr>
          <w:lang w:val="uk-UA"/>
        </w:rPr>
      </w:pPr>
    </w:p>
    <w:p w:rsidR="00B33017" w:rsidRPr="005C4332" w:rsidRDefault="00B33017" w:rsidP="00DB0E6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ЗАТВЕРДЖЕНО</w:t>
      </w:r>
    </w:p>
    <w:p w:rsidR="00B33017" w:rsidRPr="005C4332" w:rsidRDefault="00B33017" w:rsidP="00B21253">
      <w:pPr>
        <w:jc w:val="right"/>
        <w:rPr>
          <w:sz w:val="20"/>
          <w:szCs w:val="20"/>
          <w:lang w:val="uk-UA"/>
        </w:rPr>
      </w:pPr>
      <w:r w:rsidRPr="005C433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</w:t>
      </w:r>
      <w:r w:rsidRPr="005C4332">
        <w:rPr>
          <w:sz w:val="20"/>
          <w:szCs w:val="20"/>
          <w:lang w:val="uk-UA"/>
        </w:rPr>
        <w:t>рішення</w:t>
      </w:r>
      <w:r>
        <w:rPr>
          <w:sz w:val="20"/>
          <w:szCs w:val="20"/>
          <w:lang w:val="uk-UA"/>
        </w:rPr>
        <w:t>м</w:t>
      </w:r>
      <w:r w:rsidRPr="005C4332">
        <w:rPr>
          <w:sz w:val="20"/>
          <w:szCs w:val="20"/>
          <w:lang w:val="uk-UA"/>
        </w:rPr>
        <w:t xml:space="preserve">  виконавчого комітету</w:t>
      </w:r>
    </w:p>
    <w:p w:rsidR="00B33017" w:rsidRDefault="00B33017" w:rsidP="00B21253">
      <w:pPr>
        <w:jc w:val="right"/>
        <w:rPr>
          <w:b/>
          <w:bCs/>
          <w:sz w:val="22"/>
          <w:szCs w:val="22"/>
          <w:lang w:val="uk-UA"/>
        </w:rPr>
      </w:pPr>
      <w:r w:rsidRPr="005C433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від ___________ 2018</w:t>
      </w:r>
      <w:r w:rsidRPr="005C4332">
        <w:rPr>
          <w:sz w:val="20"/>
          <w:szCs w:val="20"/>
          <w:lang w:val="uk-UA"/>
        </w:rPr>
        <w:t xml:space="preserve"> року №__   </w:t>
      </w:r>
    </w:p>
    <w:p w:rsidR="00B33017" w:rsidRDefault="00B33017" w:rsidP="00E22247">
      <w:pPr>
        <w:jc w:val="center"/>
        <w:rPr>
          <w:b/>
          <w:bCs/>
          <w:sz w:val="22"/>
          <w:szCs w:val="22"/>
          <w:lang w:val="uk-UA"/>
        </w:rPr>
      </w:pPr>
    </w:p>
    <w:p w:rsidR="00B33017" w:rsidRPr="00472F42" w:rsidRDefault="00B33017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B33017" w:rsidRDefault="00B33017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B33017" w:rsidRPr="00472F42" w:rsidRDefault="00B33017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B33017" w:rsidRPr="00472F42" w:rsidRDefault="00B33017" w:rsidP="00E22247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2017 рік </w:t>
      </w:r>
    </w:p>
    <w:p w:rsidR="00B33017" w:rsidRPr="001256E7" w:rsidRDefault="00B33017" w:rsidP="001256E7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12 місяців 2017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565,4</w:t>
      </w:r>
      <w:r w:rsidRPr="00FC3412">
        <w:rPr>
          <w:lang w:val="uk-UA"/>
        </w:rPr>
        <w:t xml:space="preserve"> тис.грн., що н</w:t>
      </w:r>
      <w:r>
        <w:rPr>
          <w:lang w:val="uk-UA"/>
        </w:rPr>
        <w:t xml:space="preserve">а  100,3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12 місяців 2016 року  (465,1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7,3</w:t>
      </w:r>
      <w:r w:rsidRPr="001256E7">
        <w:t xml:space="preserve"> </w:t>
      </w:r>
      <w:r>
        <w:rPr>
          <w:lang w:val="uk-UA"/>
        </w:rPr>
        <w:t>тис. грн., що на 20,2 тис. грн. менше ніж за   2016 рік (27,5</w:t>
      </w:r>
      <w:r w:rsidRPr="001256E7">
        <w:rPr>
          <w:lang w:val="uk-UA"/>
        </w:rPr>
        <w:t xml:space="preserve"> тис. грн.) . </w:t>
      </w:r>
      <w:r w:rsidRPr="001256E7">
        <w:rPr>
          <w:color w:val="FF0000"/>
          <w:lang w:val="uk-UA"/>
        </w:rPr>
        <w:t xml:space="preserve">     </w:t>
      </w:r>
    </w:p>
    <w:p w:rsidR="00B33017" w:rsidRPr="001C5FC6" w:rsidRDefault="00B33017" w:rsidP="000F0B40">
      <w:pPr>
        <w:jc w:val="both"/>
        <w:rPr>
          <w:color w:val="FF0000"/>
          <w:highlight w:val="green"/>
          <w:lang w:val="uk-UA"/>
        </w:rPr>
      </w:pPr>
    </w:p>
    <w:p w:rsidR="00B33017" w:rsidRDefault="00B33017" w:rsidP="00B12856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2017 рік</w:t>
      </w:r>
    </w:p>
    <w:p w:rsidR="00B33017" w:rsidRPr="00B12856" w:rsidRDefault="00B33017" w:rsidP="00B12856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B33017" w:rsidRPr="001256E7" w:rsidTr="00AB7487">
        <w:tc>
          <w:tcPr>
            <w:tcW w:w="450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B33017" w:rsidRPr="001256E7" w:rsidRDefault="00B33017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B33017" w:rsidRPr="001256E7" w:rsidRDefault="00B33017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B33017" w:rsidRPr="001256E7" w:rsidRDefault="00B33017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Прибу</w:t>
            </w:r>
          </w:p>
          <w:p w:rsidR="00B33017" w:rsidRPr="001256E7" w:rsidRDefault="00B33017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B33017" w:rsidRPr="001256E7" w:rsidRDefault="00B33017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ність, тис.грн.</w:t>
            </w:r>
          </w:p>
        </w:tc>
        <w:tc>
          <w:tcPr>
            <w:tcW w:w="1080" w:type="dxa"/>
          </w:tcPr>
          <w:p w:rsidR="00B33017" w:rsidRPr="001256E7" w:rsidRDefault="00B33017" w:rsidP="00AB74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>, тис.грн.</w:t>
            </w:r>
          </w:p>
        </w:tc>
        <w:tc>
          <w:tcPr>
            <w:tcW w:w="855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B33017" w:rsidRPr="001256E7" w:rsidRDefault="00B33017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B33017" w:rsidRPr="00C9228C" w:rsidTr="00AB7487">
        <w:trPr>
          <w:trHeight w:val="181"/>
        </w:trPr>
        <w:tc>
          <w:tcPr>
            <w:tcW w:w="450" w:type="dxa"/>
          </w:tcPr>
          <w:p w:rsidR="00B33017" w:rsidRPr="00AB687F" w:rsidRDefault="00B33017" w:rsidP="0019086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B33017" w:rsidRPr="00AB687F" w:rsidRDefault="00B33017" w:rsidP="0019086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969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7,3</w:t>
            </w:r>
          </w:p>
        </w:tc>
        <w:tc>
          <w:tcPr>
            <w:tcW w:w="1026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245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080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855" w:type="dxa"/>
          </w:tcPr>
          <w:p w:rsidR="00B33017" w:rsidRPr="00AB687F" w:rsidRDefault="00B33017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B33017" w:rsidRPr="00C9228C" w:rsidRDefault="00B33017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560,9</w:t>
            </w:r>
          </w:p>
        </w:tc>
      </w:tr>
    </w:tbl>
    <w:p w:rsidR="00B33017" w:rsidRPr="001C5FC6" w:rsidRDefault="00B33017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B33017" w:rsidRPr="00890A0A" w:rsidRDefault="00B33017" w:rsidP="00890A0A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B33017" w:rsidRPr="001C5FC6" w:rsidTr="00C9228C">
        <w:tc>
          <w:tcPr>
            <w:tcW w:w="4413" w:type="dxa"/>
          </w:tcPr>
          <w:p w:rsidR="00B33017" w:rsidRPr="00E33ECB" w:rsidRDefault="00B33017" w:rsidP="00190865">
            <w:pPr>
              <w:jc w:val="both"/>
              <w:rPr>
                <w:lang w:val="uk-UA"/>
              </w:rPr>
            </w:pPr>
          </w:p>
          <w:p w:rsidR="00B33017" w:rsidRPr="00E33ECB" w:rsidRDefault="00B33017" w:rsidP="004419A8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B33017" w:rsidRPr="00E33ECB" w:rsidRDefault="00B33017" w:rsidP="0019086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B33017" w:rsidRPr="00E33ECB" w:rsidRDefault="00B33017" w:rsidP="00190865">
            <w:pPr>
              <w:jc w:val="both"/>
              <w:rPr>
                <w:lang w:val="uk-UA"/>
              </w:rPr>
            </w:pPr>
          </w:p>
          <w:p w:rsidR="00B33017" w:rsidRPr="00E33ECB" w:rsidRDefault="00B33017" w:rsidP="00800FB2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B33017" w:rsidRPr="00E33ECB" w:rsidRDefault="00B33017" w:rsidP="00190865">
            <w:pPr>
              <w:jc w:val="center"/>
              <w:rPr>
                <w:lang w:val="uk-UA"/>
              </w:rPr>
            </w:pPr>
          </w:p>
          <w:p w:rsidR="00B33017" w:rsidRPr="00E33ECB" w:rsidRDefault="00B33017" w:rsidP="00190865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lang w:val="uk-UA"/>
              </w:rPr>
              <w:t xml:space="preserve">  2017 рік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B33017" w:rsidRPr="00E33ECB" w:rsidRDefault="00B33017" w:rsidP="00190865">
            <w:pPr>
              <w:keepNext/>
              <w:jc w:val="center"/>
              <w:outlineLvl w:val="0"/>
              <w:rPr>
                <w:lang w:val="uk-UA"/>
              </w:rPr>
            </w:pPr>
          </w:p>
          <w:p w:rsidR="00B33017" w:rsidRPr="00E33ECB" w:rsidRDefault="00B33017" w:rsidP="00800FB2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E33ECB">
              <w:rPr>
                <w:lang w:val="uk-UA"/>
              </w:rPr>
              <w:t xml:space="preserve"> 2016 рік</w:t>
            </w:r>
          </w:p>
        </w:tc>
        <w:tc>
          <w:tcPr>
            <w:tcW w:w="1425" w:type="dxa"/>
          </w:tcPr>
          <w:p w:rsidR="00B33017" w:rsidRPr="00E33ECB" w:rsidRDefault="00B33017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B33017" w:rsidRPr="00E33ECB" w:rsidRDefault="00B33017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B33017" w:rsidRPr="00E33ECB" w:rsidRDefault="00B33017" w:rsidP="0019086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465,1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uk-UA"/>
              </w:rPr>
              <w:t>,3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560,9</w:t>
            </w:r>
          </w:p>
        </w:tc>
        <w:tc>
          <w:tcPr>
            <w:tcW w:w="1539" w:type="dxa"/>
          </w:tcPr>
          <w:p w:rsidR="00B33017" w:rsidRPr="00E33ECB" w:rsidRDefault="00B33017" w:rsidP="007A3E86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439,4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121,5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1,0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376,4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281,9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94,5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82,8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+17,8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31,9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13,5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58,5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-3,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22,6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24,0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1,4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1,0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B33017" w:rsidRPr="00800FB2" w:rsidRDefault="00B33017" w:rsidP="00CD27AB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-6,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+7,3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+27,5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20,2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-2,7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75,2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63,4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954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+1</w:t>
            </w:r>
            <w:r>
              <w:rPr>
                <w:sz w:val="22"/>
                <w:szCs w:val="22"/>
                <w:lang w:val="uk-UA"/>
              </w:rPr>
              <w:t>176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-0,5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528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117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9381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7717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1664</w:t>
            </w:r>
          </w:p>
        </w:tc>
      </w:tr>
      <w:tr w:rsidR="00B33017" w:rsidRPr="001C5FC6" w:rsidTr="00C9228C">
        <w:tc>
          <w:tcPr>
            <w:tcW w:w="4413" w:type="dxa"/>
          </w:tcPr>
          <w:p w:rsidR="00B33017" w:rsidRPr="00800FB2" w:rsidRDefault="00B33017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B33017" w:rsidRPr="00800FB2" w:rsidRDefault="00B33017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B33017" w:rsidRPr="00B01829" w:rsidRDefault="00B33017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539" w:type="dxa"/>
          </w:tcPr>
          <w:p w:rsidR="00B33017" w:rsidRPr="00E33ECB" w:rsidRDefault="00B33017" w:rsidP="00CD27AB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425" w:type="dxa"/>
          </w:tcPr>
          <w:p w:rsidR="00B33017" w:rsidRPr="00E33ECB" w:rsidRDefault="00B33017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B33017" w:rsidRPr="001C5FC6" w:rsidRDefault="00B33017" w:rsidP="00E22247">
      <w:pPr>
        <w:jc w:val="both"/>
        <w:rPr>
          <w:color w:val="FF0000"/>
          <w:sz w:val="22"/>
          <w:szCs w:val="22"/>
          <w:highlight w:val="green"/>
          <w:lang w:val="uk-UA"/>
        </w:rPr>
      </w:pPr>
      <w:r w:rsidRPr="001C5FC6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B33017" w:rsidRPr="00B87C67" w:rsidRDefault="00B33017" w:rsidP="007461D0">
      <w:pPr>
        <w:ind w:firstLine="540"/>
        <w:jc w:val="both"/>
        <w:rPr>
          <w:lang w:val="uk-UA"/>
        </w:rPr>
      </w:pPr>
      <w:r w:rsidRPr="00B87C67">
        <w:rPr>
          <w:lang w:val="uk-UA"/>
        </w:rPr>
        <w:t xml:space="preserve">Чистий дохід від реалізації продукції, робіт, послуг збільшився на </w:t>
      </w:r>
      <w:r>
        <w:rPr>
          <w:lang w:val="en-US"/>
        </w:rPr>
        <w:t>100</w:t>
      </w:r>
      <w:r w:rsidRPr="00B87C67">
        <w:rPr>
          <w:lang w:val="uk-UA"/>
        </w:rPr>
        <w:t xml:space="preserve">,3 тис. грн. в порівняні з минулим року  або на </w:t>
      </w:r>
      <w:r>
        <w:rPr>
          <w:lang w:val="uk-UA"/>
        </w:rPr>
        <w:t>21,</w:t>
      </w:r>
      <w:r>
        <w:rPr>
          <w:lang w:val="en-US"/>
        </w:rPr>
        <w:t>6</w:t>
      </w:r>
      <w:r w:rsidRPr="00B87C67">
        <w:rPr>
          <w:lang w:val="uk-UA"/>
        </w:rPr>
        <w:t xml:space="preserve"> %. Витрати підприємства  за звітний період збільшилися на 121,5 тис. грн. або на 27,6 % а саме: на 33,5%  збільшилися  витрати на оплату праці, на 27,4% зросли нарахування на заробітну плату, на 42,3%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 xml:space="preserve">зросли матеріальні  витрати, інші операційні витрати зменшились на 5,6 %. </w:t>
      </w:r>
    </w:p>
    <w:p w:rsidR="00B33017" w:rsidRPr="00323C82" w:rsidRDefault="00B33017" w:rsidP="00E22247">
      <w:pPr>
        <w:ind w:firstLine="567"/>
        <w:jc w:val="both"/>
        <w:rPr>
          <w:lang w:val="uk-UA"/>
        </w:rPr>
      </w:pPr>
      <w:r w:rsidRPr="00B87C67">
        <w:rPr>
          <w:lang w:val="uk-UA"/>
        </w:rPr>
        <w:t>У звітному періоді  варт</w:t>
      </w:r>
      <w:r>
        <w:rPr>
          <w:lang w:val="uk-UA"/>
        </w:rPr>
        <w:t xml:space="preserve">ість 1 нормо-години склала </w:t>
      </w:r>
      <w:r>
        <w:rPr>
          <w:lang w:val="en-US"/>
        </w:rPr>
        <w:t>60,27</w:t>
      </w:r>
      <w:r w:rsidRPr="00B87C67">
        <w:rPr>
          <w:lang w:val="uk-UA"/>
        </w:rPr>
        <w:t xml:space="preserve"> грн. та залишилась на рівні минулого року. Розмір середньомісячної заробітної плати збільшився на 29,7 % і на кінець звітного періоду склав 5130 грн.</w:t>
      </w:r>
      <w:r>
        <w:rPr>
          <w:lang w:val="uk-UA"/>
        </w:rPr>
        <w:t xml:space="preserve"> </w:t>
      </w:r>
    </w:p>
    <w:p w:rsidR="00B33017" w:rsidRDefault="00B33017" w:rsidP="007C132E">
      <w:pPr>
        <w:rPr>
          <w:lang w:val="uk-UA"/>
        </w:rPr>
      </w:pPr>
    </w:p>
    <w:p w:rsidR="00B33017" w:rsidRDefault="00B33017" w:rsidP="007C132E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B33017" w:rsidRDefault="00B33017" w:rsidP="007C132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І.Кузіна</w:t>
      </w: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Default="00B33017" w:rsidP="005C38B9">
      <w:pPr>
        <w:pStyle w:val="Heading7"/>
        <w:jc w:val="center"/>
        <w:rPr>
          <w:b/>
          <w:iCs/>
          <w:lang w:val="uk-UA"/>
        </w:rPr>
      </w:pPr>
    </w:p>
    <w:p w:rsidR="00B33017" w:rsidRPr="00917EB1" w:rsidRDefault="00B33017" w:rsidP="005C38B9">
      <w:pPr>
        <w:pStyle w:val="Heading7"/>
        <w:jc w:val="center"/>
        <w:rPr>
          <w:b/>
          <w:iCs/>
          <w:lang w:val="uk-UA"/>
        </w:rPr>
      </w:pPr>
      <w:r w:rsidRPr="00917EB1">
        <w:rPr>
          <w:b/>
          <w:iCs/>
        </w:rPr>
        <w:t xml:space="preserve">Звіт про проведену роботу Знам’янського міжміського комунального   підприємства « Бюро технічної інвентаризації» за </w:t>
      </w:r>
      <w:r>
        <w:rPr>
          <w:b/>
          <w:iCs/>
          <w:lang w:val="uk-UA"/>
        </w:rPr>
        <w:t xml:space="preserve"> 2017 рік</w:t>
      </w:r>
    </w:p>
    <w:p w:rsidR="00B33017" w:rsidRPr="00B26C7E" w:rsidRDefault="00B33017" w:rsidP="005C38B9">
      <w:pPr>
        <w:rPr>
          <w:sz w:val="28"/>
          <w:szCs w:val="28"/>
        </w:rPr>
      </w:pPr>
    </w:p>
    <w:p w:rsidR="00B33017" w:rsidRDefault="00B33017" w:rsidP="005C38B9"/>
    <w:p w:rsidR="00B33017" w:rsidRDefault="00B33017" w:rsidP="005C38B9">
      <w:pPr>
        <w:ind w:firstLine="540"/>
      </w:pPr>
      <w:r>
        <w:rPr>
          <w:lang w:val="uk-UA"/>
        </w:rPr>
        <w:t xml:space="preserve">Протягом  2017 року </w:t>
      </w:r>
      <w:r>
        <w:t xml:space="preserve">виконано замовлень у кількості </w:t>
      </w:r>
      <w:r>
        <w:rPr>
          <w:lang w:val="uk-UA"/>
        </w:rPr>
        <w:t>645</w:t>
      </w:r>
      <w:r>
        <w:t xml:space="preserve">, в тому числі населенню - </w:t>
      </w:r>
      <w:r>
        <w:rPr>
          <w:lang w:val="uk-UA"/>
        </w:rPr>
        <w:t>630</w:t>
      </w:r>
      <w:r>
        <w:t>, організаціям -</w:t>
      </w:r>
      <w:r>
        <w:rPr>
          <w:lang w:val="uk-UA"/>
        </w:rPr>
        <w:t>15</w:t>
      </w:r>
      <w:r>
        <w:t>.</w:t>
      </w:r>
    </w:p>
    <w:p w:rsidR="00B33017" w:rsidRDefault="00B33017" w:rsidP="005C38B9"/>
    <w:p w:rsidR="00B33017" w:rsidRDefault="00B33017" w:rsidP="005C38B9">
      <w:pPr>
        <w:ind w:firstLine="540"/>
      </w:pPr>
      <w:r>
        <w:t>Протягом звітного періоду підприємство виконало такі види робіт:</w:t>
      </w:r>
    </w:p>
    <w:p w:rsidR="00B33017" w:rsidRPr="001730D5" w:rsidRDefault="00B33017" w:rsidP="005C38B9"/>
    <w:p w:rsidR="00B33017" w:rsidRDefault="00B33017" w:rsidP="005C38B9">
      <w:pPr>
        <w:numPr>
          <w:ilvl w:val="0"/>
          <w:numId w:val="30"/>
        </w:numPr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 населенню і підприємств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r>
        <w:t>ервинна інвентаризація, поточна інвентаризація);</w:t>
      </w:r>
    </w:p>
    <w:p w:rsidR="00B33017" w:rsidRDefault="00B33017" w:rsidP="005C38B9">
      <w:pPr>
        <w:numPr>
          <w:ilvl w:val="0"/>
          <w:numId w:val="30"/>
        </w:numPr>
      </w:pPr>
      <w:r>
        <w:t>виготовлення документів на приватизацію квартир;</w:t>
      </w:r>
    </w:p>
    <w:p w:rsidR="00B33017" w:rsidRDefault="00B33017" w:rsidP="005C38B9">
      <w:pPr>
        <w:numPr>
          <w:ilvl w:val="0"/>
          <w:numId w:val="30"/>
        </w:numPr>
      </w:pPr>
      <w:r>
        <w:t xml:space="preserve">видача свідоцтв про право власності на приватизацію; </w:t>
      </w:r>
    </w:p>
    <w:p w:rsidR="00B33017" w:rsidRDefault="00B33017" w:rsidP="005C38B9">
      <w:pPr>
        <w:numPr>
          <w:ilvl w:val="0"/>
          <w:numId w:val="30"/>
        </w:numPr>
      </w:pPr>
      <w:r>
        <w:t>видача копій технічних паспортів;</w:t>
      </w:r>
    </w:p>
    <w:p w:rsidR="00B33017" w:rsidRDefault="00B33017" w:rsidP="005C38B9">
      <w:pPr>
        <w:numPr>
          <w:ilvl w:val="0"/>
          <w:numId w:val="30"/>
        </w:numPr>
      </w:pPr>
      <w:r>
        <w:t>первина і поточна інвентаризація гаражів;</w:t>
      </w:r>
    </w:p>
    <w:p w:rsidR="00B33017" w:rsidRDefault="00B33017" w:rsidP="005C38B9">
      <w:pPr>
        <w:numPr>
          <w:ilvl w:val="0"/>
          <w:numId w:val="30"/>
        </w:numPr>
      </w:pPr>
      <w:r>
        <w:t>виготовлення документів на кооперативні квартири;</w:t>
      </w:r>
    </w:p>
    <w:p w:rsidR="00B33017" w:rsidRDefault="00B33017" w:rsidP="005C38B9">
      <w:pPr>
        <w:numPr>
          <w:ilvl w:val="0"/>
          <w:numId w:val="30"/>
        </w:numPr>
      </w:pPr>
      <w:r>
        <w:t>підготовка документів для прийняття в експлуатацію і узаконення нерухомого майна;</w:t>
      </w:r>
    </w:p>
    <w:p w:rsidR="00B33017" w:rsidRDefault="00B33017" w:rsidP="005C38B9">
      <w:pPr>
        <w:numPr>
          <w:ilvl w:val="0"/>
          <w:numId w:val="30"/>
        </w:numPr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B33017" w:rsidRDefault="00B33017" w:rsidP="005C38B9">
      <w:pPr>
        <w:numPr>
          <w:ilvl w:val="0"/>
          <w:numId w:val="30"/>
        </w:numPr>
      </w:pPr>
      <w:r>
        <w:t>підготовка документів для суду;</w:t>
      </w:r>
    </w:p>
    <w:p w:rsidR="00B33017" w:rsidRDefault="00B33017" w:rsidP="005C38B9">
      <w:pPr>
        <w:numPr>
          <w:ilvl w:val="0"/>
          <w:numId w:val="30"/>
        </w:numPr>
      </w:pPr>
      <w:r>
        <w:t>виїзди на скарги;</w:t>
      </w:r>
    </w:p>
    <w:p w:rsidR="00B33017" w:rsidRDefault="00B33017" w:rsidP="005C38B9">
      <w:pPr>
        <w:numPr>
          <w:ilvl w:val="0"/>
          <w:numId w:val="30"/>
        </w:numPr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B33017" w:rsidRDefault="00B33017" w:rsidP="005C38B9">
      <w:pPr>
        <w:numPr>
          <w:ilvl w:val="0"/>
          <w:numId w:val="30"/>
        </w:numPr>
      </w:pPr>
      <w:r>
        <w:t>надання консультацій.</w:t>
      </w:r>
    </w:p>
    <w:p w:rsidR="00B33017" w:rsidRDefault="00B33017" w:rsidP="005C38B9"/>
    <w:p w:rsidR="00B33017" w:rsidRDefault="00B33017" w:rsidP="005C38B9">
      <w:r>
        <w:t xml:space="preserve">Проблемні питання: </w:t>
      </w:r>
    </w:p>
    <w:p w:rsidR="00B33017" w:rsidRDefault="00B33017" w:rsidP="005C38B9"/>
    <w:p w:rsidR="00B33017" w:rsidRDefault="00B33017" w:rsidP="005C38B9">
      <w:pPr>
        <w:numPr>
          <w:ilvl w:val="0"/>
          <w:numId w:val="31"/>
        </w:numPr>
      </w:pPr>
      <w:r>
        <w:t>відсутність автотранспортних  засобів для виїзду на об</w:t>
      </w:r>
      <w:r w:rsidRPr="004775F5">
        <w:t>’</w:t>
      </w:r>
      <w:r>
        <w:t>єкти,  згідно поданих замовлень від населення;</w:t>
      </w:r>
    </w:p>
    <w:p w:rsidR="00B33017" w:rsidRDefault="00B33017" w:rsidP="005C38B9">
      <w:pPr>
        <w:numPr>
          <w:ilvl w:val="0"/>
          <w:numId w:val="31"/>
        </w:numPr>
      </w:pPr>
      <w:r>
        <w:rPr>
          <w:lang w:val="uk-UA"/>
        </w:rPr>
        <w:t xml:space="preserve">зростання витрат  </w:t>
      </w:r>
      <w:r>
        <w:t xml:space="preserve">на </w:t>
      </w:r>
      <w:r>
        <w:rPr>
          <w:lang w:val="uk-UA"/>
        </w:rPr>
        <w:t>утримання приміщення</w:t>
      </w:r>
      <w:r>
        <w:t xml:space="preserve">, </w:t>
      </w:r>
      <w:r>
        <w:rPr>
          <w:lang w:val="uk-UA"/>
        </w:rPr>
        <w:t>витрат на придбання таварів та послуг, що використовуються  в господарській діяльності</w:t>
      </w:r>
      <w:r>
        <w:t>;</w:t>
      </w:r>
    </w:p>
    <w:p w:rsidR="00B33017" w:rsidRDefault="00B33017" w:rsidP="005C38B9">
      <w:pPr>
        <w:numPr>
          <w:ilvl w:val="0"/>
          <w:numId w:val="31"/>
        </w:numPr>
      </w:pPr>
      <w:r>
        <w:t>проблеми з опаленням взимку;</w:t>
      </w:r>
    </w:p>
    <w:p w:rsidR="00B33017" w:rsidRDefault="00B33017" w:rsidP="005C38B9"/>
    <w:p w:rsidR="00B33017" w:rsidRDefault="00B33017" w:rsidP="005C38B9">
      <w:r>
        <w:t>Перспективи :</w:t>
      </w:r>
    </w:p>
    <w:p w:rsidR="00B33017" w:rsidRDefault="00B33017" w:rsidP="005C38B9"/>
    <w:p w:rsidR="00B33017" w:rsidRDefault="00B33017" w:rsidP="005C38B9">
      <w:pPr>
        <w:jc w:val="both"/>
      </w:pPr>
      <w:r>
        <w:t>завдяки доступним та більш дешевим тарифам на послуги БТІ, підвищувати конкурентоспроможність підприємства.</w:t>
      </w:r>
    </w:p>
    <w:p w:rsidR="00B33017" w:rsidRDefault="00B33017" w:rsidP="005C38B9">
      <w:pPr>
        <w:rPr>
          <w:lang w:val="uk-UA"/>
        </w:rPr>
      </w:pPr>
    </w:p>
    <w:p w:rsidR="00B33017" w:rsidRPr="00BD6078" w:rsidRDefault="00B33017" w:rsidP="005C38B9">
      <w:pPr>
        <w:rPr>
          <w:lang w:val="uk-UA"/>
        </w:rPr>
      </w:pPr>
    </w:p>
    <w:p w:rsidR="00B33017" w:rsidRPr="004775F5" w:rsidRDefault="00B33017" w:rsidP="005C38B9">
      <w:pPr>
        <w:rPr>
          <w:sz w:val="22"/>
          <w:szCs w:val="22"/>
        </w:rPr>
      </w:pPr>
      <w:r>
        <w:rPr>
          <w:sz w:val="22"/>
          <w:szCs w:val="22"/>
        </w:rPr>
        <w:t>Керівник Знам</w:t>
      </w:r>
      <w:r>
        <w:rPr>
          <w:sz w:val="22"/>
          <w:szCs w:val="22"/>
          <w:lang w:val="en-US"/>
        </w:rPr>
        <w:t>'</w:t>
      </w:r>
      <w:r w:rsidRPr="004775F5">
        <w:rPr>
          <w:sz w:val="22"/>
          <w:szCs w:val="22"/>
        </w:rPr>
        <w:t xml:space="preserve">янського </w:t>
      </w:r>
    </w:p>
    <w:p w:rsidR="00B33017" w:rsidRPr="004775F5" w:rsidRDefault="00B33017" w:rsidP="005C38B9">
      <w:pPr>
        <w:rPr>
          <w:sz w:val="22"/>
          <w:szCs w:val="22"/>
        </w:rPr>
      </w:pPr>
      <w:r>
        <w:rPr>
          <w:sz w:val="22"/>
          <w:szCs w:val="22"/>
        </w:rPr>
        <w:t>м</w:t>
      </w:r>
      <w:r w:rsidRPr="004775F5">
        <w:rPr>
          <w:sz w:val="22"/>
          <w:szCs w:val="22"/>
        </w:rPr>
        <w:t xml:space="preserve">іжміського комунального </w:t>
      </w:r>
    </w:p>
    <w:p w:rsidR="00B33017" w:rsidRDefault="00B33017" w:rsidP="005C38B9">
      <w:pPr>
        <w:rPr>
          <w:sz w:val="22"/>
          <w:szCs w:val="22"/>
        </w:rPr>
      </w:pPr>
      <w:r>
        <w:rPr>
          <w:sz w:val="22"/>
          <w:szCs w:val="22"/>
        </w:rPr>
        <w:t>підприємства «</w:t>
      </w:r>
      <w:r w:rsidRPr="004775F5">
        <w:rPr>
          <w:sz w:val="22"/>
          <w:szCs w:val="22"/>
        </w:rPr>
        <w:t>Бюро</w:t>
      </w:r>
      <w:r>
        <w:rPr>
          <w:sz w:val="22"/>
          <w:szCs w:val="22"/>
        </w:rPr>
        <w:t xml:space="preserve"> </w:t>
      </w:r>
    </w:p>
    <w:p w:rsidR="00B33017" w:rsidRPr="009070FE" w:rsidRDefault="00B33017" w:rsidP="005C38B9">
      <w:pPr>
        <w:jc w:val="both"/>
        <w:rPr>
          <w:lang w:val="uk-UA"/>
        </w:rPr>
      </w:pPr>
      <w:r>
        <w:rPr>
          <w:sz w:val="22"/>
          <w:szCs w:val="22"/>
        </w:rPr>
        <w:t xml:space="preserve">технічної інвентаризації»                                                                                               Л.Голова             </w:t>
      </w:r>
      <w:r w:rsidRPr="009070FE">
        <w:rPr>
          <w:lang w:val="uk-UA"/>
        </w:rPr>
        <w:t xml:space="preserve">             </w:t>
      </w:r>
    </w:p>
    <w:p w:rsidR="00B33017" w:rsidRDefault="00B33017" w:rsidP="005C38B9">
      <w:pPr>
        <w:rPr>
          <w:lang w:val="uk-UA"/>
        </w:rPr>
      </w:pPr>
    </w:p>
    <w:p w:rsidR="00B33017" w:rsidRPr="007C132E" w:rsidRDefault="00B33017" w:rsidP="007C132E">
      <w:pPr>
        <w:rPr>
          <w:lang w:val="uk-UA"/>
        </w:rPr>
      </w:pPr>
    </w:p>
    <w:sectPr w:rsidR="00B33017" w:rsidRPr="007C132E" w:rsidSect="00F34722">
      <w:footerReference w:type="even" r:id="rId8"/>
      <w:footerReference w:type="default" r:id="rId9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017" w:rsidRDefault="00B33017" w:rsidP="00C64321">
      <w:r>
        <w:separator/>
      </w:r>
    </w:p>
  </w:endnote>
  <w:endnote w:type="continuationSeparator" w:id="0">
    <w:p w:rsidR="00B33017" w:rsidRDefault="00B33017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17" w:rsidRDefault="00B33017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3017" w:rsidRDefault="00B33017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17" w:rsidRDefault="00B33017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33017" w:rsidRDefault="00B33017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017" w:rsidRDefault="00B33017" w:rsidP="00C64321">
      <w:r>
        <w:separator/>
      </w:r>
    </w:p>
  </w:footnote>
  <w:footnote w:type="continuationSeparator" w:id="0">
    <w:p w:rsidR="00B33017" w:rsidRDefault="00B33017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8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6205"/>
    <w:rsid w:val="001F7ADD"/>
    <w:rsid w:val="0020125B"/>
    <w:rsid w:val="00204308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7928"/>
    <w:rsid w:val="00531ED1"/>
    <w:rsid w:val="00532F82"/>
    <w:rsid w:val="00537C68"/>
    <w:rsid w:val="00540757"/>
    <w:rsid w:val="0054195E"/>
    <w:rsid w:val="00541F22"/>
    <w:rsid w:val="005421C7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5BD5"/>
    <w:rsid w:val="007C132E"/>
    <w:rsid w:val="007C6509"/>
    <w:rsid w:val="007C7342"/>
    <w:rsid w:val="007C7C0C"/>
    <w:rsid w:val="007D6FEC"/>
    <w:rsid w:val="007E0454"/>
    <w:rsid w:val="007E756E"/>
    <w:rsid w:val="007F4DC0"/>
    <w:rsid w:val="007F54A9"/>
    <w:rsid w:val="007F5B31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768C"/>
    <w:rsid w:val="008B0114"/>
    <w:rsid w:val="008B3AF4"/>
    <w:rsid w:val="008B41D6"/>
    <w:rsid w:val="008B4AD2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82EC6"/>
    <w:rsid w:val="00A9114F"/>
    <w:rsid w:val="00A911E0"/>
    <w:rsid w:val="00A91DAC"/>
    <w:rsid w:val="00A93323"/>
    <w:rsid w:val="00AA01CA"/>
    <w:rsid w:val="00AA6D15"/>
    <w:rsid w:val="00AB3A97"/>
    <w:rsid w:val="00AB52CB"/>
    <w:rsid w:val="00AB687F"/>
    <w:rsid w:val="00AB7487"/>
    <w:rsid w:val="00AC1132"/>
    <w:rsid w:val="00AE0347"/>
    <w:rsid w:val="00AE2C4B"/>
    <w:rsid w:val="00AE4C78"/>
    <w:rsid w:val="00AE6B64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43CD"/>
    <w:rsid w:val="00C05AA0"/>
    <w:rsid w:val="00C110B6"/>
    <w:rsid w:val="00C1131D"/>
    <w:rsid w:val="00C17983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4</Pages>
  <Words>4454</Words>
  <Characters>2539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8</cp:revision>
  <cp:lastPrinted>2018-01-24T08:57:00Z</cp:lastPrinted>
  <dcterms:created xsi:type="dcterms:W3CDTF">2018-01-23T14:08:00Z</dcterms:created>
  <dcterms:modified xsi:type="dcterms:W3CDTF">2018-01-24T09:45:00Z</dcterms:modified>
</cp:coreProperties>
</file>