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1D9" w:rsidRDefault="00EB31D9" w:rsidP="00DA4E81">
      <w:pPr>
        <w:pStyle w:val="1"/>
        <w:spacing w:line="200" w:lineRule="atLeast"/>
        <w:jc w:val="right"/>
        <w:rPr>
          <w:b/>
          <w:bCs/>
          <w:sz w:val="28"/>
          <w:szCs w:val="28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10.2pt;margin-top:24.65pt;width:47.55pt;height:61.7pt;z-index:251658240;visibility:visible;mso-wrap-distance-left:9.05pt;mso-wrap-distance-right:9.05pt" filled="t">
            <v:imagedata r:id="rId7" o:title="" croptop="1857f" cropbottom="4598f" cropleft="2849f" cropright=".0625"/>
            <w10:wrap type="topAndBottom"/>
          </v:shape>
        </w:pict>
      </w:r>
      <w:r>
        <w:rPr>
          <w:b/>
          <w:bCs/>
          <w:sz w:val="28"/>
          <w:szCs w:val="28"/>
        </w:rPr>
        <w:t xml:space="preserve">ПРОЕКТ </w:t>
      </w:r>
    </w:p>
    <w:p w:rsidR="00EB31D9" w:rsidRPr="00730B35" w:rsidRDefault="00EB31D9" w:rsidP="00DA4E81"/>
    <w:p w:rsidR="00EB31D9" w:rsidRDefault="00EB31D9" w:rsidP="00DA4E81">
      <w:pPr>
        <w:spacing w:line="200" w:lineRule="atLeast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Знам`янська міська рада Кіровоградської області</w:t>
      </w:r>
    </w:p>
    <w:p w:rsidR="00EB31D9" w:rsidRDefault="00EB31D9" w:rsidP="00DA4E81">
      <w:pPr>
        <w:spacing w:line="200" w:lineRule="atLeast"/>
        <w:jc w:val="center"/>
        <w:rPr>
          <w:b/>
        </w:rPr>
      </w:pPr>
      <w:r>
        <w:rPr>
          <w:b/>
          <w:bCs/>
          <w:iCs/>
          <w:sz w:val="28"/>
          <w:szCs w:val="28"/>
        </w:rPr>
        <w:t>Виконавчий комітет</w:t>
      </w:r>
    </w:p>
    <w:p w:rsidR="00EB31D9" w:rsidRDefault="00EB31D9" w:rsidP="00DA4E81">
      <w:pPr>
        <w:spacing w:line="200" w:lineRule="atLeast"/>
        <w:jc w:val="center"/>
        <w:rPr>
          <w:b/>
        </w:rPr>
      </w:pPr>
    </w:p>
    <w:p w:rsidR="00EB31D9" w:rsidRDefault="00EB31D9" w:rsidP="00DA4E81">
      <w:pPr>
        <w:spacing w:line="200" w:lineRule="atLeast"/>
        <w:jc w:val="center"/>
        <w:rPr>
          <w:b/>
        </w:rPr>
      </w:pPr>
      <w:r>
        <w:rPr>
          <w:b/>
          <w:sz w:val="28"/>
          <w:szCs w:val="28"/>
        </w:rPr>
        <w:t>Рішення</w:t>
      </w:r>
    </w:p>
    <w:p w:rsidR="00EB31D9" w:rsidRDefault="00EB31D9" w:rsidP="00DA4E81">
      <w:pPr>
        <w:spacing w:line="200" w:lineRule="atLeast"/>
        <w:jc w:val="center"/>
        <w:rPr>
          <w:b/>
        </w:rPr>
      </w:pPr>
    </w:p>
    <w:p w:rsidR="00EB31D9" w:rsidRDefault="00EB31D9" w:rsidP="00DA4E81">
      <w:pPr>
        <w:pStyle w:val="Heading2"/>
        <w:jc w:val="left"/>
        <w:rPr>
          <w:sz w:val="16"/>
          <w:szCs w:val="24"/>
          <w:lang w:val="uk-UA"/>
        </w:rPr>
      </w:pPr>
    </w:p>
    <w:p w:rsidR="00EB31D9" w:rsidRPr="00DA4E81" w:rsidRDefault="00EB31D9" w:rsidP="00DA4E81">
      <w:pPr>
        <w:pStyle w:val="Heading2"/>
        <w:jc w:val="left"/>
        <w:rPr>
          <w:sz w:val="22"/>
        </w:rPr>
      </w:pPr>
      <w:r>
        <w:rPr>
          <w:sz w:val="22"/>
        </w:rPr>
        <w:t xml:space="preserve">від    </w:t>
      </w:r>
      <w:r>
        <w:rPr>
          <w:sz w:val="22"/>
          <w:lang w:val="uk-UA"/>
        </w:rPr>
        <w:t xml:space="preserve">                         </w:t>
      </w:r>
      <w:r>
        <w:rPr>
          <w:sz w:val="22"/>
        </w:rPr>
        <w:t xml:space="preserve">  201</w:t>
      </w:r>
      <w:r>
        <w:rPr>
          <w:sz w:val="22"/>
          <w:lang w:val="uk-UA"/>
        </w:rPr>
        <w:t>9</w:t>
      </w:r>
      <w:r w:rsidRPr="00DA4E81">
        <w:rPr>
          <w:sz w:val="22"/>
        </w:rPr>
        <w:t xml:space="preserve"> року              </w:t>
      </w:r>
      <w:r w:rsidRPr="00DA4E81">
        <w:rPr>
          <w:sz w:val="22"/>
        </w:rPr>
        <w:tab/>
      </w:r>
      <w:r w:rsidRPr="00DA4E81">
        <w:rPr>
          <w:sz w:val="22"/>
        </w:rPr>
        <w:tab/>
        <w:t xml:space="preserve">      </w:t>
      </w:r>
      <w:r w:rsidRPr="00DA4E81">
        <w:rPr>
          <w:sz w:val="22"/>
        </w:rPr>
        <w:tab/>
      </w:r>
      <w:r w:rsidRPr="00DA4E81">
        <w:rPr>
          <w:sz w:val="22"/>
        </w:rPr>
        <w:tab/>
        <w:t xml:space="preserve">                      №    </w:t>
      </w:r>
    </w:p>
    <w:p w:rsidR="00EB31D9" w:rsidRPr="00DA4E81" w:rsidRDefault="00EB31D9" w:rsidP="00DA4E81">
      <w:pPr>
        <w:jc w:val="center"/>
        <w:rPr>
          <w:b/>
          <w:sz w:val="18"/>
        </w:rPr>
      </w:pPr>
    </w:p>
    <w:p w:rsidR="00EB31D9" w:rsidRPr="00DA4E81" w:rsidRDefault="00EB31D9" w:rsidP="00DA4E81">
      <w:pPr>
        <w:jc w:val="center"/>
        <w:rPr>
          <w:b/>
        </w:rPr>
      </w:pPr>
      <w:r w:rsidRPr="00DA4E81">
        <w:rPr>
          <w:b/>
        </w:rPr>
        <w:t>м. Знам`янка</w:t>
      </w:r>
    </w:p>
    <w:p w:rsidR="00EB31D9" w:rsidRDefault="00EB31D9" w:rsidP="00FD718F">
      <w:pPr>
        <w:ind w:left="180"/>
        <w:rPr>
          <w:lang w:val="uk-UA"/>
        </w:rPr>
      </w:pPr>
      <w:r>
        <w:rPr>
          <w:lang w:val="uk-UA"/>
        </w:rPr>
        <w:t xml:space="preserve">                                        </w:t>
      </w:r>
    </w:p>
    <w:p w:rsidR="00EB31D9" w:rsidRPr="00D5011E" w:rsidRDefault="00EB31D9" w:rsidP="005C601B">
      <w:r>
        <w:t xml:space="preserve">Про </w:t>
      </w:r>
      <w:r>
        <w:rPr>
          <w:lang w:val="uk-UA"/>
        </w:rPr>
        <w:t>встановлення</w:t>
      </w:r>
      <w:r w:rsidRPr="00D5011E">
        <w:t xml:space="preserve"> </w:t>
      </w:r>
      <w:r>
        <w:rPr>
          <w:lang w:val="uk-UA"/>
        </w:rPr>
        <w:t xml:space="preserve"> </w:t>
      </w:r>
      <w:r w:rsidRPr="00D5011E">
        <w:t>цілодобового режиму</w:t>
      </w:r>
    </w:p>
    <w:p w:rsidR="00EB31D9" w:rsidRPr="00D5011E" w:rsidRDefault="00EB31D9" w:rsidP="005C601B">
      <w:r w:rsidRPr="00D5011E">
        <w:t xml:space="preserve">роботи магазинів мережі супермаркетів </w:t>
      </w:r>
    </w:p>
    <w:p w:rsidR="00EB31D9" w:rsidRPr="00FC5535" w:rsidRDefault="00EB31D9" w:rsidP="005C601B">
      <w:pPr>
        <w:rPr>
          <w:lang w:val="uk-UA"/>
        </w:rPr>
      </w:pPr>
      <w:r w:rsidRPr="00D5011E">
        <w:t>ТОВ "АТБ-маркет</w:t>
      </w:r>
      <w:r>
        <w:rPr>
          <w:lang w:val="uk-UA"/>
        </w:rPr>
        <w:t>"</w:t>
      </w:r>
    </w:p>
    <w:p w:rsidR="00EB31D9" w:rsidRDefault="00EB31D9" w:rsidP="00053559">
      <w:pPr>
        <w:tabs>
          <w:tab w:val="left" w:pos="9355"/>
        </w:tabs>
        <w:ind w:right="-5"/>
        <w:jc w:val="both"/>
        <w:rPr>
          <w:lang w:val="uk-UA"/>
        </w:rPr>
      </w:pPr>
      <w:r w:rsidRPr="00C64321">
        <w:t xml:space="preserve">      </w:t>
      </w:r>
      <w:r>
        <w:rPr>
          <w:lang w:val="uk-UA"/>
        </w:rPr>
        <w:t xml:space="preserve">         </w:t>
      </w:r>
    </w:p>
    <w:p w:rsidR="00EB31D9" w:rsidRDefault="00EB31D9" w:rsidP="00053559">
      <w:pPr>
        <w:tabs>
          <w:tab w:val="left" w:pos="9355"/>
        </w:tabs>
        <w:ind w:right="-5"/>
        <w:jc w:val="both"/>
        <w:rPr>
          <w:lang w:val="uk-UA"/>
        </w:rPr>
      </w:pPr>
    </w:p>
    <w:p w:rsidR="00EB31D9" w:rsidRPr="00D5011E" w:rsidRDefault="00EB31D9" w:rsidP="00472220">
      <w:pPr>
        <w:jc w:val="both"/>
      </w:pPr>
      <w:r>
        <w:rPr>
          <w:lang w:val="uk-UA"/>
        </w:rPr>
        <w:t xml:space="preserve">             </w:t>
      </w:r>
      <w:r w:rsidRPr="00D5011E">
        <w:t>Розглянувши заяв</w:t>
      </w:r>
      <w:r>
        <w:t xml:space="preserve">у керівництва супермаркету ТОВ </w:t>
      </w:r>
      <w:r>
        <w:rPr>
          <w:lang w:val="uk-UA"/>
        </w:rPr>
        <w:t>"</w:t>
      </w:r>
      <w:r>
        <w:t>АТБ-маркет</w:t>
      </w:r>
      <w:r>
        <w:rPr>
          <w:lang w:val="uk-UA"/>
        </w:rPr>
        <w:t>"</w:t>
      </w:r>
      <w:r>
        <w:t xml:space="preserve"> щодо  </w:t>
      </w:r>
      <w:r>
        <w:rPr>
          <w:lang w:val="uk-UA"/>
        </w:rPr>
        <w:t>встановлення</w:t>
      </w:r>
      <w:r>
        <w:t xml:space="preserve">  цілодобов</w:t>
      </w:r>
      <w:r>
        <w:rPr>
          <w:lang w:val="uk-UA"/>
        </w:rPr>
        <w:t>ого</w:t>
      </w:r>
      <w:r>
        <w:t xml:space="preserve"> режим</w:t>
      </w:r>
      <w:r>
        <w:rPr>
          <w:lang w:val="uk-UA"/>
        </w:rPr>
        <w:t>у</w:t>
      </w:r>
      <w:r>
        <w:t xml:space="preserve"> роботи мережі магазинів </w:t>
      </w:r>
      <w:r>
        <w:rPr>
          <w:lang w:val="uk-UA"/>
        </w:rPr>
        <w:t>"</w:t>
      </w:r>
      <w:r>
        <w:t>АТБ</w:t>
      </w:r>
      <w:r>
        <w:rPr>
          <w:lang w:val="uk-UA"/>
        </w:rPr>
        <w:t>-маркет"</w:t>
      </w:r>
      <w:r w:rsidRPr="00D5011E">
        <w:t xml:space="preserve"> в місті Знам’</w:t>
      </w:r>
      <w:r>
        <w:t>янка</w:t>
      </w:r>
      <w:r w:rsidRPr="00D5011E">
        <w:t xml:space="preserve">  та враховуючи згоду </w:t>
      </w:r>
      <w:r>
        <w:rPr>
          <w:lang w:val="uk-UA"/>
        </w:rPr>
        <w:t xml:space="preserve"> </w:t>
      </w:r>
      <w:r w:rsidRPr="00D5011E">
        <w:t>Знам’</w:t>
      </w:r>
      <w:r>
        <w:t xml:space="preserve">янського </w:t>
      </w:r>
      <w:r>
        <w:rPr>
          <w:lang w:val="uk-UA"/>
        </w:rPr>
        <w:t>ВП ГУНП</w:t>
      </w:r>
      <w:r>
        <w:t xml:space="preserve"> </w:t>
      </w:r>
      <w:r w:rsidRPr="00D5011E">
        <w:t xml:space="preserve"> в Кіровоградській області,  к</w:t>
      </w:r>
      <w:r>
        <w:t xml:space="preserve">еруючись ст. 30 Закону України </w:t>
      </w:r>
      <w:r>
        <w:rPr>
          <w:lang w:val="uk-UA"/>
        </w:rPr>
        <w:t>"</w:t>
      </w:r>
      <w:r w:rsidRPr="00D5011E">
        <w:t>Про м</w:t>
      </w:r>
      <w:r>
        <w:t>ісцеве самоврядування в Україні</w:t>
      </w:r>
      <w:r>
        <w:rPr>
          <w:lang w:val="uk-UA"/>
        </w:rPr>
        <w:t>"</w:t>
      </w:r>
      <w:r w:rsidRPr="00D5011E">
        <w:t xml:space="preserve">,  виконавчий комітет </w:t>
      </w:r>
      <w:r>
        <w:rPr>
          <w:lang w:val="uk-UA"/>
        </w:rPr>
        <w:t xml:space="preserve">Знам'янської </w:t>
      </w:r>
      <w:r w:rsidRPr="00D5011E">
        <w:t>міської ради</w:t>
      </w:r>
    </w:p>
    <w:p w:rsidR="00EB31D9" w:rsidRPr="00511408" w:rsidRDefault="00EB31D9" w:rsidP="00472220">
      <w:pPr>
        <w:tabs>
          <w:tab w:val="left" w:pos="9355"/>
        </w:tabs>
        <w:ind w:right="-5"/>
        <w:jc w:val="both"/>
        <w:rPr>
          <w:lang w:val="uk-UA"/>
        </w:rPr>
      </w:pPr>
    </w:p>
    <w:p w:rsidR="00EB31D9" w:rsidRPr="005652A6" w:rsidRDefault="00EB31D9" w:rsidP="00472220">
      <w:pPr>
        <w:jc w:val="both"/>
        <w:rPr>
          <w:lang w:val="uk-UA"/>
        </w:rPr>
      </w:pPr>
    </w:p>
    <w:p w:rsidR="00EB31D9" w:rsidRDefault="00EB31D9" w:rsidP="00472220">
      <w:pPr>
        <w:jc w:val="center"/>
        <w:rPr>
          <w:b/>
          <w:lang w:val="uk-UA"/>
        </w:rPr>
      </w:pPr>
      <w:r w:rsidRPr="005652A6">
        <w:rPr>
          <w:b/>
          <w:lang w:val="uk-UA"/>
        </w:rPr>
        <w:t>В И Р І Ш И В:</w:t>
      </w:r>
    </w:p>
    <w:p w:rsidR="00EB31D9" w:rsidRPr="00930071" w:rsidRDefault="00EB31D9" w:rsidP="00472220">
      <w:pPr>
        <w:jc w:val="both"/>
        <w:rPr>
          <w:b/>
        </w:rPr>
      </w:pPr>
    </w:p>
    <w:p w:rsidR="00EB31D9" w:rsidRPr="008047F9" w:rsidRDefault="00EB31D9" w:rsidP="003C2BD1">
      <w:pPr>
        <w:numPr>
          <w:ilvl w:val="0"/>
          <w:numId w:val="11"/>
        </w:numPr>
        <w:jc w:val="both"/>
      </w:pPr>
      <w:r w:rsidRPr="0048444D">
        <w:rPr>
          <w:lang w:val="uk-UA"/>
        </w:rPr>
        <w:t>Встановити</w:t>
      </w:r>
      <w:r w:rsidRPr="0048444D">
        <w:t xml:space="preserve"> цілодобовий режим роботи </w:t>
      </w:r>
      <w:r w:rsidRPr="0048444D">
        <w:rPr>
          <w:lang w:val="uk-UA"/>
        </w:rPr>
        <w:t xml:space="preserve">магазинів </w:t>
      </w:r>
      <w:r w:rsidRPr="0048444D">
        <w:t xml:space="preserve">мережі </w:t>
      </w:r>
      <w:r w:rsidRPr="0048444D">
        <w:rPr>
          <w:lang w:val="uk-UA"/>
        </w:rPr>
        <w:t xml:space="preserve"> </w:t>
      </w:r>
      <w:r w:rsidRPr="0048444D">
        <w:t>супермаркетів</w:t>
      </w:r>
      <w:r w:rsidRPr="0048444D">
        <w:rPr>
          <w:lang w:val="uk-UA"/>
        </w:rPr>
        <w:t xml:space="preserve"> ТОВ </w:t>
      </w:r>
      <w:r w:rsidRPr="0048444D">
        <w:t>"АТБ</w:t>
      </w:r>
      <w:r w:rsidRPr="0048444D">
        <w:rPr>
          <w:lang w:val="uk-UA"/>
        </w:rPr>
        <w:t>-маркет</w:t>
      </w:r>
      <w:r w:rsidRPr="0048444D">
        <w:t xml:space="preserve">" в м.Знам`янка </w:t>
      </w:r>
      <w:r w:rsidRPr="0048444D">
        <w:rPr>
          <w:lang w:val="uk-UA"/>
        </w:rPr>
        <w:t>за адресою:</w:t>
      </w:r>
      <w:r w:rsidRPr="0048444D">
        <w:t xml:space="preserve"> ву</w:t>
      </w:r>
      <w:r w:rsidRPr="0048444D">
        <w:rPr>
          <w:lang w:val="uk-UA"/>
        </w:rPr>
        <w:t xml:space="preserve">л.Віктора Голого,2В та вул.Віктора Голого, 112  </w:t>
      </w:r>
      <w:r>
        <w:rPr>
          <w:lang w:val="uk-UA"/>
        </w:rPr>
        <w:t>з  22</w:t>
      </w:r>
      <w:r>
        <w:t>.02</w:t>
      </w:r>
      <w:r w:rsidRPr="00D5011E">
        <w:t>.201</w:t>
      </w:r>
      <w:r>
        <w:rPr>
          <w:lang w:val="uk-UA"/>
        </w:rPr>
        <w:t>9</w:t>
      </w:r>
      <w:r>
        <w:t xml:space="preserve"> року</w:t>
      </w:r>
      <w:r>
        <w:rPr>
          <w:lang w:val="uk-UA"/>
        </w:rPr>
        <w:t xml:space="preserve"> </w:t>
      </w:r>
      <w:r w:rsidRPr="00D5011E">
        <w:t xml:space="preserve">  </w:t>
      </w:r>
      <w:r>
        <w:t xml:space="preserve">до </w:t>
      </w:r>
      <w:r>
        <w:rPr>
          <w:lang w:val="uk-UA"/>
        </w:rPr>
        <w:t>22</w:t>
      </w:r>
      <w:r>
        <w:t>.02.20</w:t>
      </w:r>
      <w:r>
        <w:rPr>
          <w:lang w:val="uk-UA"/>
        </w:rPr>
        <w:t>20</w:t>
      </w:r>
      <w:r w:rsidRPr="00D5011E">
        <w:t xml:space="preserve"> року</w:t>
      </w:r>
      <w:r>
        <w:rPr>
          <w:lang w:val="uk-UA"/>
        </w:rPr>
        <w:t>.</w:t>
      </w:r>
      <w:r w:rsidRPr="00D5011E">
        <w:t xml:space="preserve">       </w:t>
      </w:r>
    </w:p>
    <w:p w:rsidR="00EB31D9" w:rsidRPr="001454F6" w:rsidRDefault="00EB31D9" w:rsidP="003C2BD1">
      <w:pPr>
        <w:numPr>
          <w:ilvl w:val="0"/>
          <w:numId w:val="11"/>
        </w:numPr>
        <w:jc w:val="both"/>
      </w:pPr>
      <w:r w:rsidRPr="00AA6D15">
        <w:rPr>
          <w:lang w:val="uk-UA"/>
        </w:rPr>
        <w:t>Організацію викон</w:t>
      </w:r>
      <w:r>
        <w:rPr>
          <w:lang w:val="uk-UA"/>
        </w:rPr>
        <w:t xml:space="preserve">ання рішення покласти на </w:t>
      </w:r>
      <w:r>
        <w:t>керівництв</w:t>
      </w:r>
      <w:r>
        <w:rPr>
          <w:lang w:val="uk-UA"/>
        </w:rPr>
        <w:t>о</w:t>
      </w:r>
      <w:r>
        <w:t xml:space="preserve"> супермаркету ТОВ </w:t>
      </w:r>
      <w:r>
        <w:rPr>
          <w:lang w:val="uk-UA"/>
        </w:rPr>
        <w:t>"</w:t>
      </w:r>
      <w:r>
        <w:t>АТБ-маркет</w:t>
      </w:r>
      <w:r>
        <w:rPr>
          <w:lang w:val="uk-UA"/>
        </w:rPr>
        <w:t>".</w:t>
      </w:r>
    </w:p>
    <w:p w:rsidR="00EB31D9" w:rsidRPr="001454F6" w:rsidRDefault="00EB31D9" w:rsidP="003C2BD1">
      <w:pPr>
        <w:numPr>
          <w:ilvl w:val="0"/>
          <w:numId w:val="11"/>
        </w:numPr>
        <w:jc w:val="both"/>
      </w:pPr>
      <w:r w:rsidRPr="00285C84">
        <w:rPr>
          <w:lang w:val="uk-UA"/>
        </w:rPr>
        <w:t xml:space="preserve">Контроль  за  виконанням  рішення  покласти </w:t>
      </w:r>
      <w:r>
        <w:rPr>
          <w:lang w:val="uk-UA"/>
        </w:rPr>
        <w:t>на з</w:t>
      </w:r>
      <w:r w:rsidRPr="00154A35">
        <w:rPr>
          <w:lang w:val="uk-UA"/>
        </w:rPr>
        <w:t>аступник</w:t>
      </w:r>
      <w:r>
        <w:rPr>
          <w:lang w:val="uk-UA"/>
        </w:rPr>
        <w:t xml:space="preserve">а </w:t>
      </w:r>
      <w:r w:rsidRPr="00154A35">
        <w:rPr>
          <w:lang w:val="uk-UA"/>
        </w:rPr>
        <w:t xml:space="preserve"> міського голови з питань діяльності</w:t>
      </w:r>
      <w:r>
        <w:rPr>
          <w:lang w:val="uk-UA"/>
        </w:rPr>
        <w:t xml:space="preserve"> виконавчих органів – начальника</w:t>
      </w:r>
      <w:r w:rsidRPr="00154A35">
        <w:rPr>
          <w:lang w:val="uk-UA"/>
        </w:rPr>
        <w:t xml:space="preserve"> фінансового управління</w:t>
      </w:r>
      <w:r>
        <w:rPr>
          <w:lang w:val="uk-UA"/>
        </w:rPr>
        <w:t xml:space="preserve">  </w:t>
      </w:r>
      <w:r w:rsidRPr="00154A35">
        <w:rPr>
          <w:lang w:val="uk-UA"/>
        </w:rPr>
        <w:t>Г.</w:t>
      </w:r>
      <w:r>
        <w:rPr>
          <w:lang w:val="uk-UA"/>
        </w:rPr>
        <w:t>Лихоту.</w:t>
      </w:r>
    </w:p>
    <w:p w:rsidR="00EB31D9" w:rsidRPr="001454F6" w:rsidRDefault="00EB31D9" w:rsidP="003C2BD1">
      <w:pPr>
        <w:ind w:left="360"/>
        <w:jc w:val="both"/>
      </w:pPr>
    </w:p>
    <w:p w:rsidR="00EB31D9" w:rsidRPr="00860EB9" w:rsidRDefault="00EB31D9" w:rsidP="00154A35">
      <w:pPr>
        <w:pStyle w:val="Footer"/>
        <w:tabs>
          <w:tab w:val="clear" w:pos="4677"/>
          <w:tab w:val="clear" w:pos="9355"/>
        </w:tabs>
        <w:ind w:left="360" w:right="283"/>
        <w:jc w:val="both"/>
        <w:rPr>
          <w:lang w:val="uk-UA"/>
        </w:rPr>
      </w:pPr>
    </w:p>
    <w:p w:rsidR="00EB31D9" w:rsidRDefault="00EB31D9" w:rsidP="00FD718F">
      <w:pPr>
        <w:jc w:val="both"/>
        <w:rPr>
          <w:lang w:val="uk-UA"/>
        </w:rPr>
      </w:pPr>
    </w:p>
    <w:p w:rsidR="00EB31D9" w:rsidRDefault="00EB31D9" w:rsidP="00FD718F">
      <w:pPr>
        <w:jc w:val="both"/>
        <w:rPr>
          <w:lang w:val="uk-UA"/>
        </w:rPr>
      </w:pPr>
    </w:p>
    <w:p w:rsidR="00EB31D9" w:rsidRDefault="00EB31D9" w:rsidP="00FD718F">
      <w:pPr>
        <w:ind w:left="360"/>
        <w:rPr>
          <w:b/>
          <w:lang w:val="uk-UA"/>
        </w:rPr>
      </w:pPr>
      <w:r w:rsidRPr="005652A6">
        <w:rPr>
          <w:lang w:val="uk-UA"/>
        </w:rPr>
        <w:t xml:space="preserve">               </w:t>
      </w:r>
      <w:r w:rsidRPr="005652A6">
        <w:rPr>
          <w:b/>
          <w:lang w:val="uk-UA"/>
        </w:rPr>
        <w:t>Міський голова                                                                     С.Філіпенко</w:t>
      </w:r>
    </w:p>
    <w:p w:rsidR="00EB31D9" w:rsidRDefault="00EB31D9" w:rsidP="00FD718F">
      <w:pPr>
        <w:ind w:left="360"/>
        <w:rPr>
          <w:b/>
          <w:lang w:val="uk-UA"/>
        </w:rPr>
      </w:pPr>
    </w:p>
    <w:p w:rsidR="00EB31D9" w:rsidRDefault="00EB31D9" w:rsidP="00F210A7">
      <w:pPr>
        <w:ind w:left="6789" w:hanging="417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</w:t>
      </w:r>
    </w:p>
    <w:p w:rsidR="00EB31D9" w:rsidRDefault="00EB31D9" w:rsidP="00AA6D15">
      <w:pPr>
        <w:jc w:val="center"/>
        <w:rPr>
          <w:b/>
          <w:lang w:val="uk-UA"/>
        </w:rPr>
      </w:pPr>
      <w:r>
        <w:rPr>
          <w:sz w:val="22"/>
          <w:szCs w:val="22"/>
          <w:lang w:val="uk-UA"/>
        </w:rPr>
        <w:t xml:space="preserve">       </w:t>
      </w:r>
    </w:p>
    <w:p w:rsidR="00EB31D9" w:rsidRPr="005652A6" w:rsidRDefault="00EB31D9" w:rsidP="00FD718F">
      <w:pPr>
        <w:ind w:left="360"/>
        <w:rPr>
          <w:b/>
          <w:lang w:val="uk-UA"/>
        </w:rPr>
      </w:pPr>
    </w:p>
    <w:sectPr w:rsidR="00EB31D9" w:rsidRPr="005652A6" w:rsidSect="00225CE8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31D9" w:rsidRDefault="00EB31D9" w:rsidP="00C64321">
      <w:r>
        <w:separator/>
      </w:r>
    </w:p>
  </w:endnote>
  <w:endnote w:type="continuationSeparator" w:id="0">
    <w:p w:rsidR="00EB31D9" w:rsidRDefault="00EB31D9" w:rsidP="00C64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31D9" w:rsidRDefault="00EB31D9" w:rsidP="00C64321">
      <w:r>
        <w:separator/>
      </w:r>
    </w:p>
  </w:footnote>
  <w:footnote w:type="continuationSeparator" w:id="0">
    <w:p w:rsidR="00EB31D9" w:rsidRDefault="00EB31D9" w:rsidP="00C643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713E"/>
    <w:multiLevelType w:val="hybridMultilevel"/>
    <w:tmpl w:val="BF469014"/>
    <w:lvl w:ilvl="0" w:tplc="9FD6693C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>
    <w:nsid w:val="0D982210"/>
    <w:multiLevelType w:val="hybridMultilevel"/>
    <w:tmpl w:val="F44C99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A66A52"/>
    <w:multiLevelType w:val="hybridMultilevel"/>
    <w:tmpl w:val="4772688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0F72A6"/>
    <w:multiLevelType w:val="hybridMultilevel"/>
    <w:tmpl w:val="1EF06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DAA5F8A"/>
    <w:multiLevelType w:val="hybridMultilevel"/>
    <w:tmpl w:val="DDF45954"/>
    <w:lvl w:ilvl="0" w:tplc="86CCA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021747A"/>
    <w:multiLevelType w:val="hybridMultilevel"/>
    <w:tmpl w:val="71BE07CA"/>
    <w:lvl w:ilvl="0" w:tplc="3B1E5BD4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6">
    <w:nsid w:val="4CED5632"/>
    <w:multiLevelType w:val="hybridMultilevel"/>
    <w:tmpl w:val="0BCCFFE2"/>
    <w:lvl w:ilvl="0" w:tplc="472EFEC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80C1DD7"/>
    <w:multiLevelType w:val="hybridMultilevel"/>
    <w:tmpl w:val="E43C88CE"/>
    <w:lvl w:ilvl="0" w:tplc="3B1E5BD4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8">
    <w:nsid w:val="5C2B27FC"/>
    <w:multiLevelType w:val="hybridMultilevel"/>
    <w:tmpl w:val="A838FBBC"/>
    <w:lvl w:ilvl="0" w:tplc="1B10780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9">
    <w:nsid w:val="635B73FA"/>
    <w:multiLevelType w:val="hybridMultilevel"/>
    <w:tmpl w:val="C1C40314"/>
    <w:lvl w:ilvl="0" w:tplc="DC4833E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0">
    <w:nsid w:val="6A6E5B24"/>
    <w:multiLevelType w:val="hybridMultilevel"/>
    <w:tmpl w:val="84D2E9C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8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7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718F"/>
    <w:rsid w:val="00031856"/>
    <w:rsid w:val="00053559"/>
    <w:rsid w:val="00060E95"/>
    <w:rsid w:val="00086C19"/>
    <w:rsid w:val="000A4E38"/>
    <w:rsid w:val="000A631D"/>
    <w:rsid w:val="000B66DF"/>
    <w:rsid w:val="000C0BC2"/>
    <w:rsid w:val="000E1459"/>
    <w:rsid w:val="00131999"/>
    <w:rsid w:val="001454F6"/>
    <w:rsid w:val="00150DB8"/>
    <w:rsid w:val="00154A35"/>
    <w:rsid w:val="00154CA9"/>
    <w:rsid w:val="00183781"/>
    <w:rsid w:val="001962F4"/>
    <w:rsid w:val="001B2983"/>
    <w:rsid w:val="001B33E7"/>
    <w:rsid w:val="001C6AFA"/>
    <w:rsid w:val="001F05B7"/>
    <w:rsid w:val="001F6A1A"/>
    <w:rsid w:val="00210C7C"/>
    <w:rsid w:val="00222B69"/>
    <w:rsid w:val="00225CE8"/>
    <w:rsid w:val="00245C5D"/>
    <w:rsid w:val="00254773"/>
    <w:rsid w:val="00261925"/>
    <w:rsid w:val="0028576F"/>
    <w:rsid w:val="00285C84"/>
    <w:rsid w:val="002944CE"/>
    <w:rsid w:val="002C081C"/>
    <w:rsid w:val="002C107C"/>
    <w:rsid w:val="00303EEE"/>
    <w:rsid w:val="00331E9C"/>
    <w:rsid w:val="00343A93"/>
    <w:rsid w:val="003456A1"/>
    <w:rsid w:val="00357A6E"/>
    <w:rsid w:val="00390449"/>
    <w:rsid w:val="00394AE8"/>
    <w:rsid w:val="003C2BD1"/>
    <w:rsid w:val="003D1A82"/>
    <w:rsid w:val="003E13B0"/>
    <w:rsid w:val="003E1D49"/>
    <w:rsid w:val="003E2FE9"/>
    <w:rsid w:val="003E78E4"/>
    <w:rsid w:val="004224C2"/>
    <w:rsid w:val="004301DC"/>
    <w:rsid w:val="004318ED"/>
    <w:rsid w:val="00440D6D"/>
    <w:rsid w:val="00472220"/>
    <w:rsid w:val="00477E6D"/>
    <w:rsid w:val="0048444D"/>
    <w:rsid w:val="00485BC9"/>
    <w:rsid w:val="00492E1D"/>
    <w:rsid w:val="004A0C03"/>
    <w:rsid w:val="004B6FAE"/>
    <w:rsid w:val="004D3567"/>
    <w:rsid w:val="004E6C7E"/>
    <w:rsid w:val="005014C0"/>
    <w:rsid w:val="00507365"/>
    <w:rsid w:val="00511408"/>
    <w:rsid w:val="00517928"/>
    <w:rsid w:val="00532337"/>
    <w:rsid w:val="00537C68"/>
    <w:rsid w:val="00540757"/>
    <w:rsid w:val="00555331"/>
    <w:rsid w:val="0056258B"/>
    <w:rsid w:val="005652A6"/>
    <w:rsid w:val="005A6F03"/>
    <w:rsid w:val="005B209E"/>
    <w:rsid w:val="005C227A"/>
    <w:rsid w:val="005C601B"/>
    <w:rsid w:val="005D76CA"/>
    <w:rsid w:val="005E3E25"/>
    <w:rsid w:val="005E7AAB"/>
    <w:rsid w:val="006317C1"/>
    <w:rsid w:val="00632745"/>
    <w:rsid w:val="00657E2B"/>
    <w:rsid w:val="00663228"/>
    <w:rsid w:val="00674D05"/>
    <w:rsid w:val="0068664B"/>
    <w:rsid w:val="006908BA"/>
    <w:rsid w:val="006B537B"/>
    <w:rsid w:val="00704D6B"/>
    <w:rsid w:val="00713B87"/>
    <w:rsid w:val="00730B35"/>
    <w:rsid w:val="00735BE8"/>
    <w:rsid w:val="0079338F"/>
    <w:rsid w:val="007A3829"/>
    <w:rsid w:val="007A42C3"/>
    <w:rsid w:val="007C2F04"/>
    <w:rsid w:val="007C7C0C"/>
    <w:rsid w:val="007E15CD"/>
    <w:rsid w:val="008047F9"/>
    <w:rsid w:val="00810473"/>
    <w:rsid w:val="00830D03"/>
    <w:rsid w:val="00832F19"/>
    <w:rsid w:val="0084469D"/>
    <w:rsid w:val="00860EB9"/>
    <w:rsid w:val="00875373"/>
    <w:rsid w:val="008A2BC9"/>
    <w:rsid w:val="008B4AD2"/>
    <w:rsid w:val="008C1A8A"/>
    <w:rsid w:val="009020F2"/>
    <w:rsid w:val="00902FF7"/>
    <w:rsid w:val="00904352"/>
    <w:rsid w:val="00916DF9"/>
    <w:rsid w:val="00926626"/>
    <w:rsid w:val="00930071"/>
    <w:rsid w:val="0097094A"/>
    <w:rsid w:val="00993912"/>
    <w:rsid w:val="009A465F"/>
    <w:rsid w:val="009B4785"/>
    <w:rsid w:val="009D0AAE"/>
    <w:rsid w:val="009D21DA"/>
    <w:rsid w:val="009E0916"/>
    <w:rsid w:val="00A06A01"/>
    <w:rsid w:val="00A31783"/>
    <w:rsid w:val="00A41044"/>
    <w:rsid w:val="00A6442A"/>
    <w:rsid w:val="00AA6D15"/>
    <w:rsid w:val="00AC1132"/>
    <w:rsid w:val="00AC1D9E"/>
    <w:rsid w:val="00B055B3"/>
    <w:rsid w:val="00B21116"/>
    <w:rsid w:val="00B228B5"/>
    <w:rsid w:val="00B27B3A"/>
    <w:rsid w:val="00B3150E"/>
    <w:rsid w:val="00B35072"/>
    <w:rsid w:val="00B573F1"/>
    <w:rsid w:val="00B74370"/>
    <w:rsid w:val="00B87C88"/>
    <w:rsid w:val="00B9315C"/>
    <w:rsid w:val="00BB5E19"/>
    <w:rsid w:val="00C043CD"/>
    <w:rsid w:val="00C05AA0"/>
    <w:rsid w:val="00C33F82"/>
    <w:rsid w:val="00C473A1"/>
    <w:rsid w:val="00C64321"/>
    <w:rsid w:val="00C751FE"/>
    <w:rsid w:val="00C926D5"/>
    <w:rsid w:val="00CA7D81"/>
    <w:rsid w:val="00CD7EB4"/>
    <w:rsid w:val="00CE18BC"/>
    <w:rsid w:val="00CF19B5"/>
    <w:rsid w:val="00CF423F"/>
    <w:rsid w:val="00CF763B"/>
    <w:rsid w:val="00D15E9F"/>
    <w:rsid w:val="00D21F53"/>
    <w:rsid w:val="00D439CF"/>
    <w:rsid w:val="00D5011E"/>
    <w:rsid w:val="00D7535B"/>
    <w:rsid w:val="00D82AF6"/>
    <w:rsid w:val="00DA31F7"/>
    <w:rsid w:val="00DA4E81"/>
    <w:rsid w:val="00DC092A"/>
    <w:rsid w:val="00DC1590"/>
    <w:rsid w:val="00DE0C34"/>
    <w:rsid w:val="00E039B6"/>
    <w:rsid w:val="00E03C69"/>
    <w:rsid w:val="00E10F47"/>
    <w:rsid w:val="00E3021C"/>
    <w:rsid w:val="00E306FC"/>
    <w:rsid w:val="00E3094F"/>
    <w:rsid w:val="00E35993"/>
    <w:rsid w:val="00E50E32"/>
    <w:rsid w:val="00E75571"/>
    <w:rsid w:val="00EB31D9"/>
    <w:rsid w:val="00EE0722"/>
    <w:rsid w:val="00F10D23"/>
    <w:rsid w:val="00F210A7"/>
    <w:rsid w:val="00F55599"/>
    <w:rsid w:val="00FA6495"/>
    <w:rsid w:val="00FC5535"/>
    <w:rsid w:val="00FD7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18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718F"/>
    <w:pPr>
      <w:keepNext/>
      <w:jc w:val="center"/>
      <w:outlineLvl w:val="0"/>
    </w:pPr>
    <w:rPr>
      <w:b/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718F"/>
    <w:pPr>
      <w:keepNext/>
      <w:jc w:val="center"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D718F"/>
    <w:pPr>
      <w:keepNext/>
      <w:jc w:val="center"/>
      <w:outlineLvl w:val="2"/>
    </w:pPr>
    <w:rPr>
      <w:b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AA6D15"/>
    <w:pPr>
      <w:spacing w:before="240" w:after="60"/>
      <w:outlineLvl w:val="6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B6FAE"/>
    <w:rPr>
      <w:rFonts w:ascii="Calibri" w:hAnsi="Calibri"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FD718F"/>
    <w:pPr>
      <w:jc w:val="center"/>
    </w:pPr>
    <w:rPr>
      <w:sz w:val="32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FD718F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9E09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 объекта1"/>
    <w:basedOn w:val="Normal"/>
    <w:next w:val="Normal"/>
    <w:uiPriority w:val="99"/>
    <w:rsid w:val="00DA4E81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BodyText3">
    <w:name w:val="Body Text 3"/>
    <w:basedOn w:val="Normal"/>
    <w:link w:val="BodyText3Char"/>
    <w:uiPriority w:val="99"/>
    <w:rsid w:val="001C6AFA"/>
    <w:pPr>
      <w:jc w:val="both"/>
    </w:pPr>
    <w:rPr>
      <w:rFonts w:eastAsia="Calibri"/>
      <w:sz w:val="22"/>
      <w:szCs w:val="20"/>
      <w:lang w:val="uk-UA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735BE8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92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</Pages>
  <Words>835</Words>
  <Characters>476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</dc:title>
  <dc:subject/>
  <dc:creator>User</dc:creator>
  <cp:keywords/>
  <dc:description/>
  <cp:lastModifiedBy>User</cp:lastModifiedBy>
  <cp:revision>3</cp:revision>
  <cp:lastPrinted>2017-01-27T13:49:00Z</cp:lastPrinted>
  <dcterms:created xsi:type="dcterms:W3CDTF">2019-01-11T07:06:00Z</dcterms:created>
  <dcterms:modified xsi:type="dcterms:W3CDTF">2019-01-11T07:19:00Z</dcterms:modified>
</cp:coreProperties>
</file>