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4D" w:rsidRPr="00A8340A" w:rsidRDefault="00B6624D" w:rsidP="00A8340A">
      <w:pPr>
        <w:tabs>
          <w:tab w:val="left" w:pos="180"/>
          <w:tab w:val="left" w:pos="486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ПРОЄКТ</w:t>
      </w:r>
    </w:p>
    <w:p w:rsidR="00B6624D" w:rsidRPr="00A8340A" w:rsidRDefault="00B6624D" w:rsidP="00B426B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6624D" w:rsidRPr="00A8340A" w:rsidRDefault="00B6624D" w:rsidP="00B426B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>до проєкту  рішення  міської  ради</w:t>
      </w:r>
    </w:p>
    <w:p w:rsidR="00B6624D" w:rsidRPr="00A8340A" w:rsidRDefault="00B6624D" w:rsidP="00A834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8340A">
        <w:rPr>
          <w:rFonts w:ascii="Times New Roman" w:hAnsi="Times New Roman"/>
          <w:sz w:val="24"/>
          <w:szCs w:val="24"/>
          <w:lang w:val="uk-UA" w:eastAsia="ru-RU"/>
        </w:rPr>
        <w:t>"Про внесення доповнення до Програми економічного і соціального розвитку</w:t>
      </w:r>
    </w:p>
    <w:p w:rsidR="00B6624D" w:rsidRPr="00A8340A" w:rsidRDefault="00B6624D" w:rsidP="00A834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A8340A">
        <w:rPr>
          <w:rFonts w:ascii="Times New Roman" w:hAnsi="Times New Roman"/>
          <w:sz w:val="24"/>
          <w:szCs w:val="24"/>
          <w:lang w:val="uk-UA" w:eastAsia="ru-RU"/>
        </w:rPr>
        <w:t>Знам'янської міської територіальної громади на 2021 рік"</w:t>
      </w:r>
    </w:p>
    <w:p w:rsidR="00B6624D" w:rsidRPr="00A8340A" w:rsidRDefault="00B6624D" w:rsidP="00B426B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проєкт рішення  підготовлений на підставі </w:t>
      </w:r>
      <w:r w:rsidRPr="00A8340A">
        <w:rPr>
          <w:rFonts w:ascii="Times New Roman" w:hAnsi="Times New Roman"/>
          <w:bCs/>
          <w:sz w:val="24"/>
          <w:szCs w:val="24"/>
          <w:lang w:val="uk-UA"/>
        </w:rPr>
        <w:t>листа</w:t>
      </w:r>
      <w:r w:rsidRPr="00A8340A">
        <w:rPr>
          <w:rFonts w:ascii="Times New Roman" w:hAnsi="Times New Roman"/>
          <w:sz w:val="24"/>
          <w:szCs w:val="24"/>
          <w:lang w:val="uk-UA" w:eastAsia="ru-RU"/>
        </w:rPr>
        <w:t xml:space="preserve"> управління містобудування, архітектури та житлово-комунального господарства від 29.10.2021р. №427-02-16, 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стосовно внесення доповнення до </w:t>
      </w:r>
      <w:r w:rsidRPr="00A8340A">
        <w:rPr>
          <w:rFonts w:ascii="Times New Roman" w:hAnsi="Times New Roman"/>
          <w:sz w:val="24"/>
          <w:szCs w:val="24"/>
          <w:lang w:val="uk-UA" w:eastAsia="ru-RU"/>
        </w:rPr>
        <w:t xml:space="preserve"> Програми  економічного  і  соціального  розвитку Знам'янської міської територіальної громади  на 2021  рік</w:t>
      </w:r>
      <w:r w:rsidRPr="00A8340A">
        <w:rPr>
          <w:rFonts w:ascii="Times New Roman" w:hAnsi="Times New Roman"/>
          <w:sz w:val="24"/>
          <w:szCs w:val="24"/>
          <w:lang w:val="uk-UA"/>
        </w:rPr>
        <w:t>, затвердженої  рішенням Знам'янської міської ради від 24.12.2020 р.  №40.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забезпечення співфінансування на 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21+624".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A8340A">
        <w:rPr>
          <w:rFonts w:ascii="Times New Roman" w:hAnsi="Times New Roman"/>
          <w:sz w:val="24"/>
          <w:szCs w:val="24"/>
          <w:lang w:val="uk-UA"/>
        </w:rPr>
        <w:t>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 w:rsidRPr="00A8340A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A8340A">
        <w:rPr>
          <w:rFonts w:ascii="Times New Roman" w:hAnsi="Times New Roman"/>
          <w:sz w:val="24"/>
          <w:szCs w:val="24"/>
          <w:lang w:val="uk-UA"/>
        </w:rPr>
        <w:t>виділення співфінансування на 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 w:rsidRPr="00A8340A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>Дата оприлюднення проекту рішення та назва ЗМІ, електронного видання, або іншого місця оприлюднення:  ______________ сайт Знам’янської міської ради.</w:t>
      </w:r>
    </w:p>
    <w:p w:rsidR="00B6624D" w:rsidRPr="00A8340A" w:rsidRDefault="00B6624D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b/>
          <w:sz w:val="24"/>
          <w:szCs w:val="24"/>
        </w:rPr>
        <w:t xml:space="preserve">Дата, підпис та ПІБ суб’єкту подання проєкту рішення: </w:t>
      </w:r>
    </w:p>
    <w:p w:rsidR="00B6624D" w:rsidRPr="00A8340A" w:rsidRDefault="00B6624D" w:rsidP="00A8340A">
      <w:pPr>
        <w:pStyle w:val="BodyTextIndent"/>
        <w:ind w:firstLine="425"/>
        <w:rPr>
          <w:sz w:val="24"/>
          <w:szCs w:val="24"/>
        </w:rPr>
      </w:pPr>
      <w:r w:rsidRPr="00A8340A">
        <w:rPr>
          <w:sz w:val="24"/>
          <w:szCs w:val="24"/>
        </w:rPr>
        <w:t xml:space="preserve">    </w:t>
      </w:r>
    </w:p>
    <w:p w:rsidR="00B6624D" w:rsidRPr="00A8340A" w:rsidRDefault="00B6624D" w:rsidP="00A8340A">
      <w:pPr>
        <w:pStyle w:val="BodyTextIndent"/>
        <w:ind w:firstLine="425"/>
        <w:rPr>
          <w:sz w:val="24"/>
          <w:szCs w:val="24"/>
        </w:rPr>
      </w:pPr>
      <w:r w:rsidRPr="00A8340A">
        <w:rPr>
          <w:sz w:val="24"/>
          <w:szCs w:val="24"/>
        </w:rPr>
        <w:t>___________</w:t>
      </w:r>
      <w:r w:rsidRPr="00A8340A">
        <w:rPr>
          <w:sz w:val="24"/>
          <w:szCs w:val="24"/>
        </w:rPr>
        <w:tab/>
      </w:r>
      <w:r w:rsidRPr="00A8340A">
        <w:rPr>
          <w:sz w:val="24"/>
          <w:szCs w:val="24"/>
        </w:rPr>
        <w:tab/>
        <w:t xml:space="preserve">_______  </w:t>
      </w:r>
      <w:r w:rsidRPr="00A8340A">
        <w:rPr>
          <w:b/>
          <w:sz w:val="24"/>
          <w:szCs w:val="24"/>
        </w:rPr>
        <w:tab/>
      </w:r>
      <w:r w:rsidRPr="00A8340A">
        <w:rPr>
          <w:sz w:val="24"/>
          <w:szCs w:val="24"/>
        </w:rPr>
        <w:t>Інна КУЗІНА</w:t>
      </w:r>
    </w:p>
    <w:p w:rsidR="00B6624D" w:rsidRPr="00A8340A" w:rsidRDefault="00B6624D" w:rsidP="00A8340A">
      <w:pPr>
        <w:pStyle w:val="BodyTextIndent"/>
        <w:ind w:firstLine="425"/>
        <w:rPr>
          <w:sz w:val="24"/>
          <w:szCs w:val="24"/>
        </w:rPr>
      </w:pPr>
      <w:r w:rsidRPr="00A8340A">
        <w:rPr>
          <w:sz w:val="24"/>
          <w:szCs w:val="24"/>
        </w:rPr>
        <w:t xml:space="preserve">       дата                           підпис</w:t>
      </w:r>
    </w:p>
    <w:p w:rsidR="00B6624D" w:rsidRPr="00A8340A" w:rsidRDefault="00B6624D" w:rsidP="00A8340A">
      <w:pPr>
        <w:pStyle w:val="BodyTextIndent"/>
        <w:rPr>
          <w:sz w:val="24"/>
          <w:szCs w:val="24"/>
        </w:rPr>
      </w:pPr>
      <w:r w:rsidRPr="00A8340A">
        <w:rPr>
          <w:sz w:val="24"/>
          <w:szCs w:val="24"/>
        </w:rPr>
        <w:t xml:space="preserve">8.   </w:t>
      </w:r>
      <w:r w:rsidRPr="00A8340A">
        <w:rPr>
          <w:b/>
          <w:sz w:val="24"/>
          <w:szCs w:val="24"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Pr="00A8340A">
        <w:rPr>
          <w:b/>
          <w:sz w:val="24"/>
          <w:szCs w:val="24"/>
        </w:rPr>
        <w:tab/>
      </w:r>
    </w:p>
    <w:p w:rsidR="00B6624D" w:rsidRPr="00A8340A" w:rsidRDefault="00B6624D" w:rsidP="00A8340A">
      <w:pPr>
        <w:pStyle w:val="BodyTextIndent"/>
        <w:ind w:left="360" w:firstLine="0"/>
        <w:rPr>
          <w:sz w:val="24"/>
          <w:szCs w:val="24"/>
        </w:rPr>
      </w:pPr>
    </w:p>
    <w:p w:rsidR="00B6624D" w:rsidRPr="00A8340A" w:rsidRDefault="00B6624D" w:rsidP="00A8340A">
      <w:pPr>
        <w:pStyle w:val="BodyTextIndent"/>
        <w:ind w:firstLine="425"/>
        <w:rPr>
          <w:bCs w:val="0"/>
          <w:sz w:val="24"/>
          <w:szCs w:val="24"/>
        </w:rPr>
      </w:pPr>
      <w:r w:rsidRPr="00A8340A">
        <w:rPr>
          <w:sz w:val="24"/>
          <w:szCs w:val="24"/>
        </w:rPr>
        <w:t xml:space="preserve">___________ </w:t>
      </w:r>
      <w:r w:rsidRPr="00A8340A">
        <w:rPr>
          <w:sz w:val="24"/>
          <w:szCs w:val="24"/>
        </w:rPr>
        <w:tab/>
      </w:r>
      <w:r w:rsidRPr="00A8340A">
        <w:rPr>
          <w:sz w:val="24"/>
          <w:szCs w:val="24"/>
        </w:rPr>
        <w:tab/>
        <w:t>______</w:t>
      </w:r>
      <w:r w:rsidRPr="00A8340A">
        <w:rPr>
          <w:sz w:val="24"/>
          <w:szCs w:val="24"/>
        </w:rPr>
        <w:tab/>
        <w:t>Вікторія ЗЕЛЕНСЬКА</w:t>
      </w: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ab/>
        <w:t xml:space="preserve">    дата                         підпис</w:t>
      </w: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Pr="00A8340A" w:rsidRDefault="00B6624D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  <w:lang w:val="uk-UA"/>
        </w:rPr>
        <w:tab/>
      </w:r>
      <w:r w:rsidRPr="00A8340A">
        <w:rPr>
          <w:rFonts w:ascii="Times New Roman" w:hAnsi="Times New Roman"/>
          <w:sz w:val="24"/>
          <w:szCs w:val="24"/>
          <w:lang w:val="uk-UA"/>
        </w:rPr>
        <w:tab/>
      </w:r>
      <w:r w:rsidRPr="00A8340A">
        <w:rPr>
          <w:rFonts w:ascii="Times New Roman" w:hAnsi="Times New Roman"/>
          <w:sz w:val="24"/>
          <w:szCs w:val="24"/>
          <w:lang w:val="uk-UA"/>
        </w:rPr>
        <w:tab/>
      </w:r>
      <w:r w:rsidRPr="00A8340A">
        <w:rPr>
          <w:rFonts w:ascii="Times New Roman" w:hAnsi="Times New Roman"/>
          <w:sz w:val="24"/>
          <w:szCs w:val="24"/>
          <w:lang w:val="uk-UA"/>
        </w:rPr>
        <w:tab/>
      </w:r>
    </w:p>
    <w:p w:rsidR="00B6624D" w:rsidRPr="00741B7E" w:rsidRDefault="00B6624D" w:rsidP="00741B7E">
      <w:pPr>
        <w:pStyle w:val="Title"/>
        <w:jc w:val="left"/>
        <w:rPr>
          <w:b/>
          <w:sz w:val="24"/>
        </w:rPr>
      </w:pPr>
      <w:r w:rsidRPr="00741B7E">
        <w:rPr>
          <w:b/>
          <w:sz w:val="24"/>
        </w:rPr>
        <w:t xml:space="preserve">                                                    Знам’янська міська рад</w:t>
      </w:r>
      <w:r w:rsidRPr="00741B7E">
        <w:rPr>
          <w:b/>
          <w:sz w:val="24"/>
          <w:lang w:val="ru-RU"/>
        </w:rPr>
        <w:t>а</w:t>
      </w:r>
    </w:p>
    <w:p w:rsidR="00B6624D" w:rsidRPr="00741B7E" w:rsidRDefault="00B6624D" w:rsidP="00741B7E">
      <w:pPr>
        <w:pStyle w:val="Title"/>
        <w:rPr>
          <w:b/>
          <w:sz w:val="24"/>
        </w:rPr>
      </w:pPr>
      <w:r w:rsidRPr="00741B7E">
        <w:rPr>
          <w:b/>
          <w:sz w:val="24"/>
        </w:rPr>
        <w:t>Кропивницького району Кіровоградської області</w:t>
      </w:r>
    </w:p>
    <w:p w:rsidR="00B6624D" w:rsidRPr="00741B7E" w:rsidRDefault="00B6624D" w:rsidP="00741B7E">
      <w:pPr>
        <w:pStyle w:val="Title"/>
        <w:rPr>
          <w:b/>
          <w:sz w:val="24"/>
        </w:rPr>
      </w:pPr>
      <w:r w:rsidRPr="00741B7E">
        <w:rPr>
          <w:b/>
          <w:sz w:val="24"/>
        </w:rPr>
        <w:t xml:space="preserve">______ сесія </w:t>
      </w:r>
      <w:r w:rsidRPr="00741B7E">
        <w:rPr>
          <w:b/>
          <w:sz w:val="24"/>
          <w:lang w:val="en-US"/>
        </w:rPr>
        <w:t>VIII</w:t>
      </w:r>
      <w:r w:rsidRPr="00741B7E">
        <w:rPr>
          <w:b/>
          <w:sz w:val="24"/>
        </w:rPr>
        <w:t xml:space="preserve"> скликання</w:t>
      </w:r>
    </w:p>
    <w:p w:rsidR="00B6624D" w:rsidRPr="00741B7E" w:rsidRDefault="00B6624D" w:rsidP="00741B7E">
      <w:pPr>
        <w:pStyle w:val="Title"/>
        <w:rPr>
          <w:b/>
          <w:sz w:val="24"/>
        </w:rPr>
      </w:pPr>
    </w:p>
    <w:p w:rsidR="00B6624D" w:rsidRPr="00741B7E" w:rsidRDefault="00B6624D" w:rsidP="00741B7E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41B7E">
        <w:rPr>
          <w:rFonts w:ascii="Times New Roman" w:hAnsi="Times New Roman"/>
          <w:b/>
          <w:bCs/>
          <w:sz w:val="24"/>
          <w:szCs w:val="24"/>
          <w:lang w:val="uk-UA"/>
        </w:rPr>
        <w:t>Р І Ш Е Н Н Я</w:t>
      </w:r>
    </w:p>
    <w:p w:rsidR="00B6624D" w:rsidRPr="00741B7E" w:rsidRDefault="00B6624D" w:rsidP="00741B7E">
      <w:pPr>
        <w:rPr>
          <w:rFonts w:ascii="Times New Roman" w:hAnsi="Times New Roman"/>
          <w:b/>
          <w:sz w:val="24"/>
          <w:szCs w:val="24"/>
          <w:lang w:val="uk-UA"/>
        </w:rPr>
      </w:pPr>
      <w:r w:rsidRPr="00741B7E">
        <w:rPr>
          <w:rFonts w:ascii="Times New Roman" w:hAnsi="Times New Roman"/>
          <w:b/>
          <w:bCs/>
          <w:sz w:val="24"/>
          <w:szCs w:val="24"/>
          <w:lang w:val="uk-UA"/>
        </w:rPr>
        <w:t>від                                 2021  року</w:t>
      </w:r>
      <w:r w:rsidRPr="00741B7E">
        <w:rPr>
          <w:rFonts w:ascii="Times New Roman" w:hAnsi="Times New Roman"/>
          <w:sz w:val="24"/>
          <w:szCs w:val="24"/>
          <w:lang w:val="uk-UA"/>
        </w:rPr>
        <w:tab/>
      </w:r>
      <w:r w:rsidRPr="00741B7E">
        <w:rPr>
          <w:rFonts w:ascii="Times New Roman" w:hAnsi="Times New Roman"/>
          <w:sz w:val="24"/>
          <w:szCs w:val="24"/>
          <w:lang w:val="uk-UA"/>
        </w:rPr>
        <w:tab/>
      </w:r>
      <w:r w:rsidRPr="00741B7E">
        <w:rPr>
          <w:rFonts w:ascii="Times New Roman" w:hAnsi="Times New Roman"/>
          <w:sz w:val="24"/>
          <w:szCs w:val="24"/>
          <w:lang w:val="uk-UA"/>
        </w:rPr>
        <w:tab/>
      </w:r>
      <w:r w:rsidRPr="00741B7E">
        <w:rPr>
          <w:rFonts w:ascii="Times New Roman" w:hAnsi="Times New Roman"/>
          <w:sz w:val="24"/>
          <w:szCs w:val="24"/>
          <w:lang w:val="uk-UA"/>
        </w:rPr>
        <w:tab/>
      </w:r>
      <w:r w:rsidRPr="00741B7E">
        <w:rPr>
          <w:rFonts w:ascii="Times New Roman" w:hAnsi="Times New Roman"/>
          <w:sz w:val="24"/>
          <w:szCs w:val="24"/>
          <w:lang w:val="uk-UA"/>
        </w:rPr>
        <w:tab/>
      </w:r>
      <w:r w:rsidRPr="00741B7E">
        <w:rPr>
          <w:rFonts w:ascii="Times New Roman" w:hAnsi="Times New Roman"/>
          <w:sz w:val="24"/>
          <w:szCs w:val="24"/>
          <w:lang w:val="uk-UA"/>
        </w:rPr>
        <w:tab/>
        <w:t xml:space="preserve">               </w:t>
      </w:r>
      <w:r w:rsidRPr="00741B7E">
        <w:rPr>
          <w:rFonts w:ascii="Times New Roman" w:hAnsi="Times New Roman"/>
          <w:b/>
          <w:sz w:val="24"/>
          <w:szCs w:val="24"/>
          <w:lang w:val="uk-UA"/>
        </w:rPr>
        <w:t xml:space="preserve">№ </w:t>
      </w:r>
    </w:p>
    <w:p w:rsidR="00B6624D" w:rsidRPr="00741B7E" w:rsidRDefault="00B6624D" w:rsidP="00741B7E">
      <w:pPr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741B7E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B6624D" w:rsidRDefault="00B6624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Про внесення доповнення до Програми </w:t>
      </w:r>
    </w:p>
    <w:p w:rsidR="00B6624D" w:rsidRPr="003F63EC" w:rsidRDefault="00B6624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е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>кономічного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і соціального розвитку </w:t>
      </w:r>
    </w:p>
    <w:p w:rsidR="00B6624D" w:rsidRDefault="00B6624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Знам'янської міської територіальної </w:t>
      </w:r>
    </w:p>
    <w:p w:rsidR="00B6624D" w:rsidRPr="003F63EC" w:rsidRDefault="00B6624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громади на 2021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 рік</w:t>
      </w:r>
    </w:p>
    <w:p w:rsidR="00B6624D" w:rsidRPr="003F63EC" w:rsidRDefault="00B6624D" w:rsidP="003F63EC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B6624D" w:rsidRPr="003F63EC" w:rsidRDefault="00B6624D" w:rsidP="003F63E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ab/>
      </w:r>
      <w:r w:rsidRPr="003F63EC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0355BB">
        <w:rPr>
          <w:rFonts w:ascii="Times New Roman" w:hAnsi="Times New Roman"/>
          <w:sz w:val="24"/>
          <w:szCs w:val="24"/>
          <w:lang w:val="uk-UA" w:eastAsia="ru-RU"/>
        </w:rPr>
        <w:t xml:space="preserve">листа </w:t>
      </w:r>
      <w:r>
        <w:rPr>
          <w:rFonts w:ascii="Times New Roman" w:hAnsi="Times New Roman"/>
          <w:sz w:val="24"/>
          <w:szCs w:val="24"/>
          <w:lang w:val="uk-UA" w:eastAsia="ru-RU"/>
        </w:rPr>
        <w:t>управління містобудування, архітектури та житлово-комунального господарства Знам'янської міської ради від 29.10.2021р. №427-02-16</w:t>
      </w:r>
      <w:r w:rsidRPr="003F63EC">
        <w:rPr>
          <w:rFonts w:ascii="Times New Roman" w:hAnsi="Times New Roman"/>
          <w:sz w:val="24"/>
          <w:szCs w:val="24"/>
          <w:lang w:val="uk-UA"/>
        </w:rPr>
        <w:t xml:space="preserve">, керуючись ст. 26 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Знам'янська </w:t>
      </w:r>
      <w:r w:rsidRPr="003F63EC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B6624D" w:rsidRPr="003F63EC" w:rsidRDefault="00B6624D" w:rsidP="003F63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highlight w:val="yellow"/>
          <w:lang w:val="uk-UA" w:eastAsia="ru-RU"/>
        </w:rPr>
      </w:pPr>
    </w:p>
    <w:p w:rsidR="00B6624D" w:rsidRDefault="00B6624D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>В и р і ш и л а:</w:t>
      </w:r>
    </w:p>
    <w:p w:rsidR="00B6624D" w:rsidRPr="00D9702F" w:rsidRDefault="00B6624D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B6624D" w:rsidRPr="00B426BD" w:rsidRDefault="00B6624D" w:rsidP="00B426BD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Внести доповнення до </w:t>
      </w:r>
      <w:r>
        <w:rPr>
          <w:rFonts w:ascii="Times New Roman" w:hAnsi="Times New Roman"/>
          <w:sz w:val="24"/>
          <w:szCs w:val="24"/>
          <w:lang w:val="uk-UA"/>
        </w:rPr>
        <w:t xml:space="preserve">пункту </w:t>
      </w:r>
      <w:r w:rsidRPr="00B426BD">
        <w:rPr>
          <w:rFonts w:ascii="Times New Roman" w:hAnsi="Times New Roman"/>
          <w:sz w:val="24"/>
          <w:szCs w:val="24"/>
          <w:lang w:val="uk-UA"/>
        </w:rPr>
        <w:t xml:space="preserve">5 </w:t>
      </w:r>
      <w:r w:rsidRPr="00B426BD">
        <w:rPr>
          <w:rFonts w:ascii="Times New Roman" w:hAnsi="Times New Roman"/>
          <w:sz w:val="24"/>
          <w:szCs w:val="24"/>
          <w:lang w:val="uk-UA" w:eastAsia="ru-RU"/>
        </w:rPr>
        <w:t xml:space="preserve">"Житлово-комунальне господарство" </w:t>
      </w:r>
      <w:r w:rsidRPr="00B426BD">
        <w:rPr>
          <w:rFonts w:ascii="Times New Roman" w:hAnsi="Times New Roman"/>
          <w:sz w:val="24"/>
          <w:szCs w:val="24"/>
          <w:lang w:val="uk-UA"/>
        </w:rPr>
        <w:t>розділу ІІ "Мета, завдання та заходи розвитку територіальної громади на 2021 рік"</w:t>
      </w:r>
      <w:r w:rsidRPr="00B426B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"</w:t>
      </w:r>
      <w:r w:rsidRPr="00B426BD">
        <w:rPr>
          <w:rFonts w:ascii="Times New Roman" w:hAnsi="Times New Roman"/>
          <w:bCs/>
          <w:sz w:val="24"/>
          <w:szCs w:val="24"/>
          <w:lang w:val="uk-UA"/>
        </w:rPr>
        <w:t>Стратегічна ціль</w:t>
      </w:r>
      <w:r w:rsidRPr="00B426B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B426BD">
        <w:rPr>
          <w:rFonts w:ascii="Times New Roman" w:hAnsi="Times New Roman"/>
          <w:bCs/>
          <w:sz w:val="24"/>
          <w:szCs w:val="24"/>
          <w:lang w:val="uk-UA"/>
        </w:rPr>
        <w:t>"Сталий розвиток"</w:t>
      </w:r>
      <w:r w:rsidRPr="00B426B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Програми економічного  і соціального розвитку Знам'янської міської територіальної громади на 2021 рік" доповнивши </w:t>
      </w:r>
      <w:r w:rsidRPr="00B426BD">
        <w:rPr>
          <w:rFonts w:ascii="Times New Roman" w:hAnsi="Times New Roman"/>
          <w:sz w:val="24"/>
          <w:szCs w:val="24"/>
          <w:lang w:val="uk-UA"/>
        </w:rPr>
        <w:t>"</w:t>
      </w:r>
      <w:r w:rsidRPr="00B426BD">
        <w:rPr>
          <w:rFonts w:ascii="Times New Roman" w:hAnsi="Times New Roman"/>
          <w:bCs/>
          <w:color w:val="00000A"/>
          <w:sz w:val="24"/>
          <w:szCs w:val="24"/>
          <w:lang w:val="uk-UA" w:eastAsia="uk-UA"/>
        </w:rPr>
        <w:t>Основні завдання та заходи</w:t>
      </w:r>
      <w:r w:rsidRPr="00B426BD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 розвитку галузі</w:t>
      </w:r>
      <w:r w:rsidRPr="00B426BD">
        <w:rPr>
          <w:rFonts w:ascii="Times New Roman" w:hAnsi="Times New Roman"/>
          <w:sz w:val="24"/>
          <w:szCs w:val="24"/>
          <w:lang w:val="uk-UA"/>
        </w:rPr>
        <w:t xml:space="preserve">" </w:t>
      </w:r>
      <w:r>
        <w:rPr>
          <w:rFonts w:ascii="Times New Roman" w:hAnsi="Times New Roman"/>
          <w:sz w:val="24"/>
          <w:szCs w:val="24"/>
          <w:lang w:val="uk-UA"/>
        </w:rPr>
        <w:t>наступним змістом</w:t>
      </w:r>
      <w:r w:rsidRPr="00B426BD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B426BD">
        <w:rPr>
          <w:rFonts w:ascii="Times New Roman" w:hAnsi="Times New Roman"/>
          <w:sz w:val="24"/>
          <w:szCs w:val="24"/>
          <w:lang w:val="uk-UA"/>
        </w:rPr>
        <w:t>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 (співфінансування)</w:t>
      </w:r>
      <w:r>
        <w:rPr>
          <w:rFonts w:ascii="Times New Roman" w:hAnsi="Times New Roman"/>
          <w:sz w:val="24"/>
          <w:szCs w:val="24"/>
          <w:lang w:val="uk-UA"/>
        </w:rPr>
        <w:t>"</w:t>
      </w:r>
      <w:r w:rsidRPr="00B426BD">
        <w:rPr>
          <w:rFonts w:ascii="Times New Roman" w:hAnsi="Times New Roman"/>
          <w:sz w:val="24"/>
          <w:szCs w:val="24"/>
          <w:lang w:val="uk-UA"/>
        </w:rPr>
        <w:t>.</w:t>
      </w:r>
    </w:p>
    <w:p w:rsidR="00B6624D" w:rsidRPr="00B426BD" w:rsidRDefault="00B6624D" w:rsidP="00B426BD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0C4F58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заступників міського голови з питань діяльності виконавчих органів Ліану ПЕРЕСАДЧЕНКО</w:t>
      </w:r>
      <w:r>
        <w:rPr>
          <w:rFonts w:ascii="Times New Roman" w:hAnsi="Times New Roman"/>
          <w:sz w:val="24"/>
          <w:szCs w:val="24"/>
          <w:lang w:val="uk-UA"/>
        </w:rPr>
        <w:t>, Олега ГРЕБЕНЮКА та</w:t>
      </w:r>
      <w:r w:rsidRPr="000C4F5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4F58">
        <w:rPr>
          <w:rFonts w:ascii="Times New Roman" w:hAnsi="Times New Roman"/>
          <w:bCs/>
          <w:sz w:val="24"/>
          <w:szCs w:val="24"/>
          <w:lang w:val="uk-UA"/>
        </w:rPr>
        <w:t>відділ економічного розвитку, підприємництва, промисловості та торгівлі (нач. Інна КУЗІНА)</w:t>
      </w:r>
      <w:r w:rsidRPr="000C4F58">
        <w:rPr>
          <w:rFonts w:ascii="Times New Roman" w:hAnsi="Times New Roman"/>
          <w:sz w:val="24"/>
          <w:szCs w:val="24"/>
          <w:lang w:val="uk-UA"/>
        </w:rPr>
        <w:t>.</w:t>
      </w:r>
    </w:p>
    <w:p w:rsidR="00B6624D" w:rsidRPr="00B426BD" w:rsidRDefault="00B6624D" w:rsidP="00B426BD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426BD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B6624D" w:rsidRPr="00B426BD" w:rsidRDefault="00B6624D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24D" w:rsidRPr="00B426BD" w:rsidRDefault="00B6624D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24D" w:rsidRPr="00B426BD" w:rsidRDefault="00B6624D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p w:rsidR="00B6624D" w:rsidRPr="00B426BD" w:rsidRDefault="00B6624D" w:rsidP="00D9702F">
      <w:pPr>
        <w:rPr>
          <w:rFonts w:ascii="Times New Roman" w:eastAsia="Batang" w:hAnsi="Times New Roman"/>
          <w:b/>
          <w:sz w:val="24"/>
          <w:szCs w:val="24"/>
          <w:lang w:val="uk-UA"/>
        </w:rPr>
      </w:pPr>
      <w:r w:rsidRPr="00B426BD">
        <w:rPr>
          <w:rFonts w:ascii="Times New Roman" w:eastAsia="Batang" w:hAnsi="Times New Roman"/>
          <w:b/>
          <w:sz w:val="24"/>
          <w:szCs w:val="24"/>
          <w:lang w:val="uk-UA"/>
        </w:rPr>
        <w:t xml:space="preserve">Знам’янський міський голова </w:t>
      </w:r>
      <w:r w:rsidRPr="00B426BD">
        <w:rPr>
          <w:rFonts w:ascii="Times New Roman" w:eastAsia="Batang" w:hAnsi="Times New Roman"/>
          <w:b/>
          <w:sz w:val="24"/>
          <w:szCs w:val="24"/>
          <w:lang w:val="uk-UA"/>
        </w:rPr>
        <w:tab/>
      </w:r>
      <w:r w:rsidRPr="00B426BD">
        <w:rPr>
          <w:rFonts w:ascii="Times New Roman" w:eastAsia="Batang" w:hAnsi="Times New Roman"/>
          <w:b/>
          <w:sz w:val="24"/>
          <w:szCs w:val="24"/>
          <w:lang w:val="uk-UA"/>
        </w:rPr>
        <w:tab/>
        <w:t xml:space="preserve">                                           Володимир СОКИРКО</w:t>
      </w: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Default="00B6624D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24D" w:rsidRPr="00A8340A" w:rsidRDefault="00B6624D" w:rsidP="00A8340A">
      <w:pPr>
        <w:rPr>
          <w:rFonts w:ascii="Times New Roman" w:hAnsi="Times New Roman"/>
          <w:i/>
          <w:sz w:val="24"/>
          <w:szCs w:val="24"/>
          <w:lang w:val="uk-UA"/>
        </w:rPr>
      </w:pPr>
      <w:r w:rsidRPr="00A8340A">
        <w:rPr>
          <w:rFonts w:ascii="Times New Roman" w:hAnsi="Times New Roman"/>
          <w:i/>
          <w:sz w:val="24"/>
          <w:szCs w:val="24"/>
          <w:lang w:val="uk-UA"/>
        </w:rPr>
        <w:t>Інна Кузіна</w:t>
      </w:r>
    </w:p>
    <w:sectPr w:rsidR="00B6624D" w:rsidRPr="00A8340A" w:rsidSect="00B426B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4D" w:rsidRDefault="00B6624D" w:rsidP="003F63EC">
      <w:pPr>
        <w:spacing w:after="0" w:line="240" w:lineRule="auto"/>
      </w:pPr>
      <w:r>
        <w:separator/>
      </w:r>
    </w:p>
  </w:endnote>
  <w:endnote w:type="continuationSeparator" w:id="0">
    <w:p w:rsidR="00B6624D" w:rsidRDefault="00B6624D" w:rsidP="003F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4D" w:rsidRDefault="00B6624D" w:rsidP="003F63EC">
      <w:pPr>
        <w:spacing w:after="0" w:line="240" w:lineRule="auto"/>
      </w:pPr>
      <w:r>
        <w:separator/>
      </w:r>
    </w:p>
  </w:footnote>
  <w:footnote w:type="continuationSeparator" w:id="0">
    <w:p w:rsidR="00B6624D" w:rsidRDefault="00B6624D" w:rsidP="003F6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4D" w:rsidRDefault="00B6624D" w:rsidP="003F63EC">
    <w:pPr>
      <w:pStyle w:val="Header"/>
      <w:tabs>
        <w:tab w:val="center" w:pos="4819"/>
        <w:tab w:val="left" w:pos="5790"/>
      </w:tabs>
      <w:rPr>
        <w:lang w:val="uk-UA"/>
      </w:rPr>
    </w:pPr>
    <w:r>
      <w:tab/>
    </w:r>
    <w:r>
      <w:tab/>
    </w:r>
    <w:r>
      <w:tab/>
    </w:r>
  </w:p>
  <w:p w:rsidR="00B6624D" w:rsidRDefault="00B6624D">
    <w:pPr>
      <w:pStyle w:val="Header"/>
      <w:jc w:val="center"/>
    </w:pPr>
  </w:p>
  <w:p w:rsidR="00B6624D" w:rsidRPr="003F63EC" w:rsidRDefault="00B6624D" w:rsidP="003F63EC">
    <w:pPr>
      <w:pStyle w:val="Header"/>
      <w:tabs>
        <w:tab w:val="clear" w:pos="4677"/>
        <w:tab w:val="clear" w:pos="9355"/>
        <w:tab w:val="left" w:pos="5505"/>
      </w:tabs>
      <w:rPr>
        <w:b/>
        <w:lang w:val="uk-UA"/>
      </w:rPr>
    </w:pPr>
    <w:r>
      <w:tab/>
    </w:r>
    <w:r>
      <w:rPr>
        <w:lang w:val="uk-UA"/>
      </w:rP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66366B83"/>
    <w:multiLevelType w:val="hybridMultilevel"/>
    <w:tmpl w:val="ED661A1C"/>
    <w:lvl w:ilvl="0" w:tplc="A73404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3EC"/>
    <w:rsid w:val="0000796C"/>
    <w:rsid w:val="00013BD8"/>
    <w:rsid w:val="00020C9E"/>
    <w:rsid w:val="000332C0"/>
    <w:rsid w:val="000355BB"/>
    <w:rsid w:val="00084B3E"/>
    <w:rsid w:val="000A7FE1"/>
    <w:rsid w:val="000C4F58"/>
    <w:rsid w:val="000D06E8"/>
    <w:rsid w:val="000F700F"/>
    <w:rsid w:val="00130112"/>
    <w:rsid w:val="00132287"/>
    <w:rsid w:val="00151790"/>
    <w:rsid w:val="001707F2"/>
    <w:rsid w:val="001E27E5"/>
    <w:rsid w:val="00212219"/>
    <w:rsid w:val="002424CA"/>
    <w:rsid w:val="002600B8"/>
    <w:rsid w:val="0026501A"/>
    <w:rsid w:val="00273BFB"/>
    <w:rsid w:val="002861CE"/>
    <w:rsid w:val="0029541B"/>
    <w:rsid w:val="00295808"/>
    <w:rsid w:val="002A1ED1"/>
    <w:rsid w:val="00366966"/>
    <w:rsid w:val="00372E7C"/>
    <w:rsid w:val="00390052"/>
    <w:rsid w:val="003E1D49"/>
    <w:rsid w:val="003F63EC"/>
    <w:rsid w:val="00400009"/>
    <w:rsid w:val="00481515"/>
    <w:rsid w:val="00485038"/>
    <w:rsid w:val="004A3DE2"/>
    <w:rsid w:val="004B70F0"/>
    <w:rsid w:val="00502ED0"/>
    <w:rsid w:val="00510C8D"/>
    <w:rsid w:val="00515865"/>
    <w:rsid w:val="005359AB"/>
    <w:rsid w:val="00564CD1"/>
    <w:rsid w:val="00565CC2"/>
    <w:rsid w:val="00584DC5"/>
    <w:rsid w:val="005C401C"/>
    <w:rsid w:val="005C4376"/>
    <w:rsid w:val="00637908"/>
    <w:rsid w:val="00674D05"/>
    <w:rsid w:val="00685A91"/>
    <w:rsid w:val="00691B40"/>
    <w:rsid w:val="006C5997"/>
    <w:rsid w:val="007330AF"/>
    <w:rsid w:val="00741B7E"/>
    <w:rsid w:val="00773A1D"/>
    <w:rsid w:val="007D1670"/>
    <w:rsid w:val="00820823"/>
    <w:rsid w:val="00834714"/>
    <w:rsid w:val="00857E62"/>
    <w:rsid w:val="0086374B"/>
    <w:rsid w:val="008C1FC7"/>
    <w:rsid w:val="008D43C1"/>
    <w:rsid w:val="00997D8A"/>
    <w:rsid w:val="009A2E3F"/>
    <w:rsid w:val="009C216A"/>
    <w:rsid w:val="009E7277"/>
    <w:rsid w:val="00A024F2"/>
    <w:rsid w:val="00A8340A"/>
    <w:rsid w:val="00B14A68"/>
    <w:rsid w:val="00B2576F"/>
    <w:rsid w:val="00B273E4"/>
    <w:rsid w:val="00B422EA"/>
    <w:rsid w:val="00B426BD"/>
    <w:rsid w:val="00B6624D"/>
    <w:rsid w:val="00BA385B"/>
    <w:rsid w:val="00BB5859"/>
    <w:rsid w:val="00BC2164"/>
    <w:rsid w:val="00BF467E"/>
    <w:rsid w:val="00C14C84"/>
    <w:rsid w:val="00C91910"/>
    <w:rsid w:val="00CA0635"/>
    <w:rsid w:val="00CB59E9"/>
    <w:rsid w:val="00D03201"/>
    <w:rsid w:val="00D5080D"/>
    <w:rsid w:val="00D54333"/>
    <w:rsid w:val="00D935EB"/>
    <w:rsid w:val="00D9702F"/>
    <w:rsid w:val="00DA4399"/>
    <w:rsid w:val="00DF1A42"/>
    <w:rsid w:val="00DF6037"/>
    <w:rsid w:val="00E02135"/>
    <w:rsid w:val="00E74000"/>
    <w:rsid w:val="00F15533"/>
    <w:rsid w:val="00F6487A"/>
    <w:rsid w:val="00FA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63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63EC"/>
    <w:rPr>
      <w:rFonts w:cs="Times New Roman"/>
    </w:rPr>
  </w:style>
  <w:style w:type="paragraph" w:styleId="ListParagraph">
    <w:name w:val="List Paragraph"/>
    <w:basedOn w:val="Normal"/>
    <w:uiPriority w:val="99"/>
    <w:qFormat/>
    <w:rsid w:val="003F63EC"/>
    <w:pPr>
      <w:ind w:left="720"/>
      <w:contextualSpacing/>
    </w:pPr>
  </w:style>
  <w:style w:type="table" w:styleId="TableGrid">
    <w:name w:val="Table Grid"/>
    <w:basedOn w:val="TableNormal"/>
    <w:uiPriority w:val="99"/>
    <w:rsid w:val="001322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2C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29541B"/>
    <w:rPr>
      <w:lang w:eastAsia="en-US"/>
    </w:rPr>
  </w:style>
  <w:style w:type="paragraph" w:styleId="Title">
    <w:name w:val="Title"/>
    <w:basedOn w:val="Normal"/>
    <w:link w:val="TitleChar1"/>
    <w:uiPriority w:val="99"/>
    <w:qFormat/>
    <w:locked/>
    <w:rsid w:val="00741B7E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10"/>
    <w:rsid w:val="00CB232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link w:val="Title"/>
    <w:uiPriority w:val="99"/>
    <w:locked/>
    <w:rsid w:val="00741B7E"/>
    <w:rPr>
      <w:sz w:val="24"/>
      <w:lang w:val="uk-UA"/>
    </w:rPr>
  </w:style>
  <w:style w:type="paragraph" w:customStyle="1" w:styleId="a">
    <w:name w:val="Абзац списку"/>
    <w:basedOn w:val="Normal"/>
    <w:uiPriority w:val="99"/>
    <w:rsid w:val="00D9702F"/>
    <w:pPr>
      <w:ind w:left="720"/>
      <w:contextualSpacing/>
    </w:pPr>
    <w:rPr>
      <w:lang w:val="uk-UA" w:eastAsia="uk-U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9702F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a0">
    <w:name w:val="Нормальний текст"/>
    <w:basedOn w:val="Normal"/>
    <w:uiPriority w:val="99"/>
    <w:rsid w:val="00B426BD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rsid w:val="00A8340A"/>
    <w:pPr>
      <w:spacing w:after="0" w:line="240" w:lineRule="auto"/>
      <w:ind w:right="-185" w:firstLine="540"/>
      <w:jc w:val="both"/>
    </w:pPr>
    <w:rPr>
      <w:rFonts w:ascii="Times New Roman" w:hAnsi="Times New Roman"/>
      <w:bCs/>
      <w:szCs w:val="1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2327"/>
    <w:rPr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A8340A"/>
    <w:rPr>
      <w:sz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2</Pages>
  <Words>560</Words>
  <Characters>3193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User</dc:creator>
  <cp:keywords/>
  <dc:description/>
  <cp:lastModifiedBy>Пользователь Windows</cp:lastModifiedBy>
  <cp:revision>6</cp:revision>
  <cp:lastPrinted>2021-11-02T11:48:00Z</cp:lastPrinted>
  <dcterms:created xsi:type="dcterms:W3CDTF">2021-11-02T06:07:00Z</dcterms:created>
  <dcterms:modified xsi:type="dcterms:W3CDTF">2021-11-02T11:51:00Z</dcterms:modified>
</cp:coreProperties>
</file>