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C6" w:rsidRDefault="00242AC6" w:rsidP="00CE5D64">
      <w:pPr>
        <w:tabs>
          <w:tab w:val="left" w:pos="7478"/>
          <w:tab w:val="right" w:pos="9638"/>
        </w:tabs>
        <w:rPr>
          <w:b/>
          <w:iCs/>
        </w:rPr>
      </w:pPr>
    </w:p>
    <w:p w:rsidR="00242AC6" w:rsidRPr="00A27D47" w:rsidRDefault="00242AC6" w:rsidP="00CE5D64">
      <w:pPr>
        <w:tabs>
          <w:tab w:val="left" w:pos="7478"/>
          <w:tab w:val="right" w:pos="9638"/>
        </w:tabs>
        <w:jc w:val="right"/>
        <w:rPr>
          <w:b/>
        </w:rPr>
      </w:pPr>
      <w:r>
        <w:rPr>
          <w:b/>
          <w:iCs/>
        </w:rPr>
        <w:t xml:space="preserve">ПРОЄКТ </w:t>
      </w:r>
      <w:r w:rsidRPr="00A27D47">
        <w:rPr>
          <w:b/>
          <w:iCs/>
        </w:rPr>
        <w:t xml:space="preserve"> </w:t>
      </w:r>
    </w:p>
    <w:p w:rsidR="00242AC6" w:rsidRPr="00A27D47" w:rsidRDefault="00242AC6" w:rsidP="00CE5D64">
      <w:pPr>
        <w:pStyle w:val="Title"/>
        <w:rPr>
          <w:b/>
          <w:iC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99950828" r:id="rId8"/>
        </w:pict>
      </w:r>
      <w:r w:rsidRPr="00A27D47">
        <w:rPr>
          <w:b/>
          <w:iCs/>
          <w:sz w:val="24"/>
          <w:szCs w:val="24"/>
        </w:rPr>
        <w:t xml:space="preserve">Знам`янська </w:t>
      </w:r>
      <w:r w:rsidRPr="00A27D47">
        <w:rPr>
          <w:b/>
          <w:iCs/>
          <w:noProof/>
          <w:sz w:val="24"/>
          <w:szCs w:val="24"/>
        </w:rPr>
        <w:t xml:space="preserve">  </w:t>
      </w:r>
      <w:r w:rsidRPr="00A27D47">
        <w:rPr>
          <w:b/>
          <w:iCs/>
          <w:sz w:val="24"/>
          <w:szCs w:val="24"/>
        </w:rPr>
        <w:t>міська</w:t>
      </w:r>
      <w:r w:rsidRPr="00A27D47">
        <w:rPr>
          <w:b/>
          <w:iCs/>
          <w:noProof/>
          <w:sz w:val="24"/>
          <w:szCs w:val="24"/>
        </w:rPr>
        <w:t xml:space="preserve"> </w:t>
      </w:r>
      <w:r w:rsidRPr="00A27D47">
        <w:rPr>
          <w:b/>
          <w:iCs/>
          <w:sz w:val="24"/>
          <w:szCs w:val="24"/>
        </w:rPr>
        <w:t xml:space="preserve"> </w:t>
      </w:r>
      <w:r w:rsidRPr="00A27D47">
        <w:rPr>
          <w:b/>
          <w:iCs/>
          <w:noProof/>
          <w:sz w:val="24"/>
          <w:szCs w:val="24"/>
        </w:rPr>
        <w:t xml:space="preserve"> </w:t>
      </w:r>
      <w:r w:rsidRPr="00A27D47">
        <w:rPr>
          <w:b/>
          <w:iCs/>
          <w:sz w:val="24"/>
          <w:szCs w:val="24"/>
        </w:rPr>
        <w:t xml:space="preserve">рада  Кіровоградської </w:t>
      </w:r>
      <w:r w:rsidRPr="00A27D47">
        <w:rPr>
          <w:b/>
          <w:iCs/>
          <w:noProof/>
          <w:sz w:val="24"/>
          <w:szCs w:val="24"/>
        </w:rPr>
        <w:t xml:space="preserve"> </w:t>
      </w:r>
      <w:r w:rsidRPr="00A27D47">
        <w:rPr>
          <w:b/>
          <w:iCs/>
          <w:sz w:val="24"/>
          <w:szCs w:val="24"/>
        </w:rPr>
        <w:t>області</w:t>
      </w:r>
    </w:p>
    <w:p w:rsidR="00242AC6" w:rsidRPr="00A27D47" w:rsidRDefault="00242AC6" w:rsidP="00CE5D64">
      <w:pPr>
        <w:pStyle w:val="Title"/>
        <w:rPr>
          <w:b/>
          <w:iCs/>
          <w:sz w:val="24"/>
          <w:szCs w:val="24"/>
        </w:rPr>
      </w:pPr>
      <w:r w:rsidRPr="00A27D47">
        <w:rPr>
          <w:b/>
          <w:sz w:val="24"/>
          <w:szCs w:val="24"/>
        </w:rPr>
        <w:t>Виконавчий комітет</w:t>
      </w:r>
    </w:p>
    <w:p w:rsidR="00242AC6" w:rsidRPr="00350264" w:rsidRDefault="00242AC6" w:rsidP="00CE5D64">
      <w:pPr>
        <w:pStyle w:val="Heading3"/>
        <w:rPr>
          <w:szCs w:val="24"/>
        </w:rPr>
      </w:pPr>
      <w:r>
        <w:rPr>
          <w:szCs w:val="24"/>
        </w:rPr>
        <w:t>РІШЕННЯ</w:t>
      </w:r>
    </w:p>
    <w:p w:rsidR="00242AC6" w:rsidRPr="00A27D47" w:rsidRDefault="00242AC6" w:rsidP="00CE5D64">
      <w:pPr>
        <w:jc w:val="center"/>
        <w:rPr>
          <w:b/>
        </w:rPr>
      </w:pPr>
    </w:p>
    <w:p w:rsidR="00242AC6" w:rsidRPr="00A27D47" w:rsidRDefault="00242AC6" w:rsidP="00CE5D64">
      <w:pPr>
        <w:pStyle w:val="Heading2"/>
        <w:ind w:left="576" w:hanging="576"/>
        <w:jc w:val="left"/>
        <w:rPr>
          <w:sz w:val="24"/>
          <w:szCs w:val="24"/>
        </w:rPr>
      </w:pPr>
      <w:r w:rsidRPr="00A27D47">
        <w:rPr>
          <w:sz w:val="24"/>
          <w:szCs w:val="24"/>
        </w:rPr>
        <w:t xml:space="preserve">від  </w:t>
      </w:r>
      <w:r>
        <w:rPr>
          <w:sz w:val="24"/>
          <w:szCs w:val="24"/>
          <w:lang w:val="uk-UA"/>
        </w:rPr>
        <w:t xml:space="preserve"> </w:t>
      </w:r>
      <w:r w:rsidRPr="00A27D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грудня</w:t>
      </w:r>
      <w:r>
        <w:rPr>
          <w:sz w:val="24"/>
          <w:szCs w:val="24"/>
        </w:rPr>
        <w:t xml:space="preserve">  </w:t>
      </w:r>
      <w:r w:rsidRPr="00A27D47">
        <w:rPr>
          <w:sz w:val="24"/>
          <w:szCs w:val="24"/>
        </w:rPr>
        <w:t>202</w:t>
      </w:r>
      <w:r>
        <w:rPr>
          <w:sz w:val="24"/>
          <w:szCs w:val="24"/>
        </w:rPr>
        <w:t>1</w:t>
      </w:r>
      <w:r w:rsidRPr="00A27D47">
        <w:rPr>
          <w:sz w:val="24"/>
          <w:szCs w:val="24"/>
        </w:rPr>
        <w:t xml:space="preserve">  року        </w:t>
      </w:r>
      <w:r w:rsidRPr="00A27D47">
        <w:rPr>
          <w:sz w:val="24"/>
          <w:szCs w:val="24"/>
        </w:rPr>
        <w:tab/>
      </w:r>
      <w:r w:rsidRPr="00A27D47">
        <w:rPr>
          <w:sz w:val="24"/>
          <w:szCs w:val="24"/>
        </w:rPr>
        <w:tab/>
        <w:t xml:space="preserve">      </w:t>
      </w:r>
      <w:r w:rsidRPr="00A27D47">
        <w:rPr>
          <w:sz w:val="24"/>
          <w:szCs w:val="24"/>
        </w:rPr>
        <w:tab/>
      </w:r>
      <w:r w:rsidRPr="00A27D47">
        <w:rPr>
          <w:sz w:val="24"/>
          <w:szCs w:val="24"/>
        </w:rPr>
        <w:tab/>
        <w:t xml:space="preserve">                     </w:t>
      </w:r>
      <w:r w:rsidRPr="00A27D47">
        <w:rPr>
          <w:sz w:val="24"/>
          <w:szCs w:val="24"/>
        </w:rPr>
        <w:tab/>
      </w:r>
      <w:r w:rsidRPr="00A27D47">
        <w:rPr>
          <w:sz w:val="24"/>
          <w:szCs w:val="24"/>
        </w:rPr>
        <w:tab/>
        <w:t xml:space="preserve">             №</w:t>
      </w:r>
    </w:p>
    <w:p w:rsidR="00242AC6" w:rsidRPr="00A27D47" w:rsidRDefault="00242AC6" w:rsidP="00CE5D64">
      <w:pPr>
        <w:tabs>
          <w:tab w:val="left" w:pos="4080"/>
          <w:tab w:val="center" w:pos="4819"/>
        </w:tabs>
        <w:jc w:val="center"/>
        <w:rPr>
          <w:b/>
        </w:rPr>
      </w:pPr>
      <w:r w:rsidRPr="00A27D47">
        <w:rPr>
          <w:b/>
        </w:rPr>
        <w:t>м. Знам`янка</w:t>
      </w:r>
    </w:p>
    <w:p w:rsidR="00242AC6" w:rsidRDefault="00242AC6" w:rsidP="00FD718F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242AC6" w:rsidRDefault="00242AC6" w:rsidP="007272BE">
      <w:pPr>
        <w:rPr>
          <w:lang w:val="uk-UA"/>
        </w:rPr>
      </w:pPr>
      <w:r>
        <w:rPr>
          <w:lang w:val="uk-UA"/>
        </w:rPr>
        <w:t xml:space="preserve">Про встановлення  вартості 1 Гкал  виробленої </w:t>
      </w:r>
    </w:p>
    <w:p w:rsidR="00242AC6" w:rsidRDefault="00242AC6" w:rsidP="007272BE">
      <w:pPr>
        <w:rPr>
          <w:lang w:val="uk-UA"/>
        </w:rPr>
      </w:pPr>
      <w:r>
        <w:rPr>
          <w:lang w:val="uk-UA"/>
        </w:rPr>
        <w:t xml:space="preserve">теплової енергії виробничим структурним </w:t>
      </w:r>
    </w:p>
    <w:p w:rsidR="00242AC6" w:rsidRDefault="00242AC6" w:rsidP="007272BE">
      <w:pPr>
        <w:rPr>
          <w:lang w:val="uk-UA"/>
        </w:rPr>
      </w:pPr>
      <w:r>
        <w:rPr>
          <w:lang w:val="uk-UA"/>
        </w:rPr>
        <w:t xml:space="preserve">підрозділом  "Знам'янське територіальне </w:t>
      </w:r>
    </w:p>
    <w:p w:rsidR="00242AC6" w:rsidRDefault="00242AC6" w:rsidP="007272BE">
      <w:pPr>
        <w:rPr>
          <w:lang w:val="uk-UA"/>
        </w:rPr>
      </w:pPr>
      <w:r>
        <w:rPr>
          <w:lang w:val="uk-UA"/>
        </w:rPr>
        <w:t xml:space="preserve">управління"філії  "Центр будівельно-монтажних </w:t>
      </w:r>
    </w:p>
    <w:p w:rsidR="00242AC6" w:rsidRDefault="00242AC6" w:rsidP="007272BE">
      <w:pPr>
        <w:rPr>
          <w:lang w:val="uk-UA"/>
        </w:rPr>
      </w:pPr>
      <w:r>
        <w:rPr>
          <w:lang w:val="uk-UA"/>
        </w:rPr>
        <w:t>робіт та експлуатації будівель і споруд"</w:t>
      </w:r>
    </w:p>
    <w:p w:rsidR="00242AC6" w:rsidRDefault="00242AC6" w:rsidP="007272BE">
      <w:pPr>
        <w:rPr>
          <w:lang w:val="uk-UA"/>
        </w:rPr>
      </w:pPr>
      <w:r w:rsidRPr="00D05274">
        <w:rPr>
          <w:lang w:val="uk-UA"/>
        </w:rPr>
        <w:t>АТ</w:t>
      </w:r>
      <w:r>
        <w:rPr>
          <w:lang w:val="uk-UA"/>
        </w:rPr>
        <w:t xml:space="preserve"> "Укрзалізниця" для мешканців гуртожитку </w:t>
      </w:r>
    </w:p>
    <w:p w:rsidR="00242AC6" w:rsidRDefault="00242AC6" w:rsidP="007272BE">
      <w:pPr>
        <w:rPr>
          <w:lang w:val="uk-UA"/>
        </w:rPr>
      </w:pPr>
      <w:r>
        <w:rPr>
          <w:lang w:val="uk-UA"/>
        </w:rPr>
        <w:t>за адресою: м.Знам'янка, просп. Шкільний, 8</w:t>
      </w:r>
    </w:p>
    <w:p w:rsidR="00242AC6" w:rsidRDefault="00242AC6" w:rsidP="007272BE">
      <w:pPr>
        <w:jc w:val="both"/>
        <w:rPr>
          <w:lang w:val="uk-UA"/>
        </w:rPr>
      </w:pPr>
    </w:p>
    <w:p w:rsidR="00242AC6" w:rsidRPr="000F60AD" w:rsidRDefault="00242AC6" w:rsidP="001E2E1B">
      <w:pPr>
        <w:jc w:val="both"/>
        <w:rPr>
          <w:lang w:val="uk-UA"/>
        </w:rPr>
      </w:pPr>
      <w:r>
        <w:t xml:space="preserve">  </w:t>
      </w:r>
      <w:r>
        <w:tab/>
        <w:t xml:space="preserve">Розглянувши письмове звернення начальника </w:t>
      </w:r>
      <w:r>
        <w:rPr>
          <w:lang w:val="uk-UA"/>
        </w:rPr>
        <w:t xml:space="preserve">виробничого структурного підрозділу "Знам'янське територіальне управління" філії "Центр будівельно-монтажних робіт та експлуатації будівель і споруд" АТ "Укрзалізниця" </w:t>
      </w:r>
      <w:r w:rsidRPr="004775B6">
        <w:rPr>
          <w:lang w:val="uk-UA"/>
        </w:rPr>
        <w:t xml:space="preserve">Лелеки І.Л. </w:t>
      </w:r>
      <w:r>
        <w:rPr>
          <w:lang w:val="uk-UA"/>
        </w:rPr>
        <w:t xml:space="preserve">від 12.11.2021 р. №ТУ БМЕС-4/2/6045 </w:t>
      </w:r>
      <w:r w:rsidRPr="004775B6">
        <w:rPr>
          <w:lang w:val="uk-UA"/>
        </w:rPr>
        <w:t xml:space="preserve">та надані  розрахунки вартості 1 Гкал на послугу теплопостачання по гуртожитку за адресою: проспект </w:t>
      </w:r>
      <w:r>
        <w:rPr>
          <w:lang w:val="uk-UA"/>
        </w:rPr>
        <w:t>Шкільний</w:t>
      </w:r>
      <w:r w:rsidRPr="004775B6">
        <w:rPr>
          <w:lang w:val="uk-UA"/>
        </w:rPr>
        <w:t xml:space="preserve">, </w:t>
      </w:r>
      <w:smartTag w:uri="urn:schemas-microsoft-com:office:smarttags" w:element="metricconverter">
        <w:smartTagPr>
          <w:attr w:name="ProductID" w:val="8 м"/>
        </w:smartTagPr>
        <w:r w:rsidRPr="004775B6">
          <w:rPr>
            <w:lang w:val="uk-UA"/>
          </w:rPr>
          <w:t xml:space="preserve">8 </w:t>
        </w:r>
        <w:r>
          <w:rPr>
            <w:lang w:val="uk-UA"/>
          </w:rPr>
          <w:t>м</w:t>
        </w:r>
      </w:smartTag>
      <w:r>
        <w:rPr>
          <w:lang w:val="uk-UA"/>
        </w:rPr>
        <w:t>.Знам'янка</w:t>
      </w:r>
      <w:r w:rsidRPr="00D05274">
        <w:rPr>
          <w:lang w:val="uk-UA"/>
        </w:rPr>
        <w:t xml:space="preserve">, </w:t>
      </w:r>
      <w:r w:rsidRPr="004775B6">
        <w:rPr>
          <w:lang w:val="uk-UA"/>
        </w:rPr>
        <w:t xml:space="preserve">у зв'язку із підвищенням вартості природного газу </w:t>
      </w:r>
      <w:r>
        <w:rPr>
          <w:lang w:val="uk-UA"/>
        </w:rPr>
        <w:t>на 531%</w:t>
      </w:r>
      <w:r w:rsidRPr="004775B6">
        <w:rPr>
          <w:lang w:val="uk-UA"/>
        </w:rPr>
        <w:t xml:space="preserve"> (з </w:t>
      </w:r>
      <w:r w:rsidRPr="00D05274">
        <w:rPr>
          <w:lang w:val="uk-UA"/>
        </w:rPr>
        <w:t>6968,40</w:t>
      </w:r>
      <w:r w:rsidRPr="004775B6">
        <w:rPr>
          <w:lang w:val="uk-UA"/>
        </w:rPr>
        <w:t xml:space="preserve"> грн. за 1 тис.м.куб. до</w:t>
      </w:r>
      <w:r>
        <w:rPr>
          <w:lang w:val="uk-UA"/>
        </w:rPr>
        <w:t xml:space="preserve"> 37000,00 грн.</w:t>
      </w:r>
      <w:r w:rsidRPr="004775B6">
        <w:rPr>
          <w:lang w:val="uk-UA"/>
        </w:rPr>
        <w:t xml:space="preserve">), </w:t>
      </w:r>
      <w:r>
        <w:rPr>
          <w:lang w:val="uk-UA"/>
        </w:rPr>
        <w:t xml:space="preserve">враховуючи вимоги </w:t>
      </w:r>
      <w:r w:rsidRPr="004775B6">
        <w:rPr>
          <w:lang w:val="uk-UA"/>
        </w:rPr>
        <w:t>постанови К</w:t>
      </w:r>
      <w:r>
        <w:rPr>
          <w:lang w:val="uk-UA"/>
        </w:rPr>
        <w:t xml:space="preserve">МУ </w:t>
      </w:r>
      <w:r w:rsidRPr="004775B6">
        <w:rPr>
          <w:lang w:val="uk-UA"/>
        </w:rPr>
        <w:t xml:space="preserve"> від 01.06.2011 р</w:t>
      </w:r>
      <w:r>
        <w:rPr>
          <w:lang w:val="uk-UA"/>
        </w:rPr>
        <w:t>.</w:t>
      </w:r>
      <w:r w:rsidRPr="004775B6">
        <w:rPr>
          <w:lang w:val="uk-UA"/>
        </w:rPr>
        <w:t xml:space="preserve"> №869 </w:t>
      </w:r>
      <w:r>
        <w:rPr>
          <w:lang w:val="uk-UA"/>
        </w:rPr>
        <w:t>"</w:t>
      </w:r>
      <w:r w:rsidRPr="004775B6">
        <w:rPr>
          <w:lang w:val="uk-UA"/>
        </w:rPr>
        <w:t>Про забезпечення єдиного підходу до формування тарифів на житлово-комунальні послуги</w:t>
      </w:r>
      <w:r>
        <w:rPr>
          <w:lang w:val="uk-UA"/>
        </w:rPr>
        <w:t>"</w:t>
      </w:r>
      <w:r w:rsidRPr="004775B6">
        <w:rPr>
          <w:lang w:val="uk-UA"/>
        </w:rPr>
        <w:t>, керуючись ст. 28</w:t>
      </w:r>
      <w:r>
        <w:rPr>
          <w:lang w:val="uk-UA"/>
        </w:rPr>
        <w:t xml:space="preserve"> </w:t>
      </w:r>
      <w:r w:rsidRPr="004775B6">
        <w:rPr>
          <w:lang w:val="uk-UA"/>
        </w:rPr>
        <w:t xml:space="preserve">Закону України </w:t>
      </w:r>
      <w:r>
        <w:rPr>
          <w:lang w:val="uk-UA"/>
        </w:rPr>
        <w:t>"</w:t>
      </w:r>
      <w:r w:rsidRPr="004775B6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4775B6">
        <w:rPr>
          <w:lang w:val="uk-UA"/>
        </w:rPr>
        <w:t xml:space="preserve">, виконавчий комітет </w:t>
      </w:r>
      <w:r>
        <w:rPr>
          <w:lang w:val="uk-UA"/>
        </w:rPr>
        <w:t xml:space="preserve">Знам'янської </w:t>
      </w:r>
      <w:r w:rsidRPr="004775B6">
        <w:rPr>
          <w:lang w:val="uk-UA"/>
        </w:rPr>
        <w:t xml:space="preserve">міської ради </w:t>
      </w:r>
    </w:p>
    <w:p w:rsidR="00242AC6" w:rsidRDefault="00242AC6" w:rsidP="007272BE">
      <w:pPr>
        <w:ind w:left="360"/>
        <w:jc w:val="both"/>
        <w:rPr>
          <w:lang w:val="uk-UA"/>
        </w:rPr>
      </w:pPr>
    </w:p>
    <w:p w:rsidR="00242AC6" w:rsidRDefault="00242AC6" w:rsidP="001E2E1B">
      <w:pPr>
        <w:pStyle w:val="BodyText"/>
        <w:ind w:firstLine="360"/>
        <w:rPr>
          <w:b/>
          <w:sz w:val="20"/>
          <w:lang w:val="uk-UA"/>
        </w:rPr>
      </w:pPr>
      <w:r>
        <w:rPr>
          <w:lang w:val="uk-UA"/>
        </w:rPr>
        <w:t xml:space="preserve">                                                          </w:t>
      </w:r>
      <w:r>
        <w:rPr>
          <w:sz w:val="20"/>
          <w:lang w:val="uk-UA"/>
        </w:rPr>
        <w:t xml:space="preserve"> </w:t>
      </w:r>
      <w:r>
        <w:rPr>
          <w:b/>
          <w:sz w:val="20"/>
          <w:lang w:val="uk-UA"/>
        </w:rPr>
        <w:t>В И Р І Ш И В:</w:t>
      </w:r>
    </w:p>
    <w:p w:rsidR="00242AC6" w:rsidRDefault="00242AC6" w:rsidP="007272BE">
      <w:pPr>
        <w:pStyle w:val="BodyText"/>
        <w:numPr>
          <w:ilvl w:val="0"/>
          <w:numId w:val="14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Встановити виробничому структурному підрозділу "Знам'янське територіальне управління" філії "Центр будівельно-монтажних робіт та експлуатації будівель і споруд" АТ "Укрзалізниця"  вартість 1 Гкал  виробленої теплової енергії для мешканців  гуртожитку по проспекту Шкільний, </w:t>
      </w:r>
      <w:smartTag w:uri="urn:schemas-microsoft-com:office:smarttags" w:element="metricconverter">
        <w:smartTagPr>
          <w:attr w:name="ProductID" w:val="8 м"/>
        </w:smartTagPr>
        <w:r>
          <w:rPr>
            <w:lang w:val="uk-UA"/>
          </w:rPr>
          <w:t>8 м</w:t>
        </w:r>
      </w:smartTag>
      <w:r>
        <w:rPr>
          <w:lang w:val="uk-UA"/>
        </w:rPr>
        <w:t>.Знам'янка  у  розмірі 5507,16 грн. з урахуванням ПДВ 20%.</w:t>
      </w:r>
    </w:p>
    <w:p w:rsidR="00242AC6" w:rsidRPr="00CE5D64" w:rsidRDefault="00242AC6" w:rsidP="004B42EB">
      <w:pPr>
        <w:numPr>
          <w:ilvl w:val="0"/>
          <w:numId w:val="14"/>
        </w:numPr>
        <w:jc w:val="both"/>
        <w:rPr>
          <w:lang w:val="uk-UA"/>
        </w:rPr>
      </w:pPr>
      <w:r w:rsidRPr="00CE5D64">
        <w:rPr>
          <w:lang w:val="uk-UA"/>
        </w:rPr>
        <w:t xml:space="preserve">Рішення  виконавчого  комітету  від </w:t>
      </w:r>
      <w:r>
        <w:rPr>
          <w:lang w:val="uk-UA"/>
        </w:rPr>
        <w:t>28</w:t>
      </w:r>
      <w:r w:rsidRPr="00CE5D64">
        <w:rPr>
          <w:lang w:val="uk-UA"/>
        </w:rPr>
        <w:t>.</w:t>
      </w:r>
      <w:r>
        <w:rPr>
          <w:lang w:val="uk-UA"/>
        </w:rPr>
        <w:t>03</w:t>
      </w:r>
      <w:r w:rsidRPr="00CE5D64">
        <w:rPr>
          <w:lang w:val="uk-UA"/>
        </w:rPr>
        <w:t>.201</w:t>
      </w:r>
      <w:r>
        <w:rPr>
          <w:lang w:val="uk-UA"/>
        </w:rPr>
        <w:t>9</w:t>
      </w:r>
      <w:r w:rsidRPr="00CE5D64">
        <w:rPr>
          <w:lang w:val="uk-UA"/>
        </w:rPr>
        <w:t xml:space="preserve"> р. №</w:t>
      </w:r>
      <w:r>
        <w:rPr>
          <w:lang w:val="uk-UA"/>
        </w:rPr>
        <w:t xml:space="preserve"> 80</w:t>
      </w:r>
      <w:r w:rsidRPr="00CE5D64">
        <w:rPr>
          <w:lang w:val="uk-UA"/>
        </w:rPr>
        <w:t xml:space="preserve"> "</w:t>
      </w:r>
      <w:hyperlink r:id="rId9" w:history="1">
        <w:r w:rsidRPr="00CE5D64">
          <w:rPr>
            <w:rStyle w:val="Hyperlink"/>
            <w:bCs/>
            <w:color w:val="auto"/>
            <w:u w:val="none"/>
            <w:lang w:val="uk-UA"/>
          </w:rPr>
          <w:t xml:space="preserve">Про встановлення </w:t>
        </w:r>
        <w:r w:rsidRPr="00AC226F">
          <w:rPr>
            <w:rStyle w:val="Hyperlink"/>
            <w:bCs/>
            <w:color w:val="auto"/>
            <w:u w:val="none"/>
          </w:rPr>
          <w:t> </w:t>
        </w:r>
        <w:r w:rsidRPr="00CE5D64">
          <w:rPr>
            <w:rStyle w:val="Hyperlink"/>
            <w:bCs/>
            <w:color w:val="auto"/>
            <w:u w:val="none"/>
            <w:lang w:val="uk-UA"/>
          </w:rPr>
          <w:t xml:space="preserve">вартості </w:t>
        </w:r>
        <w:r>
          <w:rPr>
            <w:rStyle w:val="Hyperlink"/>
            <w:bCs/>
            <w:color w:val="auto"/>
            <w:u w:val="none"/>
            <w:lang w:val="uk-UA"/>
          </w:rPr>
          <w:t xml:space="preserve">    </w:t>
        </w:r>
        <w:r w:rsidRPr="00CE5D64">
          <w:rPr>
            <w:rStyle w:val="Hyperlink"/>
            <w:bCs/>
            <w:color w:val="auto"/>
            <w:u w:val="none"/>
            <w:lang w:val="uk-UA"/>
          </w:rPr>
          <w:t>1 Гкал виробленої теплової енергії виробничим підрозділом "Знам'янське територіальне управління"</w:t>
        </w:r>
        <w:r>
          <w:rPr>
            <w:rStyle w:val="Hyperlink"/>
            <w:bCs/>
            <w:color w:val="auto"/>
            <w:u w:val="none"/>
            <w:lang w:val="uk-UA"/>
          </w:rPr>
          <w:t xml:space="preserve"> </w:t>
        </w:r>
        <w:r w:rsidRPr="00CE5D64">
          <w:rPr>
            <w:rStyle w:val="Hyperlink"/>
            <w:bCs/>
            <w:color w:val="auto"/>
            <w:u w:val="none"/>
            <w:lang w:val="uk-UA"/>
          </w:rPr>
          <w:t>філії "Центр будівельно-монтажних робіт та е</w:t>
        </w:r>
        <w:r>
          <w:rPr>
            <w:rStyle w:val="Hyperlink"/>
            <w:bCs/>
            <w:color w:val="auto"/>
            <w:u w:val="none"/>
            <w:lang w:val="uk-UA"/>
          </w:rPr>
          <w:t xml:space="preserve">ксплуатації будівель і споруд" </w:t>
        </w:r>
        <w:r w:rsidRPr="00CE5D64">
          <w:rPr>
            <w:rStyle w:val="Hyperlink"/>
            <w:bCs/>
            <w:color w:val="auto"/>
            <w:u w:val="none"/>
            <w:lang w:val="uk-UA"/>
          </w:rPr>
          <w:t>АТ "Укрзалізниця" для мешканців гуртожитку по проспекту Шкільний, 8</w:t>
        </w:r>
      </w:hyperlink>
      <w:r w:rsidRPr="00AC226F">
        <w:rPr>
          <w:lang w:val="uk-UA"/>
        </w:rPr>
        <w:t>"</w:t>
      </w:r>
      <w:r>
        <w:rPr>
          <w:lang w:val="uk-UA"/>
        </w:rPr>
        <w:t xml:space="preserve"> </w:t>
      </w:r>
      <w:r w:rsidRPr="00CE5D64">
        <w:rPr>
          <w:lang w:val="uk-UA"/>
        </w:rPr>
        <w:t xml:space="preserve">  вважати  таким,  що  втратило  чинність.</w:t>
      </w:r>
    </w:p>
    <w:p w:rsidR="00242AC6" w:rsidRPr="005D3CE8" w:rsidRDefault="00242AC6" w:rsidP="005D3CE8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 xml:space="preserve">Виробничому структурному підрозділу "Знам'янське територіальне управління" філії "Центр будівельно-монтажних робіт та експлуатації будівель і споруд" АТ "Укрзалізниця" </w:t>
      </w:r>
      <w:r w:rsidRPr="00BE4AF4">
        <w:rPr>
          <w:lang w:val="uk-UA"/>
        </w:rPr>
        <w:t>(</w:t>
      </w:r>
      <w:r>
        <w:rPr>
          <w:lang w:val="uk-UA"/>
        </w:rPr>
        <w:t>нач.Лелека І.Л.</w:t>
      </w:r>
      <w:r w:rsidRPr="00BE4AF4">
        <w:rPr>
          <w:lang w:val="uk-UA"/>
        </w:rPr>
        <w:t>)</w:t>
      </w:r>
      <w:r>
        <w:rPr>
          <w:lang w:val="uk-UA"/>
        </w:rPr>
        <w:t xml:space="preserve"> оприлюднити дане рішення в друкованих засобах масової інформації</w:t>
      </w:r>
      <w:r w:rsidRPr="00BE4AF4">
        <w:rPr>
          <w:lang w:val="uk-UA"/>
        </w:rPr>
        <w:t xml:space="preserve">.   </w:t>
      </w:r>
    </w:p>
    <w:p w:rsidR="00242AC6" w:rsidRPr="00441FC0" w:rsidRDefault="00242AC6" w:rsidP="00713BD1">
      <w:pPr>
        <w:numPr>
          <w:ilvl w:val="0"/>
          <w:numId w:val="14"/>
        </w:numPr>
        <w:jc w:val="both"/>
      </w:pPr>
      <w:r w:rsidRPr="00441FC0">
        <w:t xml:space="preserve">Дане рішення набирає чинності  </w:t>
      </w:r>
      <w:r>
        <w:rPr>
          <w:lang w:val="uk-UA"/>
        </w:rPr>
        <w:t>через 15 днів після</w:t>
      </w:r>
      <w:r w:rsidRPr="00441FC0">
        <w:t xml:space="preserve"> оприлюднення </w:t>
      </w:r>
      <w:r>
        <w:t xml:space="preserve"> </w:t>
      </w:r>
      <w:r w:rsidRPr="00441FC0">
        <w:t xml:space="preserve">рішення  </w:t>
      </w:r>
      <w:r>
        <w:t>в</w:t>
      </w:r>
      <w:r w:rsidRPr="00441FC0">
        <w:t xml:space="preserve"> </w:t>
      </w:r>
      <w:r>
        <w:t xml:space="preserve"> </w:t>
      </w:r>
      <w:r w:rsidRPr="00441FC0">
        <w:t xml:space="preserve">засобах масової </w:t>
      </w:r>
      <w:r>
        <w:t xml:space="preserve"> </w:t>
      </w:r>
      <w:r w:rsidRPr="00441FC0">
        <w:t>інформації.</w:t>
      </w:r>
    </w:p>
    <w:p w:rsidR="00242AC6" w:rsidRPr="00CF16A7" w:rsidRDefault="00242AC6" w:rsidP="00713BD1">
      <w:pPr>
        <w:numPr>
          <w:ilvl w:val="0"/>
          <w:numId w:val="14"/>
        </w:numPr>
        <w:jc w:val="both"/>
      </w:pPr>
      <w:r w:rsidRPr="00CF16A7">
        <w:t xml:space="preserve">Організацію виконання рішення покласти на </w:t>
      </w:r>
      <w:r>
        <w:rPr>
          <w:lang w:val="uk-UA"/>
        </w:rPr>
        <w:t>виробничий підрозділ "Знам'янське територіальне управління" філії "Центр будівельно-монтажних робіт та експлуатації будівель і споруд" АТ "Укрзалізниця"</w:t>
      </w:r>
      <w:r>
        <w:t xml:space="preserve"> (</w:t>
      </w:r>
      <w:r>
        <w:rPr>
          <w:lang w:val="uk-UA"/>
        </w:rPr>
        <w:t>нач.Лелека І.Л.</w:t>
      </w:r>
      <w:r w:rsidRPr="00CF16A7">
        <w:t>).</w:t>
      </w:r>
    </w:p>
    <w:p w:rsidR="00242AC6" w:rsidRPr="00026450" w:rsidRDefault="00242AC6" w:rsidP="00BE4AF4">
      <w:pPr>
        <w:numPr>
          <w:ilvl w:val="0"/>
          <w:numId w:val="14"/>
        </w:numPr>
        <w:jc w:val="both"/>
      </w:pPr>
      <w:r w:rsidRPr="00461870">
        <w:t xml:space="preserve">Контроль за виконанням рішення покласти на заступника  міського  голови  з  питань  діяльності  виконавчих  органів </w:t>
      </w:r>
      <w:r>
        <w:t>Ліану ПЕРЕСАДЧЕНКО.</w:t>
      </w:r>
    </w:p>
    <w:p w:rsidR="00242AC6" w:rsidRPr="00461870" w:rsidRDefault="00242AC6" w:rsidP="00BE4AF4">
      <w:pPr>
        <w:spacing w:line="276" w:lineRule="auto"/>
        <w:ind w:left="709" w:hanging="425"/>
        <w:jc w:val="both"/>
        <w:rPr>
          <w:b/>
        </w:rPr>
      </w:pPr>
    </w:p>
    <w:p w:rsidR="00242AC6" w:rsidRDefault="00242AC6" w:rsidP="00BE4AF4">
      <w:pPr>
        <w:tabs>
          <w:tab w:val="left" w:pos="426"/>
          <w:tab w:val="left" w:pos="993"/>
          <w:tab w:val="left" w:pos="7088"/>
        </w:tabs>
        <w:rPr>
          <w:b/>
        </w:rPr>
      </w:pPr>
    </w:p>
    <w:p w:rsidR="00242AC6" w:rsidRPr="00BE4AF4" w:rsidRDefault="00242AC6" w:rsidP="00BE4AF4">
      <w:pPr>
        <w:tabs>
          <w:tab w:val="left" w:pos="426"/>
          <w:tab w:val="left" w:pos="993"/>
          <w:tab w:val="left" w:pos="7088"/>
        </w:tabs>
        <w:rPr>
          <w:b/>
          <w:lang w:val="uk-UA"/>
        </w:rPr>
      </w:pPr>
      <w:r>
        <w:rPr>
          <w:b/>
        </w:rPr>
        <w:t>Знам’янський м</w:t>
      </w:r>
      <w:r w:rsidRPr="00AB51C7">
        <w:rPr>
          <w:b/>
        </w:rPr>
        <w:t xml:space="preserve">іський голова                             </w:t>
      </w:r>
      <w:r>
        <w:rPr>
          <w:b/>
        </w:rPr>
        <w:t xml:space="preserve">                  </w:t>
      </w:r>
      <w:r w:rsidRPr="00AB51C7">
        <w:rPr>
          <w:b/>
        </w:rPr>
        <w:t xml:space="preserve"> </w:t>
      </w:r>
      <w:r>
        <w:rPr>
          <w:b/>
        </w:rPr>
        <w:t xml:space="preserve">             Володимир СОКИРКО</w:t>
      </w:r>
    </w:p>
    <w:sectPr w:rsidR="00242AC6" w:rsidRPr="00BE4AF4" w:rsidSect="00037E2E">
      <w:pgSz w:w="11906" w:h="16838"/>
      <w:pgMar w:top="180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AC6" w:rsidRDefault="00242AC6" w:rsidP="00C64321">
      <w:r>
        <w:separator/>
      </w:r>
    </w:p>
  </w:endnote>
  <w:endnote w:type="continuationSeparator" w:id="0">
    <w:p w:rsidR="00242AC6" w:rsidRDefault="00242AC6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AC6" w:rsidRDefault="00242AC6" w:rsidP="00C64321">
      <w:r>
        <w:separator/>
      </w:r>
    </w:p>
  </w:footnote>
  <w:footnote w:type="continuationSeparator" w:id="0">
    <w:p w:rsidR="00242AC6" w:rsidRDefault="00242AC6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D982210"/>
    <w:multiLevelType w:val="hybridMultilevel"/>
    <w:tmpl w:val="F44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B11395"/>
    <w:multiLevelType w:val="hybridMultilevel"/>
    <w:tmpl w:val="0EC04EE0"/>
    <w:lvl w:ilvl="0" w:tplc="AEB00CF2">
      <w:start w:val="1"/>
      <w:numFmt w:val="decimal"/>
      <w:lvlText w:val="%1."/>
      <w:lvlJc w:val="left"/>
      <w:pPr>
        <w:ind w:left="966" w:hanging="54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F71B8A"/>
    <w:multiLevelType w:val="hybridMultilevel"/>
    <w:tmpl w:val="87D80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C92B17"/>
    <w:multiLevelType w:val="hybridMultilevel"/>
    <w:tmpl w:val="AA920FAA"/>
    <w:lvl w:ilvl="0" w:tplc="0422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>
    <w:nsid w:val="3DAA5F8A"/>
    <w:multiLevelType w:val="hybridMultilevel"/>
    <w:tmpl w:val="DDF45954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21747A"/>
    <w:multiLevelType w:val="hybridMultilevel"/>
    <w:tmpl w:val="71BE07CA"/>
    <w:lvl w:ilvl="0" w:tplc="3B1E5BD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>
    <w:nsid w:val="580C1DD7"/>
    <w:multiLevelType w:val="hybridMultilevel"/>
    <w:tmpl w:val="E43C88CE"/>
    <w:lvl w:ilvl="0" w:tplc="3B1E5BD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063590"/>
    <w:multiLevelType w:val="hybridMultilevel"/>
    <w:tmpl w:val="DEEC88BA"/>
    <w:lvl w:ilvl="0" w:tplc="51C0C9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0F5C1C"/>
    <w:multiLevelType w:val="hybridMultilevel"/>
    <w:tmpl w:val="07EAD788"/>
    <w:lvl w:ilvl="0" w:tplc="6944AECA">
      <w:start w:val="1"/>
      <w:numFmt w:val="decimal"/>
      <w:lvlText w:val="%1."/>
      <w:lvlJc w:val="left"/>
      <w:pPr>
        <w:tabs>
          <w:tab w:val="num" w:pos="1035"/>
        </w:tabs>
        <w:ind w:left="10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6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4"/>
  </w:num>
  <w:num w:numId="7">
    <w:abstractNumId w:val="7"/>
  </w:num>
  <w:num w:numId="8">
    <w:abstractNumId w:val="9"/>
  </w:num>
  <w:num w:numId="9">
    <w:abstractNumId w:val="8"/>
  </w:num>
  <w:num w:numId="10">
    <w:abstractNumId w:val="1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6"/>
  </w:num>
  <w:num w:numId="14">
    <w:abstractNumId w:val="5"/>
  </w:num>
  <w:num w:numId="15">
    <w:abstractNumId w:val="12"/>
  </w:num>
  <w:num w:numId="16">
    <w:abstractNumId w:val="1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26450"/>
    <w:rsid w:val="00027C36"/>
    <w:rsid w:val="00037E2E"/>
    <w:rsid w:val="00053559"/>
    <w:rsid w:val="000537BE"/>
    <w:rsid w:val="000A4E38"/>
    <w:rsid w:val="000A631D"/>
    <w:rsid w:val="000C0BC2"/>
    <w:rsid w:val="000C4301"/>
    <w:rsid w:val="000F60AD"/>
    <w:rsid w:val="00125608"/>
    <w:rsid w:val="00131999"/>
    <w:rsid w:val="00150DB8"/>
    <w:rsid w:val="0015114D"/>
    <w:rsid w:val="00154A35"/>
    <w:rsid w:val="00154CA9"/>
    <w:rsid w:val="00170557"/>
    <w:rsid w:val="00192FC8"/>
    <w:rsid w:val="001962F4"/>
    <w:rsid w:val="001B33E7"/>
    <w:rsid w:val="001C6AFA"/>
    <w:rsid w:val="001E2E1B"/>
    <w:rsid w:val="001F05B7"/>
    <w:rsid w:val="001F6A1A"/>
    <w:rsid w:val="001F6C19"/>
    <w:rsid w:val="00210C7C"/>
    <w:rsid w:val="00222B69"/>
    <w:rsid w:val="00223211"/>
    <w:rsid w:val="00225CE8"/>
    <w:rsid w:val="00242AC6"/>
    <w:rsid w:val="00245C5D"/>
    <w:rsid w:val="00254773"/>
    <w:rsid w:val="00261925"/>
    <w:rsid w:val="00262271"/>
    <w:rsid w:val="0028576F"/>
    <w:rsid w:val="00285C84"/>
    <w:rsid w:val="00290BC0"/>
    <w:rsid w:val="002A731A"/>
    <w:rsid w:val="002C081C"/>
    <w:rsid w:val="002C107C"/>
    <w:rsid w:val="00303EEE"/>
    <w:rsid w:val="003135DE"/>
    <w:rsid w:val="00331E9C"/>
    <w:rsid w:val="00343A93"/>
    <w:rsid w:val="003456A1"/>
    <w:rsid w:val="00350264"/>
    <w:rsid w:val="003556CA"/>
    <w:rsid w:val="00357A6E"/>
    <w:rsid w:val="00364FEE"/>
    <w:rsid w:val="00374924"/>
    <w:rsid w:val="00390449"/>
    <w:rsid w:val="00394AE8"/>
    <w:rsid w:val="003C17F1"/>
    <w:rsid w:val="003D1A82"/>
    <w:rsid w:val="003E1D49"/>
    <w:rsid w:val="003E78E4"/>
    <w:rsid w:val="0040601F"/>
    <w:rsid w:val="004224C2"/>
    <w:rsid w:val="004301DC"/>
    <w:rsid w:val="004318ED"/>
    <w:rsid w:val="00440D6D"/>
    <w:rsid w:val="00441FC0"/>
    <w:rsid w:val="0046176E"/>
    <w:rsid w:val="00461870"/>
    <w:rsid w:val="00461BF7"/>
    <w:rsid w:val="004775B6"/>
    <w:rsid w:val="00477E6D"/>
    <w:rsid w:val="00485BC9"/>
    <w:rsid w:val="00492E1D"/>
    <w:rsid w:val="004A0C03"/>
    <w:rsid w:val="004A6A8A"/>
    <w:rsid w:val="004B42EB"/>
    <w:rsid w:val="004B6FAE"/>
    <w:rsid w:val="005014C0"/>
    <w:rsid w:val="0050606A"/>
    <w:rsid w:val="00510957"/>
    <w:rsid w:val="00511408"/>
    <w:rsid w:val="00517928"/>
    <w:rsid w:val="00537C68"/>
    <w:rsid w:val="00540757"/>
    <w:rsid w:val="00555331"/>
    <w:rsid w:val="0056258B"/>
    <w:rsid w:val="005652A6"/>
    <w:rsid w:val="005A331E"/>
    <w:rsid w:val="005A6F03"/>
    <w:rsid w:val="005B209E"/>
    <w:rsid w:val="005C27CD"/>
    <w:rsid w:val="005D04E5"/>
    <w:rsid w:val="005D3CE8"/>
    <w:rsid w:val="005D76CA"/>
    <w:rsid w:val="005E3E25"/>
    <w:rsid w:val="005E7AAB"/>
    <w:rsid w:val="005F27B4"/>
    <w:rsid w:val="005F5FAF"/>
    <w:rsid w:val="006154E4"/>
    <w:rsid w:val="00632745"/>
    <w:rsid w:val="00655AC7"/>
    <w:rsid w:val="00663228"/>
    <w:rsid w:val="00674D05"/>
    <w:rsid w:val="0067716A"/>
    <w:rsid w:val="0068664B"/>
    <w:rsid w:val="006B537B"/>
    <w:rsid w:val="006C1F7A"/>
    <w:rsid w:val="006E7C4A"/>
    <w:rsid w:val="006F1959"/>
    <w:rsid w:val="007105A5"/>
    <w:rsid w:val="00713B87"/>
    <w:rsid w:val="00713BD1"/>
    <w:rsid w:val="007272BE"/>
    <w:rsid w:val="00730B35"/>
    <w:rsid w:val="00735BE8"/>
    <w:rsid w:val="00760186"/>
    <w:rsid w:val="007929C6"/>
    <w:rsid w:val="0079338F"/>
    <w:rsid w:val="007B025E"/>
    <w:rsid w:val="007C7C0C"/>
    <w:rsid w:val="007D632C"/>
    <w:rsid w:val="00810473"/>
    <w:rsid w:val="00820804"/>
    <w:rsid w:val="00830D03"/>
    <w:rsid w:val="00832F19"/>
    <w:rsid w:val="00836C5C"/>
    <w:rsid w:val="0084469D"/>
    <w:rsid w:val="00844AF1"/>
    <w:rsid w:val="00854F7E"/>
    <w:rsid w:val="00860EB9"/>
    <w:rsid w:val="00875373"/>
    <w:rsid w:val="008A2BC9"/>
    <w:rsid w:val="008B4AD2"/>
    <w:rsid w:val="008C1A8A"/>
    <w:rsid w:val="008D190D"/>
    <w:rsid w:val="008D77A3"/>
    <w:rsid w:val="009020F2"/>
    <w:rsid w:val="00904352"/>
    <w:rsid w:val="00916DF9"/>
    <w:rsid w:val="00926626"/>
    <w:rsid w:val="0097094A"/>
    <w:rsid w:val="009873E4"/>
    <w:rsid w:val="00993912"/>
    <w:rsid w:val="009A465F"/>
    <w:rsid w:val="009B4785"/>
    <w:rsid w:val="009D0AAE"/>
    <w:rsid w:val="009D6DAB"/>
    <w:rsid w:val="009E0916"/>
    <w:rsid w:val="009F6B57"/>
    <w:rsid w:val="00A054DE"/>
    <w:rsid w:val="00A06A01"/>
    <w:rsid w:val="00A27B40"/>
    <w:rsid w:val="00A27D47"/>
    <w:rsid w:val="00A31783"/>
    <w:rsid w:val="00A41044"/>
    <w:rsid w:val="00A6442A"/>
    <w:rsid w:val="00A7037D"/>
    <w:rsid w:val="00A773FA"/>
    <w:rsid w:val="00AA6D15"/>
    <w:rsid w:val="00AB51C7"/>
    <w:rsid w:val="00AC1132"/>
    <w:rsid w:val="00AC1D9E"/>
    <w:rsid w:val="00AC226F"/>
    <w:rsid w:val="00AF645E"/>
    <w:rsid w:val="00B055B3"/>
    <w:rsid w:val="00B21116"/>
    <w:rsid w:val="00B22006"/>
    <w:rsid w:val="00B3150E"/>
    <w:rsid w:val="00B35072"/>
    <w:rsid w:val="00B573F1"/>
    <w:rsid w:val="00B87C88"/>
    <w:rsid w:val="00B9315C"/>
    <w:rsid w:val="00BB5E19"/>
    <w:rsid w:val="00BE4AF4"/>
    <w:rsid w:val="00BF269E"/>
    <w:rsid w:val="00C043CD"/>
    <w:rsid w:val="00C05AA0"/>
    <w:rsid w:val="00C33F82"/>
    <w:rsid w:val="00C40CC5"/>
    <w:rsid w:val="00C473A1"/>
    <w:rsid w:val="00C64321"/>
    <w:rsid w:val="00C66F3B"/>
    <w:rsid w:val="00C751FE"/>
    <w:rsid w:val="00C75F3F"/>
    <w:rsid w:val="00CA7D81"/>
    <w:rsid w:val="00CB2D9F"/>
    <w:rsid w:val="00CC44A6"/>
    <w:rsid w:val="00CC7ECF"/>
    <w:rsid w:val="00CD7EB4"/>
    <w:rsid w:val="00CE18BC"/>
    <w:rsid w:val="00CE5D64"/>
    <w:rsid w:val="00CE6248"/>
    <w:rsid w:val="00CF16A7"/>
    <w:rsid w:val="00CF423F"/>
    <w:rsid w:val="00D05274"/>
    <w:rsid w:val="00D058CC"/>
    <w:rsid w:val="00D15E9F"/>
    <w:rsid w:val="00D439CF"/>
    <w:rsid w:val="00D7535B"/>
    <w:rsid w:val="00DA2BFC"/>
    <w:rsid w:val="00DA31F7"/>
    <w:rsid w:val="00DA4E81"/>
    <w:rsid w:val="00DB1957"/>
    <w:rsid w:val="00DB500E"/>
    <w:rsid w:val="00DC092A"/>
    <w:rsid w:val="00DE0C34"/>
    <w:rsid w:val="00E03C69"/>
    <w:rsid w:val="00E10F47"/>
    <w:rsid w:val="00E3021C"/>
    <w:rsid w:val="00E306FC"/>
    <w:rsid w:val="00E3094F"/>
    <w:rsid w:val="00E35993"/>
    <w:rsid w:val="00E50E32"/>
    <w:rsid w:val="00E75571"/>
    <w:rsid w:val="00EB0CEC"/>
    <w:rsid w:val="00EE0722"/>
    <w:rsid w:val="00EE469F"/>
    <w:rsid w:val="00F10D23"/>
    <w:rsid w:val="00F147F3"/>
    <w:rsid w:val="00F210A7"/>
    <w:rsid w:val="00F23962"/>
    <w:rsid w:val="00F4234B"/>
    <w:rsid w:val="00F55599"/>
    <w:rsid w:val="00F676A9"/>
    <w:rsid w:val="00F7245E"/>
    <w:rsid w:val="00F92FC2"/>
    <w:rsid w:val="00FA6495"/>
    <w:rsid w:val="00FD718F"/>
    <w:rsid w:val="00FD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1F6C19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7272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F1959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272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F1959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C226F"/>
    <w:rPr>
      <w:rFonts w:cs="Times New Roman"/>
      <w:color w:val="0000FF"/>
      <w:u w:val="single"/>
    </w:rPr>
  </w:style>
  <w:style w:type="character" w:customStyle="1" w:styleId="3">
    <w:name w:val="Знак Знак3"/>
    <w:uiPriority w:val="99"/>
    <w:rsid w:val="00CE5D64"/>
    <w:rPr>
      <w:sz w:val="32"/>
      <w:lang w:val="uk-UA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45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n-rada.gov.ua/Mickvukonkom/Rishennya/2018/3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1</Pages>
  <Words>442</Words>
  <Characters>2525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Пользователь Windows</cp:lastModifiedBy>
  <cp:revision>5</cp:revision>
  <cp:lastPrinted>2021-12-02T09:36:00Z</cp:lastPrinted>
  <dcterms:created xsi:type="dcterms:W3CDTF">2021-12-02T07:57:00Z</dcterms:created>
  <dcterms:modified xsi:type="dcterms:W3CDTF">2021-12-02T09:47:00Z</dcterms:modified>
</cp:coreProperties>
</file>