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EEE" w:rsidRPr="00800A09" w:rsidRDefault="00BF6EEE" w:rsidP="006B700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Сімдесят перша</w:t>
      </w:r>
      <w:r w:rsidRPr="00800A09">
        <w:rPr>
          <w:b/>
          <w:bCs/>
          <w:lang w:val="uk-UA"/>
        </w:rPr>
        <w:t xml:space="preserve"> сесія Знам’янської міської ради</w:t>
      </w:r>
    </w:p>
    <w:p w:rsidR="00BF6EEE" w:rsidRDefault="00BF6EEE" w:rsidP="006B7007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сьомого скликання</w:t>
      </w:r>
    </w:p>
    <w:p w:rsidR="00BF6EEE" w:rsidRPr="00800A09" w:rsidRDefault="00BF6EEE" w:rsidP="006B7007">
      <w:pPr>
        <w:jc w:val="center"/>
        <w:rPr>
          <w:b/>
          <w:bCs/>
          <w:lang w:val="uk-UA"/>
        </w:rPr>
      </w:pPr>
    </w:p>
    <w:p w:rsidR="00BF6EEE" w:rsidRPr="00800A09" w:rsidRDefault="00BF6EEE" w:rsidP="006B7007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Р І Ш Е Н Н Я</w:t>
      </w:r>
    </w:p>
    <w:p w:rsidR="00BF6EEE" w:rsidRPr="00BB454D" w:rsidRDefault="00BF6EEE" w:rsidP="006B7007">
      <w:pPr>
        <w:jc w:val="both"/>
        <w:rPr>
          <w:lang w:val="uk-UA"/>
        </w:rPr>
      </w:pPr>
      <w:r w:rsidRPr="00BB454D">
        <w:rPr>
          <w:lang w:val="uk-UA"/>
        </w:rPr>
        <w:t xml:space="preserve">від  </w:t>
      </w:r>
      <w:r>
        <w:rPr>
          <w:lang w:val="uk-UA"/>
        </w:rPr>
        <w:t>25 квітня</w:t>
      </w:r>
      <w:r w:rsidRPr="00BB454D">
        <w:rPr>
          <w:lang w:val="uk-UA"/>
        </w:rPr>
        <w:t xml:space="preserve">    </w:t>
      </w:r>
      <w:r>
        <w:rPr>
          <w:lang w:val="uk-UA"/>
        </w:rPr>
        <w:t>2019</w:t>
      </w:r>
      <w:r w:rsidRPr="00BB454D">
        <w:rPr>
          <w:lang w:val="uk-UA"/>
        </w:rPr>
        <w:t xml:space="preserve"> року                                                                     </w:t>
      </w:r>
      <w:r w:rsidRPr="00BB454D">
        <w:rPr>
          <w:lang w:val="uk-UA"/>
        </w:rPr>
        <w:tab/>
      </w:r>
      <w:r w:rsidRPr="00BB454D">
        <w:rPr>
          <w:lang w:val="uk-UA"/>
        </w:rPr>
        <w:tab/>
        <w:t xml:space="preserve"> </w:t>
      </w:r>
      <w:r w:rsidRPr="00BB454D">
        <w:rPr>
          <w:b/>
          <w:lang w:val="uk-UA"/>
        </w:rPr>
        <w:t>№</w:t>
      </w:r>
      <w:r>
        <w:rPr>
          <w:b/>
          <w:lang w:val="uk-UA"/>
        </w:rPr>
        <w:t>1913</w:t>
      </w:r>
    </w:p>
    <w:p w:rsidR="00BF6EEE" w:rsidRPr="00BB454D" w:rsidRDefault="00BF6EEE" w:rsidP="006B7007">
      <w:pPr>
        <w:jc w:val="center"/>
        <w:rPr>
          <w:b/>
        </w:rPr>
      </w:pPr>
      <w:r w:rsidRPr="00BB454D">
        <w:rPr>
          <w:lang w:val="uk-UA"/>
        </w:rPr>
        <w:t>м.Знам’янка</w:t>
      </w:r>
    </w:p>
    <w:p w:rsidR="00BF6EEE" w:rsidRDefault="00BF6EEE" w:rsidP="006B7007">
      <w:pPr>
        <w:rPr>
          <w:lang w:val="uk-UA"/>
        </w:rPr>
      </w:pPr>
      <w:r>
        <w:rPr>
          <w:lang w:val="uk-UA"/>
        </w:rPr>
        <w:t>Про встановлення туристичного</w:t>
      </w:r>
    </w:p>
    <w:p w:rsidR="00BF6EEE" w:rsidRPr="00BB454D" w:rsidRDefault="00BF6EEE" w:rsidP="006B7007">
      <w:pPr>
        <w:rPr>
          <w:lang w:val="uk-UA"/>
        </w:rPr>
      </w:pPr>
      <w:r>
        <w:rPr>
          <w:lang w:val="uk-UA"/>
        </w:rPr>
        <w:t xml:space="preserve">збору  </w:t>
      </w:r>
      <w:r w:rsidRPr="00BB454D">
        <w:rPr>
          <w:lang w:val="uk-UA"/>
        </w:rPr>
        <w:t>на території</w:t>
      </w:r>
    </w:p>
    <w:p w:rsidR="00BF6EEE" w:rsidRPr="00FB6583" w:rsidRDefault="00BF6EEE" w:rsidP="006B7007">
      <w:pPr>
        <w:rPr>
          <w:lang w:val="uk-UA"/>
        </w:rPr>
      </w:pPr>
      <w:r>
        <w:rPr>
          <w:lang w:val="uk-UA"/>
        </w:rPr>
        <w:t>м. Знам'янка на 2019</w:t>
      </w:r>
      <w:r w:rsidRPr="00BB454D">
        <w:rPr>
          <w:lang w:val="uk-UA"/>
        </w:rPr>
        <w:t xml:space="preserve"> рік</w:t>
      </w:r>
    </w:p>
    <w:p w:rsidR="00BF6EEE" w:rsidRPr="00C5208C" w:rsidRDefault="00BF6EEE" w:rsidP="006B7007">
      <w:pPr>
        <w:rPr>
          <w:lang w:val="uk-UA"/>
        </w:rPr>
      </w:pPr>
    </w:p>
    <w:p w:rsidR="00BF6EEE" w:rsidRDefault="00BF6EEE" w:rsidP="006B7007">
      <w:pPr>
        <w:ind w:right="-5" w:firstLine="142"/>
        <w:jc w:val="both"/>
        <w:rPr>
          <w:lang w:val="uk-UA"/>
        </w:rPr>
      </w:pPr>
      <w:r w:rsidRPr="00C5208C">
        <w:rPr>
          <w:color w:val="FF0000"/>
          <w:lang w:val="uk-UA"/>
        </w:rPr>
        <w:t xml:space="preserve">            </w:t>
      </w:r>
      <w:r>
        <w:rPr>
          <w:lang w:val="uk-UA"/>
        </w:rPr>
        <w:t xml:space="preserve">Керуючись статтею 268 </w:t>
      </w:r>
      <w:r w:rsidRPr="00BB454D">
        <w:rPr>
          <w:lang w:val="uk-UA"/>
        </w:rPr>
        <w:t>Податкового кодексу України</w:t>
      </w:r>
      <w:r>
        <w:rPr>
          <w:lang w:val="uk-UA"/>
        </w:rPr>
        <w:t>, Законом України "Про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зборів" від 23.11.2018 року №2628-VIII та пунктом 24 частини першої статті 26</w:t>
      </w:r>
      <w:r w:rsidRPr="00BB454D">
        <w:rPr>
          <w:lang w:val="uk-UA"/>
        </w:rPr>
        <w:t xml:space="preserve"> Закону  України  «Про  місцеве  самоврядування  в  Україні», </w:t>
      </w:r>
      <w:r>
        <w:rPr>
          <w:lang w:val="uk-UA"/>
        </w:rPr>
        <w:t xml:space="preserve">Знам'янська </w:t>
      </w:r>
      <w:r w:rsidRPr="00BB454D">
        <w:rPr>
          <w:lang w:val="uk-UA"/>
        </w:rPr>
        <w:t>міська  рада</w:t>
      </w:r>
    </w:p>
    <w:p w:rsidR="00BF6EEE" w:rsidRPr="00BB454D" w:rsidRDefault="00BF6EEE" w:rsidP="006B7007">
      <w:pPr>
        <w:ind w:right="-5" w:firstLine="142"/>
        <w:jc w:val="both"/>
        <w:rPr>
          <w:b/>
          <w:lang w:val="uk-UA"/>
        </w:rPr>
      </w:pPr>
    </w:p>
    <w:p w:rsidR="00BF6EEE" w:rsidRDefault="00BF6EEE" w:rsidP="006B7007">
      <w:pPr>
        <w:pStyle w:val="BodyText"/>
        <w:jc w:val="center"/>
        <w:rPr>
          <w:b/>
          <w:lang w:val="uk-UA"/>
        </w:rPr>
      </w:pPr>
      <w:r w:rsidRPr="00BB454D">
        <w:rPr>
          <w:b/>
          <w:lang w:val="uk-UA"/>
        </w:rPr>
        <w:t>В и р і ш и л а:</w:t>
      </w:r>
    </w:p>
    <w:p w:rsidR="00BF6EEE" w:rsidRDefault="00BF6EEE" w:rsidP="006B7007">
      <w:pPr>
        <w:pStyle w:val="rvps2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EC36FF">
        <w:rPr>
          <w:lang w:val="uk-UA"/>
        </w:rPr>
        <w:t>В</w:t>
      </w:r>
      <w:r w:rsidRPr="00E000C4">
        <w:rPr>
          <w:lang w:val="uk-UA"/>
        </w:rPr>
        <w:t xml:space="preserve">становити  на території м. Знам'янка </w:t>
      </w:r>
      <w:r w:rsidRPr="00E000C4">
        <w:rPr>
          <w:color w:val="000000"/>
          <w:lang w:val="uk-UA"/>
        </w:rPr>
        <w:t>с</w:t>
      </w:r>
      <w:r w:rsidRPr="00E000C4">
        <w:rPr>
          <w:color w:val="000000"/>
        </w:rPr>
        <w:t>тавк</w:t>
      </w:r>
      <w:r w:rsidRPr="00E000C4">
        <w:rPr>
          <w:color w:val="000000"/>
          <w:lang w:val="uk-UA"/>
        </w:rPr>
        <w:t>у туристичного збору</w:t>
      </w:r>
      <w:r w:rsidRPr="00E000C4">
        <w:rPr>
          <w:color w:val="000000"/>
        </w:rPr>
        <w:t xml:space="preserve"> у</w:t>
      </w:r>
      <w:r>
        <w:rPr>
          <w:color w:val="000000"/>
          <w:lang w:val="uk-UA"/>
        </w:rPr>
        <w:t xml:space="preserve"> </w:t>
      </w:r>
      <w:r w:rsidRPr="00E000C4">
        <w:rPr>
          <w:color w:val="000000"/>
        </w:rPr>
        <w:t xml:space="preserve"> </w:t>
      </w:r>
      <w:r w:rsidRPr="00E72C31">
        <w:rPr>
          <w:color w:val="000000"/>
        </w:rPr>
        <w:t>розмірі</w:t>
      </w:r>
      <w:r>
        <w:rPr>
          <w:color w:val="000000"/>
          <w:lang w:val="uk-UA"/>
        </w:rPr>
        <w:t xml:space="preserve"> </w:t>
      </w:r>
      <w:r w:rsidRPr="00405099">
        <w:rPr>
          <w:color w:val="000000"/>
          <w:lang w:val="uk-UA"/>
        </w:rPr>
        <w:t>0,5</w:t>
      </w:r>
      <w:r w:rsidRPr="00E72C31">
        <w:rPr>
          <w:color w:val="000000"/>
        </w:rPr>
        <w:t xml:space="preserve"> відсотка</w:t>
      </w:r>
      <w:r>
        <w:rPr>
          <w:color w:val="000000"/>
          <w:lang w:val="uk-UA"/>
        </w:rPr>
        <w:t xml:space="preserve"> – для внутрішнього туризму </w:t>
      </w:r>
      <w:r w:rsidRPr="00405099">
        <w:rPr>
          <w:color w:val="000000"/>
          <w:lang w:val="uk-UA"/>
        </w:rPr>
        <w:t xml:space="preserve">та </w:t>
      </w:r>
      <w:r>
        <w:rPr>
          <w:color w:val="000000"/>
          <w:lang w:val="uk-UA"/>
        </w:rPr>
        <w:t>1 відсоток – для в</w:t>
      </w:r>
      <w:r w:rsidRPr="00312495">
        <w:rPr>
          <w:color w:val="000000"/>
        </w:rPr>
        <w:t>"</w:t>
      </w:r>
      <w:r>
        <w:rPr>
          <w:color w:val="000000"/>
          <w:lang w:val="uk-UA"/>
        </w:rPr>
        <w:t>їзного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</w:t>
      </w:r>
      <w:r>
        <w:rPr>
          <w:color w:val="000000"/>
        </w:rPr>
        <w:t>.</w:t>
      </w:r>
    </w:p>
    <w:p w:rsidR="00BF6EEE" w:rsidRDefault="00BF6EEE" w:rsidP="006B7007">
      <w:pPr>
        <w:pStyle w:val="rvps2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EC36FF">
        <w:rPr>
          <w:color w:val="000000"/>
          <w:lang w:val="uk-UA"/>
        </w:rPr>
        <w:t>Пла</w:t>
      </w:r>
      <w:r w:rsidRPr="00E000C4">
        <w:rPr>
          <w:color w:val="000000"/>
          <w:lang w:val="uk-UA"/>
        </w:rPr>
        <w:t xml:space="preserve">тники туристичного збору визначаються пунктом 268.2  статті </w:t>
      </w:r>
      <w:r w:rsidRPr="00E000C4">
        <w:rPr>
          <w:lang w:val="uk-UA"/>
        </w:rPr>
        <w:t>268 Податкового кодексу України</w:t>
      </w:r>
      <w:r w:rsidRPr="00E000C4">
        <w:rPr>
          <w:color w:val="000000"/>
          <w:lang w:val="uk-UA"/>
        </w:rPr>
        <w:t>.</w:t>
      </w:r>
    </w:p>
    <w:p w:rsidR="00BF6EEE" w:rsidRPr="00031530" w:rsidRDefault="00BF6EEE" w:rsidP="006B7007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</w:pPr>
      <w:r w:rsidRPr="00031530">
        <w:t>База справляння збору визначається відповідно до пункту 268.4 статті 268 Податкового кодексу України.</w:t>
      </w:r>
    </w:p>
    <w:p w:rsidR="00BF6EEE" w:rsidRPr="00405099" w:rsidRDefault="00BF6EEE" w:rsidP="006B7007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</w:pPr>
      <w:r w:rsidRPr="00405099">
        <w:t>Суб'єкти справляння збору (податкові агенти) визначаються відповідно до пункту 268.5 статті 268 Податкового кодексу України.</w:t>
      </w:r>
    </w:p>
    <w:p w:rsidR="00BF6EEE" w:rsidRPr="00031530" w:rsidRDefault="00BF6EEE" w:rsidP="006B7007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</w:pPr>
      <w:r w:rsidRPr="00031530">
        <w:t xml:space="preserve">Базовий податковий період визначається відповідно до підпункту 268.7.3 пункту  </w:t>
      </w:r>
      <w:r w:rsidRPr="00031530">
        <w:rPr>
          <w:color w:val="000000"/>
        </w:rPr>
        <w:t>268.7</w:t>
      </w:r>
      <w:r w:rsidRPr="00031530">
        <w:t xml:space="preserve"> статті 268 Податкового кодексу України. </w:t>
      </w:r>
    </w:p>
    <w:p w:rsidR="00BF6EEE" w:rsidRPr="00031530" w:rsidRDefault="00BF6EEE" w:rsidP="006B7007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</w:pPr>
      <w:r w:rsidRPr="00031530">
        <w:t xml:space="preserve">Порядок сплати туристичного збору  визначається відповідно до підпункту 268.6.1 пункту  </w:t>
      </w:r>
      <w:r w:rsidRPr="00031530">
        <w:rPr>
          <w:color w:val="000000"/>
        </w:rPr>
        <w:t xml:space="preserve">268.6 та підпункту </w:t>
      </w:r>
      <w:r w:rsidRPr="00031530">
        <w:t xml:space="preserve">268.7.1 пункту  </w:t>
      </w:r>
      <w:r w:rsidRPr="00031530">
        <w:rPr>
          <w:color w:val="000000"/>
        </w:rPr>
        <w:t>268.7</w:t>
      </w:r>
      <w:r w:rsidRPr="00031530">
        <w:t xml:space="preserve"> статті 268 Податкового кодексу України. </w:t>
      </w:r>
    </w:p>
    <w:p w:rsidR="00BF6EEE" w:rsidRDefault="00BF6EEE" w:rsidP="006B7007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</w:pPr>
      <w:r w:rsidRPr="00BB454D">
        <w:t xml:space="preserve">Дане рішення набуває чинності </w:t>
      </w:r>
      <w:r>
        <w:t xml:space="preserve"> </w:t>
      </w:r>
      <w:r w:rsidRPr="00BB454D">
        <w:t xml:space="preserve">з </w:t>
      </w:r>
      <w:r>
        <w:t>моменту оприлюднення</w:t>
      </w:r>
      <w:r w:rsidRPr="00BB454D">
        <w:t>.</w:t>
      </w:r>
    </w:p>
    <w:p w:rsidR="00BF6EEE" w:rsidRDefault="00BF6EEE" w:rsidP="006B7007">
      <w:pPr>
        <w:numPr>
          <w:ilvl w:val="0"/>
          <w:numId w:val="23"/>
        </w:numPr>
        <w:jc w:val="both"/>
        <w:rPr>
          <w:lang w:val="uk-UA"/>
        </w:rPr>
      </w:pPr>
      <w:r>
        <w:rPr>
          <w:lang w:val="uk-UA"/>
        </w:rPr>
        <w:t>Відділу економічного розвитку, промисловості, інфраструктури та торгівлі</w:t>
      </w:r>
      <w:r w:rsidRPr="00D058CC">
        <w:t xml:space="preserve">  (</w:t>
      </w:r>
      <w:r>
        <w:rPr>
          <w:lang w:val="uk-UA"/>
        </w:rPr>
        <w:t>нач</w:t>
      </w:r>
      <w:r>
        <w:t>.</w:t>
      </w:r>
      <w:r>
        <w:rPr>
          <w:lang w:val="uk-UA"/>
        </w:rPr>
        <w:t xml:space="preserve"> Кузіна І.П.</w:t>
      </w:r>
      <w:r w:rsidRPr="00D058CC">
        <w:t xml:space="preserve">) </w:t>
      </w:r>
      <w:r>
        <w:rPr>
          <w:lang w:val="uk-UA"/>
        </w:rPr>
        <w:t xml:space="preserve">направити </w:t>
      </w:r>
      <w:r w:rsidRPr="00D058CC">
        <w:t xml:space="preserve"> дане рішення </w:t>
      </w:r>
      <w:r>
        <w:rPr>
          <w:lang w:val="uk-UA"/>
        </w:rPr>
        <w:t xml:space="preserve"> ТОВ "Редакція</w:t>
      </w:r>
      <w:r>
        <w:t xml:space="preserve"> газет</w:t>
      </w:r>
      <w:r>
        <w:rPr>
          <w:lang w:val="uk-UA"/>
        </w:rPr>
        <w:t>и</w:t>
      </w:r>
      <w:r w:rsidRPr="00D058CC">
        <w:t xml:space="preserve"> "Знам'</w:t>
      </w:r>
      <w:r>
        <w:t>янські вісті"</w:t>
      </w:r>
      <w:r>
        <w:rPr>
          <w:lang w:val="uk-UA"/>
        </w:rPr>
        <w:t>" для оприлюднення</w:t>
      </w:r>
      <w:r w:rsidRPr="00D058CC">
        <w:t xml:space="preserve">.   </w:t>
      </w:r>
    </w:p>
    <w:p w:rsidR="00BF6EEE" w:rsidRPr="00405099" w:rsidRDefault="00BF6EEE" w:rsidP="006B7007">
      <w:pPr>
        <w:numPr>
          <w:ilvl w:val="0"/>
          <w:numId w:val="23"/>
        </w:numPr>
        <w:jc w:val="both"/>
        <w:rPr>
          <w:lang w:val="uk-UA"/>
        </w:rPr>
      </w:pPr>
      <w:r w:rsidRPr="00312495">
        <w:rPr>
          <w:lang w:val="uk-UA"/>
        </w:rPr>
        <w:t xml:space="preserve">Доручити </w:t>
      </w:r>
      <w:r w:rsidRPr="00405099">
        <w:rPr>
          <w:lang w:val="uk-UA"/>
        </w:rPr>
        <w:t>виконавчому комітету Знам'янської</w:t>
      </w:r>
      <w:r w:rsidRPr="00312495">
        <w:rPr>
          <w:lang w:val="uk-UA"/>
        </w:rPr>
        <w:t xml:space="preserve"> міської ради оприлюднювати на офіційному сайті </w:t>
      </w:r>
      <w:r w:rsidRPr="00405099">
        <w:rPr>
          <w:lang w:val="uk-UA"/>
        </w:rPr>
        <w:t>Знам'янської</w:t>
      </w:r>
      <w:r w:rsidRPr="00312495">
        <w:rPr>
          <w:lang w:val="uk-UA"/>
        </w:rPr>
        <w:t xml:space="preserve"> міської ради </w:t>
      </w:r>
      <w:r w:rsidRPr="00405099">
        <w:rPr>
          <w:lang w:val="uk-UA"/>
        </w:rPr>
        <w:t>перелік податкових агентів та інформацію про них.</w:t>
      </w:r>
    </w:p>
    <w:p w:rsidR="00BF6EEE" w:rsidRDefault="00BF6EEE" w:rsidP="006B7007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</w:pPr>
      <w:r w:rsidRPr="005144AF">
        <w:t>Контроль за виконанням даного рішення покласти на постійну комісію з питань споживчого ринку, підприємництва, правової політики (гол. О.Луц</w:t>
      </w:r>
      <w:r>
        <w:t xml:space="preserve">) та </w:t>
      </w:r>
      <w:r w:rsidRPr="00E51DB5">
        <w:t>комісію з питань бюджету та економічного розвитку міста (гол. Н.Данасієнко).</w:t>
      </w:r>
    </w:p>
    <w:p w:rsidR="00BF6EEE" w:rsidRPr="005144AF" w:rsidRDefault="00BF6EEE" w:rsidP="006B7007">
      <w:pPr>
        <w:pStyle w:val="NormalWeb"/>
        <w:spacing w:before="0" w:beforeAutospacing="0" w:after="0" w:afterAutospacing="0"/>
        <w:jc w:val="both"/>
      </w:pPr>
    </w:p>
    <w:p w:rsidR="00BF6EEE" w:rsidRPr="00C5208C" w:rsidRDefault="00BF6EEE" w:rsidP="006B7007">
      <w:pPr>
        <w:widowControl w:val="0"/>
        <w:suppressAutoHyphens/>
        <w:ind w:left="420"/>
        <w:jc w:val="both"/>
        <w:rPr>
          <w:lang w:val="uk-UA"/>
        </w:rPr>
      </w:pPr>
    </w:p>
    <w:p w:rsidR="00BF6EEE" w:rsidRPr="0097165C" w:rsidRDefault="00BF6EEE" w:rsidP="006B7007">
      <w:pPr>
        <w:ind w:left="360"/>
        <w:rPr>
          <w:b/>
          <w:lang w:val="uk-UA"/>
        </w:rPr>
      </w:pPr>
      <w:r w:rsidRPr="00C5208C">
        <w:t xml:space="preserve">               </w:t>
      </w:r>
      <w:r>
        <w:rPr>
          <w:lang w:val="uk-UA"/>
        </w:rPr>
        <w:t xml:space="preserve">     </w:t>
      </w:r>
      <w:r w:rsidRPr="00C5208C">
        <w:rPr>
          <w:b/>
        </w:rPr>
        <w:t xml:space="preserve">Міський голова                                     </w:t>
      </w:r>
      <w:r>
        <w:rPr>
          <w:b/>
        </w:rPr>
        <w:t xml:space="preserve">         </w:t>
      </w:r>
      <w:r w:rsidRPr="00C5208C">
        <w:rPr>
          <w:b/>
        </w:rPr>
        <w:t>С.Філіпенко</w:t>
      </w:r>
    </w:p>
    <w:p w:rsidR="00BF6EEE" w:rsidRPr="006B7007" w:rsidRDefault="00BF6EEE" w:rsidP="006B7007">
      <w:bookmarkStart w:id="0" w:name="_GoBack"/>
      <w:bookmarkEnd w:id="0"/>
    </w:p>
    <w:sectPr w:rsidR="00BF6EEE" w:rsidRPr="006B7007" w:rsidSect="00C40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C9584B"/>
    <w:multiLevelType w:val="hybridMultilevel"/>
    <w:tmpl w:val="086208FC"/>
    <w:lvl w:ilvl="0" w:tplc="00000007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46004A"/>
    <w:multiLevelType w:val="hybridMultilevel"/>
    <w:tmpl w:val="A9DE47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E5799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C271B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2178FB"/>
    <w:multiLevelType w:val="hybridMultilevel"/>
    <w:tmpl w:val="6074B5A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4C37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5D55E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807722"/>
    <w:multiLevelType w:val="hybridMultilevel"/>
    <w:tmpl w:val="109C992E"/>
    <w:lvl w:ilvl="0" w:tplc="A52C2080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3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AF4115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A9810F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3B70B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8A35C0A"/>
    <w:multiLevelType w:val="multilevel"/>
    <w:tmpl w:val="E9F2A3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2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2"/>
  </w:num>
  <w:num w:numId="5">
    <w:abstractNumId w:val="0"/>
  </w:num>
  <w:num w:numId="6">
    <w:abstractNumId w:val="17"/>
  </w:num>
  <w:num w:numId="7">
    <w:abstractNumId w:val="22"/>
  </w:num>
  <w:num w:numId="8">
    <w:abstractNumId w:val="14"/>
  </w:num>
  <w:num w:numId="9">
    <w:abstractNumId w:val="16"/>
  </w:num>
  <w:num w:numId="10">
    <w:abstractNumId w:val="10"/>
  </w:num>
  <w:num w:numId="11">
    <w:abstractNumId w:val="9"/>
  </w:num>
  <w:num w:numId="12">
    <w:abstractNumId w:val="15"/>
  </w:num>
  <w:num w:numId="13">
    <w:abstractNumId w:val="5"/>
  </w:num>
  <w:num w:numId="14">
    <w:abstractNumId w:val="20"/>
  </w:num>
  <w:num w:numId="15">
    <w:abstractNumId w:val="7"/>
  </w:num>
  <w:num w:numId="16">
    <w:abstractNumId w:val="11"/>
  </w:num>
  <w:num w:numId="17">
    <w:abstractNumId w:val="18"/>
  </w:num>
  <w:num w:numId="18">
    <w:abstractNumId w:val="13"/>
  </w:num>
  <w:num w:numId="19">
    <w:abstractNumId w:val="12"/>
  </w:num>
  <w:num w:numId="20">
    <w:abstractNumId w:val="3"/>
  </w:num>
  <w:num w:numId="21">
    <w:abstractNumId w:val="8"/>
  </w:num>
  <w:num w:numId="22">
    <w:abstractNumId w:val="1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7F66"/>
    <w:rsid w:val="00000DDA"/>
    <w:rsid w:val="00031530"/>
    <w:rsid w:val="0006235D"/>
    <w:rsid w:val="00297DD2"/>
    <w:rsid w:val="00312495"/>
    <w:rsid w:val="003A5B93"/>
    <w:rsid w:val="003A7DFE"/>
    <w:rsid w:val="003F0A0C"/>
    <w:rsid w:val="00405099"/>
    <w:rsid w:val="00457F66"/>
    <w:rsid w:val="005144AF"/>
    <w:rsid w:val="005539AC"/>
    <w:rsid w:val="0068572A"/>
    <w:rsid w:val="006B7007"/>
    <w:rsid w:val="00800A09"/>
    <w:rsid w:val="00816358"/>
    <w:rsid w:val="00915A97"/>
    <w:rsid w:val="0097165C"/>
    <w:rsid w:val="00A706EF"/>
    <w:rsid w:val="00B07D70"/>
    <w:rsid w:val="00B91006"/>
    <w:rsid w:val="00BB454D"/>
    <w:rsid w:val="00BE536D"/>
    <w:rsid w:val="00BF6EEE"/>
    <w:rsid w:val="00C4011A"/>
    <w:rsid w:val="00C5208C"/>
    <w:rsid w:val="00D058CC"/>
    <w:rsid w:val="00D33AB1"/>
    <w:rsid w:val="00D5115F"/>
    <w:rsid w:val="00DB1B3E"/>
    <w:rsid w:val="00DD6025"/>
    <w:rsid w:val="00DF6086"/>
    <w:rsid w:val="00E000C4"/>
    <w:rsid w:val="00E51DB5"/>
    <w:rsid w:val="00E72C31"/>
    <w:rsid w:val="00EB0058"/>
    <w:rsid w:val="00EC36FF"/>
    <w:rsid w:val="00F07FC9"/>
    <w:rsid w:val="00F10AC7"/>
    <w:rsid w:val="00F64A07"/>
    <w:rsid w:val="00FB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66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57F6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457F66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457F66"/>
    <w:pPr>
      <w:spacing w:after="120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57F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A5B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NormalWeb">
    <w:name w:val="Normal (Web)"/>
    <w:basedOn w:val="Normal"/>
    <w:uiPriority w:val="99"/>
    <w:rsid w:val="006B7007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6B7007"/>
    <w:pPr>
      <w:spacing w:before="100" w:beforeAutospacing="1" w:after="100" w:afterAutospacing="1"/>
    </w:pPr>
    <w:rPr>
      <w:rFonts w:eastAsia="Batan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349</Words>
  <Characters>1995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2019-05-03T11:16:00Z</dcterms:created>
  <dcterms:modified xsi:type="dcterms:W3CDTF">2019-06-14T12:12:00Z</dcterms:modified>
</cp:coreProperties>
</file>