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BE8" w:rsidRDefault="00E95BE8" w:rsidP="00CE350B">
      <w:pPr>
        <w:pStyle w:val="Title"/>
        <w:jc w:val="right"/>
      </w:pPr>
      <w:r w:rsidRPr="003A1DF5">
        <w:t>ПРОЕКТ</w:t>
      </w:r>
    </w:p>
    <w:p w:rsidR="00E95BE8" w:rsidRPr="00CE427F" w:rsidRDefault="00E95BE8" w:rsidP="00515D91">
      <w:pPr>
        <w:pStyle w:val="NoSpacing"/>
        <w:jc w:val="center"/>
        <w:rPr>
          <w:rFonts w:ascii="Times New Roman" w:hAnsi="Times New Roman"/>
          <w:b/>
          <w:lang w:val="uk-UA"/>
        </w:rPr>
      </w:pPr>
      <w:r w:rsidRPr="00CE427F">
        <w:rPr>
          <w:rFonts w:ascii="Times New Roman" w:hAnsi="Times New Roman"/>
          <w:b/>
          <w:lang w:val="uk-UA"/>
        </w:rPr>
        <w:t>Пояснювальна  записка</w:t>
      </w:r>
    </w:p>
    <w:p w:rsidR="00E95BE8" w:rsidRPr="00CE427F" w:rsidRDefault="00E95BE8" w:rsidP="00515D91">
      <w:pPr>
        <w:pStyle w:val="NoSpacing"/>
        <w:jc w:val="center"/>
        <w:rPr>
          <w:rFonts w:ascii="Times New Roman" w:hAnsi="Times New Roman"/>
          <w:b/>
          <w:lang w:val="uk-UA"/>
        </w:rPr>
      </w:pPr>
      <w:r w:rsidRPr="00CE427F">
        <w:rPr>
          <w:rFonts w:ascii="Times New Roman" w:hAnsi="Times New Roman"/>
          <w:b/>
          <w:lang w:val="uk-UA"/>
        </w:rPr>
        <w:t xml:space="preserve">до проекту  рішення  міської  ради </w:t>
      </w:r>
    </w:p>
    <w:p w:rsidR="00E95BE8" w:rsidRPr="00155C77" w:rsidRDefault="00E95BE8" w:rsidP="00155C77">
      <w:pPr>
        <w:pStyle w:val="NoSpacing"/>
        <w:jc w:val="center"/>
        <w:rPr>
          <w:rFonts w:ascii="Times New Roman" w:hAnsi="Times New Roman"/>
          <w:b/>
          <w:lang w:val="uk-UA"/>
        </w:rPr>
      </w:pPr>
      <w:r w:rsidRPr="00CE427F">
        <w:rPr>
          <w:rFonts w:ascii="Times New Roman" w:hAnsi="Times New Roman"/>
          <w:b/>
          <w:lang w:val="uk-UA"/>
        </w:rPr>
        <w:t>«Про  внесення доповнення до  Програми  економічного  і  соціального  розвитку  м. Знам’янка  на 2018  рік»</w:t>
      </w:r>
    </w:p>
    <w:p w:rsidR="00E95BE8" w:rsidRDefault="00E95BE8" w:rsidP="00BB2A1C">
      <w:pPr>
        <w:pStyle w:val="NoSpacing"/>
        <w:numPr>
          <w:ilvl w:val="0"/>
          <w:numId w:val="20"/>
        </w:numPr>
        <w:ind w:left="0" w:firstLine="284"/>
        <w:jc w:val="both"/>
        <w:rPr>
          <w:rFonts w:ascii="Times New Roman" w:hAnsi="Times New Roman"/>
          <w:lang w:val="uk-UA"/>
        </w:rPr>
      </w:pPr>
      <w:r w:rsidRPr="00CE427F">
        <w:rPr>
          <w:rFonts w:ascii="Times New Roman" w:hAnsi="Times New Roman"/>
          <w:b/>
          <w:lang w:val="uk-UA"/>
        </w:rPr>
        <w:t>Характеристика стану речей в галузі, яку врегульовує це рішення:</w:t>
      </w:r>
      <w:r w:rsidRPr="00CE427F">
        <w:rPr>
          <w:rFonts w:ascii="Times New Roman" w:hAnsi="Times New Roman"/>
          <w:lang w:val="uk-UA"/>
        </w:rPr>
        <w:t xml:space="preserve"> проект рішення  міської  ради підготовлено відповідно до </w:t>
      </w:r>
      <w:r w:rsidRPr="00CE427F">
        <w:rPr>
          <w:rFonts w:ascii="Times New Roman" w:hAnsi="Times New Roman"/>
          <w:lang w:val="uk-UA" w:eastAsia="ru-RU"/>
        </w:rPr>
        <w:t xml:space="preserve">листа фінансового управління Знам'янської РДА від 27.04.2018р. №01-39/85/1, </w:t>
      </w:r>
      <w:r w:rsidRPr="00CE427F">
        <w:rPr>
          <w:rFonts w:ascii="Times New Roman" w:hAnsi="Times New Roman"/>
          <w:lang w:val="uk-UA"/>
        </w:rPr>
        <w:t xml:space="preserve">яким  вноситься доповнення до Переліку соціальних заходів, реалізація яких буде продовжена, розпочата, завершена у 2018 році, у рамках програми економічного і соціального розвитку Кіровоградської області на 2018 рік у м. Знам’янка Програми  економічного  </w:t>
      </w:r>
      <w:r w:rsidRPr="00BB2A1C">
        <w:rPr>
          <w:rFonts w:ascii="Times New Roman" w:hAnsi="Times New Roman"/>
          <w:lang w:val="uk-UA"/>
        </w:rPr>
        <w:t>і  соціального  розвитку м. Знам’янка  на 2018  рік, затвердженої  рішенням  міської  ради від 17.11.2017  року  №1180.</w:t>
      </w:r>
    </w:p>
    <w:p w:rsidR="00E95BE8" w:rsidRPr="00BB2A1C" w:rsidRDefault="00E95BE8" w:rsidP="00BB2A1C">
      <w:pPr>
        <w:pStyle w:val="NoSpacing"/>
        <w:numPr>
          <w:ilvl w:val="0"/>
          <w:numId w:val="20"/>
        </w:numPr>
        <w:ind w:left="0" w:firstLine="284"/>
        <w:jc w:val="both"/>
        <w:rPr>
          <w:rFonts w:ascii="Times New Roman" w:hAnsi="Times New Roman"/>
          <w:lang w:val="uk-UA"/>
        </w:rPr>
      </w:pPr>
      <w:r w:rsidRPr="00BB2A1C">
        <w:rPr>
          <w:rFonts w:ascii="Times New Roman" w:hAnsi="Times New Roman"/>
          <w:b/>
          <w:lang w:val="uk-UA"/>
        </w:rPr>
        <w:t>Потреба і мета прийняття рішення:</w:t>
      </w:r>
      <w:r w:rsidRPr="00BB2A1C">
        <w:rPr>
          <w:rFonts w:ascii="Times New Roman" w:hAnsi="Times New Roman"/>
          <w:lang w:val="uk-UA"/>
        </w:rPr>
        <w:t xml:space="preserve"> доповнення розділом «Охорона здоров'я» Переліку соціальних заходів, реалізація яких буде продовжена, розпочата, завершена у 2018 році, у рамках програми</w:t>
      </w:r>
      <w:r w:rsidRPr="00CE427F">
        <w:rPr>
          <w:rFonts w:ascii="Times New Roman" w:hAnsi="Times New Roman"/>
          <w:lang w:val="uk-UA"/>
        </w:rPr>
        <w:t xml:space="preserve"> економічного і соціального розвитку Кіровоградської області на 2018 рік у м. Знам’янка Програми  економічного  і  соціального  розвитку м. Знам’янка  на 2018  рік на підставі </w:t>
      </w:r>
      <w:r w:rsidRPr="00CE427F">
        <w:rPr>
          <w:rFonts w:ascii="Times New Roman" w:hAnsi="Times New Roman"/>
          <w:lang w:val="uk-UA" w:eastAsia="ru-RU"/>
        </w:rPr>
        <w:t>розпорядження Кабінету Міністрів України від 06.12.2017р. №861-р «Деякі питання розподілу у 2017 році субвенції з державного бюджету місцевим бюджетам на здійснення заходів щодо соціально-економічного розвитку окремих територій» та листа фінансового управління Знам</w:t>
      </w:r>
      <w:r w:rsidRPr="00CE427F">
        <w:rPr>
          <w:rFonts w:ascii="Times New Roman" w:hAnsi="Times New Roman"/>
          <w:lang w:val="en-US" w:eastAsia="ru-RU"/>
        </w:rPr>
        <w:t>'янської РДА</w:t>
      </w:r>
      <w:r w:rsidRPr="00CE427F">
        <w:rPr>
          <w:rFonts w:ascii="Times New Roman" w:hAnsi="Times New Roman"/>
          <w:lang w:val="uk-UA" w:eastAsia="ru-RU"/>
        </w:rPr>
        <w:t xml:space="preserve"> від 27.04.2018р. №01-39/85/1.</w:t>
      </w:r>
    </w:p>
    <w:p w:rsidR="00E95BE8" w:rsidRPr="00CE427F" w:rsidRDefault="00E95BE8" w:rsidP="002278B6">
      <w:pPr>
        <w:pStyle w:val="NoSpacing"/>
        <w:numPr>
          <w:ilvl w:val="0"/>
          <w:numId w:val="20"/>
        </w:numPr>
        <w:ind w:left="0" w:firstLine="284"/>
        <w:jc w:val="both"/>
        <w:rPr>
          <w:rFonts w:ascii="Times New Roman" w:hAnsi="Times New Roman"/>
          <w:b/>
          <w:lang w:val="uk-UA"/>
        </w:rPr>
      </w:pPr>
      <w:r w:rsidRPr="00CE427F">
        <w:rPr>
          <w:rFonts w:ascii="Times New Roman" w:hAnsi="Times New Roman"/>
          <w:b/>
          <w:lang w:val="uk-UA"/>
        </w:rPr>
        <w:t xml:space="preserve">Прогнозні суспільні, економічні, фінансові та юридичні наслідки: </w:t>
      </w:r>
      <w:r w:rsidRPr="00CE427F">
        <w:rPr>
          <w:rFonts w:ascii="Times New Roman" w:hAnsi="Times New Roman"/>
          <w:lang w:val="uk-UA"/>
        </w:rPr>
        <w:t>можливість фінансування проекту за рахунок коштів субвенції з</w:t>
      </w:r>
      <w:r w:rsidRPr="00CE427F">
        <w:rPr>
          <w:rFonts w:ascii="Times New Roman" w:hAnsi="Times New Roman"/>
          <w:b/>
          <w:lang w:val="uk-UA"/>
        </w:rPr>
        <w:t xml:space="preserve"> </w:t>
      </w:r>
      <w:r w:rsidRPr="00CE427F">
        <w:rPr>
          <w:rFonts w:ascii="Times New Roman" w:hAnsi="Times New Roman"/>
          <w:lang w:val="uk-UA" w:eastAsia="ru-RU"/>
        </w:rPr>
        <w:t>державного бюджету місцевим бюджетам на здійснення заходів щодо соціально-економічного розвитку окремих територій та співфінансування з міського бюджету.</w:t>
      </w:r>
    </w:p>
    <w:p w:rsidR="00E95BE8" w:rsidRPr="00CE427F" w:rsidRDefault="00E95BE8" w:rsidP="002278B6">
      <w:pPr>
        <w:pStyle w:val="ListParagraph"/>
        <w:numPr>
          <w:ilvl w:val="0"/>
          <w:numId w:val="20"/>
        </w:numPr>
        <w:ind w:left="0" w:firstLine="284"/>
        <w:jc w:val="both"/>
        <w:rPr>
          <w:sz w:val="22"/>
          <w:szCs w:val="22"/>
          <w:lang w:val="uk-UA" w:eastAsia="en-US"/>
        </w:rPr>
      </w:pPr>
      <w:r w:rsidRPr="00CE427F">
        <w:rPr>
          <w:b/>
          <w:sz w:val="22"/>
          <w:szCs w:val="22"/>
          <w:lang w:val="uk-UA"/>
        </w:rPr>
        <w:t xml:space="preserve">Механізм виконання рішення: </w:t>
      </w:r>
      <w:r w:rsidRPr="00CE427F">
        <w:rPr>
          <w:sz w:val="22"/>
          <w:szCs w:val="22"/>
          <w:lang w:val="uk-UA"/>
        </w:rPr>
        <w:t xml:space="preserve">фінансування соціальних заходів, реалізація яких буде продовжена, розпочата, завершена у 2018 році Програми економічного і соціального розвитку м.Знам’янка на 2018 рік, а саме: </w:t>
      </w:r>
      <w:r w:rsidRPr="00CE427F">
        <w:rPr>
          <w:sz w:val="22"/>
          <w:szCs w:val="22"/>
          <w:lang w:val="uk-UA" w:eastAsia="en-US"/>
        </w:rPr>
        <w:t xml:space="preserve">«Придбання медичного обладнання для </w:t>
      </w:r>
      <w:r>
        <w:rPr>
          <w:sz w:val="22"/>
          <w:szCs w:val="22"/>
          <w:lang w:val="uk-UA" w:eastAsia="en-US"/>
        </w:rPr>
        <w:t>КЗ "Знам'янська міська лікарня ім..А.В.Лисенка"</w:t>
      </w:r>
      <w:r w:rsidRPr="00CE427F">
        <w:rPr>
          <w:sz w:val="22"/>
          <w:szCs w:val="22"/>
          <w:lang w:val="uk-UA" w:eastAsia="en-US"/>
        </w:rPr>
        <w:t xml:space="preserve"> (за рахунок залишку субвенції з державного бюджету на здійснення заходів щодо соціально-економічного розвитку окремих територій, щ</w:t>
      </w:r>
      <w:r>
        <w:rPr>
          <w:sz w:val="22"/>
          <w:szCs w:val="22"/>
          <w:lang w:val="uk-UA" w:eastAsia="en-US"/>
        </w:rPr>
        <w:t>о утворився на кінець 2017</w:t>
      </w:r>
      <w:r w:rsidRPr="00CE427F">
        <w:rPr>
          <w:sz w:val="22"/>
          <w:szCs w:val="22"/>
          <w:lang w:val="uk-UA" w:eastAsia="en-US"/>
        </w:rPr>
        <w:t xml:space="preserve"> року».</w:t>
      </w:r>
    </w:p>
    <w:p w:rsidR="00E95BE8" w:rsidRPr="00CE427F" w:rsidRDefault="00E95BE8" w:rsidP="002278B6">
      <w:pPr>
        <w:pStyle w:val="NoSpacing"/>
        <w:numPr>
          <w:ilvl w:val="0"/>
          <w:numId w:val="20"/>
        </w:numPr>
        <w:ind w:left="0" w:firstLine="284"/>
        <w:jc w:val="both"/>
        <w:rPr>
          <w:rFonts w:ascii="Times New Roman" w:hAnsi="Times New Roman"/>
          <w:b/>
          <w:lang w:val="uk-UA"/>
        </w:rPr>
      </w:pPr>
      <w:r w:rsidRPr="00CE427F">
        <w:rPr>
          <w:rFonts w:ascii="Times New Roman" w:hAnsi="Times New Roman"/>
          <w:b/>
          <w:lang w:val="uk-UA"/>
        </w:rPr>
        <w:t>Порівняльна таблиця змін (у випадку, якщо проектом рішення пропонується внести зміни до існуючого рішення ради):</w:t>
      </w:r>
    </w:p>
    <w:p w:rsidR="00E95BE8" w:rsidRPr="00CE427F" w:rsidRDefault="00E95BE8" w:rsidP="002278B6">
      <w:pPr>
        <w:pStyle w:val="NoSpacing"/>
        <w:jc w:val="both"/>
        <w:rPr>
          <w:rFonts w:ascii="Times New Roman" w:hAnsi="Times New Roman"/>
          <w:lang w:val="uk-UA"/>
        </w:rPr>
      </w:pPr>
      <w:r w:rsidRPr="00CE427F">
        <w:rPr>
          <w:rFonts w:ascii="Times New Roman" w:hAnsi="Times New Roman"/>
          <w:lang w:val="uk-UA"/>
        </w:rPr>
        <w:t>Зміст  Переліку соціальних заходів  після  внесення  змін</w:t>
      </w:r>
    </w:p>
    <w:tbl>
      <w:tblPr>
        <w:tblW w:w="10169" w:type="dxa"/>
        <w:tblInd w:w="108" w:type="dxa"/>
        <w:tblLayout w:type="fixed"/>
        <w:tblLook w:val="00A0"/>
      </w:tblPr>
      <w:tblGrid>
        <w:gridCol w:w="473"/>
        <w:gridCol w:w="1507"/>
        <w:gridCol w:w="720"/>
        <w:gridCol w:w="877"/>
        <w:gridCol w:w="23"/>
        <w:gridCol w:w="776"/>
        <w:gridCol w:w="664"/>
        <w:gridCol w:w="45"/>
        <w:gridCol w:w="855"/>
        <w:gridCol w:w="900"/>
        <w:gridCol w:w="900"/>
        <w:gridCol w:w="824"/>
        <w:gridCol w:w="976"/>
        <w:gridCol w:w="629"/>
      </w:tblGrid>
      <w:tr w:rsidR="00E95BE8" w:rsidRPr="00D14A78" w:rsidTr="004D4803">
        <w:trPr>
          <w:trHeight w:val="600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</w:rPr>
              <w:t>№ з/п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BE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</w:p>
          <w:p w:rsidR="00E95BE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</w:p>
          <w:p w:rsidR="00E95BE8" w:rsidRPr="00D14A7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</w:rPr>
              <w:t>Назва заходу</w:t>
            </w:r>
          </w:p>
        </w:tc>
        <w:tc>
          <w:tcPr>
            <w:tcW w:w="2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95BE8" w:rsidRPr="004D1AD2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Відповідність Плану заходів на 2018-2020 роки з реалізації Стратегії розвитку області на період до 2020 року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</w:rPr>
              <w:t>Термін реалізації проекту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</w:rPr>
              <w:t>Джерела</w:t>
            </w:r>
            <w:r w:rsidRPr="00D14A78">
              <w:rPr>
                <w:b/>
                <w:bCs/>
                <w:color w:val="000000"/>
                <w:sz w:val="16"/>
                <w:szCs w:val="16"/>
                <w:lang w:val="uk-UA"/>
              </w:rPr>
              <w:t xml:space="preserve"> </w:t>
            </w:r>
            <w:r w:rsidRPr="00D14A78">
              <w:rPr>
                <w:b/>
                <w:bCs/>
                <w:color w:val="000000"/>
                <w:sz w:val="16"/>
                <w:szCs w:val="16"/>
              </w:rPr>
              <w:t xml:space="preserve"> фінансування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</w:rPr>
              <w:t>Загальна вартість, тис.грн.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95BE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</w:rPr>
              <w:t>Освоєння на 01.01.</w:t>
            </w:r>
          </w:p>
          <w:p w:rsidR="00E95BE8" w:rsidRPr="00D14A7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8</w:t>
            </w:r>
            <w:r w:rsidRPr="00D14A78">
              <w:rPr>
                <w:b/>
                <w:bCs/>
                <w:color w:val="000000"/>
                <w:sz w:val="16"/>
                <w:szCs w:val="16"/>
              </w:rPr>
              <w:t xml:space="preserve"> року тис.грн.</w:t>
            </w:r>
            <w:r w:rsidRPr="00D14A78">
              <w:rPr>
                <w:b/>
                <w:bCs/>
                <w:color w:val="00000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95BE8" w:rsidRPr="002807B9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</w:rPr>
              <w:t>Потреба на 201</w:t>
            </w: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8</w:t>
            </w:r>
            <w:r w:rsidRPr="00D14A78">
              <w:rPr>
                <w:b/>
                <w:bCs/>
                <w:color w:val="000000"/>
                <w:sz w:val="16"/>
                <w:szCs w:val="16"/>
              </w:rPr>
              <w:t xml:space="preserve"> рік</w:t>
            </w: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, тис.грн.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14A78">
              <w:rPr>
                <w:b/>
                <w:color w:val="000000"/>
                <w:sz w:val="16"/>
                <w:szCs w:val="16"/>
              </w:rPr>
              <w:t>Примітка</w:t>
            </w:r>
          </w:p>
        </w:tc>
      </w:tr>
      <w:tr w:rsidR="00E95BE8" w:rsidRPr="00D14A78" w:rsidTr="004D4803">
        <w:trPr>
          <w:trHeight w:val="585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5BE8" w:rsidRPr="00D14A78" w:rsidRDefault="00E95BE8" w:rsidP="00E1294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BE8" w:rsidRPr="009F33E5" w:rsidRDefault="00E95BE8" w:rsidP="00E12943">
            <w:pPr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Назва Програми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BE8" w:rsidRPr="009F33E5" w:rsidRDefault="00E95BE8" w:rsidP="00E12943">
            <w:pPr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Стратегічний пріоритет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BE8" w:rsidRPr="009F33E5" w:rsidRDefault="00E95BE8" w:rsidP="00E12943">
            <w:pPr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Назва проекту регіонального розвитку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</w:rPr>
              <w:t>почат</w:t>
            </w:r>
            <w:r w:rsidRPr="00D14A78">
              <w:rPr>
                <w:b/>
                <w:bCs/>
                <w:color w:val="000000"/>
                <w:sz w:val="16"/>
                <w:szCs w:val="16"/>
                <w:lang w:val="uk-UA"/>
              </w:rPr>
              <w:t>ок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</w:rPr>
              <w:t>закінчення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rPr>
                <w:color w:val="000000"/>
                <w:sz w:val="16"/>
                <w:szCs w:val="16"/>
              </w:rPr>
            </w:pPr>
          </w:p>
        </w:tc>
      </w:tr>
      <w:tr w:rsidR="00E95BE8" w:rsidRPr="00D14A78" w:rsidTr="004D4803">
        <w:trPr>
          <w:trHeight w:val="272"/>
        </w:trPr>
        <w:tc>
          <w:tcPr>
            <w:tcW w:w="1016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color w:val="000000"/>
                <w:sz w:val="16"/>
                <w:szCs w:val="16"/>
                <w:lang w:val="uk-UA"/>
              </w:rPr>
              <w:t>Охорона здоров'я</w:t>
            </w:r>
          </w:p>
        </w:tc>
      </w:tr>
      <w:tr w:rsidR="00E95BE8" w:rsidRPr="00D14A78" w:rsidTr="004D4803">
        <w:trPr>
          <w:trHeight w:val="272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19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BE8" w:rsidRPr="00D14A78" w:rsidRDefault="00E95BE8" w:rsidP="00E12943">
            <w:pPr>
              <w:rPr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color w:val="000000"/>
                <w:sz w:val="16"/>
                <w:szCs w:val="16"/>
                <w:lang w:val="uk-UA"/>
              </w:rPr>
              <w:t xml:space="preserve">Придбання </w:t>
            </w:r>
            <w:r>
              <w:rPr>
                <w:color w:val="000000"/>
                <w:sz w:val="16"/>
                <w:szCs w:val="16"/>
                <w:lang w:val="uk-UA"/>
              </w:rPr>
              <w:t>медичного обладнання для КЗ  "Знам'янська міська лікарня ім.А.В.Лисенка" (за рахунок залишку субвенції з державного бюджету</w:t>
            </w:r>
            <w:r w:rsidRPr="00CE427F">
              <w:rPr>
                <w:sz w:val="22"/>
                <w:szCs w:val="22"/>
                <w:lang w:val="uk-UA" w:eastAsia="en-US"/>
              </w:rPr>
              <w:t xml:space="preserve"> </w:t>
            </w:r>
            <w:r w:rsidRPr="004D4803">
              <w:rPr>
                <w:sz w:val="16"/>
                <w:szCs w:val="16"/>
                <w:lang w:val="uk-UA" w:eastAsia="en-US"/>
              </w:rPr>
              <w:t>на здійснення заходів щодо соціально-економічного розвитку окремих територій</w:t>
            </w:r>
            <w:r>
              <w:rPr>
                <w:color w:val="000000"/>
                <w:sz w:val="16"/>
                <w:szCs w:val="16"/>
                <w:lang w:val="uk-UA"/>
              </w:rPr>
              <w:t>, що утворився на кінець 2017 року)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2018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 xml:space="preserve">ДБ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95BE8" w:rsidRPr="00D14A78" w:rsidTr="004D4803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Р</w:t>
            </w:r>
            <w:r w:rsidRPr="00D14A78">
              <w:rPr>
                <w:color w:val="000000"/>
                <w:sz w:val="16"/>
                <w:szCs w:val="16"/>
                <w:lang w:val="uk-UA"/>
              </w:rPr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190</w:t>
            </w: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>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190</w:t>
            </w: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>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95BE8" w:rsidRPr="00D14A78" w:rsidTr="004D4803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A78">
              <w:rPr>
                <w:color w:val="000000"/>
                <w:sz w:val="16"/>
                <w:szCs w:val="16"/>
                <w:lang w:val="uk-UA"/>
              </w:rPr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5,7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5,7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95BE8" w:rsidRPr="00D14A78" w:rsidTr="004D4803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A78">
              <w:rPr>
                <w:color w:val="000000"/>
                <w:sz w:val="16"/>
                <w:szCs w:val="16"/>
                <w:lang w:val="uk-UA"/>
              </w:rPr>
              <w:t>МТД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95BE8" w:rsidRPr="00D14A78" w:rsidTr="004D4803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A78">
              <w:rPr>
                <w:color w:val="000000"/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95BE8" w:rsidRPr="00D14A78" w:rsidTr="004D4803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</w:rPr>
              <w:t>Всього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195,7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195,7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E95BE8" w:rsidRPr="007F58FA" w:rsidRDefault="00E95BE8" w:rsidP="002278B6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95BE8" w:rsidRPr="00CE427F" w:rsidRDefault="00E95BE8" w:rsidP="003A702B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lang w:val="uk-UA"/>
        </w:rPr>
      </w:pPr>
      <w:r w:rsidRPr="00CE427F">
        <w:rPr>
          <w:rFonts w:ascii="Times New Roman" w:hAnsi="Times New Roman"/>
          <w:b/>
          <w:lang w:val="uk-UA"/>
        </w:rPr>
        <w:t xml:space="preserve">Дата оприлюднення проекту рішення та назва ЗМІ, електронного видання, або іншого місця оприлюднення: </w:t>
      </w:r>
      <w:r>
        <w:rPr>
          <w:rFonts w:ascii="Times New Roman" w:hAnsi="Times New Roman"/>
          <w:b/>
          <w:lang w:val="uk-UA"/>
        </w:rPr>
        <w:t xml:space="preserve">  </w:t>
      </w:r>
      <w:r>
        <w:rPr>
          <w:rFonts w:ascii="Times New Roman" w:hAnsi="Times New Roman"/>
          <w:lang w:val="uk-UA"/>
        </w:rPr>
        <w:t xml:space="preserve">                    </w:t>
      </w:r>
      <w:r w:rsidRPr="00CE427F">
        <w:rPr>
          <w:rFonts w:ascii="Times New Roman" w:hAnsi="Times New Roman"/>
          <w:lang w:val="uk-UA"/>
        </w:rPr>
        <w:t xml:space="preserve"> сайт Знам’янської міської ради.</w:t>
      </w:r>
    </w:p>
    <w:p w:rsidR="00E95BE8" w:rsidRPr="00CE427F" w:rsidRDefault="00E95BE8" w:rsidP="00CE350B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b/>
          <w:lang w:val="uk-UA"/>
        </w:rPr>
      </w:pPr>
      <w:r w:rsidRPr="00CE427F">
        <w:rPr>
          <w:rFonts w:ascii="Times New Roman" w:hAnsi="Times New Roman"/>
          <w:b/>
          <w:lang w:val="uk-UA"/>
        </w:rPr>
        <w:t>Дата, підпис та ПІБ суб’єкту подання проекту рішення:</w:t>
      </w:r>
    </w:p>
    <w:p w:rsidR="00E95BE8" w:rsidRPr="00155C77" w:rsidRDefault="00E95BE8" w:rsidP="00155C77">
      <w:pPr>
        <w:pStyle w:val="NoSpacing"/>
        <w:ind w:left="72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</w:t>
      </w:r>
      <w:r w:rsidRPr="00CE427F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                                                                 </w:t>
      </w:r>
      <w:r w:rsidRPr="00CE427F">
        <w:rPr>
          <w:rFonts w:ascii="Times New Roman" w:hAnsi="Times New Roman"/>
          <w:lang w:val="uk-UA"/>
        </w:rPr>
        <w:t xml:space="preserve"> Кузіна І.П.</w:t>
      </w:r>
    </w:p>
    <w:p w:rsidR="00E95BE8" w:rsidRPr="00CE427F" w:rsidRDefault="00E95BE8" w:rsidP="003A702B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b/>
          <w:lang w:val="uk-UA"/>
        </w:rPr>
      </w:pPr>
      <w:r w:rsidRPr="00CE427F">
        <w:rPr>
          <w:rFonts w:ascii="Times New Roman" w:hAnsi="Times New Roman"/>
          <w:b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E95BE8" w:rsidRPr="00CE427F" w:rsidRDefault="00E95BE8" w:rsidP="00630CD3">
      <w:pPr>
        <w:pStyle w:val="NoSpacing"/>
        <w:ind w:left="720"/>
        <w:jc w:val="both"/>
        <w:rPr>
          <w:rFonts w:ascii="Times New Roman" w:hAnsi="Times New Roman"/>
          <w:lang w:val="uk-UA"/>
        </w:rPr>
      </w:pPr>
    </w:p>
    <w:p w:rsidR="00E95BE8" w:rsidRPr="00CE427F" w:rsidRDefault="00E95BE8" w:rsidP="00D80575">
      <w:pPr>
        <w:pStyle w:val="NoSpacing"/>
        <w:ind w:left="708"/>
        <w:jc w:val="both"/>
        <w:rPr>
          <w:rFonts w:ascii="Times New Roman" w:hAnsi="Times New Roman"/>
          <w:lang w:val="uk-UA"/>
        </w:rPr>
      </w:pPr>
      <w:r w:rsidRPr="00CE427F">
        <w:rPr>
          <w:rFonts w:ascii="Times New Roman" w:hAnsi="Times New Roman"/>
          <w:lang w:val="uk-UA"/>
        </w:rPr>
        <w:t xml:space="preserve">                                                                                 Клименко Н.М.</w:t>
      </w:r>
    </w:p>
    <w:p w:rsidR="00E95BE8" w:rsidRPr="0092065E" w:rsidRDefault="00E95BE8" w:rsidP="00B76DFA">
      <w:pPr>
        <w:pStyle w:val="NoSpacing"/>
        <w:ind w:firstLine="284"/>
        <w:jc w:val="both"/>
        <w:rPr>
          <w:sz w:val="24"/>
          <w:szCs w:val="24"/>
          <w:highlight w:val="yellow"/>
          <w:lang w:val="uk-UA"/>
        </w:rPr>
      </w:pPr>
    </w:p>
    <w:p w:rsidR="00E95BE8" w:rsidRPr="0092065E" w:rsidRDefault="00E95BE8" w:rsidP="00397E40">
      <w:pPr>
        <w:pStyle w:val="Title"/>
        <w:jc w:val="left"/>
        <w:rPr>
          <w:highlight w:val="yellow"/>
        </w:rPr>
      </w:pPr>
    </w:p>
    <w:p w:rsidR="00E95BE8" w:rsidRPr="003A1DF5" w:rsidRDefault="00E95BE8" w:rsidP="00CF13A3">
      <w:pPr>
        <w:pStyle w:val="Title"/>
        <w:jc w:val="right"/>
      </w:pPr>
      <w:r w:rsidRPr="003A1DF5">
        <w:t>ПРОЕКТ</w:t>
      </w:r>
    </w:p>
    <w:p w:rsidR="00E95BE8" w:rsidRPr="003A1DF5" w:rsidRDefault="00E95BE8" w:rsidP="00CF13A3">
      <w:pPr>
        <w:pStyle w:val="Title"/>
      </w:pPr>
      <w:r w:rsidRPr="003A1DF5">
        <w:t>_____________________ Знам’янської міської ради</w:t>
      </w:r>
    </w:p>
    <w:p w:rsidR="00E95BE8" w:rsidRPr="003A1DF5" w:rsidRDefault="00E95BE8" w:rsidP="00CF13A3">
      <w:pPr>
        <w:jc w:val="center"/>
        <w:rPr>
          <w:b/>
          <w:bCs/>
          <w:lang w:val="uk-UA"/>
        </w:rPr>
      </w:pPr>
      <w:r w:rsidRPr="003A1DF5">
        <w:rPr>
          <w:b/>
          <w:bCs/>
          <w:lang w:val="uk-UA"/>
        </w:rPr>
        <w:t>сьомого  скликання</w:t>
      </w:r>
    </w:p>
    <w:p w:rsidR="00E95BE8" w:rsidRPr="003A1DF5" w:rsidRDefault="00E95BE8" w:rsidP="00CF13A3">
      <w:pPr>
        <w:jc w:val="center"/>
        <w:rPr>
          <w:b/>
          <w:bCs/>
          <w:lang w:val="uk-UA"/>
        </w:rPr>
      </w:pPr>
    </w:p>
    <w:p w:rsidR="00E95BE8" w:rsidRPr="003A1DF5" w:rsidRDefault="00E95BE8" w:rsidP="00CF13A3">
      <w:pPr>
        <w:jc w:val="center"/>
        <w:rPr>
          <w:b/>
          <w:bCs/>
          <w:lang w:val="uk-UA"/>
        </w:rPr>
      </w:pPr>
      <w:r w:rsidRPr="003A1DF5">
        <w:rPr>
          <w:b/>
          <w:bCs/>
          <w:lang w:val="uk-UA"/>
        </w:rPr>
        <w:t>Р І Ш Е Н Н Я</w:t>
      </w:r>
    </w:p>
    <w:p w:rsidR="00E95BE8" w:rsidRPr="003A1DF5" w:rsidRDefault="00E95BE8" w:rsidP="00CF13A3">
      <w:pPr>
        <w:jc w:val="both"/>
        <w:rPr>
          <w:lang w:val="uk-UA"/>
        </w:rPr>
      </w:pPr>
      <w:r>
        <w:rPr>
          <w:lang w:val="uk-UA"/>
        </w:rPr>
        <w:t>від                        2018</w:t>
      </w:r>
      <w:r w:rsidRPr="003A1DF5">
        <w:rPr>
          <w:lang w:val="uk-UA"/>
        </w:rPr>
        <w:t xml:space="preserve">   року                                                                           </w:t>
      </w:r>
      <w:r w:rsidRPr="003A1DF5">
        <w:rPr>
          <w:lang w:val="uk-UA"/>
        </w:rPr>
        <w:tab/>
        <w:t>№</w:t>
      </w:r>
    </w:p>
    <w:p w:rsidR="00E95BE8" w:rsidRPr="003A1DF5" w:rsidRDefault="00E95BE8" w:rsidP="00CF13A3">
      <w:pPr>
        <w:jc w:val="center"/>
        <w:rPr>
          <w:lang w:val="uk-UA"/>
        </w:rPr>
      </w:pPr>
      <w:r w:rsidRPr="003A1DF5">
        <w:rPr>
          <w:lang w:val="uk-UA"/>
        </w:rPr>
        <w:t>м. Знам’янка</w:t>
      </w:r>
    </w:p>
    <w:p w:rsidR="00E95BE8" w:rsidRPr="003A1DF5" w:rsidRDefault="00E95BE8" w:rsidP="00CF13A3">
      <w:pPr>
        <w:jc w:val="center"/>
        <w:rPr>
          <w:lang w:val="uk-UA"/>
        </w:rPr>
      </w:pPr>
    </w:p>
    <w:p w:rsidR="00E95BE8" w:rsidRPr="003A1DF5" w:rsidRDefault="00E95BE8" w:rsidP="003A1DF5">
      <w:pPr>
        <w:rPr>
          <w:lang w:val="uk-UA"/>
        </w:rPr>
      </w:pPr>
      <w:r w:rsidRPr="003A1DF5">
        <w:rPr>
          <w:lang w:val="uk-UA"/>
        </w:rPr>
        <w:t xml:space="preserve">Про внесення доповнення </w:t>
      </w:r>
    </w:p>
    <w:p w:rsidR="00E95BE8" w:rsidRPr="003A1DF5" w:rsidRDefault="00E95BE8" w:rsidP="00CF13A3">
      <w:pPr>
        <w:rPr>
          <w:lang w:val="uk-UA"/>
        </w:rPr>
      </w:pPr>
      <w:r w:rsidRPr="003A1DF5">
        <w:rPr>
          <w:lang w:val="uk-UA"/>
        </w:rPr>
        <w:t>до Програми економічного</w:t>
      </w:r>
    </w:p>
    <w:p w:rsidR="00E95BE8" w:rsidRPr="003A1DF5" w:rsidRDefault="00E95BE8" w:rsidP="00CF13A3">
      <w:pPr>
        <w:rPr>
          <w:lang w:val="uk-UA"/>
        </w:rPr>
      </w:pPr>
      <w:r w:rsidRPr="003A1DF5">
        <w:rPr>
          <w:lang w:val="uk-UA"/>
        </w:rPr>
        <w:t xml:space="preserve">і соціального розвитку </w:t>
      </w:r>
    </w:p>
    <w:p w:rsidR="00E95BE8" w:rsidRPr="003A1DF5" w:rsidRDefault="00E95BE8" w:rsidP="00CF13A3">
      <w:pPr>
        <w:rPr>
          <w:lang w:val="uk-UA"/>
        </w:rPr>
      </w:pPr>
      <w:r>
        <w:rPr>
          <w:lang w:val="uk-UA"/>
        </w:rPr>
        <w:t>м. Знам’янка на 2018</w:t>
      </w:r>
      <w:r w:rsidRPr="003A1DF5">
        <w:rPr>
          <w:lang w:val="uk-UA"/>
        </w:rPr>
        <w:t xml:space="preserve"> рік</w:t>
      </w:r>
    </w:p>
    <w:p w:rsidR="00E95BE8" w:rsidRPr="0092065E" w:rsidRDefault="00E95BE8" w:rsidP="00CF13A3">
      <w:pPr>
        <w:rPr>
          <w:highlight w:val="yellow"/>
          <w:lang w:val="uk-UA"/>
        </w:rPr>
      </w:pPr>
    </w:p>
    <w:p w:rsidR="00E95BE8" w:rsidRPr="00460B26" w:rsidRDefault="00E95BE8" w:rsidP="00C87AF3">
      <w:pPr>
        <w:pStyle w:val="NoSpacing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460B26">
        <w:rPr>
          <w:lang w:val="uk-UA"/>
        </w:rPr>
        <w:tab/>
      </w:r>
      <w:r w:rsidRPr="00460B26">
        <w:rPr>
          <w:rFonts w:ascii="Times New Roman" w:hAnsi="Times New Roman"/>
          <w:lang w:val="uk-UA"/>
        </w:rPr>
        <w:t>В</w:t>
      </w:r>
      <w:r>
        <w:rPr>
          <w:rFonts w:ascii="Times New Roman" w:hAnsi="Times New Roman"/>
          <w:sz w:val="24"/>
          <w:szCs w:val="24"/>
          <w:lang w:val="uk-UA"/>
        </w:rPr>
        <w:t xml:space="preserve">ідповідно </w:t>
      </w:r>
      <w:r w:rsidRPr="007F58FA">
        <w:rPr>
          <w:rFonts w:ascii="Times New Roman" w:hAnsi="Times New Roman"/>
          <w:sz w:val="24"/>
          <w:szCs w:val="24"/>
          <w:lang w:val="uk-UA" w:eastAsia="ru-RU"/>
        </w:rPr>
        <w:t xml:space="preserve">розпорядження Кабінету Міністрів України від </w:t>
      </w:r>
      <w:r>
        <w:rPr>
          <w:rFonts w:ascii="Times New Roman" w:hAnsi="Times New Roman"/>
          <w:sz w:val="24"/>
          <w:szCs w:val="24"/>
          <w:lang w:val="uk-UA" w:eastAsia="ru-RU"/>
        </w:rPr>
        <w:t>06.12</w:t>
      </w:r>
      <w:r w:rsidRPr="007F58FA">
        <w:rPr>
          <w:rFonts w:ascii="Times New Roman" w:hAnsi="Times New Roman"/>
          <w:sz w:val="24"/>
          <w:szCs w:val="24"/>
          <w:lang w:val="uk-UA" w:eastAsia="ru-RU"/>
        </w:rPr>
        <w:t>.2017р. №</w:t>
      </w:r>
      <w:r>
        <w:rPr>
          <w:rFonts w:ascii="Times New Roman" w:hAnsi="Times New Roman"/>
          <w:sz w:val="24"/>
          <w:szCs w:val="24"/>
          <w:lang w:val="uk-UA" w:eastAsia="ru-RU"/>
        </w:rPr>
        <w:t>861</w:t>
      </w:r>
      <w:r w:rsidRPr="007F58FA">
        <w:rPr>
          <w:rFonts w:ascii="Times New Roman" w:hAnsi="Times New Roman"/>
          <w:sz w:val="24"/>
          <w:szCs w:val="24"/>
          <w:lang w:val="uk-UA" w:eastAsia="ru-RU"/>
        </w:rPr>
        <w:t>-р «Деякі питання розподілу у 2017 році субвенції з державного бюджету місцевим бюджетам на здійснення заходів щодо соціально-економічного розвитку окремих територій»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та листа фінансового управління Знам</w:t>
      </w:r>
      <w:r>
        <w:rPr>
          <w:rFonts w:ascii="Times New Roman" w:hAnsi="Times New Roman"/>
          <w:sz w:val="24"/>
          <w:szCs w:val="24"/>
          <w:lang w:val="en-US" w:eastAsia="ru-RU"/>
        </w:rPr>
        <w:t>'янської РДА</w:t>
      </w:r>
      <w:r w:rsidRPr="0076666F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від 27.04.2018р.            №01-39/85/1</w:t>
      </w:r>
      <w:r w:rsidRPr="00460B26"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460B26">
        <w:rPr>
          <w:rFonts w:ascii="Times New Roman" w:hAnsi="Times New Roman"/>
          <w:sz w:val="24"/>
          <w:szCs w:val="24"/>
          <w:lang w:val="uk-UA"/>
        </w:rPr>
        <w:t xml:space="preserve"> керуючись ст. 26 Закону України "Про місцеве самоврядування в Україні", </w:t>
      </w:r>
      <w:r>
        <w:rPr>
          <w:rFonts w:ascii="Times New Roman" w:hAnsi="Times New Roman"/>
          <w:sz w:val="24"/>
          <w:szCs w:val="24"/>
          <w:lang w:val="uk-UA"/>
        </w:rPr>
        <w:t xml:space="preserve">Знам'янська </w:t>
      </w:r>
      <w:r w:rsidRPr="00460B26">
        <w:rPr>
          <w:rFonts w:ascii="Times New Roman" w:hAnsi="Times New Roman"/>
          <w:sz w:val="24"/>
          <w:szCs w:val="24"/>
          <w:lang w:val="uk-UA"/>
        </w:rPr>
        <w:t>міська рада</w:t>
      </w:r>
    </w:p>
    <w:p w:rsidR="00E95BE8" w:rsidRPr="00460B26" w:rsidRDefault="00E95BE8" w:rsidP="00CF13A3">
      <w:pPr>
        <w:jc w:val="center"/>
        <w:rPr>
          <w:b/>
          <w:lang w:val="uk-UA"/>
        </w:rPr>
      </w:pPr>
    </w:p>
    <w:p w:rsidR="00E95BE8" w:rsidRPr="00460B26" w:rsidRDefault="00E95BE8" w:rsidP="00460B26">
      <w:pPr>
        <w:jc w:val="center"/>
        <w:rPr>
          <w:b/>
          <w:lang w:val="uk-UA"/>
        </w:rPr>
      </w:pPr>
      <w:r w:rsidRPr="00460B26">
        <w:rPr>
          <w:b/>
          <w:lang w:val="uk-UA"/>
        </w:rPr>
        <w:t>В и р і ш и л а:</w:t>
      </w:r>
    </w:p>
    <w:p w:rsidR="00E95BE8" w:rsidRPr="00460B26" w:rsidRDefault="00E95BE8" w:rsidP="00D40EB7">
      <w:pPr>
        <w:jc w:val="both"/>
        <w:rPr>
          <w:lang w:val="uk-UA"/>
        </w:rPr>
      </w:pPr>
      <w:r w:rsidRPr="00460B26">
        <w:rPr>
          <w:lang w:val="uk-UA"/>
        </w:rPr>
        <w:t>1.     Внести доповнення до Переліку соціальних заходів, реалізація яких буде продовж</w:t>
      </w:r>
      <w:r>
        <w:rPr>
          <w:lang w:val="uk-UA"/>
        </w:rPr>
        <w:t>ена, розпочата, завершена у 2018</w:t>
      </w:r>
      <w:r w:rsidRPr="00460B26">
        <w:rPr>
          <w:lang w:val="uk-UA"/>
        </w:rPr>
        <w:t xml:space="preserve"> році, у рамках програми економічного і соціального розвитку</w:t>
      </w:r>
      <w:r>
        <w:rPr>
          <w:lang w:val="uk-UA"/>
        </w:rPr>
        <w:t xml:space="preserve"> Кіровоградської області на 2018</w:t>
      </w:r>
      <w:r w:rsidRPr="00460B26">
        <w:rPr>
          <w:lang w:val="uk-UA"/>
        </w:rPr>
        <w:t xml:space="preserve"> рік у м.Знам’янка Програми економічного і соціально</w:t>
      </w:r>
      <w:r>
        <w:rPr>
          <w:lang w:val="uk-UA"/>
        </w:rPr>
        <w:t>го розвитку м. Знам’янка на 2018</w:t>
      </w:r>
      <w:r w:rsidRPr="00460B26">
        <w:rPr>
          <w:lang w:val="uk-UA"/>
        </w:rPr>
        <w:t xml:space="preserve"> рік,</w:t>
      </w:r>
      <w:r>
        <w:rPr>
          <w:lang w:val="uk-UA"/>
        </w:rPr>
        <w:t xml:space="preserve"> затвердженої рішенням міської ради від 17 листопада 2017 року №1180 «Про затвердження Програми економічного і соціального розвитку міста Знам’янка на 2018 рік»,</w:t>
      </w:r>
      <w:r w:rsidRPr="00460B26">
        <w:rPr>
          <w:lang w:val="uk-UA"/>
        </w:rPr>
        <w:t xml:space="preserve"> до</w:t>
      </w:r>
      <w:r>
        <w:rPr>
          <w:lang w:val="uk-UA"/>
        </w:rPr>
        <w:t>по</w:t>
      </w:r>
      <w:r w:rsidRPr="00460B26">
        <w:rPr>
          <w:lang w:val="uk-UA"/>
        </w:rPr>
        <w:t>в</w:t>
      </w:r>
      <w:r>
        <w:rPr>
          <w:lang w:val="uk-UA"/>
        </w:rPr>
        <w:t>нив</w:t>
      </w:r>
      <w:r w:rsidRPr="00460B26">
        <w:rPr>
          <w:lang w:val="uk-UA"/>
        </w:rPr>
        <w:t>ши розділ</w:t>
      </w:r>
      <w:r>
        <w:rPr>
          <w:lang w:val="uk-UA"/>
        </w:rPr>
        <w:t>ом «Охорона здоров'я</w:t>
      </w:r>
      <w:r w:rsidRPr="00460B26">
        <w:rPr>
          <w:lang w:val="uk-UA"/>
        </w:rPr>
        <w:t>» (додається).</w:t>
      </w:r>
    </w:p>
    <w:p w:rsidR="00E95BE8" w:rsidRPr="00460B26" w:rsidRDefault="00E95BE8" w:rsidP="00D40EB7">
      <w:pPr>
        <w:pStyle w:val="BodyText"/>
        <w:tabs>
          <w:tab w:val="left" w:pos="993"/>
        </w:tabs>
        <w:spacing w:after="0"/>
        <w:jc w:val="both"/>
        <w:rPr>
          <w:lang w:val="uk-UA"/>
        </w:rPr>
      </w:pPr>
      <w:r w:rsidRPr="00460B26">
        <w:rPr>
          <w:lang w:val="uk-UA"/>
        </w:rPr>
        <w:t>2.       Контроль за виконанням даного рішення покласти на постійну комісію з питань бюджету та економічног</w:t>
      </w:r>
      <w:r>
        <w:rPr>
          <w:lang w:val="uk-UA"/>
        </w:rPr>
        <w:t>о розвиту міста (гол. Н.Данасієнко</w:t>
      </w:r>
      <w:r w:rsidRPr="00460B26">
        <w:rPr>
          <w:lang w:val="uk-UA"/>
        </w:rPr>
        <w:t>).</w:t>
      </w:r>
    </w:p>
    <w:p w:rsidR="00E95BE8" w:rsidRPr="00460B26" w:rsidRDefault="00E95BE8" w:rsidP="00CF13A3">
      <w:pPr>
        <w:jc w:val="both"/>
        <w:rPr>
          <w:lang w:val="uk-UA"/>
        </w:rPr>
      </w:pPr>
    </w:p>
    <w:p w:rsidR="00E95BE8" w:rsidRPr="00460B26" w:rsidRDefault="00E95BE8" w:rsidP="00CF13A3">
      <w:pPr>
        <w:jc w:val="both"/>
        <w:rPr>
          <w:lang w:val="uk-UA"/>
        </w:rPr>
      </w:pPr>
    </w:p>
    <w:p w:rsidR="00E95BE8" w:rsidRPr="00460B26" w:rsidRDefault="00E95BE8" w:rsidP="00CF13A3">
      <w:pPr>
        <w:ind w:left="1416"/>
        <w:jc w:val="both"/>
        <w:rPr>
          <w:b/>
          <w:lang w:val="uk-UA"/>
        </w:rPr>
      </w:pPr>
      <w:r w:rsidRPr="00460B26">
        <w:rPr>
          <w:b/>
          <w:lang w:val="uk-UA"/>
        </w:rPr>
        <w:t>Міський голова</w:t>
      </w:r>
      <w:r w:rsidRPr="00460B26">
        <w:rPr>
          <w:b/>
          <w:lang w:val="uk-UA"/>
        </w:rPr>
        <w:tab/>
      </w:r>
      <w:r w:rsidRPr="00460B26">
        <w:rPr>
          <w:b/>
          <w:lang w:val="uk-UA"/>
        </w:rPr>
        <w:tab/>
      </w:r>
      <w:r w:rsidRPr="00460B26">
        <w:rPr>
          <w:b/>
          <w:lang w:val="uk-UA"/>
        </w:rPr>
        <w:tab/>
      </w:r>
      <w:r w:rsidRPr="00460B26">
        <w:rPr>
          <w:b/>
          <w:lang w:val="uk-UA"/>
        </w:rPr>
        <w:tab/>
        <w:t>С. Філіпенко</w:t>
      </w:r>
    </w:p>
    <w:p w:rsidR="00E95BE8" w:rsidRPr="0092065E" w:rsidRDefault="00E95BE8" w:rsidP="00CF13A3">
      <w:pPr>
        <w:rPr>
          <w:highlight w:val="yellow"/>
          <w:lang w:val="uk-UA"/>
        </w:rPr>
      </w:pPr>
    </w:p>
    <w:p w:rsidR="00E95BE8" w:rsidRPr="0092065E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Pr="0092065E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Pr="0092065E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Pr="0092065E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Pr="0092065E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Pr="0092065E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Pr="0092065E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Pr="0092065E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Pr="0092065E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Pr="0092065E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Pr="0092065E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Pr="0092065E" w:rsidRDefault="00E95BE8" w:rsidP="004E15F3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Default="00E95BE8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  <w:bookmarkStart w:id="0" w:name="_GoBack"/>
      <w:bookmarkEnd w:id="0"/>
    </w:p>
    <w:p w:rsidR="00E95BE8" w:rsidRDefault="00E95BE8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E95BE8" w:rsidRDefault="00E95BE8" w:rsidP="00875809">
      <w:pPr>
        <w:jc w:val="center"/>
        <w:rPr>
          <w:color w:val="000000"/>
          <w:sz w:val="22"/>
          <w:szCs w:val="22"/>
          <w:lang w:val="uk-UA" w:eastAsia="en-US"/>
        </w:rPr>
      </w:pPr>
      <w:r w:rsidRPr="00D14A78">
        <w:rPr>
          <w:b/>
          <w:bCs/>
          <w:i/>
          <w:iCs/>
          <w:color w:val="000000"/>
          <w:sz w:val="22"/>
          <w:szCs w:val="22"/>
          <w:lang w:eastAsia="en-US"/>
        </w:rPr>
        <w:t>ПЕРЕЛІК</w:t>
      </w:r>
      <w:r w:rsidRPr="00D14A78">
        <w:rPr>
          <w:color w:val="000000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соціальних заходів, реалізація яких буде продовжена, розпочата, завершена у 201</w:t>
      </w:r>
      <w:r>
        <w:rPr>
          <w:color w:val="000000"/>
          <w:sz w:val="22"/>
          <w:szCs w:val="22"/>
          <w:lang w:val="uk-UA" w:eastAsia="en-US"/>
        </w:rPr>
        <w:t>8</w:t>
      </w:r>
      <w:r w:rsidRPr="00D14A78">
        <w:rPr>
          <w:color w:val="000000"/>
          <w:sz w:val="22"/>
          <w:szCs w:val="22"/>
          <w:lang w:eastAsia="en-US"/>
        </w:rPr>
        <w:t xml:space="preserve"> році, у рамках програми економічного і соціального розвитку </w:t>
      </w:r>
      <w:r w:rsidRPr="00D14A78">
        <w:rPr>
          <w:color w:val="000000"/>
          <w:sz w:val="22"/>
          <w:szCs w:val="22"/>
          <w:lang w:val="uk-UA" w:eastAsia="en-US"/>
        </w:rPr>
        <w:t xml:space="preserve">Кіровоградської області </w:t>
      </w:r>
      <w:r w:rsidRPr="00D14A78">
        <w:rPr>
          <w:color w:val="000000"/>
          <w:sz w:val="22"/>
          <w:szCs w:val="22"/>
          <w:lang w:eastAsia="en-US"/>
        </w:rPr>
        <w:t>на 201</w:t>
      </w:r>
      <w:r>
        <w:rPr>
          <w:color w:val="000000"/>
          <w:sz w:val="22"/>
          <w:szCs w:val="22"/>
          <w:lang w:val="uk-UA" w:eastAsia="en-US"/>
        </w:rPr>
        <w:t>8</w:t>
      </w:r>
      <w:r w:rsidRPr="00D14A78">
        <w:rPr>
          <w:color w:val="000000"/>
          <w:sz w:val="22"/>
          <w:szCs w:val="22"/>
          <w:lang w:eastAsia="en-US"/>
        </w:rPr>
        <w:t xml:space="preserve"> рік </w:t>
      </w:r>
      <w:r w:rsidRPr="00D14A78">
        <w:rPr>
          <w:color w:val="000000"/>
          <w:sz w:val="22"/>
          <w:szCs w:val="22"/>
          <w:lang w:val="uk-UA" w:eastAsia="en-US"/>
        </w:rPr>
        <w:t xml:space="preserve">у </w:t>
      </w:r>
      <w:r w:rsidRPr="00D14A78">
        <w:rPr>
          <w:color w:val="000000"/>
          <w:sz w:val="22"/>
          <w:szCs w:val="22"/>
          <w:lang w:eastAsia="en-US"/>
        </w:rPr>
        <w:t>м. Знам'янка</w:t>
      </w:r>
    </w:p>
    <w:p w:rsidR="00E95BE8" w:rsidRDefault="00E95BE8" w:rsidP="00875809">
      <w:pPr>
        <w:jc w:val="center"/>
        <w:rPr>
          <w:color w:val="000000"/>
          <w:sz w:val="22"/>
          <w:szCs w:val="22"/>
          <w:lang w:val="uk-UA" w:eastAsia="en-US"/>
        </w:rPr>
      </w:pPr>
    </w:p>
    <w:p w:rsidR="00E95BE8" w:rsidRPr="00875809" w:rsidRDefault="00E95BE8" w:rsidP="00875809">
      <w:pPr>
        <w:jc w:val="center"/>
        <w:rPr>
          <w:color w:val="000000"/>
          <w:sz w:val="22"/>
          <w:szCs w:val="22"/>
          <w:lang w:val="uk-UA" w:eastAsia="en-US"/>
        </w:rPr>
      </w:pPr>
    </w:p>
    <w:tbl>
      <w:tblPr>
        <w:tblW w:w="10169" w:type="dxa"/>
        <w:tblInd w:w="108" w:type="dxa"/>
        <w:tblLayout w:type="fixed"/>
        <w:tblLook w:val="00A0"/>
      </w:tblPr>
      <w:tblGrid>
        <w:gridCol w:w="473"/>
        <w:gridCol w:w="1507"/>
        <w:gridCol w:w="720"/>
        <w:gridCol w:w="877"/>
        <w:gridCol w:w="23"/>
        <w:gridCol w:w="776"/>
        <w:gridCol w:w="664"/>
        <w:gridCol w:w="45"/>
        <w:gridCol w:w="855"/>
        <w:gridCol w:w="900"/>
        <w:gridCol w:w="900"/>
        <w:gridCol w:w="824"/>
        <w:gridCol w:w="976"/>
        <w:gridCol w:w="629"/>
      </w:tblGrid>
      <w:tr w:rsidR="00E95BE8" w:rsidRPr="00D14A78" w:rsidTr="0029149A">
        <w:trPr>
          <w:trHeight w:val="600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</w:rPr>
              <w:t>№ з/п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BE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</w:p>
          <w:p w:rsidR="00E95BE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</w:p>
          <w:p w:rsidR="00E95BE8" w:rsidRPr="00D14A7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</w:rPr>
              <w:t>Назва заходу</w:t>
            </w:r>
          </w:p>
        </w:tc>
        <w:tc>
          <w:tcPr>
            <w:tcW w:w="2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95BE8" w:rsidRPr="004D1AD2" w:rsidRDefault="00E95BE8" w:rsidP="004D1AD2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Відповідність Плану заходів на 2018-2020 роки з реалізації Стратегії розвитку області на період до 2020 року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</w:rPr>
              <w:t>Термін реалізації проекту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</w:rPr>
              <w:t>Джерела</w:t>
            </w:r>
            <w:r w:rsidRPr="00D14A78">
              <w:rPr>
                <w:b/>
                <w:bCs/>
                <w:color w:val="000000"/>
                <w:sz w:val="16"/>
                <w:szCs w:val="16"/>
                <w:lang w:val="uk-UA"/>
              </w:rPr>
              <w:t xml:space="preserve"> </w:t>
            </w:r>
            <w:r w:rsidRPr="00D14A78">
              <w:rPr>
                <w:b/>
                <w:bCs/>
                <w:color w:val="000000"/>
                <w:sz w:val="16"/>
                <w:szCs w:val="16"/>
              </w:rPr>
              <w:t xml:space="preserve"> фінансування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</w:rPr>
              <w:t>Загальна вартість, тис.грн.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95BE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</w:rPr>
              <w:t>Освоєння на 01.01.</w:t>
            </w:r>
          </w:p>
          <w:p w:rsidR="00E95BE8" w:rsidRPr="00D14A78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8</w:t>
            </w:r>
            <w:r w:rsidRPr="00D14A78">
              <w:rPr>
                <w:b/>
                <w:bCs/>
                <w:color w:val="000000"/>
                <w:sz w:val="16"/>
                <w:szCs w:val="16"/>
              </w:rPr>
              <w:t xml:space="preserve"> року тис.грн.</w:t>
            </w:r>
            <w:r w:rsidRPr="00D14A78">
              <w:rPr>
                <w:b/>
                <w:bCs/>
                <w:color w:val="00000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95BE8" w:rsidRPr="002807B9" w:rsidRDefault="00E95BE8" w:rsidP="00E12943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</w:rPr>
              <w:t>Потреба на 201</w:t>
            </w: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8</w:t>
            </w:r>
            <w:r w:rsidRPr="00D14A78">
              <w:rPr>
                <w:b/>
                <w:bCs/>
                <w:color w:val="000000"/>
                <w:sz w:val="16"/>
                <w:szCs w:val="16"/>
              </w:rPr>
              <w:t xml:space="preserve"> рік</w:t>
            </w: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, тис.грн.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14A78">
              <w:rPr>
                <w:b/>
                <w:color w:val="000000"/>
                <w:sz w:val="16"/>
                <w:szCs w:val="16"/>
              </w:rPr>
              <w:t>Примітка</w:t>
            </w:r>
          </w:p>
        </w:tc>
      </w:tr>
      <w:tr w:rsidR="00E95BE8" w:rsidRPr="00D14A78" w:rsidTr="0029149A">
        <w:trPr>
          <w:trHeight w:val="585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5BE8" w:rsidRPr="00D14A78" w:rsidRDefault="00E95BE8" w:rsidP="00D14A7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BE8" w:rsidRPr="009F33E5" w:rsidRDefault="00E95BE8" w:rsidP="00D14A78">
            <w:pPr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Назва Програми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BE8" w:rsidRPr="009F33E5" w:rsidRDefault="00E95BE8" w:rsidP="00D14A78">
            <w:pPr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Стратегічний пріоритет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BE8" w:rsidRPr="009F33E5" w:rsidRDefault="00E95BE8" w:rsidP="00D14A78">
            <w:pPr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Назва проекту регіонального розвитку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D14A78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</w:rPr>
              <w:t>почат</w:t>
            </w:r>
            <w:r w:rsidRPr="00D14A78">
              <w:rPr>
                <w:b/>
                <w:bCs/>
                <w:color w:val="000000"/>
                <w:sz w:val="16"/>
                <w:szCs w:val="16"/>
                <w:lang w:val="uk-UA"/>
              </w:rPr>
              <w:t>ок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D14A7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</w:rPr>
              <w:t>закінчення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rPr>
                <w:color w:val="000000"/>
                <w:sz w:val="16"/>
                <w:szCs w:val="16"/>
              </w:rPr>
            </w:pPr>
          </w:p>
        </w:tc>
      </w:tr>
      <w:tr w:rsidR="00E95BE8" w:rsidRPr="00D14A78" w:rsidTr="0029149A">
        <w:trPr>
          <w:trHeight w:val="272"/>
        </w:trPr>
        <w:tc>
          <w:tcPr>
            <w:tcW w:w="1016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color w:val="000000"/>
                <w:sz w:val="16"/>
                <w:szCs w:val="16"/>
                <w:lang w:val="uk-UA"/>
              </w:rPr>
              <w:t>Охорона здоров'я</w:t>
            </w:r>
          </w:p>
        </w:tc>
      </w:tr>
      <w:tr w:rsidR="00E95BE8" w:rsidRPr="00D14A78" w:rsidTr="0029149A">
        <w:trPr>
          <w:trHeight w:val="272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19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BE8" w:rsidRPr="00D14A78" w:rsidRDefault="00E95BE8" w:rsidP="00C11720">
            <w:pPr>
              <w:rPr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color w:val="000000"/>
                <w:sz w:val="16"/>
                <w:szCs w:val="16"/>
                <w:lang w:val="uk-UA"/>
              </w:rPr>
              <w:t xml:space="preserve">Придбання </w:t>
            </w:r>
            <w:r>
              <w:rPr>
                <w:color w:val="000000"/>
                <w:sz w:val="16"/>
                <w:szCs w:val="16"/>
                <w:lang w:val="uk-UA"/>
              </w:rPr>
              <w:t>медичного обладнання для КЗ  "Знам'янська міська лікарня ім.А.В.Лисенка" (за рахунок залишку субвенції з державного бюджету</w:t>
            </w:r>
            <w:r w:rsidRPr="00CE427F">
              <w:rPr>
                <w:sz w:val="22"/>
                <w:szCs w:val="22"/>
                <w:lang w:val="uk-UA" w:eastAsia="en-US"/>
              </w:rPr>
              <w:t xml:space="preserve"> </w:t>
            </w:r>
            <w:r w:rsidRPr="004D4803">
              <w:rPr>
                <w:sz w:val="16"/>
                <w:szCs w:val="16"/>
                <w:lang w:val="uk-UA" w:eastAsia="en-US"/>
              </w:rPr>
              <w:t>на здійснення заходів щодо соціально-економічного розвитку окремих територій</w:t>
            </w:r>
            <w:r>
              <w:rPr>
                <w:color w:val="000000"/>
                <w:sz w:val="16"/>
                <w:szCs w:val="16"/>
                <w:lang w:val="uk-UA"/>
              </w:rPr>
              <w:t>, що утворився на кінець 2017 року)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2018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 xml:space="preserve">ДБ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E12943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A722B5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95BE8" w:rsidRPr="00D14A78" w:rsidTr="0029149A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D14A7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РБ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D14A78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19</w:t>
            </w: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D14A78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A722B5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19</w:t>
            </w: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95BE8" w:rsidRPr="00D14A78" w:rsidTr="0029149A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D14A7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A78">
              <w:rPr>
                <w:color w:val="000000"/>
                <w:sz w:val="16"/>
                <w:szCs w:val="16"/>
                <w:lang w:val="uk-UA"/>
              </w:rPr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D14A78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5,7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D14A78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D14A78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5,7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95BE8" w:rsidRPr="00D14A78" w:rsidTr="0029149A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D14A7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A78">
              <w:rPr>
                <w:color w:val="000000"/>
                <w:sz w:val="16"/>
                <w:szCs w:val="16"/>
                <w:lang w:val="uk-UA"/>
              </w:rPr>
              <w:t>МТД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D14A78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D14A78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D14A78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95BE8" w:rsidRPr="00D14A78" w:rsidTr="0029149A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D14A7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14A78">
              <w:rPr>
                <w:color w:val="000000"/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D14A78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D14A78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D14A78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95BE8" w:rsidRPr="00D14A78" w:rsidTr="0029149A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D14A78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</w:rPr>
              <w:t>Всього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D14A78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195,7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D14A78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D14A78">
              <w:rPr>
                <w:b/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BE8" w:rsidRPr="00D14A78" w:rsidRDefault="00E95BE8" w:rsidP="00D14A78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195,7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BE8" w:rsidRPr="00D14A78" w:rsidRDefault="00E95BE8" w:rsidP="00E12943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E95BE8" w:rsidRPr="004E15F3" w:rsidRDefault="00E95BE8" w:rsidP="00576DB5">
      <w:pPr>
        <w:rPr>
          <w:highlight w:val="yellow"/>
          <w:lang w:val="uk-UA"/>
        </w:rPr>
        <w:sectPr w:rsidR="00E95BE8" w:rsidRPr="004E15F3" w:rsidSect="00576DB5">
          <w:pgSz w:w="11906" w:h="16838"/>
          <w:pgMar w:top="284" w:right="850" w:bottom="284" w:left="1701" w:header="708" w:footer="708" w:gutter="0"/>
          <w:cols w:space="720"/>
        </w:sectPr>
      </w:pPr>
    </w:p>
    <w:p w:rsidR="00E95BE8" w:rsidRPr="004B612B" w:rsidRDefault="00E95BE8" w:rsidP="004D4803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E95BE8" w:rsidRPr="004B612B" w:rsidSect="00875809">
      <w:pgSz w:w="11906" w:h="16838"/>
      <w:pgMar w:top="567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C8E3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80633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DFAF9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162C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55ADD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30A8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1C28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D012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3805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498F5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151A77"/>
    <w:multiLevelType w:val="hybridMultilevel"/>
    <w:tmpl w:val="0330AB66"/>
    <w:lvl w:ilvl="0" w:tplc="E984F7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8F541B6"/>
    <w:multiLevelType w:val="hybridMultilevel"/>
    <w:tmpl w:val="46E2E0F2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2">
    <w:nsid w:val="279420D6"/>
    <w:multiLevelType w:val="hybridMultilevel"/>
    <w:tmpl w:val="A16084D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9DF42C8"/>
    <w:multiLevelType w:val="hybridMultilevel"/>
    <w:tmpl w:val="728605C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F261B74"/>
    <w:multiLevelType w:val="hybridMultilevel"/>
    <w:tmpl w:val="9ABA7206"/>
    <w:lvl w:ilvl="0" w:tplc="A34E5614">
      <w:start w:val="1"/>
      <w:numFmt w:val="decimal"/>
      <w:lvlText w:val="%1."/>
      <w:lvlJc w:val="left"/>
      <w:pPr>
        <w:ind w:left="9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  <w:rPr>
        <w:rFonts w:cs="Times New Roman"/>
      </w:rPr>
    </w:lvl>
  </w:abstractNum>
  <w:abstractNum w:abstractNumId="15">
    <w:nsid w:val="5D834173"/>
    <w:multiLevelType w:val="hybridMultilevel"/>
    <w:tmpl w:val="2DDA9478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7">
    <w:nsid w:val="74E374B2"/>
    <w:multiLevelType w:val="hybridMultilevel"/>
    <w:tmpl w:val="56067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875A7F"/>
    <w:multiLevelType w:val="hybridMultilevel"/>
    <w:tmpl w:val="39F839CC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6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17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4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D91"/>
    <w:rsid w:val="00005651"/>
    <w:rsid w:val="00012FF3"/>
    <w:rsid w:val="000143DC"/>
    <w:rsid w:val="0002778F"/>
    <w:rsid w:val="00030352"/>
    <w:rsid w:val="00031AB1"/>
    <w:rsid w:val="00036C6B"/>
    <w:rsid w:val="000471F0"/>
    <w:rsid w:val="00062F55"/>
    <w:rsid w:val="00063C50"/>
    <w:rsid w:val="0008500F"/>
    <w:rsid w:val="00092AAE"/>
    <w:rsid w:val="00094BE9"/>
    <w:rsid w:val="000A158B"/>
    <w:rsid w:val="000A294E"/>
    <w:rsid w:val="000B6A4A"/>
    <w:rsid w:val="000D16AE"/>
    <w:rsid w:val="000E3A30"/>
    <w:rsid w:val="000E3D0B"/>
    <w:rsid w:val="000E5FE2"/>
    <w:rsid w:val="000E6C30"/>
    <w:rsid w:val="000F10B0"/>
    <w:rsid w:val="000F5FEF"/>
    <w:rsid w:val="000F762B"/>
    <w:rsid w:val="00111287"/>
    <w:rsid w:val="00114BFF"/>
    <w:rsid w:val="001162CF"/>
    <w:rsid w:val="00121E35"/>
    <w:rsid w:val="00155C77"/>
    <w:rsid w:val="0019090C"/>
    <w:rsid w:val="001A51EB"/>
    <w:rsid w:val="002025F6"/>
    <w:rsid w:val="002107C7"/>
    <w:rsid w:val="00216D43"/>
    <w:rsid w:val="00221633"/>
    <w:rsid w:val="00221FC7"/>
    <w:rsid w:val="00225638"/>
    <w:rsid w:val="002256C5"/>
    <w:rsid w:val="002278B6"/>
    <w:rsid w:val="00230ACD"/>
    <w:rsid w:val="0023372F"/>
    <w:rsid w:val="00234D1E"/>
    <w:rsid w:val="00242914"/>
    <w:rsid w:val="002473EE"/>
    <w:rsid w:val="002546EF"/>
    <w:rsid w:val="002807B9"/>
    <w:rsid w:val="00291449"/>
    <w:rsid w:val="0029149A"/>
    <w:rsid w:val="002A7562"/>
    <w:rsid w:val="002A7611"/>
    <w:rsid w:val="002B1AD6"/>
    <w:rsid w:val="002B1BB5"/>
    <w:rsid w:val="002B6667"/>
    <w:rsid w:val="002D5A9D"/>
    <w:rsid w:val="002F44F2"/>
    <w:rsid w:val="002F6958"/>
    <w:rsid w:val="00301067"/>
    <w:rsid w:val="00310BA2"/>
    <w:rsid w:val="00311326"/>
    <w:rsid w:val="003133B2"/>
    <w:rsid w:val="0031424A"/>
    <w:rsid w:val="00334B5C"/>
    <w:rsid w:val="00341000"/>
    <w:rsid w:val="00345BF9"/>
    <w:rsid w:val="00362034"/>
    <w:rsid w:val="00365351"/>
    <w:rsid w:val="00382DB0"/>
    <w:rsid w:val="00394CAF"/>
    <w:rsid w:val="00397E40"/>
    <w:rsid w:val="003A1DF5"/>
    <w:rsid w:val="003A6F63"/>
    <w:rsid w:val="003A702B"/>
    <w:rsid w:val="003B644D"/>
    <w:rsid w:val="003D6297"/>
    <w:rsid w:val="003E218A"/>
    <w:rsid w:val="003F05C4"/>
    <w:rsid w:val="004039A5"/>
    <w:rsid w:val="00422EC7"/>
    <w:rsid w:val="00423FA4"/>
    <w:rsid w:val="00426178"/>
    <w:rsid w:val="00460B26"/>
    <w:rsid w:val="0048029F"/>
    <w:rsid w:val="004A1EDC"/>
    <w:rsid w:val="004A64AF"/>
    <w:rsid w:val="004A6A75"/>
    <w:rsid w:val="004B2397"/>
    <w:rsid w:val="004B612B"/>
    <w:rsid w:val="004D1AD2"/>
    <w:rsid w:val="004D4803"/>
    <w:rsid w:val="004D790F"/>
    <w:rsid w:val="004E15F3"/>
    <w:rsid w:val="005047DA"/>
    <w:rsid w:val="0051035A"/>
    <w:rsid w:val="00515D91"/>
    <w:rsid w:val="005272BE"/>
    <w:rsid w:val="005301FB"/>
    <w:rsid w:val="0053554A"/>
    <w:rsid w:val="00576DB5"/>
    <w:rsid w:val="00583E20"/>
    <w:rsid w:val="00592968"/>
    <w:rsid w:val="005A109F"/>
    <w:rsid w:val="005B5610"/>
    <w:rsid w:val="005D095C"/>
    <w:rsid w:val="005D7296"/>
    <w:rsid w:val="005E462E"/>
    <w:rsid w:val="006027CE"/>
    <w:rsid w:val="00630CD3"/>
    <w:rsid w:val="00631A15"/>
    <w:rsid w:val="00640D0D"/>
    <w:rsid w:val="00654DC5"/>
    <w:rsid w:val="00654E87"/>
    <w:rsid w:val="00672D1B"/>
    <w:rsid w:val="00673828"/>
    <w:rsid w:val="006754DD"/>
    <w:rsid w:val="006944F4"/>
    <w:rsid w:val="006B0886"/>
    <w:rsid w:val="006C5B0B"/>
    <w:rsid w:val="006D5CF0"/>
    <w:rsid w:val="006E488A"/>
    <w:rsid w:val="006E6C54"/>
    <w:rsid w:val="006F2AA6"/>
    <w:rsid w:val="00700353"/>
    <w:rsid w:val="00701FA1"/>
    <w:rsid w:val="00736C32"/>
    <w:rsid w:val="007434BE"/>
    <w:rsid w:val="00743B83"/>
    <w:rsid w:val="0075375E"/>
    <w:rsid w:val="00764929"/>
    <w:rsid w:val="007658F5"/>
    <w:rsid w:val="0076666F"/>
    <w:rsid w:val="00771D36"/>
    <w:rsid w:val="0078279D"/>
    <w:rsid w:val="00796467"/>
    <w:rsid w:val="007A1AE4"/>
    <w:rsid w:val="007C138E"/>
    <w:rsid w:val="007C6182"/>
    <w:rsid w:val="007D2BFC"/>
    <w:rsid w:val="007E210C"/>
    <w:rsid w:val="007F32C1"/>
    <w:rsid w:val="007F58FA"/>
    <w:rsid w:val="007F6EE3"/>
    <w:rsid w:val="008057F1"/>
    <w:rsid w:val="008070FA"/>
    <w:rsid w:val="008117BE"/>
    <w:rsid w:val="008303E7"/>
    <w:rsid w:val="00846C18"/>
    <w:rsid w:val="0085657F"/>
    <w:rsid w:val="00861376"/>
    <w:rsid w:val="00862FD8"/>
    <w:rsid w:val="008733B5"/>
    <w:rsid w:val="00875809"/>
    <w:rsid w:val="0088475C"/>
    <w:rsid w:val="0089198F"/>
    <w:rsid w:val="008C18DE"/>
    <w:rsid w:val="008C7D32"/>
    <w:rsid w:val="008D33A9"/>
    <w:rsid w:val="008F7000"/>
    <w:rsid w:val="00901C8B"/>
    <w:rsid w:val="0092065E"/>
    <w:rsid w:val="0092196C"/>
    <w:rsid w:val="009245DA"/>
    <w:rsid w:val="00961118"/>
    <w:rsid w:val="009840AB"/>
    <w:rsid w:val="00996480"/>
    <w:rsid w:val="009977C2"/>
    <w:rsid w:val="009B11E4"/>
    <w:rsid w:val="009C17EF"/>
    <w:rsid w:val="009C3119"/>
    <w:rsid w:val="009C483D"/>
    <w:rsid w:val="009C4BAE"/>
    <w:rsid w:val="009C711D"/>
    <w:rsid w:val="009D1332"/>
    <w:rsid w:val="009E400A"/>
    <w:rsid w:val="009F33E5"/>
    <w:rsid w:val="00A05C82"/>
    <w:rsid w:val="00A132C9"/>
    <w:rsid w:val="00A1622D"/>
    <w:rsid w:val="00A34AAD"/>
    <w:rsid w:val="00A4112D"/>
    <w:rsid w:val="00A42D9C"/>
    <w:rsid w:val="00A44846"/>
    <w:rsid w:val="00A47AFA"/>
    <w:rsid w:val="00A56160"/>
    <w:rsid w:val="00A57A62"/>
    <w:rsid w:val="00A722B5"/>
    <w:rsid w:val="00A75646"/>
    <w:rsid w:val="00A809EF"/>
    <w:rsid w:val="00AA0CCE"/>
    <w:rsid w:val="00AA4C1D"/>
    <w:rsid w:val="00AC7669"/>
    <w:rsid w:val="00AE0347"/>
    <w:rsid w:val="00B019CB"/>
    <w:rsid w:val="00B3602F"/>
    <w:rsid w:val="00B4029A"/>
    <w:rsid w:val="00B60B3C"/>
    <w:rsid w:val="00B62212"/>
    <w:rsid w:val="00B6345F"/>
    <w:rsid w:val="00B67D68"/>
    <w:rsid w:val="00B71DF3"/>
    <w:rsid w:val="00B730BA"/>
    <w:rsid w:val="00B76DFA"/>
    <w:rsid w:val="00B84344"/>
    <w:rsid w:val="00B8445C"/>
    <w:rsid w:val="00BB2A1C"/>
    <w:rsid w:val="00BD13D7"/>
    <w:rsid w:val="00BD5173"/>
    <w:rsid w:val="00BE06BF"/>
    <w:rsid w:val="00C00CFE"/>
    <w:rsid w:val="00C02B82"/>
    <w:rsid w:val="00C11720"/>
    <w:rsid w:val="00C51262"/>
    <w:rsid w:val="00C51A88"/>
    <w:rsid w:val="00C64F26"/>
    <w:rsid w:val="00C87AF3"/>
    <w:rsid w:val="00C97669"/>
    <w:rsid w:val="00CB1904"/>
    <w:rsid w:val="00CB4614"/>
    <w:rsid w:val="00CB6BA5"/>
    <w:rsid w:val="00CD2CA5"/>
    <w:rsid w:val="00CE321C"/>
    <w:rsid w:val="00CE350B"/>
    <w:rsid w:val="00CE427F"/>
    <w:rsid w:val="00CF1115"/>
    <w:rsid w:val="00CF13A3"/>
    <w:rsid w:val="00CF6364"/>
    <w:rsid w:val="00D01576"/>
    <w:rsid w:val="00D0558B"/>
    <w:rsid w:val="00D14A78"/>
    <w:rsid w:val="00D2259F"/>
    <w:rsid w:val="00D34DC1"/>
    <w:rsid w:val="00D3546D"/>
    <w:rsid w:val="00D40EB7"/>
    <w:rsid w:val="00D5369F"/>
    <w:rsid w:val="00D55512"/>
    <w:rsid w:val="00D674AF"/>
    <w:rsid w:val="00D76BA5"/>
    <w:rsid w:val="00D8056A"/>
    <w:rsid w:val="00D80575"/>
    <w:rsid w:val="00D83C6D"/>
    <w:rsid w:val="00D932FF"/>
    <w:rsid w:val="00DB57D5"/>
    <w:rsid w:val="00DD2A4E"/>
    <w:rsid w:val="00DE65B2"/>
    <w:rsid w:val="00E01C55"/>
    <w:rsid w:val="00E12943"/>
    <w:rsid w:val="00E14419"/>
    <w:rsid w:val="00E30850"/>
    <w:rsid w:val="00E32A26"/>
    <w:rsid w:val="00E5738E"/>
    <w:rsid w:val="00E6284C"/>
    <w:rsid w:val="00E71357"/>
    <w:rsid w:val="00E861C2"/>
    <w:rsid w:val="00E95BE8"/>
    <w:rsid w:val="00EB5551"/>
    <w:rsid w:val="00EC0693"/>
    <w:rsid w:val="00ED4568"/>
    <w:rsid w:val="00EF121C"/>
    <w:rsid w:val="00F07AD0"/>
    <w:rsid w:val="00F10648"/>
    <w:rsid w:val="00F17620"/>
    <w:rsid w:val="00F17C75"/>
    <w:rsid w:val="00F21425"/>
    <w:rsid w:val="00F30918"/>
    <w:rsid w:val="00F46BBF"/>
    <w:rsid w:val="00F53800"/>
    <w:rsid w:val="00F80067"/>
    <w:rsid w:val="00F80C34"/>
    <w:rsid w:val="00F97609"/>
    <w:rsid w:val="00FA181D"/>
    <w:rsid w:val="00FD7E12"/>
    <w:rsid w:val="00FE3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E87"/>
    <w:rPr>
      <w:rFonts w:ascii="Times New Roman" w:eastAsia="Times New Roman" w:hAnsi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E210C"/>
    <w:pPr>
      <w:keepNext/>
      <w:ind w:firstLine="851"/>
      <w:outlineLvl w:val="4"/>
    </w:pPr>
    <w:rPr>
      <w:rFonts w:eastAsia="Calibri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7E210C"/>
    <w:rPr>
      <w:rFonts w:ascii="Times New Roman" w:hAnsi="Times New Roman" w:cs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515D91"/>
    <w:rPr>
      <w:lang w:eastAsia="en-US"/>
    </w:rPr>
  </w:style>
  <w:style w:type="table" w:styleId="TableGrid">
    <w:name w:val="Table Grid"/>
    <w:basedOn w:val="TableNormal"/>
    <w:uiPriority w:val="99"/>
    <w:rsid w:val="007E21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aliases w:val="Знак Char"/>
    <w:uiPriority w:val="99"/>
    <w:locked/>
    <w:rsid w:val="007E210C"/>
    <w:rPr>
      <w:rFonts w:ascii="Times New Roman" w:hAnsi="Times New Roman"/>
      <w:sz w:val="24"/>
      <w:lang w:eastAsia="ru-RU"/>
    </w:rPr>
  </w:style>
  <w:style w:type="paragraph" w:styleId="BodyText">
    <w:name w:val="Body Text"/>
    <w:aliases w:val="Знак"/>
    <w:basedOn w:val="Normal"/>
    <w:link w:val="BodyTextChar1"/>
    <w:uiPriority w:val="99"/>
    <w:rsid w:val="007E210C"/>
    <w:pPr>
      <w:spacing w:after="120"/>
    </w:pPr>
    <w:rPr>
      <w:rFonts w:eastAsia="Calibri"/>
      <w:szCs w:val="20"/>
    </w:rPr>
  </w:style>
  <w:style w:type="character" w:customStyle="1" w:styleId="BodyTextChar1">
    <w:name w:val="Body Text Char1"/>
    <w:aliases w:val="Знак Char1"/>
    <w:basedOn w:val="DefaultParagraphFont"/>
    <w:link w:val="BodyText"/>
    <w:uiPriority w:val="99"/>
    <w:semiHidden/>
    <w:locked/>
    <w:rsid w:val="00DD2A4E"/>
    <w:rPr>
      <w:rFonts w:ascii="Times New Roman" w:hAnsi="Times New Roman" w:cs="Times New Roman"/>
      <w:sz w:val="24"/>
      <w:szCs w:val="24"/>
    </w:rPr>
  </w:style>
  <w:style w:type="character" w:customStyle="1" w:styleId="a">
    <w:name w:val="Основной текст Знак"/>
    <w:basedOn w:val="DefaultParagraphFont"/>
    <w:uiPriority w:val="99"/>
    <w:semiHidden/>
    <w:rsid w:val="007E210C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D7E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7E12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link w:val="TitleChar"/>
    <w:uiPriority w:val="99"/>
    <w:qFormat/>
    <w:rsid w:val="00CF13A3"/>
    <w:pPr>
      <w:jc w:val="center"/>
    </w:pPr>
    <w:rPr>
      <w:b/>
      <w:bCs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CF13A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0">
    <w:name w:val="Знак Знак"/>
    <w:basedOn w:val="DefaultParagraphFont"/>
    <w:uiPriority w:val="99"/>
    <w:rsid w:val="009C483D"/>
    <w:rPr>
      <w:rFonts w:cs="Times New Roman"/>
      <w:sz w:val="32"/>
    </w:rPr>
  </w:style>
  <w:style w:type="paragraph" w:styleId="ListParagraph">
    <w:name w:val="List Paragraph"/>
    <w:basedOn w:val="Normal"/>
    <w:uiPriority w:val="99"/>
    <w:qFormat/>
    <w:rsid w:val="000471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53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</TotalTime>
  <Pages>4</Pages>
  <Words>4119</Words>
  <Characters>2348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subject/>
  <dc:creator>Гринченко Ольга</dc:creator>
  <cp:keywords/>
  <dc:description/>
  <cp:lastModifiedBy>User</cp:lastModifiedBy>
  <cp:revision>17</cp:revision>
  <cp:lastPrinted>2018-05-21T11:54:00Z</cp:lastPrinted>
  <dcterms:created xsi:type="dcterms:W3CDTF">2018-05-21T10:28:00Z</dcterms:created>
  <dcterms:modified xsi:type="dcterms:W3CDTF">2018-07-04T05:10:00Z</dcterms:modified>
</cp:coreProperties>
</file>