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0F" w:rsidRDefault="00D22E0F" w:rsidP="004864E7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ПРОЄКТ</w:t>
      </w:r>
    </w:p>
    <w:p w:rsidR="00D22E0F" w:rsidRPr="00AF6163" w:rsidRDefault="00D22E0F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Знам’янська міська рада</w:t>
      </w:r>
    </w:p>
    <w:p w:rsidR="00D22E0F" w:rsidRDefault="00D22E0F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D22E0F" w:rsidRPr="00AF6163" w:rsidRDefault="00D22E0F" w:rsidP="00210AE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___ </w:t>
      </w:r>
      <w:r w:rsidRPr="00B6332A">
        <w:rPr>
          <w:b/>
          <w:bCs/>
        </w:rPr>
        <w:t xml:space="preserve">сесія </w:t>
      </w:r>
      <w:r w:rsidRPr="00B6332A">
        <w:rPr>
          <w:b/>
          <w:bCs/>
          <w:lang w:val="en-US"/>
        </w:rPr>
        <w:t>VIII</w:t>
      </w:r>
      <w:r w:rsidRPr="00B6332A">
        <w:rPr>
          <w:b/>
          <w:bCs/>
        </w:rPr>
        <w:t xml:space="preserve"> скликання</w:t>
      </w:r>
      <w:r>
        <w:rPr>
          <w:b/>
          <w:bCs/>
          <w:lang w:val="uk-UA"/>
        </w:rPr>
        <w:t xml:space="preserve"> </w:t>
      </w:r>
    </w:p>
    <w:p w:rsidR="00D22E0F" w:rsidRPr="00AF6163" w:rsidRDefault="00D22E0F" w:rsidP="001B2CDB">
      <w:pPr>
        <w:jc w:val="center"/>
        <w:rPr>
          <w:b/>
          <w:bCs/>
          <w:lang w:val="uk-UA"/>
        </w:rPr>
      </w:pPr>
    </w:p>
    <w:p w:rsidR="00D22E0F" w:rsidRPr="00E866B9" w:rsidRDefault="00D22E0F" w:rsidP="001B2CDB">
      <w:pPr>
        <w:pStyle w:val="Heading3"/>
      </w:pPr>
      <w:r w:rsidRPr="00E866B9">
        <w:t>Р І Ш Е Н Н Я</w:t>
      </w:r>
    </w:p>
    <w:p w:rsidR="00D22E0F" w:rsidRDefault="00D22E0F" w:rsidP="001B2CDB">
      <w:pPr>
        <w:jc w:val="center"/>
        <w:rPr>
          <w:lang w:val="uk-UA"/>
        </w:rPr>
      </w:pPr>
      <w:r w:rsidRPr="00E866B9">
        <w:rPr>
          <w:lang w:val="uk-UA"/>
        </w:rPr>
        <w:t>від</w:t>
      </w:r>
      <w:r>
        <w:rPr>
          <w:lang w:val="uk-UA"/>
        </w:rPr>
        <w:t xml:space="preserve">   ___ травня </w:t>
      </w:r>
      <w:r w:rsidRPr="00AF6163">
        <w:t>20</w:t>
      </w:r>
      <w:r w:rsidRPr="008F2185">
        <w:t>2</w:t>
      </w:r>
      <w:r>
        <w:rPr>
          <w:lang w:val="uk-UA"/>
        </w:rPr>
        <w:t>1</w:t>
      </w:r>
      <w:r w:rsidRPr="00AF6163">
        <w:t xml:space="preserve"> року </w:t>
      </w:r>
      <w:r w:rsidRPr="00AF6163">
        <w:tab/>
      </w:r>
      <w:r w:rsidRPr="00AF6163">
        <w:tab/>
      </w:r>
      <w:r w:rsidRPr="00AF6163">
        <w:tab/>
      </w:r>
      <w:r w:rsidRPr="00AF6163"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223AA">
        <w:rPr>
          <w:b/>
          <w:bCs/>
          <w:lang w:val="uk-UA"/>
        </w:rPr>
        <w:t>№</w:t>
      </w:r>
      <w:r w:rsidRPr="00AF6163">
        <w:tab/>
      </w:r>
    </w:p>
    <w:p w:rsidR="00D22E0F" w:rsidRDefault="00D22E0F" w:rsidP="001B2CDB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D22E0F" w:rsidRDefault="00D22E0F" w:rsidP="004B6B5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затвердження </w:t>
      </w:r>
      <w:r>
        <w:rPr>
          <w:color w:val="000000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</w:p>
    <w:p w:rsidR="00D22E0F" w:rsidRPr="00212BEF" w:rsidRDefault="00D22E0F" w:rsidP="004B6B5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БЕСПАЛОМУ В.М., ЛЕГКОДУХ Н.М. та ЧЕРНИХУ С.А.</w:t>
      </w:r>
    </w:p>
    <w:p w:rsidR="00D22E0F" w:rsidRPr="00212BEF" w:rsidRDefault="00D22E0F" w:rsidP="004B6B5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D22E0F" w:rsidRPr="00DF55D4" w:rsidRDefault="00D22E0F" w:rsidP="004B6B5A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БЕСПАЛОГО Володимира Миколайовича, ЛЕГКОДУХ Надії Миколаївни та ЧЕРНИХА Сергія Анатолійовича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технічної документації щодо встановлення меж земельної ділянки в натурі (на місцевості)</w:t>
      </w:r>
      <w:r w:rsidRPr="00212BEF">
        <w:rPr>
          <w:color w:val="000000"/>
          <w:lang w:val="uk-UA"/>
        </w:rPr>
        <w:t xml:space="preserve"> </w:t>
      </w:r>
      <w:r>
        <w:rPr>
          <w:lang w:val="uk-UA"/>
        </w:rPr>
        <w:t>у власність</w:t>
      </w:r>
      <w:r w:rsidRPr="00212BEF">
        <w:rPr>
          <w:lang w:val="uk-UA"/>
        </w:rPr>
        <w:t xml:space="preserve">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874,0 кв.м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510600000</w:t>
      </w:r>
      <w:r w:rsidRPr="00DF55D4">
        <w:rPr>
          <w:lang w:val="uk-UA"/>
        </w:rPr>
        <w:t>:</w:t>
      </w:r>
      <w:r>
        <w:rPr>
          <w:lang w:val="uk-UA"/>
        </w:rPr>
        <w:t>50</w:t>
      </w:r>
      <w:r w:rsidRPr="00DF55D4">
        <w:rPr>
          <w:lang w:val="uk-UA"/>
        </w:rPr>
        <w:t>:</w:t>
      </w:r>
      <w:r>
        <w:rPr>
          <w:lang w:val="uk-UA"/>
        </w:rPr>
        <w:t>166</w:t>
      </w:r>
      <w:r w:rsidRPr="00DF55D4">
        <w:rPr>
          <w:lang w:val="uk-UA"/>
        </w:rPr>
        <w:t>:</w:t>
      </w:r>
      <w:r>
        <w:rPr>
          <w:lang w:val="uk-UA"/>
        </w:rPr>
        <w:t>0016</w:t>
      </w:r>
      <w:r w:rsidRPr="00DF55D4">
        <w:rPr>
          <w:lang w:val="uk-UA"/>
        </w:rPr>
        <w:t xml:space="preserve"> </w:t>
      </w:r>
      <w:r>
        <w:rPr>
          <w:lang w:val="uk-UA"/>
        </w:rPr>
        <w:t>за адресою: м. Знам’янка</w:t>
      </w:r>
      <w:r w:rsidRPr="00DF55D4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вул. Назарова, 76,</w:t>
      </w:r>
      <w:r w:rsidRPr="00DF55D4">
        <w:rPr>
          <w:rFonts w:eastAsia="MS Mincho"/>
          <w:lang w:val="uk-UA"/>
        </w:rPr>
        <w:t xml:space="preserve">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r>
        <w:rPr>
          <w:lang w:val="uk-UA"/>
        </w:rPr>
        <w:t xml:space="preserve">Знам’янська </w:t>
      </w:r>
      <w:r w:rsidRPr="00DF55D4">
        <w:rPr>
          <w:lang w:val="uk-UA"/>
        </w:rPr>
        <w:t>міська рада</w:t>
      </w:r>
    </w:p>
    <w:p w:rsidR="00D22E0F" w:rsidRDefault="00D22E0F" w:rsidP="004B6B5A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D22E0F" w:rsidRDefault="00D22E0F" w:rsidP="004B6B5A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>В и р і ш и л а:</w:t>
      </w:r>
    </w:p>
    <w:p w:rsidR="00D22E0F" w:rsidRPr="007C12D9" w:rsidRDefault="00D22E0F" w:rsidP="004B6B5A">
      <w:pPr>
        <w:numPr>
          <w:ilvl w:val="0"/>
          <w:numId w:val="7"/>
        </w:numPr>
        <w:tabs>
          <w:tab w:val="left" w:pos="0"/>
        </w:tabs>
        <w:spacing w:line="274" w:lineRule="auto"/>
        <w:jc w:val="both"/>
        <w:rPr>
          <w:spacing w:val="-6"/>
          <w:shd w:val="clear" w:color="auto" w:fill="FFFFFF"/>
          <w:lang w:val="uk-UA"/>
        </w:rPr>
      </w:pPr>
      <w:r w:rsidRPr="00AA72AE">
        <w:rPr>
          <w:color w:val="000000"/>
          <w:shd w:val="clear" w:color="auto" w:fill="FFFFFF"/>
          <w:lang w:val="uk-UA"/>
        </w:rPr>
        <w:t xml:space="preserve">Затвердити </w:t>
      </w:r>
      <w:r>
        <w:rPr>
          <w:color w:val="000000"/>
          <w:lang w:val="uk-UA"/>
        </w:rPr>
        <w:t>технічну документацію щодо встановлення меж земельної ділянки в натурі (на місцевості)</w:t>
      </w:r>
      <w:r w:rsidRPr="00AA72AE">
        <w:rPr>
          <w:shd w:val="clear" w:color="auto" w:fill="FFFFFF"/>
          <w:lang w:val="uk-UA"/>
        </w:rPr>
        <w:t xml:space="preserve"> та надати </w:t>
      </w:r>
      <w:r>
        <w:rPr>
          <w:lang w:val="uk-UA"/>
        </w:rPr>
        <w:t>у власність</w:t>
      </w:r>
      <w:r w:rsidRPr="00AA72AE">
        <w:rPr>
          <w:shd w:val="clear" w:color="auto" w:fill="FFFFFF"/>
          <w:lang w:val="uk-UA"/>
        </w:rPr>
        <w:t xml:space="preserve"> </w:t>
      </w:r>
      <w:r>
        <w:rPr>
          <w:lang w:val="uk-UA"/>
        </w:rPr>
        <w:t>БЕСПАЛОМУ Володимиру Миколайовичу (1/12), ЛЕГКОДУХ Надії Миколаївні (5/12) та ЧЕРНИХУ Сергію Анатолійовичу (6/12)</w:t>
      </w:r>
      <w:r w:rsidRPr="00212BEF">
        <w:rPr>
          <w:lang w:val="uk-UA"/>
        </w:rPr>
        <w:t xml:space="preserve"> </w:t>
      </w:r>
      <w:r w:rsidRPr="00AA72AE">
        <w:rPr>
          <w:shd w:val="clear" w:color="auto" w:fill="FFFFFF"/>
          <w:lang w:val="uk-UA"/>
        </w:rPr>
        <w:t xml:space="preserve">земельну ділянку загальною площею </w:t>
      </w:r>
      <w:r>
        <w:rPr>
          <w:lang w:val="uk-UA"/>
        </w:rPr>
        <w:t>874,0 кв.м</w:t>
      </w:r>
      <w:r w:rsidRPr="00FC508A">
        <w:rPr>
          <w:shd w:val="clear" w:color="auto" w:fill="FFFFFF"/>
          <w:lang w:val="uk-UA"/>
        </w:rPr>
        <w:t xml:space="preserve">, з кадастровим номером </w:t>
      </w:r>
      <w:r w:rsidRPr="00DF55D4">
        <w:rPr>
          <w:lang w:val="uk-UA"/>
        </w:rPr>
        <w:t>3</w:t>
      </w:r>
      <w:r>
        <w:rPr>
          <w:lang w:val="uk-UA"/>
        </w:rPr>
        <w:t>510600000</w:t>
      </w:r>
      <w:r w:rsidRPr="00DF55D4">
        <w:rPr>
          <w:lang w:val="uk-UA"/>
        </w:rPr>
        <w:t>:</w:t>
      </w:r>
      <w:r>
        <w:rPr>
          <w:lang w:val="uk-UA"/>
        </w:rPr>
        <w:t>50</w:t>
      </w:r>
      <w:r w:rsidRPr="00DF55D4">
        <w:rPr>
          <w:lang w:val="uk-UA"/>
        </w:rPr>
        <w:t>:</w:t>
      </w:r>
      <w:r>
        <w:rPr>
          <w:lang w:val="uk-UA"/>
        </w:rPr>
        <w:t>166</w:t>
      </w:r>
      <w:r w:rsidRPr="00DF55D4">
        <w:rPr>
          <w:lang w:val="uk-UA"/>
        </w:rPr>
        <w:t>:</w:t>
      </w:r>
      <w:r>
        <w:rPr>
          <w:lang w:val="uk-UA"/>
        </w:rPr>
        <w:t>0016 за адресою: м. Знам’янка</w:t>
      </w:r>
      <w:r w:rsidRPr="00DF55D4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вул. Назарова, 76</w:t>
      </w:r>
      <w:r>
        <w:rPr>
          <w:lang w:val="uk-UA"/>
        </w:rPr>
        <w:t xml:space="preserve"> </w:t>
      </w:r>
      <w:r w:rsidRPr="00212BEF">
        <w:rPr>
          <w:lang w:val="uk-UA"/>
        </w:rPr>
        <w:t xml:space="preserve">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</w:t>
      </w:r>
      <w:r w:rsidRPr="00FC508A">
        <w:rPr>
          <w:shd w:val="clear" w:color="auto" w:fill="FFFFFF"/>
          <w:lang w:val="uk-UA"/>
        </w:rPr>
        <w:t>, землі житлової та громадської забудови</w:t>
      </w:r>
      <w:r w:rsidRPr="00FE379F">
        <w:rPr>
          <w:lang w:val="uk-UA"/>
        </w:rPr>
        <w:t xml:space="preserve"> Знам’янської</w:t>
      </w:r>
      <w:r>
        <w:rPr>
          <w:lang w:val="uk-UA"/>
        </w:rPr>
        <w:t xml:space="preserve"> міської</w:t>
      </w:r>
      <w:r w:rsidRPr="00FE379F">
        <w:rPr>
          <w:lang w:val="uk-UA"/>
        </w:rPr>
        <w:t xml:space="preserve"> територіальної громади</w:t>
      </w:r>
      <w:r w:rsidRPr="00FC508A">
        <w:rPr>
          <w:shd w:val="clear" w:color="auto" w:fill="FFFFFF"/>
          <w:lang w:val="uk-UA"/>
        </w:rPr>
        <w:t>,  код КВЦПЗ</w:t>
      </w:r>
      <w:r>
        <w:rPr>
          <w:shd w:val="clear" w:color="auto" w:fill="FFFFFF"/>
          <w:lang w:val="uk-UA"/>
        </w:rPr>
        <w:t xml:space="preserve"> - </w:t>
      </w:r>
      <w:r w:rsidRPr="00FC508A">
        <w:rPr>
          <w:shd w:val="clear" w:color="auto" w:fill="FFFFFF"/>
          <w:lang w:val="uk-UA"/>
        </w:rPr>
        <w:t>0</w:t>
      </w:r>
      <w:r>
        <w:rPr>
          <w:shd w:val="clear" w:color="auto" w:fill="FFFFFF"/>
          <w:lang w:val="uk-UA"/>
        </w:rPr>
        <w:t>2</w:t>
      </w:r>
      <w:r w:rsidRPr="00FC508A">
        <w:rPr>
          <w:shd w:val="clear" w:color="auto" w:fill="FFFFFF"/>
          <w:lang w:val="uk-UA"/>
        </w:rPr>
        <w:t>.</w:t>
      </w:r>
      <w:r>
        <w:rPr>
          <w:shd w:val="clear" w:color="auto" w:fill="FFFFFF"/>
          <w:lang w:val="uk-UA"/>
        </w:rPr>
        <w:t>01</w:t>
      </w:r>
      <w:r w:rsidRPr="008924DA">
        <w:rPr>
          <w:shd w:val="clear" w:color="auto" w:fill="FFFFFF"/>
          <w:lang w:val="uk-UA"/>
        </w:rPr>
        <w:t xml:space="preserve"> </w:t>
      </w:r>
      <w:r w:rsidRPr="00212BEF">
        <w:rPr>
          <w:lang w:val="uk-UA"/>
        </w:rPr>
        <w:t xml:space="preserve">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ділянка).</w:t>
      </w:r>
    </w:p>
    <w:p w:rsidR="00D22E0F" w:rsidRDefault="00D22E0F" w:rsidP="004B6B5A">
      <w:pPr>
        <w:numPr>
          <w:ilvl w:val="0"/>
          <w:numId w:val="7"/>
        </w:numPr>
        <w:tabs>
          <w:tab w:val="left" w:pos="0"/>
        </w:tabs>
        <w:spacing w:line="274" w:lineRule="auto"/>
        <w:jc w:val="both"/>
        <w:rPr>
          <w:spacing w:val="-6"/>
          <w:shd w:val="clear" w:color="auto" w:fill="FFFFFF"/>
        </w:rPr>
      </w:pPr>
      <w:r w:rsidRPr="00EE7FA8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(нач. Ал</w:t>
      </w:r>
      <w:r>
        <w:rPr>
          <w:shd w:val="clear" w:color="auto" w:fill="FFFFFF"/>
        </w:rPr>
        <w:t>ла ГРИЦЮК).</w:t>
      </w:r>
    </w:p>
    <w:p w:rsidR="00D22E0F" w:rsidRPr="00513F10" w:rsidRDefault="00D22E0F" w:rsidP="004B6B5A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</w:t>
      </w:r>
      <w:r w:rsidRPr="00137CDE">
        <w:rPr>
          <w:rFonts w:ascii="Times New Roman" w:hAnsi="Times New Roman" w:cs="Times New Roman"/>
          <w:sz w:val="24"/>
          <w:szCs w:val="24"/>
        </w:rPr>
        <w:t>на постійн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37CDE">
        <w:rPr>
          <w:rFonts w:ascii="Times New Roman" w:hAnsi="Times New Roman" w:cs="Times New Roman"/>
          <w:sz w:val="24"/>
          <w:szCs w:val="24"/>
        </w:rPr>
        <w:t xml:space="preserve"> комісі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37CDE">
        <w:rPr>
          <w:rFonts w:ascii="Times New Roman" w:hAnsi="Times New Roman" w:cs="Times New Roman"/>
          <w:sz w:val="24"/>
          <w:szCs w:val="24"/>
        </w:rPr>
        <w:t xml:space="preserve"> з питань </w:t>
      </w:r>
      <w:r w:rsidRPr="00137CDE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13F10">
        <w:rPr>
          <w:rFonts w:ascii="Times New Roman" w:hAnsi="Times New Roman" w:cs="Times New Roman"/>
          <w:sz w:val="24"/>
          <w:szCs w:val="24"/>
        </w:rPr>
        <w:t xml:space="preserve"> (гол. Р</w:t>
      </w:r>
      <w:r>
        <w:rPr>
          <w:rFonts w:ascii="Times New Roman" w:hAnsi="Times New Roman" w:cs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ОНДРАТЬЄВ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</w:p>
    <w:p w:rsidR="00D22E0F" w:rsidRDefault="00D22E0F" w:rsidP="001F434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22E0F" w:rsidRDefault="00D22E0F" w:rsidP="001F434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22E0F" w:rsidRDefault="00D22E0F" w:rsidP="00210AE0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Знам’янський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22E0F" w:rsidRDefault="00D22E0F" w:rsidP="001F434F">
      <w:pPr>
        <w:pStyle w:val="PlainTex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2E0F" w:rsidRPr="000625E6" w:rsidRDefault="00D22E0F" w:rsidP="001F434F">
      <w:pPr>
        <w:pStyle w:val="PlainTex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2E0F" w:rsidRPr="001F434F" w:rsidRDefault="00D22E0F" w:rsidP="001F434F">
      <w:bookmarkStart w:id="0" w:name="_GoBack"/>
      <w:bookmarkEnd w:id="0"/>
    </w:p>
    <w:sectPr w:rsidR="00D22E0F" w:rsidRPr="001F434F" w:rsidSect="007C12D9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CE114A"/>
    <w:multiLevelType w:val="hybridMultilevel"/>
    <w:tmpl w:val="F0383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7086E"/>
    <w:multiLevelType w:val="hybridMultilevel"/>
    <w:tmpl w:val="8CCCE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CFC1811"/>
    <w:multiLevelType w:val="multilevel"/>
    <w:tmpl w:val="DAB0449A"/>
    <w:lvl w:ilvl="0">
      <w:start w:val="1"/>
      <w:numFmt w:val="decimal"/>
      <w:lvlText w:val="%1."/>
      <w:lvlJc w:val="left"/>
      <w:rPr>
        <w:rFonts w:ascii="Times New Roman" w:eastAsia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F5C"/>
    <w:rsid w:val="00025756"/>
    <w:rsid w:val="0003554F"/>
    <w:rsid w:val="0005116D"/>
    <w:rsid w:val="00054D36"/>
    <w:rsid w:val="000625E6"/>
    <w:rsid w:val="000800D1"/>
    <w:rsid w:val="00080283"/>
    <w:rsid w:val="00080B64"/>
    <w:rsid w:val="000A0152"/>
    <w:rsid w:val="000A020E"/>
    <w:rsid w:val="000B513E"/>
    <w:rsid w:val="000E2C66"/>
    <w:rsid w:val="000F116E"/>
    <w:rsid w:val="000F6823"/>
    <w:rsid w:val="00110410"/>
    <w:rsid w:val="001166F4"/>
    <w:rsid w:val="00137CDE"/>
    <w:rsid w:val="00151B24"/>
    <w:rsid w:val="00152C8F"/>
    <w:rsid w:val="001541F1"/>
    <w:rsid w:val="001554E7"/>
    <w:rsid w:val="00195C85"/>
    <w:rsid w:val="001A6908"/>
    <w:rsid w:val="001B2CDB"/>
    <w:rsid w:val="001E3E3D"/>
    <w:rsid w:val="001E5850"/>
    <w:rsid w:val="001F434F"/>
    <w:rsid w:val="00210AE0"/>
    <w:rsid w:val="00212BEF"/>
    <w:rsid w:val="00233305"/>
    <w:rsid w:val="00245A1D"/>
    <w:rsid w:val="002646E6"/>
    <w:rsid w:val="00275479"/>
    <w:rsid w:val="002848A4"/>
    <w:rsid w:val="002B135B"/>
    <w:rsid w:val="002D0376"/>
    <w:rsid w:val="00311964"/>
    <w:rsid w:val="00311BB4"/>
    <w:rsid w:val="00317A66"/>
    <w:rsid w:val="00336C0C"/>
    <w:rsid w:val="00350BBC"/>
    <w:rsid w:val="0035458D"/>
    <w:rsid w:val="0036211D"/>
    <w:rsid w:val="00362F84"/>
    <w:rsid w:val="003840B8"/>
    <w:rsid w:val="003C1ABA"/>
    <w:rsid w:val="003F14C8"/>
    <w:rsid w:val="003F22EB"/>
    <w:rsid w:val="00400846"/>
    <w:rsid w:val="004439AD"/>
    <w:rsid w:val="00457B62"/>
    <w:rsid w:val="004864E7"/>
    <w:rsid w:val="004B6B5A"/>
    <w:rsid w:val="004C0620"/>
    <w:rsid w:val="004C6CB5"/>
    <w:rsid w:val="004D5B9A"/>
    <w:rsid w:val="004E0A3E"/>
    <w:rsid w:val="004E2027"/>
    <w:rsid w:val="004F23B0"/>
    <w:rsid w:val="004F5640"/>
    <w:rsid w:val="005129D3"/>
    <w:rsid w:val="00513F10"/>
    <w:rsid w:val="00516D84"/>
    <w:rsid w:val="0052677F"/>
    <w:rsid w:val="00543386"/>
    <w:rsid w:val="005927B0"/>
    <w:rsid w:val="005A1754"/>
    <w:rsid w:val="005C5461"/>
    <w:rsid w:val="005E0472"/>
    <w:rsid w:val="0060382E"/>
    <w:rsid w:val="00604A38"/>
    <w:rsid w:val="00632B31"/>
    <w:rsid w:val="00633F02"/>
    <w:rsid w:val="0063572E"/>
    <w:rsid w:val="00647595"/>
    <w:rsid w:val="00650110"/>
    <w:rsid w:val="00651D56"/>
    <w:rsid w:val="0067578C"/>
    <w:rsid w:val="00694DCF"/>
    <w:rsid w:val="00695282"/>
    <w:rsid w:val="006A2D0D"/>
    <w:rsid w:val="00714D46"/>
    <w:rsid w:val="00715912"/>
    <w:rsid w:val="0071765D"/>
    <w:rsid w:val="007502DA"/>
    <w:rsid w:val="00773F66"/>
    <w:rsid w:val="007A2359"/>
    <w:rsid w:val="007A6D47"/>
    <w:rsid w:val="007B2EA8"/>
    <w:rsid w:val="007B64F3"/>
    <w:rsid w:val="007C12D9"/>
    <w:rsid w:val="007C43C3"/>
    <w:rsid w:val="007C5857"/>
    <w:rsid w:val="007D04BB"/>
    <w:rsid w:val="007E246C"/>
    <w:rsid w:val="007E6279"/>
    <w:rsid w:val="007F3363"/>
    <w:rsid w:val="007F482D"/>
    <w:rsid w:val="00826F5C"/>
    <w:rsid w:val="00837537"/>
    <w:rsid w:val="00844229"/>
    <w:rsid w:val="0085154C"/>
    <w:rsid w:val="00861B28"/>
    <w:rsid w:val="008924DA"/>
    <w:rsid w:val="008A14AD"/>
    <w:rsid w:val="008D2C85"/>
    <w:rsid w:val="008E475C"/>
    <w:rsid w:val="008F2185"/>
    <w:rsid w:val="009112A6"/>
    <w:rsid w:val="00945ADC"/>
    <w:rsid w:val="009A5368"/>
    <w:rsid w:val="009B1533"/>
    <w:rsid w:val="009D7B94"/>
    <w:rsid w:val="009F2476"/>
    <w:rsid w:val="00A267BF"/>
    <w:rsid w:val="00A46212"/>
    <w:rsid w:val="00A612D4"/>
    <w:rsid w:val="00A632DB"/>
    <w:rsid w:val="00A639CA"/>
    <w:rsid w:val="00A65E29"/>
    <w:rsid w:val="00A9418B"/>
    <w:rsid w:val="00A96D0C"/>
    <w:rsid w:val="00A974C9"/>
    <w:rsid w:val="00AA46BA"/>
    <w:rsid w:val="00AA72AE"/>
    <w:rsid w:val="00AA7583"/>
    <w:rsid w:val="00AC09B5"/>
    <w:rsid w:val="00AF6163"/>
    <w:rsid w:val="00B13534"/>
    <w:rsid w:val="00B47346"/>
    <w:rsid w:val="00B6332A"/>
    <w:rsid w:val="00B83FD1"/>
    <w:rsid w:val="00B9575E"/>
    <w:rsid w:val="00BA4BBE"/>
    <w:rsid w:val="00BB1D5B"/>
    <w:rsid w:val="00BC7182"/>
    <w:rsid w:val="00BF5D2F"/>
    <w:rsid w:val="00C1243F"/>
    <w:rsid w:val="00C37672"/>
    <w:rsid w:val="00CA0CC5"/>
    <w:rsid w:val="00CA58BB"/>
    <w:rsid w:val="00CC7A95"/>
    <w:rsid w:val="00CD7540"/>
    <w:rsid w:val="00CF09AC"/>
    <w:rsid w:val="00D1046D"/>
    <w:rsid w:val="00D22E0F"/>
    <w:rsid w:val="00D34583"/>
    <w:rsid w:val="00D34D74"/>
    <w:rsid w:val="00D54A31"/>
    <w:rsid w:val="00D7109C"/>
    <w:rsid w:val="00D779EA"/>
    <w:rsid w:val="00D8043D"/>
    <w:rsid w:val="00D81DD3"/>
    <w:rsid w:val="00DA384B"/>
    <w:rsid w:val="00DD583F"/>
    <w:rsid w:val="00DF55D4"/>
    <w:rsid w:val="00E223AA"/>
    <w:rsid w:val="00E273AB"/>
    <w:rsid w:val="00E369BA"/>
    <w:rsid w:val="00E403BB"/>
    <w:rsid w:val="00E41083"/>
    <w:rsid w:val="00E51B96"/>
    <w:rsid w:val="00E619D0"/>
    <w:rsid w:val="00E70FDC"/>
    <w:rsid w:val="00E82E98"/>
    <w:rsid w:val="00E866B9"/>
    <w:rsid w:val="00E95316"/>
    <w:rsid w:val="00EB568D"/>
    <w:rsid w:val="00EB56A1"/>
    <w:rsid w:val="00EC20F5"/>
    <w:rsid w:val="00EE6A62"/>
    <w:rsid w:val="00EE7FA8"/>
    <w:rsid w:val="00EF7EF0"/>
    <w:rsid w:val="00F24F8B"/>
    <w:rsid w:val="00F4075C"/>
    <w:rsid w:val="00F47453"/>
    <w:rsid w:val="00F5421D"/>
    <w:rsid w:val="00F845CD"/>
    <w:rsid w:val="00F91617"/>
    <w:rsid w:val="00FB76A4"/>
    <w:rsid w:val="00FC0439"/>
    <w:rsid w:val="00FC508A"/>
    <w:rsid w:val="00FE0E26"/>
    <w:rsid w:val="00FE3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F5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26F5C"/>
    <w:pPr>
      <w:keepNext/>
      <w:jc w:val="center"/>
      <w:outlineLvl w:val="2"/>
    </w:pPr>
    <w:rPr>
      <w:b/>
      <w:bCs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8043D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26F5C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8043D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26F5C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paragraph" w:styleId="BodyTextIndent">
    <w:name w:val="Body Text Indent"/>
    <w:basedOn w:val="Normal"/>
    <w:link w:val="BodyTextIndentChar"/>
    <w:uiPriority w:val="99"/>
    <w:rsid w:val="00826F5C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26F5C"/>
    <w:rPr>
      <w:rFonts w:ascii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link w:val="NoSpacingChar"/>
    <w:uiPriority w:val="99"/>
    <w:qFormat/>
    <w:rsid w:val="00D8043D"/>
    <w:rPr>
      <w:rFonts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8043D"/>
    <w:rPr>
      <w:sz w:val="22"/>
      <w:szCs w:val="22"/>
      <w:lang w:val="ru-RU" w:eastAsia="en-US"/>
    </w:rPr>
  </w:style>
  <w:style w:type="character" w:customStyle="1" w:styleId="PlainTextChar">
    <w:name w:val="Plain Text Char"/>
    <w:aliases w:val="Знак Char"/>
    <w:uiPriority w:val="99"/>
    <w:locked/>
    <w:rsid w:val="00695282"/>
    <w:rPr>
      <w:rFonts w:ascii="Courier New" w:hAnsi="Courier New" w:cs="Courier New"/>
      <w:lang w:val="uk-UA" w:eastAsia="ru-RU"/>
    </w:rPr>
  </w:style>
  <w:style w:type="paragraph" w:styleId="PlainText">
    <w:name w:val="Plain Text"/>
    <w:aliases w:val="Знак"/>
    <w:basedOn w:val="Normal"/>
    <w:link w:val="PlainTextChar1"/>
    <w:uiPriority w:val="99"/>
    <w:rsid w:val="0069528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PlainTextChar1">
    <w:name w:val="Plain Text Char1"/>
    <w:aliases w:val="Знак Char1"/>
    <w:basedOn w:val="DefaultParagraphFont"/>
    <w:link w:val="PlainText"/>
    <w:uiPriority w:val="99"/>
    <w:semiHidden/>
    <w:locked/>
    <w:rsid w:val="001166F4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DefaultParagraphFont"/>
    <w:uiPriority w:val="99"/>
    <w:semiHidden/>
    <w:rsid w:val="00695282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14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313</Words>
  <Characters>1790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Observer</cp:lastModifiedBy>
  <cp:revision>2</cp:revision>
  <cp:lastPrinted>2021-05-13T13:30:00Z</cp:lastPrinted>
  <dcterms:created xsi:type="dcterms:W3CDTF">2021-05-13T13:30:00Z</dcterms:created>
  <dcterms:modified xsi:type="dcterms:W3CDTF">2021-05-13T13:30:00Z</dcterms:modified>
</cp:coreProperties>
</file>