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6EF" w:rsidRDefault="003326EF" w:rsidP="00BB2FF4">
      <w:pPr>
        <w:pStyle w:val="Title"/>
        <w:jc w:val="right"/>
      </w:pPr>
      <w:r>
        <w:t>ПРОЕКТ</w:t>
      </w:r>
    </w:p>
    <w:p w:rsidR="003326EF" w:rsidRDefault="003326EF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326EF" w:rsidRPr="00AE0347" w:rsidRDefault="003326EF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3326EF" w:rsidRDefault="003326EF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3326EF" w:rsidRPr="00AE0347" w:rsidRDefault="003326EF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326EF" w:rsidRDefault="003326EF" w:rsidP="00F054CA">
      <w:pPr>
        <w:jc w:val="center"/>
        <w:rPr>
          <w:b/>
          <w:lang w:val="uk-UA"/>
        </w:rPr>
      </w:pPr>
      <w:r>
        <w:rPr>
          <w:b/>
          <w:lang w:val="uk-UA"/>
        </w:rPr>
        <w:t>"</w:t>
      </w:r>
      <w:r w:rsidRPr="000779B2">
        <w:rPr>
          <w:b/>
          <w:lang w:val="uk-UA"/>
        </w:rPr>
        <w:t xml:space="preserve">Про  </w:t>
      </w:r>
      <w:r w:rsidRPr="00D75564">
        <w:rPr>
          <w:b/>
          <w:lang w:val="uk-UA"/>
        </w:rPr>
        <w:t xml:space="preserve">надання  згоди   комунальному  закладу «Знам’янська  міська  лікарня </w:t>
      </w:r>
    </w:p>
    <w:p w:rsidR="003326EF" w:rsidRDefault="003326EF" w:rsidP="00F054CA">
      <w:pPr>
        <w:jc w:val="center"/>
        <w:rPr>
          <w:b/>
          <w:lang w:val="uk-UA"/>
        </w:rPr>
      </w:pPr>
      <w:r>
        <w:rPr>
          <w:b/>
          <w:lang w:val="uk-UA"/>
        </w:rPr>
        <w:t xml:space="preserve"> ім. А.В. Лисенка"</w:t>
      </w:r>
      <w:r w:rsidRPr="00D75564">
        <w:rPr>
          <w:b/>
          <w:lang w:val="uk-UA"/>
        </w:rPr>
        <w:t xml:space="preserve"> </w:t>
      </w:r>
      <w:r>
        <w:rPr>
          <w:b/>
          <w:lang w:val="uk-UA"/>
        </w:rPr>
        <w:t xml:space="preserve"> на здачу  в  оренду  приміщення </w:t>
      </w:r>
    </w:p>
    <w:p w:rsidR="003326EF" w:rsidRPr="00D75564" w:rsidRDefault="003326EF" w:rsidP="00F054CA">
      <w:pPr>
        <w:jc w:val="center"/>
        <w:rPr>
          <w:b/>
          <w:lang w:val="uk-UA"/>
        </w:rPr>
      </w:pPr>
      <w:r>
        <w:rPr>
          <w:b/>
          <w:lang w:val="uk-UA"/>
        </w:rPr>
        <w:t>ізолятора по вул. Михайла Грушевського, 15."</w:t>
      </w:r>
    </w:p>
    <w:p w:rsidR="003326EF" w:rsidRPr="00AE0347" w:rsidRDefault="003326EF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326EF" w:rsidRDefault="003326EF" w:rsidP="00BD06CC">
      <w:pPr>
        <w:jc w:val="both"/>
        <w:rPr>
          <w:lang w:val="uk-UA"/>
        </w:rPr>
      </w:pPr>
      <w:r w:rsidRPr="00BD06CC">
        <w:rPr>
          <w:b/>
          <w:lang w:val="uk-UA"/>
        </w:rPr>
        <w:t>1. Характеристика  стану  речей  в  галузі,  яку  врегульовує  це  рішення</w:t>
      </w:r>
      <w:r w:rsidRPr="009A44A5">
        <w:rPr>
          <w:lang w:val="uk-UA"/>
        </w:rPr>
        <w:t>:</w:t>
      </w:r>
      <w:r>
        <w:rPr>
          <w:lang w:val="uk-UA"/>
        </w:rPr>
        <w:t xml:space="preserve"> Приміщення ізолятора, яке  знаходиться за  адресою: м. Знам’янка,  </w:t>
      </w:r>
      <w:r w:rsidRPr="00BD06CC">
        <w:rPr>
          <w:lang w:val="uk-UA"/>
        </w:rPr>
        <w:t xml:space="preserve">вул. </w:t>
      </w:r>
      <w:r>
        <w:rPr>
          <w:lang w:val="uk-UA"/>
        </w:rPr>
        <w:t>Михайла Грушевського, 15</w:t>
      </w:r>
      <w:r w:rsidRPr="00BD06CC">
        <w:rPr>
          <w:lang w:val="uk-UA"/>
        </w:rPr>
        <w:t>,</w:t>
      </w:r>
      <w:r>
        <w:rPr>
          <w:lang w:val="uk-UA"/>
        </w:rPr>
        <w:t xml:space="preserve"> лікарнею не використовується.</w:t>
      </w:r>
    </w:p>
    <w:p w:rsidR="003326EF" w:rsidRDefault="003326EF" w:rsidP="002A755B">
      <w:pPr>
        <w:jc w:val="both"/>
        <w:rPr>
          <w:lang w:val="uk-UA"/>
        </w:rPr>
      </w:pPr>
      <w:r w:rsidRPr="00BD06CC">
        <w:rPr>
          <w:b/>
          <w:lang w:val="uk-UA"/>
        </w:rPr>
        <w:t>2. Потреба  і  мета  прийняття  рішення</w:t>
      </w:r>
      <w:r w:rsidRPr="00BD06CC">
        <w:rPr>
          <w:lang w:val="uk-UA"/>
        </w:rPr>
        <w:t>:</w:t>
      </w:r>
      <w:r w:rsidRPr="002A755B">
        <w:rPr>
          <w:lang w:val="uk-UA"/>
        </w:rPr>
        <w:t xml:space="preserve"> </w:t>
      </w:r>
    </w:p>
    <w:p w:rsidR="003326EF" w:rsidRDefault="003326EF" w:rsidP="002A755B">
      <w:pPr>
        <w:jc w:val="both"/>
        <w:rPr>
          <w:lang w:val="uk-UA"/>
        </w:rPr>
      </w:pPr>
      <w:r>
        <w:rPr>
          <w:lang w:val="uk-UA"/>
        </w:rPr>
        <w:t xml:space="preserve">Проект рішення  підготовлено  на  звернення в.о. головного  лікаря  комунального закладу "Знам’янська  міська  лікарня  ім. А.В. Лисенка"   Муравського І.Б.  з проханням  надати  дозвіл  на здачу в  оренду  приміщення ізолятора площею 19,45 кв.м., яке знаходиться за  адресою: м. Знам’янка, вул. Михайла Грушевського, 15.  </w:t>
      </w:r>
    </w:p>
    <w:p w:rsidR="003326EF" w:rsidRDefault="003326EF" w:rsidP="00290042">
      <w:pPr>
        <w:jc w:val="both"/>
        <w:rPr>
          <w:lang w:val="uk-UA"/>
        </w:rPr>
      </w:pPr>
      <w:r w:rsidRPr="00BD06CC">
        <w:rPr>
          <w:lang w:val="uk-UA"/>
        </w:rPr>
        <w:t xml:space="preserve"> </w:t>
      </w:r>
      <w:r>
        <w:rPr>
          <w:b/>
          <w:lang w:val="uk-UA"/>
        </w:rPr>
        <w:t>3. Прогнозовані  суспільні,  економічні,  фінансові  та  юридичні  наслідки  прийняття  рішення:</w:t>
      </w:r>
      <w:r w:rsidRPr="00290042">
        <w:rPr>
          <w:lang w:val="uk-UA"/>
        </w:rPr>
        <w:t xml:space="preserve"> </w:t>
      </w:r>
    </w:p>
    <w:p w:rsidR="003326EF" w:rsidRPr="00494E29" w:rsidRDefault="003326EF" w:rsidP="00290042">
      <w:pPr>
        <w:jc w:val="both"/>
        <w:rPr>
          <w:lang w:val="uk-UA"/>
        </w:rPr>
      </w:pPr>
      <w:r>
        <w:rPr>
          <w:lang w:val="uk-UA"/>
        </w:rPr>
        <w:t>Прийняття  рішення  дасть можливість КЗ "Знам’янська  міська  лікарня  ім. А.В. Лисенка"  отримати додаткові кошти.</w:t>
      </w:r>
    </w:p>
    <w:p w:rsidR="003326EF" w:rsidRPr="00C36DD4" w:rsidRDefault="003326EF" w:rsidP="00290042">
      <w:pPr>
        <w:pStyle w:val="NoSpacing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lang w:val="uk-UA"/>
        </w:rPr>
        <w:t xml:space="preserve"> </w:t>
      </w:r>
      <w:r w:rsidRPr="00C36DD4">
        <w:rPr>
          <w:rFonts w:ascii="Times New Roman" w:hAnsi="Times New Roman"/>
          <w:b/>
          <w:sz w:val="24"/>
          <w:szCs w:val="24"/>
          <w:lang w:val="uk-UA"/>
        </w:rPr>
        <w:t>4.  Механізм  виконання  рішення.</w:t>
      </w:r>
    </w:p>
    <w:p w:rsidR="003326EF" w:rsidRDefault="003326EF" w:rsidP="00290042">
      <w:pPr>
        <w:jc w:val="both"/>
        <w:rPr>
          <w:lang w:val="uk-UA"/>
        </w:rPr>
      </w:pPr>
      <w:r>
        <w:rPr>
          <w:lang w:val="uk-UA"/>
        </w:rPr>
        <w:t xml:space="preserve">Механізмом виконання  рішення  є  укладання  КЗ "Знам’янська  міська  лікарня ім.        А.В. Лисенка"  договору  оренди з  орендарем та контроль за своєчасним надходженням від нього коштів за оренду.  </w:t>
      </w:r>
    </w:p>
    <w:p w:rsidR="003326EF" w:rsidRDefault="003326EF" w:rsidP="00515E8A">
      <w:pPr>
        <w:jc w:val="both"/>
        <w:rPr>
          <w:b/>
          <w:lang w:val="uk-UA"/>
        </w:rPr>
      </w:pPr>
      <w:r w:rsidRPr="00515E8A"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3326EF" w:rsidRPr="004C0ADD" w:rsidRDefault="003326EF" w:rsidP="00C36DD4">
      <w:pPr>
        <w:pStyle w:val="a1"/>
        <w:ind w:left="0"/>
        <w:jc w:val="both"/>
        <w:rPr>
          <w:lang w:val="uk-UA" w:eastAsia="en-US"/>
        </w:rPr>
      </w:pPr>
      <w:r w:rsidRPr="004C0ADD">
        <w:rPr>
          <w:lang w:val="uk-UA" w:eastAsia="en-US"/>
        </w:rPr>
        <w:t>Рішення  не  потребує  порівняльної  таблиці.</w:t>
      </w:r>
    </w:p>
    <w:p w:rsidR="003326EF" w:rsidRDefault="003326EF" w:rsidP="009A44A5">
      <w:pPr>
        <w:jc w:val="both"/>
        <w:rPr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A04E1A">
        <w:rPr>
          <w:lang w:val="uk-UA"/>
        </w:rPr>
        <w:t>:</w:t>
      </w:r>
    </w:p>
    <w:p w:rsidR="003326EF" w:rsidRDefault="003326EF" w:rsidP="009A44A5">
      <w:pPr>
        <w:jc w:val="both"/>
        <w:rPr>
          <w:lang w:val="uk-UA"/>
        </w:rPr>
      </w:pPr>
      <w:r>
        <w:rPr>
          <w:lang w:val="uk-UA"/>
        </w:rPr>
        <w:t>Проект рішення оприлюднений</w:t>
      </w:r>
      <w:r w:rsidRPr="00A04E1A">
        <w:rPr>
          <w:lang w:val="uk-UA"/>
        </w:rPr>
        <w:t xml:space="preserve"> </w:t>
      </w:r>
      <w:r>
        <w:rPr>
          <w:lang w:val="uk-UA"/>
        </w:rPr>
        <w:t>____________  на  сайті Знам’янської  міської  ради.</w:t>
      </w:r>
    </w:p>
    <w:p w:rsidR="003326EF" w:rsidRPr="00A04E1A" w:rsidRDefault="003326EF" w:rsidP="009A44A5">
      <w:pPr>
        <w:jc w:val="both"/>
        <w:rPr>
          <w:b/>
          <w:lang w:val="uk-UA"/>
        </w:rPr>
      </w:pPr>
      <w:r w:rsidRPr="00A04E1A">
        <w:rPr>
          <w:b/>
          <w:lang w:val="uk-UA"/>
        </w:rPr>
        <w:t>7. Дата, підпис та ПІБ суб'єкту подання проекту рішення:</w:t>
      </w:r>
    </w:p>
    <w:p w:rsidR="003326EF" w:rsidRDefault="003326EF" w:rsidP="009A44A5">
      <w:pPr>
        <w:jc w:val="both"/>
        <w:rPr>
          <w:b/>
          <w:lang w:val="uk-UA"/>
        </w:rPr>
      </w:pPr>
    </w:p>
    <w:p w:rsidR="003326EF" w:rsidRPr="001349CB" w:rsidRDefault="003326EF" w:rsidP="001349CB">
      <w:pPr>
        <w:ind w:left="240"/>
        <w:jc w:val="both"/>
        <w:rPr>
          <w:b/>
          <w:lang w:val="uk-UA"/>
        </w:rPr>
      </w:pPr>
      <w:r>
        <w:rPr>
          <w:b/>
          <w:lang w:val="uk-UA"/>
        </w:rPr>
        <w:t>__________</w:t>
      </w:r>
      <w:r w:rsidRPr="001349CB">
        <w:rPr>
          <w:b/>
          <w:lang w:val="uk-UA"/>
        </w:rPr>
        <w:t xml:space="preserve">                                                                                Кузіна І.П.</w:t>
      </w:r>
    </w:p>
    <w:p w:rsidR="003326EF" w:rsidRPr="001349CB" w:rsidRDefault="003326EF" w:rsidP="009A44A5">
      <w:pPr>
        <w:jc w:val="both"/>
        <w:rPr>
          <w:b/>
          <w:lang w:val="uk-UA"/>
        </w:rPr>
      </w:pPr>
    </w:p>
    <w:p w:rsidR="003326EF" w:rsidRPr="00E828CE" w:rsidRDefault="003326EF" w:rsidP="009A44A5">
      <w:pPr>
        <w:jc w:val="both"/>
        <w:rPr>
          <w:b/>
          <w:lang w:val="uk-UA"/>
        </w:rPr>
      </w:pPr>
      <w:r w:rsidRPr="00E828CE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3326EF" w:rsidRPr="00C3168B" w:rsidRDefault="003326EF" w:rsidP="009A44A5">
      <w:pPr>
        <w:pStyle w:val="Title"/>
        <w:jc w:val="right"/>
      </w:pPr>
    </w:p>
    <w:p w:rsidR="003326EF" w:rsidRDefault="003326EF" w:rsidP="00524EED">
      <w:pPr>
        <w:pStyle w:val="Title"/>
        <w:jc w:val="both"/>
      </w:pPr>
      <w:r>
        <w:t xml:space="preserve">    __________</w:t>
      </w:r>
      <w:r w:rsidRPr="00E828CE">
        <w:t xml:space="preserve">                                                             </w:t>
      </w:r>
      <w:r>
        <w:t xml:space="preserve">                   Клименко Н.М</w:t>
      </w:r>
    </w:p>
    <w:p w:rsidR="003326EF" w:rsidRDefault="003326EF" w:rsidP="009C711D">
      <w:pPr>
        <w:pStyle w:val="Title"/>
        <w:jc w:val="left"/>
      </w:pPr>
    </w:p>
    <w:p w:rsidR="003326EF" w:rsidRDefault="003326EF" w:rsidP="009C711D">
      <w:pPr>
        <w:pStyle w:val="Title"/>
        <w:jc w:val="left"/>
      </w:pPr>
    </w:p>
    <w:p w:rsidR="003326EF" w:rsidRDefault="003326EF" w:rsidP="009C711D">
      <w:pPr>
        <w:pStyle w:val="Title"/>
        <w:jc w:val="left"/>
      </w:pPr>
    </w:p>
    <w:p w:rsidR="003326EF" w:rsidRDefault="003326EF" w:rsidP="009C711D">
      <w:pPr>
        <w:pStyle w:val="Title"/>
        <w:jc w:val="left"/>
      </w:pPr>
    </w:p>
    <w:p w:rsidR="003326EF" w:rsidRDefault="003326EF" w:rsidP="009C711D">
      <w:pPr>
        <w:pStyle w:val="Title"/>
        <w:jc w:val="left"/>
      </w:pPr>
    </w:p>
    <w:p w:rsidR="003326EF" w:rsidRDefault="003326EF" w:rsidP="009C711D">
      <w:pPr>
        <w:pStyle w:val="Title"/>
        <w:jc w:val="left"/>
      </w:pPr>
    </w:p>
    <w:p w:rsidR="003326EF" w:rsidRDefault="003326EF" w:rsidP="009C711D">
      <w:pPr>
        <w:pStyle w:val="Title"/>
        <w:jc w:val="left"/>
      </w:pPr>
    </w:p>
    <w:p w:rsidR="003326EF" w:rsidRDefault="003326EF" w:rsidP="009C711D">
      <w:pPr>
        <w:pStyle w:val="Title"/>
        <w:jc w:val="left"/>
      </w:pPr>
    </w:p>
    <w:p w:rsidR="003326EF" w:rsidRDefault="003326EF" w:rsidP="009C711D">
      <w:pPr>
        <w:pStyle w:val="Title"/>
        <w:jc w:val="left"/>
      </w:pPr>
    </w:p>
    <w:p w:rsidR="003326EF" w:rsidRDefault="003326EF" w:rsidP="009C711D">
      <w:pPr>
        <w:pStyle w:val="Title"/>
        <w:jc w:val="left"/>
      </w:pPr>
    </w:p>
    <w:p w:rsidR="003326EF" w:rsidRDefault="003326EF" w:rsidP="009C711D">
      <w:pPr>
        <w:pStyle w:val="Title"/>
        <w:jc w:val="left"/>
      </w:pPr>
    </w:p>
    <w:p w:rsidR="003326EF" w:rsidRDefault="003326EF" w:rsidP="009C711D">
      <w:pPr>
        <w:pStyle w:val="Title"/>
        <w:jc w:val="left"/>
      </w:pPr>
    </w:p>
    <w:p w:rsidR="003326EF" w:rsidRDefault="003326EF" w:rsidP="009C711D">
      <w:pPr>
        <w:pStyle w:val="Title"/>
        <w:jc w:val="left"/>
      </w:pPr>
    </w:p>
    <w:p w:rsidR="003326EF" w:rsidRDefault="003326EF" w:rsidP="009C711D">
      <w:pPr>
        <w:pStyle w:val="Title"/>
        <w:jc w:val="left"/>
      </w:pPr>
    </w:p>
    <w:p w:rsidR="003326EF" w:rsidRDefault="003326EF" w:rsidP="009C711D">
      <w:pPr>
        <w:pStyle w:val="Title"/>
        <w:jc w:val="left"/>
      </w:pPr>
    </w:p>
    <w:p w:rsidR="003326EF" w:rsidRDefault="003326EF" w:rsidP="009C711D">
      <w:pPr>
        <w:pStyle w:val="Title"/>
        <w:jc w:val="left"/>
      </w:pPr>
    </w:p>
    <w:p w:rsidR="003326EF" w:rsidRDefault="003326EF" w:rsidP="009C711D">
      <w:pPr>
        <w:pStyle w:val="Title"/>
        <w:jc w:val="left"/>
      </w:pPr>
    </w:p>
    <w:p w:rsidR="003326EF" w:rsidRDefault="003326EF" w:rsidP="00CF13A3">
      <w:pPr>
        <w:pStyle w:val="Title"/>
      </w:pPr>
    </w:p>
    <w:p w:rsidR="003326EF" w:rsidRDefault="003326EF" w:rsidP="00CF13A3">
      <w:pPr>
        <w:pStyle w:val="Title"/>
      </w:pPr>
      <w:r>
        <w:t>_____________________ Знам’янської міської ради</w:t>
      </w:r>
    </w:p>
    <w:p w:rsidR="003326EF" w:rsidRDefault="003326EF" w:rsidP="00CF13A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  скликання</w:t>
      </w:r>
    </w:p>
    <w:p w:rsidR="003326EF" w:rsidRDefault="003326EF" w:rsidP="00CF13A3">
      <w:pPr>
        <w:jc w:val="center"/>
        <w:rPr>
          <w:b/>
          <w:bCs/>
          <w:lang w:val="uk-UA"/>
        </w:rPr>
      </w:pPr>
    </w:p>
    <w:p w:rsidR="003326EF" w:rsidRDefault="003326EF" w:rsidP="00CF13A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Р І Ш Е Н Н Я</w:t>
      </w:r>
    </w:p>
    <w:p w:rsidR="003326EF" w:rsidRDefault="003326EF" w:rsidP="00CF13A3">
      <w:pPr>
        <w:jc w:val="both"/>
        <w:rPr>
          <w:lang w:val="uk-UA"/>
        </w:rPr>
      </w:pPr>
      <w:r>
        <w:rPr>
          <w:lang w:val="uk-UA"/>
        </w:rPr>
        <w:t xml:space="preserve">від                        2018   року                                                                           </w:t>
      </w:r>
      <w:r>
        <w:rPr>
          <w:lang w:val="uk-UA"/>
        </w:rPr>
        <w:tab/>
        <w:t>№</w:t>
      </w:r>
    </w:p>
    <w:p w:rsidR="003326EF" w:rsidRDefault="003326EF" w:rsidP="00CF13A3">
      <w:pPr>
        <w:jc w:val="center"/>
        <w:rPr>
          <w:lang w:val="uk-UA"/>
        </w:rPr>
      </w:pPr>
      <w:r>
        <w:rPr>
          <w:lang w:val="uk-UA"/>
        </w:rPr>
        <w:t>м. Знам’янка</w:t>
      </w:r>
    </w:p>
    <w:p w:rsidR="003326EF" w:rsidRDefault="003326EF" w:rsidP="00CF13A3">
      <w:pPr>
        <w:jc w:val="center"/>
        <w:rPr>
          <w:lang w:val="uk-UA"/>
        </w:rPr>
      </w:pPr>
    </w:p>
    <w:p w:rsidR="003326EF" w:rsidRDefault="003326EF" w:rsidP="00D24BD6">
      <w:pPr>
        <w:jc w:val="both"/>
        <w:rPr>
          <w:lang w:val="uk-UA"/>
        </w:rPr>
      </w:pPr>
      <w:r>
        <w:rPr>
          <w:lang w:val="uk-UA"/>
        </w:rPr>
        <w:t>Про  надання  згоди  комунальному  закладу</w:t>
      </w:r>
    </w:p>
    <w:p w:rsidR="003326EF" w:rsidRDefault="003326EF" w:rsidP="00D24BD6">
      <w:pPr>
        <w:jc w:val="both"/>
        <w:rPr>
          <w:lang w:val="uk-UA"/>
        </w:rPr>
      </w:pPr>
      <w:r>
        <w:rPr>
          <w:lang w:val="uk-UA"/>
        </w:rPr>
        <w:t xml:space="preserve">"Знам’янська  міська  лікарня  ім. А.В. Лисенка" </w:t>
      </w:r>
    </w:p>
    <w:p w:rsidR="003326EF" w:rsidRDefault="003326EF" w:rsidP="007E0ABB">
      <w:pPr>
        <w:rPr>
          <w:lang w:val="uk-UA"/>
        </w:rPr>
      </w:pPr>
      <w:r>
        <w:rPr>
          <w:lang w:val="uk-UA"/>
        </w:rPr>
        <w:t xml:space="preserve">на  здачу в оренду  </w:t>
      </w:r>
      <w:r w:rsidRPr="0000133C">
        <w:rPr>
          <w:lang w:val="uk-UA"/>
        </w:rPr>
        <w:t xml:space="preserve">приміщення ізолятора по </w:t>
      </w:r>
    </w:p>
    <w:p w:rsidR="003326EF" w:rsidRPr="0000133C" w:rsidRDefault="003326EF" w:rsidP="007E0ABB">
      <w:pPr>
        <w:rPr>
          <w:lang w:val="uk-UA"/>
        </w:rPr>
      </w:pPr>
      <w:r w:rsidRPr="0000133C">
        <w:rPr>
          <w:lang w:val="uk-UA"/>
        </w:rPr>
        <w:t>вул. Михайла Грушевського, 15</w:t>
      </w:r>
    </w:p>
    <w:p w:rsidR="003326EF" w:rsidRDefault="003326EF" w:rsidP="0000133C">
      <w:pPr>
        <w:jc w:val="both"/>
        <w:rPr>
          <w:lang w:val="uk-UA"/>
        </w:rPr>
      </w:pPr>
    </w:p>
    <w:p w:rsidR="003326EF" w:rsidRPr="00A45F3F" w:rsidRDefault="003326EF" w:rsidP="004E402B">
      <w:pPr>
        <w:ind w:firstLine="540"/>
        <w:jc w:val="both"/>
        <w:rPr>
          <w:lang w:val="uk-UA"/>
        </w:rPr>
      </w:pPr>
      <w:r>
        <w:rPr>
          <w:lang w:val="uk-UA"/>
        </w:rPr>
        <w:t xml:space="preserve">Розглянувши  лист в.о. головного  лікаря  комунального закладу "Знам’янська  міська  лікарня  ім. А.В. Лисенка"   Муравського І.Б.  з проханням  надати  дозвіл  на здачу в  оренду  приміщення ізолятора, площею 19,45 кв.м., яке знаходиться за  адресою: м. Знам’янка,  вул. Михайла Грушевського,15,   для  здійснення господарської діяльності (надання послуг з пошиття та ремонту одягу), </w:t>
      </w:r>
      <w:r w:rsidRPr="00A40BFB">
        <w:rPr>
          <w:lang w:val="uk-UA"/>
        </w:rPr>
        <w:t>керу</w:t>
      </w:r>
      <w:r>
        <w:rPr>
          <w:lang w:val="uk-UA"/>
        </w:rPr>
        <w:t xml:space="preserve">ючись  п. 31 ч.1 ст. 26, ст. 60 </w:t>
      </w:r>
      <w:r w:rsidRPr="00A45F3F">
        <w:rPr>
          <w:lang w:val="uk-UA"/>
        </w:rPr>
        <w:t xml:space="preserve">Закону України "Про місцеве самоврядування в Україні", </w:t>
      </w:r>
      <w:r>
        <w:rPr>
          <w:lang w:val="uk-UA"/>
        </w:rPr>
        <w:t>Знам</w:t>
      </w:r>
      <w:r w:rsidRPr="00371E51">
        <w:rPr>
          <w:lang w:val="uk-UA"/>
        </w:rPr>
        <w:t>’</w:t>
      </w:r>
      <w:r>
        <w:rPr>
          <w:lang w:val="uk-UA"/>
        </w:rPr>
        <w:t xml:space="preserve">янська </w:t>
      </w:r>
      <w:r w:rsidRPr="00A45F3F">
        <w:rPr>
          <w:lang w:val="uk-UA"/>
        </w:rPr>
        <w:t>міська рада</w:t>
      </w:r>
    </w:p>
    <w:p w:rsidR="003326EF" w:rsidRDefault="003326EF" w:rsidP="00CF13A3">
      <w:pPr>
        <w:jc w:val="center"/>
        <w:rPr>
          <w:b/>
          <w:lang w:val="uk-UA"/>
        </w:rPr>
      </w:pPr>
    </w:p>
    <w:p w:rsidR="003326EF" w:rsidRDefault="003326EF" w:rsidP="00CF13A3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3326EF" w:rsidRDefault="003326EF" w:rsidP="00F21929">
      <w:pPr>
        <w:jc w:val="both"/>
        <w:rPr>
          <w:b/>
          <w:lang w:val="uk-UA"/>
        </w:rPr>
      </w:pPr>
    </w:p>
    <w:p w:rsidR="003326EF" w:rsidRDefault="003326EF" w:rsidP="00747A77">
      <w:pPr>
        <w:numPr>
          <w:ilvl w:val="0"/>
          <w:numId w:val="33"/>
        </w:numPr>
        <w:jc w:val="both"/>
        <w:rPr>
          <w:lang w:val="uk-UA"/>
        </w:rPr>
      </w:pPr>
      <w:r>
        <w:rPr>
          <w:lang w:val="uk-UA"/>
        </w:rPr>
        <w:t>Надати згоду комунальному  закладу "Знам’янська  міська  лікарня                          ім. А.В. Лисенка" (в.о.гол. лікаря Муравський І.Б.)  на здачу в оренду приміщення ізолятора, площею 19,45 кв.м., яке знаходиться за  адресою: м. Знам’янка,  вул. Михайла Грушевського,15, для  здійснення господарської діяльності (надання послуг з пошиття та ремонту одягу) фізичною особою-підприємцем Терещук Тетяною Іванівною, терміном на 1 рік.</w:t>
      </w:r>
    </w:p>
    <w:p w:rsidR="003326EF" w:rsidRDefault="003326EF" w:rsidP="007F78F4">
      <w:pPr>
        <w:numPr>
          <w:ilvl w:val="0"/>
          <w:numId w:val="33"/>
        </w:numPr>
        <w:jc w:val="both"/>
        <w:rPr>
          <w:lang w:val="uk-UA"/>
        </w:rPr>
      </w:pPr>
      <w:r>
        <w:rPr>
          <w:lang w:val="uk-UA"/>
        </w:rPr>
        <w:t>Комунальному  закладу "Знам’янська  міська  лікарня  ім. А.В. Лисенка", відповідно до п.1 даного рішення, укласти договір оренди відповідно до вимог рішення Знам'янської міської ради від 21.04.2017р. №820 "Про методику розрахунку і порядок використання плати за оренду майна територіальної громади м. Знам'янка у новій редакції".</w:t>
      </w:r>
    </w:p>
    <w:p w:rsidR="003326EF" w:rsidRDefault="003326EF" w:rsidP="007F78F4">
      <w:pPr>
        <w:numPr>
          <w:ilvl w:val="0"/>
          <w:numId w:val="33"/>
        </w:numPr>
        <w:jc w:val="both"/>
        <w:rPr>
          <w:lang w:val="uk-UA"/>
        </w:rPr>
      </w:pPr>
      <w:r>
        <w:rPr>
          <w:lang w:val="uk-UA"/>
        </w:rPr>
        <w:t xml:space="preserve">Організацію  виконання  рішення  покласти  на  комунальний  заклад "Знам’янська  міська  лікарня  ім. А.В. Лисенка" (в.о.гол. лікаря Муравський І.Б.).  </w:t>
      </w:r>
    </w:p>
    <w:p w:rsidR="003326EF" w:rsidRDefault="003326EF" w:rsidP="007F78F4">
      <w:pPr>
        <w:numPr>
          <w:ilvl w:val="0"/>
          <w:numId w:val="33"/>
        </w:numPr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бюджету та економічного розвиту міста (гол. Н.Данасієнко).</w:t>
      </w:r>
    </w:p>
    <w:p w:rsidR="003326EF" w:rsidRDefault="003326EF" w:rsidP="00CF13A3">
      <w:pPr>
        <w:jc w:val="both"/>
        <w:rPr>
          <w:lang w:val="uk-UA"/>
        </w:rPr>
      </w:pPr>
    </w:p>
    <w:p w:rsidR="003326EF" w:rsidRDefault="003326EF" w:rsidP="00CF13A3">
      <w:pPr>
        <w:jc w:val="both"/>
        <w:rPr>
          <w:lang w:val="uk-UA"/>
        </w:rPr>
      </w:pPr>
    </w:p>
    <w:p w:rsidR="003326EF" w:rsidRDefault="003326EF" w:rsidP="00CF13A3">
      <w:pPr>
        <w:jc w:val="both"/>
        <w:rPr>
          <w:lang w:val="uk-UA"/>
        </w:rPr>
      </w:pPr>
    </w:p>
    <w:p w:rsidR="003326EF" w:rsidRDefault="003326EF" w:rsidP="00CF13A3">
      <w:pPr>
        <w:jc w:val="both"/>
        <w:rPr>
          <w:lang w:val="uk-UA"/>
        </w:rPr>
      </w:pPr>
    </w:p>
    <w:p w:rsidR="003326EF" w:rsidRPr="00746003" w:rsidRDefault="003326EF" w:rsidP="00EC68E3">
      <w:pPr>
        <w:ind w:left="1416"/>
        <w:jc w:val="both"/>
        <w:rPr>
          <w:b/>
          <w:lang w:val="uk-UA"/>
        </w:rPr>
        <w:sectPr w:rsidR="003326EF" w:rsidRPr="00746003" w:rsidSect="009C711D">
          <w:pgSz w:w="11906" w:h="16838"/>
          <w:pgMar w:top="851" w:right="850" w:bottom="284" w:left="1701" w:header="708" w:footer="708" w:gutter="0"/>
          <w:cols w:space="720"/>
        </w:sect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С.Філіпенко</w:t>
      </w:r>
    </w:p>
    <w:p w:rsidR="003326EF" w:rsidRPr="0064224E" w:rsidRDefault="003326EF" w:rsidP="00EC68E3">
      <w:pPr>
        <w:tabs>
          <w:tab w:val="center" w:pos="540"/>
        </w:tabs>
        <w:rPr>
          <w:lang w:val="uk-UA"/>
        </w:rPr>
      </w:pPr>
      <w:bookmarkStart w:id="0" w:name="_GoBack"/>
      <w:bookmarkEnd w:id="0"/>
    </w:p>
    <w:sectPr w:rsidR="003326EF" w:rsidRPr="0064224E" w:rsidSect="009113D5">
      <w:pgSz w:w="11906" w:h="16838"/>
      <w:pgMar w:top="567" w:right="1134" w:bottom="567" w:left="9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6EF" w:rsidRDefault="003326EF" w:rsidP="00746003">
      <w:r>
        <w:separator/>
      </w:r>
    </w:p>
  </w:endnote>
  <w:endnote w:type="continuationSeparator" w:id="0">
    <w:p w:rsidR="003326EF" w:rsidRDefault="003326EF" w:rsidP="00746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6EF" w:rsidRDefault="003326EF" w:rsidP="00746003">
      <w:r>
        <w:separator/>
      </w:r>
    </w:p>
  </w:footnote>
  <w:footnote w:type="continuationSeparator" w:id="0">
    <w:p w:rsidR="003326EF" w:rsidRDefault="003326EF" w:rsidP="007460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C8E3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8063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FAF9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162C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55ADD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30A8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1C28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D012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3805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498F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08F541B6"/>
    <w:multiLevelType w:val="hybridMultilevel"/>
    <w:tmpl w:val="46E2E0F2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>
    <w:nsid w:val="0F7649DC"/>
    <w:multiLevelType w:val="hybridMultilevel"/>
    <w:tmpl w:val="E6FE661A"/>
    <w:lvl w:ilvl="0" w:tplc="89DE7F7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13">
    <w:nsid w:val="1A350831"/>
    <w:multiLevelType w:val="hybridMultilevel"/>
    <w:tmpl w:val="1B9CB920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A96215B"/>
    <w:multiLevelType w:val="hybridMultilevel"/>
    <w:tmpl w:val="C226C3EC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279420D6"/>
    <w:multiLevelType w:val="hybridMultilevel"/>
    <w:tmpl w:val="A16084D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FA04D52"/>
    <w:multiLevelType w:val="hybridMultilevel"/>
    <w:tmpl w:val="7BFE5A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120B9B"/>
    <w:multiLevelType w:val="hybridMultilevel"/>
    <w:tmpl w:val="D6F8827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9">
    <w:nsid w:val="456C06CD"/>
    <w:multiLevelType w:val="hybridMultilevel"/>
    <w:tmpl w:val="94C030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DF42C8"/>
    <w:multiLevelType w:val="hybridMultilevel"/>
    <w:tmpl w:val="728605C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56C5E84"/>
    <w:multiLevelType w:val="hybridMultilevel"/>
    <w:tmpl w:val="79D2F7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D834173"/>
    <w:multiLevelType w:val="hybridMultilevel"/>
    <w:tmpl w:val="2DDA9478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E5F1D50"/>
    <w:multiLevelType w:val="hybridMultilevel"/>
    <w:tmpl w:val="6DD88B5A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932CF9"/>
    <w:multiLevelType w:val="hybridMultilevel"/>
    <w:tmpl w:val="3550C8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>
    <w:nsid w:val="74E374B2"/>
    <w:multiLevelType w:val="hybridMultilevel"/>
    <w:tmpl w:val="56067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F67D22"/>
    <w:multiLevelType w:val="hybridMultilevel"/>
    <w:tmpl w:val="BC4A0A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875A7F"/>
    <w:multiLevelType w:val="hybridMultilevel"/>
    <w:tmpl w:val="39F839C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0"/>
  </w:num>
  <w:num w:numId="7">
    <w:abstractNumId w:val="15"/>
  </w:num>
  <w:num w:numId="8">
    <w:abstractNumId w:val="28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31"/>
  </w:num>
  <w:num w:numId="21">
    <w:abstractNumId w:val="17"/>
  </w:num>
  <w:num w:numId="22">
    <w:abstractNumId w:val="13"/>
  </w:num>
  <w:num w:numId="23">
    <w:abstractNumId w:val="24"/>
  </w:num>
  <w:num w:numId="24">
    <w:abstractNumId w:val="14"/>
  </w:num>
  <w:num w:numId="25">
    <w:abstractNumId w:val="21"/>
  </w:num>
  <w:num w:numId="26">
    <w:abstractNumId w:val="26"/>
  </w:num>
  <w:num w:numId="27">
    <w:abstractNumId w:val="16"/>
  </w:num>
  <w:num w:numId="28">
    <w:abstractNumId w:val="29"/>
  </w:num>
  <w:num w:numId="29">
    <w:abstractNumId w:val="19"/>
  </w:num>
  <w:num w:numId="30">
    <w:abstractNumId w:val="18"/>
  </w:num>
  <w:num w:numId="31">
    <w:abstractNumId w:val="25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D91"/>
    <w:rsid w:val="0000133C"/>
    <w:rsid w:val="00005651"/>
    <w:rsid w:val="00010538"/>
    <w:rsid w:val="00012FF3"/>
    <w:rsid w:val="000143DC"/>
    <w:rsid w:val="0001517C"/>
    <w:rsid w:val="00021729"/>
    <w:rsid w:val="00025E02"/>
    <w:rsid w:val="000266C9"/>
    <w:rsid w:val="00036C6B"/>
    <w:rsid w:val="00044055"/>
    <w:rsid w:val="0004591F"/>
    <w:rsid w:val="000559B9"/>
    <w:rsid w:val="000779B2"/>
    <w:rsid w:val="00092AAE"/>
    <w:rsid w:val="00094BE9"/>
    <w:rsid w:val="000A158B"/>
    <w:rsid w:val="000A294E"/>
    <w:rsid w:val="000B6A4A"/>
    <w:rsid w:val="000D16AE"/>
    <w:rsid w:val="000E3D0B"/>
    <w:rsid w:val="000E5FE2"/>
    <w:rsid w:val="000F3BBD"/>
    <w:rsid w:val="000F5FEF"/>
    <w:rsid w:val="000F6298"/>
    <w:rsid w:val="000F762B"/>
    <w:rsid w:val="0010546E"/>
    <w:rsid w:val="00111287"/>
    <w:rsid w:val="00114BFF"/>
    <w:rsid w:val="001162CF"/>
    <w:rsid w:val="0012088D"/>
    <w:rsid w:val="00121E35"/>
    <w:rsid w:val="00130613"/>
    <w:rsid w:val="001349CB"/>
    <w:rsid w:val="00155DD8"/>
    <w:rsid w:val="0019090C"/>
    <w:rsid w:val="001A0AC9"/>
    <w:rsid w:val="001C4FC2"/>
    <w:rsid w:val="001E188A"/>
    <w:rsid w:val="001F05B7"/>
    <w:rsid w:val="001F2893"/>
    <w:rsid w:val="002025F6"/>
    <w:rsid w:val="002107C7"/>
    <w:rsid w:val="00214445"/>
    <w:rsid w:val="00216D43"/>
    <w:rsid w:val="00221633"/>
    <w:rsid w:val="00223653"/>
    <w:rsid w:val="00224CE0"/>
    <w:rsid w:val="00225638"/>
    <w:rsid w:val="0023372F"/>
    <w:rsid w:val="00234D1E"/>
    <w:rsid w:val="00252F75"/>
    <w:rsid w:val="002546EF"/>
    <w:rsid w:val="00267D6E"/>
    <w:rsid w:val="00290042"/>
    <w:rsid w:val="002A755B"/>
    <w:rsid w:val="002A7562"/>
    <w:rsid w:val="002F407C"/>
    <w:rsid w:val="002F44F2"/>
    <w:rsid w:val="002F6958"/>
    <w:rsid w:val="00305EF4"/>
    <w:rsid w:val="00310BA2"/>
    <w:rsid w:val="0031424A"/>
    <w:rsid w:val="003326EF"/>
    <w:rsid w:val="00341759"/>
    <w:rsid w:val="003544B0"/>
    <w:rsid w:val="00362034"/>
    <w:rsid w:val="00371E51"/>
    <w:rsid w:val="0037279D"/>
    <w:rsid w:val="00382DB0"/>
    <w:rsid w:val="00393E31"/>
    <w:rsid w:val="00394CAF"/>
    <w:rsid w:val="003A6F63"/>
    <w:rsid w:val="003B2D59"/>
    <w:rsid w:val="003B644D"/>
    <w:rsid w:val="003E218A"/>
    <w:rsid w:val="004039A5"/>
    <w:rsid w:val="00417167"/>
    <w:rsid w:val="004178E2"/>
    <w:rsid w:val="00456D69"/>
    <w:rsid w:val="00464039"/>
    <w:rsid w:val="0046721C"/>
    <w:rsid w:val="004757D5"/>
    <w:rsid w:val="004860A2"/>
    <w:rsid w:val="00494E29"/>
    <w:rsid w:val="004A64AF"/>
    <w:rsid w:val="004A6A75"/>
    <w:rsid w:val="004B2397"/>
    <w:rsid w:val="004C0ADD"/>
    <w:rsid w:val="004C2BB3"/>
    <w:rsid w:val="004D790F"/>
    <w:rsid w:val="004E402B"/>
    <w:rsid w:val="004F1D28"/>
    <w:rsid w:val="0051035A"/>
    <w:rsid w:val="00515D91"/>
    <w:rsid w:val="00515E8A"/>
    <w:rsid w:val="00524EED"/>
    <w:rsid w:val="005272BE"/>
    <w:rsid w:val="00536959"/>
    <w:rsid w:val="0054195E"/>
    <w:rsid w:val="005944D2"/>
    <w:rsid w:val="005A0FC5"/>
    <w:rsid w:val="005B209E"/>
    <w:rsid w:val="005B5610"/>
    <w:rsid w:val="005C15C6"/>
    <w:rsid w:val="005C4088"/>
    <w:rsid w:val="005D095C"/>
    <w:rsid w:val="005D737B"/>
    <w:rsid w:val="005E462E"/>
    <w:rsid w:val="006027CE"/>
    <w:rsid w:val="00625493"/>
    <w:rsid w:val="00631A15"/>
    <w:rsid w:val="0064224E"/>
    <w:rsid w:val="00654942"/>
    <w:rsid w:val="00654DC5"/>
    <w:rsid w:val="00654E87"/>
    <w:rsid w:val="00672068"/>
    <w:rsid w:val="00672D1B"/>
    <w:rsid w:val="00673828"/>
    <w:rsid w:val="006754DD"/>
    <w:rsid w:val="006944F4"/>
    <w:rsid w:val="00697DA1"/>
    <w:rsid w:val="006B4C91"/>
    <w:rsid w:val="006C214D"/>
    <w:rsid w:val="006C5518"/>
    <w:rsid w:val="006D3309"/>
    <w:rsid w:val="006E4285"/>
    <w:rsid w:val="006E488A"/>
    <w:rsid w:val="006F2AA6"/>
    <w:rsid w:val="006F2FFD"/>
    <w:rsid w:val="00700353"/>
    <w:rsid w:val="007005F5"/>
    <w:rsid w:val="00701FA1"/>
    <w:rsid w:val="007434BE"/>
    <w:rsid w:val="00743B83"/>
    <w:rsid w:val="00746003"/>
    <w:rsid w:val="00747A77"/>
    <w:rsid w:val="00764929"/>
    <w:rsid w:val="007658F5"/>
    <w:rsid w:val="007A1AE4"/>
    <w:rsid w:val="007A4A9F"/>
    <w:rsid w:val="007A7315"/>
    <w:rsid w:val="007C138E"/>
    <w:rsid w:val="007C6182"/>
    <w:rsid w:val="007D2BFC"/>
    <w:rsid w:val="007E0ABB"/>
    <w:rsid w:val="007E210C"/>
    <w:rsid w:val="007E3F21"/>
    <w:rsid w:val="007E6F54"/>
    <w:rsid w:val="007F5E75"/>
    <w:rsid w:val="007F78F4"/>
    <w:rsid w:val="008065E3"/>
    <w:rsid w:val="008070FA"/>
    <w:rsid w:val="008117BE"/>
    <w:rsid w:val="00860F6D"/>
    <w:rsid w:val="00861376"/>
    <w:rsid w:val="0088475C"/>
    <w:rsid w:val="0089198F"/>
    <w:rsid w:val="008A52B4"/>
    <w:rsid w:val="008C6A2B"/>
    <w:rsid w:val="008D3DA1"/>
    <w:rsid w:val="008E6E61"/>
    <w:rsid w:val="008F558B"/>
    <w:rsid w:val="008F6EB3"/>
    <w:rsid w:val="008F7000"/>
    <w:rsid w:val="009070FE"/>
    <w:rsid w:val="009113D5"/>
    <w:rsid w:val="0091512D"/>
    <w:rsid w:val="0092196C"/>
    <w:rsid w:val="009245DA"/>
    <w:rsid w:val="009275C5"/>
    <w:rsid w:val="0093111B"/>
    <w:rsid w:val="0095321C"/>
    <w:rsid w:val="00955179"/>
    <w:rsid w:val="00956361"/>
    <w:rsid w:val="009620C7"/>
    <w:rsid w:val="00970387"/>
    <w:rsid w:val="00972798"/>
    <w:rsid w:val="009840AB"/>
    <w:rsid w:val="00996480"/>
    <w:rsid w:val="009A44A5"/>
    <w:rsid w:val="009B2F64"/>
    <w:rsid w:val="009C0C18"/>
    <w:rsid w:val="009C17EF"/>
    <w:rsid w:val="009C3119"/>
    <w:rsid w:val="009C483D"/>
    <w:rsid w:val="009C661F"/>
    <w:rsid w:val="009C711D"/>
    <w:rsid w:val="009D1332"/>
    <w:rsid w:val="009D2111"/>
    <w:rsid w:val="009D5C68"/>
    <w:rsid w:val="009E20D0"/>
    <w:rsid w:val="009F23C0"/>
    <w:rsid w:val="00A04E1A"/>
    <w:rsid w:val="00A06A0D"/>
    <w:rsid w:val="00A14B1A"/>
    <w:rsid w:val="00A34AAD"/>
    <w:rsid w:val="00A40BFB"/>
    <w:rsid w:val="00A42D9C"/>
    <w:rsid w:val="00A44846"/>
    <w:rsid w:val="00A45F3F"/>
    <w:rsid w:val="00A56160"/>
    <w:rsid w:val="00A75646"/>
    <w:rsid w:val="00A75BE3"/>
    <w:rsid w:val="00A809EF"/>
    <w:rsid w:val="00AA5C25"/>
    <w:rsid w:val="00AB098B"/>
    <w:rsid w:val="00AC1132"/>
    <w:rsid w:val="00AC7669"/>
    <w:rsid w:val="00AE0347"/>
    <w:rsid w:val="00AE4951"/>
    <w:rsid w:val="00AF02FE"/>
    <w:rsid w:val="00B00BEA"/>
    <w:rsid w:val="00B02C94"/>
    <w:rsid w:val="00B0374E"/>
    <w:rsid w:val="00B22FE6"/>
    <w:rsid w:val="00B4029A"/>
    <w:rsid w:val="00B52A36"/>
    <w:rsid w:val="00B54625"/>
    <w:rsid w:val="00B62212"/>
    <w:rsid w:val="00B672B5"/>
    <w:rsid w:val="00B70ADB"/>
    <w:rsid w:val="00B71DF3"/>
    <w:rsid w:val="00B76DFA"/>
    <w:rsid w:val="00B77CFE"/>
    <w:rsid w:val="00B8445C"/>
    <w:rsid w:val="00BA55FA"/>
    <w:rsid w:val="00BB2FF4"/>
    <w:rsid w:val="00BD06CC"/>
    <w:rsid w:val="00BD13D7"/>
    <w:rsid w:val="00BE06BF"/>
    <w:rsid w:val="00BF2781"/>
    <w:rsid w:val="00C02B82"/>
    <w:rsid w:val="00C1425C"/>
    <w:rsid w:val="00C3168B"/>
    <w:rsid w:val="00C36DD4"/>
    <w:rsid w:val="00C43931"/>
    <w:rsid w:val="00C64321"/>
    <w:rsid w:val="00C87AF3"/>
    <w:rsid w:val="00C97669"/>
    <w:rsid w:val="00CB0860"/>
    <w:rsid w:val="00CB4614"/>
    <w:rsid w:val="00CB652A"/>
    <w:rsid w:val="00CF13A3"/>
    <w:rsid w:val="00D006C8"/>
    <w:rsid w:val="00D02963"/>
    <w:rsid w:val="00D02A50"/>
    <w:rsid w:val="00D24BD6"/>
    <w:rsid w:val="00D3546D"/>
    <w:rsid w:val="00D4607A"/>
    <w:rsid w:val="00D55512"/>
    <w:rsid w:val="00D66994"/>
    <w:rsid w:val="00D75161"/>
    <w:rsid w:val="00D7535B"/>
    <w:rsid w:val="00D75564"/>
    <w:rsid w:val="00D76BA5"/>
    <w:rsid w:val="00D86A87"/>
    <w:rsid w:val="00D86D69"/>
    <w:rsid w:val="00DB38E3"/>
    <w:rsid w:val="00DB6C47"/>
    <w:rsid w:val="00DD2A4E"/>
    <w:rsid w:val="00DD6B68"/>
    <w:rsid w:val="00DE65B2"/>
    <w:rsid w:val="00DF5227"/>
    <w:rsid w:val="00E01C55"/>
    <w:rsid w:val="00E14419"/>
    <w:rsid w:val="00E30850"/>
    <w:rsid w:val="00E32A26"/>
    <w:rsid w:val="00E35363"/>
    <w:rsid w:val="00E4236B"/>
    <w:rsid w:val="00E5738E"/>
    <w:rsid w:val="00E6284C"/>
    <w:rsid w:val="00E8163E"/>
    <w:rsid w:val="00E818B6"/>
    <w:rsid w:val="00E828CE"/>
    <w:rsid w:val="00E861C2"/>
    <w:rsid w:val="00E86CEB"/>
    <w:rsid w:val="00EA4393"/>
    <w:rsid w:val="00EB30B4"/>
    <w:rsid w:val="00EB5551"/>
    <w:rsid w:val="00EC68E3"/>
    <w:rsid w:val="00ED08F9"/>
    <w:rsid w:val="00ED4568"/>
    <w:rsid w:val="00EF121C"/>
    <w:rsid w:val="00EF690A"/>
    <w:rsid w:val="00F054CA"/>
    <w:rsid w:val="00F0580E"/>
    <w:rsid w:val="00F07AD0"/>
    <w:rsid w:val="00F10648"/>
    <w:rsid w:val="00F1268B"/>
    <w:rsid w:val="00F17620"/>
    <w:rsid w:val="00F17C75"/>
    <w:rsid w:val="00F21929"/>
    <w:rsid w:val="00F30918"/>
    <w:rsid w:val="00F326F6"/>
    <w:rsid w:val="00F55599"/>
    <w:rsid w:val="00F61EAF"/>
    <w:rsid w:val="00F72FE6"/>
    <w:rsid w:val="00F766FD"/>
    <w:rsid w:val="00F80067"/>
    <w:rsid w:val="00F80C34"/>
    <w:rsid w:val="00F95C40"/>
    <w:rsid w:val="00F97609"/>
    <w:rsid w:val="00FD7E12"/>
    <w:rsid w:val="00FE082F"/>
    <w:rsid w:val="00FE34C6"/>
    <w:rsid w:val="00FF6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E8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A4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E210C"/>
    <w:pPr>
      <w:keepNext/>
      <w:ind w:firstLine="851"/>
      <w:outlineLvl w:val="4"/>
    </w:pPr>
    <w:rPr>
      <w:rFonts w:eastAsia="Calibri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A44A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E210C"/>
    <w:rPr>
      <w:rFonts w:ascii="Times New Roman" w:hAnsi="Times New Roman" w:cs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515D91"/>
    <w:rPr>
      <w:lang w:eastAsia="en-US"/>
    </w:rPr>
  </w:style>
  <w:style w:type="table" w:styleId="TableGrid">
    <w:name w:val="Table Grid"/>
    <w:basedOn w:val="TableNormal"/>
    <w:uiPriority w:val="99"/>
    <w:rsid w:val="007E21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aliases w:val="Знак Char"/>
    <w:uiPriority w:val="99"/>
    <w:locked/>
    <w:rsid w:val="007E210C"/>
    <w:rPr>
      <w:rFonts w:ascii="Times New Roman" w:hAnsi="Times New Roman"/>
      <w:sz w:val="24"/>
      <w:lang w:eastAsia="ru-RU"/>
    </w:rPr>
  </w:style>
  <w:style w:type="paragraph" w:styleId="BodyText">
    <w:name w:val="Body Text"/>
    <w:aliases w:val="Знак"/>
    <w:basedOn w:val="Normal"/>
    <w:link w:val="BodyTextChar1"/>
    <w:uiPriority w:val="99"/>
    <w:rsid w:val="007E210C"/>
    <w:pPr>
      <w:spacing w:after="120"/>
    </w:pPr>
    <w:rPr>
      <w:rFonts w:eastAsia="Calibri"/>
      <w:szCs w:val="20"/>
    </w:rPr>
  </w:style>
  <w:style w:type="character" w:customStyle="1" w:styleId="BodyTextChar1">
    <w:name w:val="Body Text Char1"/>
    <w:aliases w:val="Знак Char1"/>
    <w:basedOn w:val="DefaultParagraphFont"/>
    <w:link w:val="BodyText"/>
    <w:uiPriority w:val="99"/>
    <w:semiHidden/>
    <w:locked/>
    <w:rsid w:val="00DD2A4E"/>
    <w:rPr>
      <w:rFonts w:ascii="Times New Roman" w:hAnsi="Times New Roman" w:cs="Times New Roman"/>
      <w:sz w:val="24"/>
      <w:szCs w:val="24"/>
    </w:rPr>
  </w:style>
  <w:style w:type="character" w:customStyle="1" w:styleId="a">
    <w:name w:val="Основной текст Знак"/>
    <w:basedOn w:val="DefaultParagraphFont"/>
    <w:uiPriority w:val="99"/>
    <w:semiHidden/>
    <w:rsid w:val="007E210C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D7E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7E12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link w:val="TitleChar"/>
    <w:uiPriority w:val="99"/>
    <w:qFormat/>
    <w:rsid w:val="00CF13A3"/>
    <w:pPr>
      <w:jc w:val="center"/>
    </w:pPr>
    <w:rPr>
      <w:b/>
      <w:bCs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CF13A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0">
    <w:name w:val="Знак Знак"/>
    <w:basedOn w:val="DefaultParagraphFont"/>
    <w:uiPriority w:val="99"/>
    <w:rsid w:val="009C483D"/>
    <w:rPr>
      <w:rFonts w:cs="Times New Roman"/>
      <w:sz w:val="32"/>
    </w:rPr>
  </w:style>
  <w:style w:type="paragraph" w:styleId="Header">
    <w:name w:val="header"/>
    <w:basedOn w:val="Normal"/>
    <w:link w:val="HeaderChar"/>
    <w:uiPriority w:val="99"/>
    <w:semiHidden/>
    <w:rsid w:val="00746003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4600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746003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46003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A0FC5"/>
    <w:pPr>
      <w:ind w:left="720"/>
      <w:contextualSpacing/>
    </w:pPr>
  </w:style>
  <w:style w:type="paragraph" w:customStyle="1" w:styleId="a1">
    <w:name w:val="Абзац списка"/>
    <w:basedOn w:val="Normal"/>
    <w:uiPriority w:val="99"/>
    <w:rsid w:val="00C36DD4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35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3</Pages>
  <Words>2573</Words>
  <Characters>1467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subject/>
  <dc:creator>Гринченко Ольга</dc:creator>
  <cp:keywords/>
  <dc:description/>
  <cp:lastModifiedBy>User</cp:lastModifiedBy>
  <cp:revision>9</cp:revision>
  <cp:lastPrinted>2018-07-05T12:56:00Z</cp:lastPrinted>
  <dcterms:created xsi:type="dcterms:W3CDTF">2018-07-05T11:09:00Z</dcterms:created>
  <dcterms:modified xsi:type="dcterms:W3CDTF">2018-07-06T11:38:00Z</dcterms:modified>
</cp:coreProperties>
</file>