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C9" w:rsidRDefault="00B235C9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B235C9" w:rsidRPr="00730B35" w:rsidRDefault="00B235C9" w:rsidP="00F74D7F"/>
    <w:p w:rsidR="00B235C9" w:rsidRDefault="00B235C9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B235C9" w:rsidRDefault="00B235C9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B235C9" w:rsidRDefault="00B235C9" w:rsidP="00F74D7F">
      <w:pPr>
        <w:spacing w:line="200" w:lineRule="atLeast"/>
        <w:jc w:val="center"/>
        <w:rPr>
          <w:b/>
        </w:rPr>
      </w:pPr>
    </w:p>
    <w:p w:rsidR="00B235C9" w:rsidRDefault="00B235C9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B235C9" w:rsidRDefault="00B235C9" w:rsidP="000E569F">
      <w:pPr>
        <w:spacing w:line="200" w:lineRule="atLeast"/>
        <w:jc w:val="center"/>
        <w:rPr>
          <w:b/>
        </w:rPr>
      </w:pPr>
    </w:p>
    <w:p w:rsidR="00B235C9" w:rsidRDefault="00B235C9" w:rsidP="000E569F">
      <w:pPr>
        <w:pStyle w:val="Heading2"/>
        <w:jc w:val="left"/>
        <w:rPr>
          <w:sz w:val="16"/>
          <w:szCs w:val="24"/>
        </w:rPr>
      </w:pPr>
    </w:p>
    <w:p w:rsidR="00B235C9" w:rsidRPr="00E021EB" w:rsidRDefault="00B235C9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B235C9" w:rsidRPr="00DA4E81" w:rsidRDefault="00B235C9" w:rsidP="000E569F">
      <w:pPr>
        <w:jc w:val="center"/>
        <w:rPr>
          <w:b/>
          <w:sz w:val="18"/>
        </w:rPr>
      </w:pPr>
    </w:p>
    <w:p w:rsidR="00B235C9" w:rsidRPr="00E021EB" w:rsidRDefault="00B235C9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B235C9" w:rsidRDefault="00B235C9" w:rsidP="000E569F">
      <w:pPr>
        <w:ind w:left="180"/>
      </w:pPr>
      <w:r>
        <w:t xml:space="preserve">                                        </w:t>
      </w:r>
    </w:p>
    <w:p w:rsidR="00B235C9" w:rsidRDefault="00B235C9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B235C9" w:rsidRDefault="00B235C9" w:rsidP="002257C1">
      <w:pPr>
        <w:rPr>
          <w:lang w:val="uk-UA"/>
        </w:rPr>
      </w:pPr>
      <w:r>
        <w:rPr>
          <w:lang w:val="uk-UA"/>
        </w:rPr>
        <w:t>комунального підприємства "Знам'янський</w:t>
      </w:r>
    </w:p>
    <w:p w:rsidR="00B235C9" w:rsidRDefault="00B235C9" w:rsidP="002257C1">
      <w:pPr>
        <w:rPr>
          <w:lang w:val="uk-UA"/>
        </w:rPr>
      </w:pPr>
      <w:r>
        <w:rPr>
          <w:lang w:val="uk-UA"/>
        </w:rPr>
        <w:t>комбінат комунальних послуг" за   2018 рік</w:t>
      </w:r>
    </w:p>
    <w:p w:rsidR="00B235C9" w:rsidRPr="0004058D" w:rsidRDefault="00B235C9" w:rsidP="000E569F">
      <w:pPr>
        <w:rPr>
          <w:lang w:val="uk-UA"/>
        </w:rPr>
      </w:pPr>
    </w:p>
    <w:p w:rsidR="00B235C9" w:rsidRPr="00472F42" w:rsidRDefault="00B235C9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комунального підприємства "Знам'янський комбінат комунальних послуг" Чернявського О.М.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</w:t>
      </w:r>
      <w:r w:rsidRPr="003B2D59">
        <w:rPr>
          <w:lang w:val="uk-UA"/>
        </w:rPr>
        <w:t>201</w:t>
      </w:r>
      <w:r>
        <w:rPr>
          <w:lang w:val="uk-UA"/>
        </w:rPr>
        <w:t>8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r>
        <w:rPr>
          <w:lang w:val="uk-UA"/>
        </w:rPr>
        <w:t xml:space="preserve">Знам"янської </w:t>
      </w:r>
      <w:r w:rsidRPr="00472F42">
        <w:rPr>
          <w:lang w:val="uk-UA"/>
        </w:rPr>
        <w:t>міської  ради</w:t>
      </w:r>
    </w:p>
    <w:p w:rsidR="00B235C9" w:rsidRPr="000B2D70" w:rsidRDefault="00B235C9" w:rsidP="002257C1">
      <w:pPr>
        <w:pStyle w:val="BodyText3"/>
        <w:ind w:firstLine="567"/>
      </w:pPr>
    </w:p>
    <w:p w:rsidR="00B235C9" w:rsidRPr="00CF16A7" w:rsidRDefault="00B235C9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B235C9" w:rsidRDefault="00B235C9" w:rsidP="004969A2">
      <w:pPr>
        <w:rPr>
          <w:b/>
          <w:sz w:val="26"/>
          <w:lang w:val="uk-UA"/>
        </w:rPr>
      </w:pPr>
    </w:p>
    <w:p w:rsidR="00B235C9" w:rsidRPr="0079056E" w:rsidRDefault="00B235C9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"Знам'янський комбінат комунальних послуг" за 2018 рік </w:t>
      </w:r>
      <w:r w:rsidRPr="00472F42">
        <w:rPr>
          <w:lang w:val="uk-UA"/>
        </w:rPr>
        <w:t xml:space="preserve">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відома  (аналітична довідка  та  пояснювальна записка про фінансово-господарську діяльність комунального підприємства додаю</w:t>
      </w:r>
      <w:r w:rsidRPr="0079056E">
        <w:rPr>
          <w:lang w:val="uk-UA"/>
        </w:rPr>
        <w:t>ться ).</w:t>
      </w:r>
    </w:p>
    <w:p w:rsidR="00B235C9" w:rsidRDefault="00B235C9" w:rsidP="0059288D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2018 рік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"Знам'янський комбінат комунальних послуг"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B235C9" w:rsidRPr="00CF16A7" w:rsidRDefault="00B235C9" w:rsidP="00954F62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>питань діяльності виконавчих органів – начальника фінансового управління</w:t>
      </w:r>
      <w:r>
        <w:rPr>
          <w:lang w:val="uk-UA"/>
        </w:rPr>
        <w:t xml:space="preserve">       </w:t>
      </w:r>
      <w:r w:rsidRPr="00CF16A7">
        <w:t xml:space="preserve">Лихоту Г.В. </w:t>
      </w:r>
    </w:p>
    <w:p w:rsidR="00B235C9" w:rsidRDefault="00B235C9" w:rsidP="004969A2">
      <w:pPr>
        <w:rPr>
          <w:lang w:val="uk-UA"/>
        </w:rPr>
      </w:pPr>
    </w:p>
    <w:p w:rsidR="00B235C9" w:rsidRDefault="00B235C9" w:rsidP="004969A2">
      <w:pPr>
        <w:rPr>
          <w:lang w:val="uk-UA"/>
        </w:rPr>
      </w:pPr>
    </w:p>
    <w:p w:rsidR="00B235C9" w:rsidRDefault="00B235C9" w:rsidP="004969A2">
      <w:pPr>
        <w:rPr>
          <w:lang w:val="uk-UA"/>
        </w:rPr>
      </w:pPr>
    </w:p>
    <w:p w:rsidR="00B235C9" w:rsidRDefault="00B235C9" w:rsidP="004969A2">
      <w:pPr>
        <w:rPr>
          <w:lang w:val="uk-UA"/>
        </w:rPr>
      </w:pPr>
    </w:p>
    <w:p w:rsidR="00B235C9" w:rsidRPr="00721F34" w:rsidRDefault="00B235C9" w:rsidP="004969A2">
      <w:pPr>
        <w:rPr>
          <w:lang w:val="uk-UA"/>
        </w:rPr>
      </w:pPr>
    </w:p>
    <w:p w:rsidR="00B235C9" w:rsidRDefault="00B235C9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B235C9" w:rsidRDefault="00B235C9" w:rsidP="00437D68">
      <w:pPr>
        <w:ind w:left="360"/>
        <w:rPr>
          <w:b/>
          <w:lang w:val="uk-UA"/>
        </w:rPr>
      </w:pPr>
    </w:p>
    <w:p w:rsidR="00B235C9" w:rsidRDefault="00B235C9" w:rsidP="00652A0C">
      <w:pPr>
        <w:ind w:right="441" w:firstLine="142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F461AC">
      <w:pPr>
        <w:ind w:right="441"/>
        <w:jc w:val="both"/>
        <w:rPr>
          <w:lang w:val="uk-UA"/>
        </w:rPr>
      </w:pPr>
    </w:p>
    <w:p w:rsidR="00B235C9" w:rsidRDefault="00B235C9" w:rsidP="00887F39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B235C9" w:rsidRDefault="00B235C9" w:rsidP="009C2E1B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рішенням виконавчого комітету</w:t>
      </w:r>
    </w:p>
    <w:p w:rsidR="00B235C9" w:rsidRPr="009C24C6" w:rsidRDefault="00B235C9" w:rsidP="00F461AC">
      <w:pPr>
        <w:ind w:right="441" w:firstLine="142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від __________ 2019 року  №___</w:t>
      </w:r>
    </w:p>
    <w:p w:rsidR="00B235C9" w:rsidRDefault="00B235C9" w:rsidP="00F461A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B235C9" w:rsidRPr="00472F42" w:rsidRDefault="00B235C9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B235C9" w:rsidRDefault="00B235C9" w:rsidP="003E1604">
      <w:pPr>
        <w:jc w:val="center"/>
        <w:rPr>
          <w:b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"Знам'янський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 2018 рік</w:t>
      </w:r>
    </w:p>
    <w:p w:rsidR="00B235C9" w:rsidRPr="003E1604" w:rsidRDefault="00B235C9" w:rsidP="003E1604">
      <w:pPr>
        <w:jc w:val="center"/>
        <w:rPr>
          <w:b/>
          <w:bCs/>
          <w:sz w:val="22"/>
          <w:szCs w:val="22"/>
          <w:lang w:val="uk-UA"/>
        </w:rPr>
      </w:pPr>
    </w:p>
    <w:p w:rsidR="00B235C9" w:rsidRPr="0086348A" w:rsidRDefault="00B235C9" w:rsidP="005401C6">
      <w:pPr>
        <w:ind w:firstLine="540"/>
        <w:jc w:val="both"/>
        <w:rPr>
          <w:lang w:val="uk-UA"/>
        </w:rPr>
      </w:pPr>
      <w:r w:rsidRPr="00D64947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2018 рік</w:t>
      </w:r>
      <w:r w:rsidRPr="00D64947">
        <w:rPr>
          <w:lang w:val="uk-UA"/>
        </w:rPr>
        <w:t xml:space="preserve"> комунальним підприємством  "Знам'янський комбінат комунальних послуг" отримано чистого доходу від реалізації продукції (товар</w:t>
      </w:r>
      <w:r>
        <w:rPr>
          <w:lang w:val="uk-UA"/>
        </w:rPr>
        <w:t xml:space="preserve">ів, робіт, послуг) в сумі  </w:t>
      </w:r>
      <w:r w:rsidRPr="0086348A">
        <w:rPr>
          <w:lang w:val="uk-UA"/>
        </w:rPr>
        <w:t>13656 тис.грн. На кінець звітного періоду підприємство прибуткове. Прибуток склав 278</w:t>
      </w:r>
      <w:r w:rsidRPr="0086348A">
        <w:t xml:space="preserve"> </w:t>
      </w:r>
      <w:r w:rsidRPr="0086348A">
        <w:rPr>
          <w:lang w:val="uk-UA"/>
        </w:rPr>
        <w:t xml:space="preserve">тис. грн. Протягом звітного періоду комунальне підприємство отримало фінансову підтримку в розмірі </w:t>
      </w:r>
      <w:r w:rsidRPr="009E49E1">
        <w:rPr>
          <w:lang w:val="uk-UA"/>
        </w:rPr>
        <w:t>660</w:t>
      </w:r>
      <w:r w:rsidRPr="0086348A">
        <w:rPr>
          <w:lang w:val="uk-UA"/>
        </w:rPr>
        <w:t xml:space="preserve"> тис.грн</w:t>
      </w:r>
      <w:r w:rsidRPr="0086348A">
        <w:rPr>
          <w:color w:val="FF0000"/>
          <w:lang w:val="uk-UA"/>
        </w:rPr>
        <w:t>.</w:t>
      </w:r>
      <w:r>
        <w:rPr>
          <w:lang w:val="uk-UA"/>
        </w:rPr>
        <w:t>, в тому числі</w:t>
      </w:r>
      <w:r w:rsidRPr="0086348A">
        <w:rPr>
          <w:lang w:val="uk-UA"/>
        </w:rPr>
        <w:t xml:space="preserve">  498  тис.грн</w:t>
      </w:r>
      <w:r w:rsidRPr="0086348A">
        <w:rPr>
          <w:color w:val="FF0000"/>
          <w:lang w:val="uk-UA"/>
        </w:rPr>
        <w:t xml:space="preserve">. </w:t>
      </w:r>
      <w:r w:rsidRPr="0086348A">
        <w:rPr>
          <w:lang w:val="uk-UA"/>
        </w:rPr>
        <w:t xml:space="preserve">з обласного бюджету на  облаштування сміттезвалища, 162 тис.грн. з міського </w:t>
      </w:r>
      <w:r w:rsidRPr="002151FF">
        <w:rPr>
          <w:lang w:val="uk-UA"/>
        </w:rPr>
        <w:t>бюджету на</w:t>
      </w:r>
      <w:r w:rsidRPr="0086348A">
        <w:rPr>
          <w:lang w:val="uk-UA"/>
        </w:rPr>
        <w:t xml:space="preserve">  </w:t>
      </w:r>
      <w:r>
        <w:rPr>
          <w:lang w:val="uk-UA"/>
        </w:rPr>
        <w:t>виготовлення технічних паспортів та придбання засобів малої механізації.</w:t>
      </w:r>
    </w:p>
    <w:p w:rsidR="00B235C9" w:rsidRPr="0086348A" w:rsidRDefault="00B235C9" w:rsidP="00E22247">
      <w:pPr>
        <w:ind w:right="-159"/>
        <w:jc w:val="center"/>
        <w:rPr>
          <w:b/>
          <w:lang w:val="uk-UA"/>
        </w:rPr>
      </w:pPr>
      <w:r w:rsidRPr="0086348A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 w:rsidRPr="0086348A">
        <w:rPr>
          <w:b/>
          <w:lang w:val="uk-UA"/>
        </w:rPr>
        <w:t xml:space="preserve">  2018 рік</w:t>
      </w:r>
      <w:r w:rsidRPr="0086348A">
        <w:rPr>
          <w:lang w:val="uk-UA"/>
        </w:rPr>
        <w:t xml:space="preserve"> </w:t>
      </w:r>
    </w:p>
    <w:p w:rsidR="00B235C9" w:rsidRPr="0086348A" w:rsidRDefault="00B235C9" w:rsidP="00926B45">
      <w:pPr>
        <w:ind w:right="-159"/>
        <w:rPr>
          <w:sz w:val="22"/>
          <w:szCs w:val="22"/>
          <w:lang w:val="uk-UA"/>
        </w:rPr>
      </w:pPr>
      <w:r w:rsidRPr="0086348A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86348A">
        <w:rPr>
          <w:sz w:val="22"/>
          <w:szCs w:val="22"/>
          <w:lang w:val="uk-UA"/>
        </w:rPr>
        <w:t>(тис.грн.)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710"/>
        <w:gridCol w:w="1080"/>
        <w:gridCol w:w="1260"/>
        <w:gridCol w:w="1080"/>
        <w:gridCol w:w="1419"/>
        <w:gridCol w:w="1641"/>
        <w:gridCol w:w="1620"/>
      </w:tblGrid>
      <w:tr w:rsidR="00B235C9" w:rsidRPr="0086348A" w:rsidTr="000D47B2">
        <w:tc>
          <w:tcPr>
            <w:tcW w:w="450" w:type="dxa"/>
          </w:tcPr>
          <w:p w:rsidR="00B235C9" w:rsidRPr="0086348A" w:rsidRDefault="00B235C9" w:rsidP="00D741EE">
            <w:pPr>
              <w:ind w:left="-45" w:firstLine="45"/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1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080" w:type="dxa"/>
          </w:tcPr>
          <w:p w:rsidR="00B235C9" w:rsidRPr="0086348A" w:rsidRDefault="00B235C9" w:rsidP="000D47B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26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080" w:type="dxa"/>
          </w:tcPr>
          <w:p w:rsidR="00B235C9" w:rsidRPr="0086348A" w:rsidRDefault="00B235C9" w:rsidP="00BF60D4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419" w:type="dxa"/>
          </w:tcPr>
          <w:p w:rsidR="00B235C9" w:rsidRPr="0086348A" w:rsidRDefault="00B235C9" w:rsidP="00CD46BB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Прибуток +,</w:t>
            </w:r>
          </w:p>
          <w:p w:rsidR="00B235C9" w:rsidRPr="0086348A" w:rsidRDefault="00B235C9" w:rsidP="00F70BD0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41" w:type="dxa"/>
          </w:tcPr>
          <w:p w:rsidR="00B235C9" w:rsidRPr="0086348A" w:rsidRDefault="00B235C9" w:rsidP="009C0C18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20" w:type="dxa"/>
          </w:tcPr>
          <w:p w:rsidR="00B235C9" w:rsidRPr="0086348A" w:rsidRDefault="00B235C9" w:rsidP="00F70BD0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B235C9" w:rsidRPr="0086348A" w:rsidRDefault="00B235C9" w:rsidP="00F70BD0">
            <w:pPr>
              <w:jc w:val="center"/>
              <w:rPr>
                <w:lang w:val="uk-UA"/>
              </w:rPr>
            </w:pPr>
          </w:p>
        </w:tc>
      </w:tr>
      <w:tr w:rsidR="00B235C9" w:rsidRPr="0086348A" w:rsidTr="000D47B2">
        <w:trPr>
          <w:trHeight w:val="924"/>
        </w:trPr>
        <w:tc>
          <w:tcPr>
            <w:tcW w:w="45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10" w:type="dxa"/>
          </w:tcPr>
          <w:p w:rsidR="00B235C9" w:rsidRPr="0086348A" w:rsidRDefault="00B235C9" w:rsidP="00190865">
            <w:pPr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08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13656</w:t>
            </w:r>
          </w:p>
          <w:p w:rsidR="00B235C9" w:rsidRPr="0086348A" w:rsidRDefault="00B235C9" w:rsidP="00190865">
            <w:pPr>
              <w:jc w:val="center"/>
              <w:rPr>
                <w:lang w:val="uk-UA"/>
              </w:rPr>
            </w:pPr>
          </w:p>
          <w:p w:rsidR="00B235C9" w:rsidRPr="0086348A" w:rsidRDefault="00B235C9" w:rsidP="00190865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08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14038</w:t>
            </w:r>
          </w:p>
          <w:p w:rsidR="00B235C9" w:rsidRPr="0086348A" w:rsidRDefault="00B235C9" w:rsidP="0019086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+278</w:t>
            </w:r>
          </w:p>
        </w:tc>
        <w:tc>
          <w:tcPr>
            <w:tcW w:w="1641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1931</w:t>
            </w:r>
          </w:p>
        </w:tc>
        <w:tc>
          <w:tcPr>
            <w:tcW w:w="1620" w:type="dxa"/>
          </w:tcPr>
          <w:p w:rsidR="00B235C9" w:rsidRPr="0086348A" w:rsidRDefault="00B235C9" w:rsidP="00190865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1446</w:t>
            </w:r>
          </w:p>
        </w:tc>
      </w:tr>
    </w:tbl>
    <w:p w:rsidR="00B235C9" w:rsidRPr="0086348A" w:rsidRDefault="00B235C9" w:rsidP="00E22247">
      <w:pPr>
        <w:jc w:val="both"/>
        <w:rPr>
          <w:color w:val="FF0000"/>
          <w:sz w:val="22"/>
          <w:szCs w:val="22"/>
          <w:lang w:val="uk-UA"/>
        </w:rPr>
      </w:pPr>
    </w:p>
    <w:p w:rsidR="00B235C9" w:rsidRPr="0086348A" w:rsidRDefault="00B235C9" w:rsidP="008951B1">
      <w:pPr>
        <w:jc w:val="both"/>
        <w:rPr>
          <w:lang w:val="uk-UA"/>
        </w:rPr>
      </w:pPr>
      <w:r w:rsidRPr="0086348A">
        <w:rPr>
          <w:lang w:val="uk-UA"/>
        </w:rPr>
        <w:t xml:space="preserve">         Чистий дохід підприємства від реалізації продукції (товарів, робіт, послуг) за 2018 рік склав 13656 тис.грн. </w:t>
      </w:r>
    </w:p>
    <w:p w:rsidR="00B235C9" w:rsidRPr="0086348A" w:rsidRDefault="00B235C9" w:rsidP="00A021E8">
      <w:pPr>
        <w:ind w:right="-159"/>
        <w:rPr>
          <w:sz w:val="22"/>
          <w:szCs w:val="22"/>
          <w:lang w:val="uk-UA"/>
        </w:rPr>
      </w:pPr>
      <w:r w:rsidRPr="0086348A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86348A">
        <w:rPr>
          <w:sz w:val="22"/>
          <w:szCs w:val="22"/>
          <w:lang w:val="uk-UA"/>
        </w:rPr>
        <w:t>(тис.грн.)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642"/>
        <w:gridCol w:w="1642"/>
        <w:gridCol w:w="1642"/>
        <w:gridCol w:w="1643"/>
        <w:gridCol w:w="1643"/>
      </w:tblGrid>
      <w:tr w:rsidR="00B235C9" w:rsidRPr="0086348A" w:rsidTr="0094476C">
        <w:tc>
          <w:tcPr>
            <w:tcW w:w="198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235C9" w:rsidRPr="0086348A" w:rsidTr="0094476C">
        <w:tc>
          <w:tcPr>
            <w:tcW w:w="198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Дохід від реалізації товарів та послуг</w:t>
            </w:r>
          </w:p>
        </w:tc>
        <w:tc>
          <w:tcPr>
            <w:tcW w:w="1642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</w:p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847</w:t>
            </w:r>
          </w:p>
        </w:tc>
        <w:tc>
          <w:tcPr>
            <w:tcW w:w="1642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</w:p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1598</w:t>
            </w:r>
          </w:p>
        </w:tc>
        <w:tc>
          <w:tcPr>
            <w:tcW w:w="1642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</w:p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10919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13656</w:t>
            </w:r>
          </w:p>
        </w:tc>
      </w:tr>
      <w:tr w:rsidR="00B235C9" w:rsidRPr="0086348A" w:rsidTr="0094476C">
        <w:tc>
          <w:tcPr>
            <w:tcW w:w="198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660</w:t>
            </w:r>
          </w:p>
        </w:tc>
      </w:tr>
      <w:tr w:rsidR="00B235C9" w:rsidRPr="0086348A" w:rsidTr="0094476C">
        <w:tc>
          <w:tcPr>
            <w:tcW w:w="198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847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1598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11579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14316</w:t>
            </w:r>
          </w:p>
        </w:tc>
      </w:tr>
      <w:tr w:rsidR="00B235C9" w:rsidRPr="0086348A" w:rsidTr="0094476C">
        <w:tc>
          <w:tcPr>
            <w:tcW w:w="198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B235C9" w:rsidRPr="0086348A" w:rsidRDefault="00B235C9" w:rsidP="00B753FD">
      <w:pPr>
        <w:ind w:firstLine="540"/>
        <w:jc w:val="both"/>
        <w:rPr>
          <w:lang w:val="uk-UA"/>
        </w:rPr>
      </w:pPr>
    </w:p>
    <w:p w:rsidR="00B235C9" w:rsidRPr="0086348A" w:rsidRDefault="00B235C9" w:rsidP="00B753FD">
      <w:pPr>
        <w:ind w:firstLine="540"/>
        <w:jc w:val="both"/>
        <w:rPr>
          <w:lang w:val="uk-UA"/>
        </w:rPr>
      </w:pPr>
      <w:r w:rsidRPr="0086348A">
        <w:rPr>
          <w:lang w:val="uk-UA"/>
        </w:rPr>
        <w:t>Витрати підприємства  за звітний період склали 14038 тис. грн.</w:t>
      </w:r>
    </w:p>
    <w:p w:rsidR="00B235C9" w:rsidRPr="0086348A" w:rsidRDefault="00B235C9" w:rsidP="00E42FF9">
      <w:pPr>
        <w:ind w:right="-159"/>
        <w:rPr>
          <w:sz w:val="22"/>
          <w:szCs w:val="22"/>
          <w:lang w:val="uk-UA"/>
        </w:rPr>
      </w:pPr>
      <w:r w:rsidRPr="0086348A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86348A">
        <w:rPr>
          <w:sz w:val="22"/>
          <w:szCs w:val="22"/>
          <w:lang w:val="uk-UA"/>
        </w:rPr>
        <w:t>(тис.грн.)</w:t>
      </w:r>
    </w:p>
    <w:tbl>
      <w:tblPr>
        <w:tblW w:w="10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7"/>
        <w:gridCol w:w="1533"/>
        <w:gridCol w:w="1620"/>
        <w:gridCol w:w="1620"/>
        <w:gridCol w:w="1620"/>
        <w:gridCol w:w="1493"/>
      </w:tblGrid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Основне виробництво</w:t>
            </w: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798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1226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279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8964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11267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Загальновиробничі витрати</w:t>
            </w: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672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672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Адміністративні витрати</w:t>
            </w: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166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1284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1709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Інші операційні витрати</w:t>
            </w: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390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390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 витрат, в т.ч.</w:t>
            </w:r>
          </w:p>
        </w:tc>
        <w:tc>
          <w:tcPr>
            <w:tcW w:w="1533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978</w:t>
            </w:r>
          </w:p>
        </w:tc>
        <w:tc>
          <w:tcPr>
            <w:tcW w:w="1620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1392</w:t>
            </w:r>
          </w:p>
        </w:tc>
        <w:tc>
          <w:tcPr>
            <w:tcW w:w="1620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358</w:t>
            </w:r>
          </w:p>
        </w:tc>
        <w:tc>
          <w:tcPr>
            <w:tcW w:w="1620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11310</w:t>
            </w:r>
          </w:p>
        </w:tc>
        <w:tc>
          <w:tcPr>
            <w:tcW w:w="1493" w:type="dxa"/>
          </w:tcPr>
          <w:p w:rsidR="00B235C9" w:rsidRPr="0086348A" w:rsidRDefault="00B235C9" w:rsidP="00565527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14038</w:t>
            </w:r>
          </w:p>
        </w:tc>
      </w:tr>
      <w:tr w:rsidR="00B235C9" w:rsidRPr="0086348A" w:rsidTr="0094476C">
        <w:tc>
          <w:tcPr>
            <w:tcW w:w="2247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Питома вага, %</w:t>
            </w:r>
          </w:p>
        </w:tc>
        <w:tc>
          <w:tcPr>
            <w:tcW w:w="153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20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49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100</w:t>
            </w:r>
          </w:p>
        </w:tc>
      </w:tr>
    </w:tbl>
    <w:p w:rsidR="00B235C9" w:rsidRPr="0086348A" w:rsidRDefault="00B235C9" w:rsidP="00643171">
      <w:pPr>
        <w:tabs>
          <w:tab w:val="left" w:pos="2700"/>
        </w:tabs>
        <w:ind w:firstLine="540"/>
        <w:jc w:val="both"/>
        <w:rPr>
          <w:lang w:val="uk-UA"/>
        </w:rPr>
      </w:pPr>
    </w:p>
    <w:p w:rsidR="00B235C9" w:rsidRPr="0086348A" w:rsidRDefault="00B235C9" w:rsidP="00643171">
      <w:pPr>
        <w:tabs>
          <w:tab w:val="left" w:pos="2700"/>
        </w:tabs>
        <w:ind w:firstLine="540"/>
        <w:jc w:val="both"/>
        <w:rPr>
          <w:lang w:val="uk-UA"/>
        </w:rPr>
      </w:pPr>
      <w:r w:rsidRPr="0086348A">
        <w:rPr>
          <w:lang w:val="uk-UA"/>
        </w:rPr>
        <w:t>За 2018 рік підприємство спрацювало з прибутком у сумі 278 тис.грн.</w:t>
      </w:r>
    </w:p>
    <w:p w:rsidR="00B235C9" w:rsidRPr="0086348A" w:rsidRDefault="00B235C9" w:rsidP="00F4522D">
      <w:pPr>
        <w:ind w:right="-159"/>
        <w:rPr>
          <w:sz w:val="22"/>
          <w:szCs w:val="22"/>
          <w:lang w:val="uk-UA"/>
        </w:rPr>
      </w:pPr>
      <w:r w:rsidRPr="0086348A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(тис.грн.)</w:t>
      </w:r>
    </w:p>
    <w:tbl>
      <w:tblPr>
        <w:tblW w:w="103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282"/>
        <w:gridCol w:w="1642"/>
        <w:gridCol w:w="1642"/>
        <w:gridCol w:w="1643"/>
        <w:gridCol w:w="1643"/>
      </w:tblGrid>
      <w:tr w:rsidR="00B235C9" w:rsidRPr="0086348A" w:rsidTr="0094476C">
        <w:tc>
          <w:tcPr>
            <w:tcW w:w="252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B235C9" w:rsidRPr="0086348A" w:rsidTr="0094476C">
        <w:tc>
          <w:tcPr>
            <w:tcW w:w="252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847</w:t>
            </w:r>
          </w:p>
        </w:tc>
        <w:tc>
          <w:tcPr>
            <w:tcW w:w="164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1598</w:t>
            </w:r>
          </w:p>
        </w:tc>
        <w:tc>
          <w:tcPr>
            <w:tcW w:w="164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292</w:t>
            </w:r>
          </w:p>
        </w:tc>
        <w:tc>
          <w:tcPr>
            <w:tcW w:w="1643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11579</w:t>
            </w:r>
          </w:p>
        </w:tc>
        <w:tc>
          <w:tcPr>
            <w:tcW w:w="1643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14316</w:t>
            </w:r>
          </w:p>
        </w:tc>
      </w:tr>
      <w:tr w:rsidR="00B235C9" w:rsidRPr="0086348A" w:rsidTr="0094476C">
        <w:tc>
          <w:tcPr>
            <w:tcW w:w="252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978</w:t>
            </w:r>
          </w:p>
        </w:tc>
        <w:tc>
          <w:tcPr>
            <w:tcW w:w="164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1392</w:t>
            </w:r>
          </w:p>
        </w:tc>
        <w:tc>
          <w:tcPr>
            <w:tcW w:w="1642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358</w:t>
            </w:r>
          </w:p>
        </w:tc>
        <w:tc>
          <w:tcPr>
            <w:tcW w:w="1643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11310</w:t>
            </w:r>
          </w:p>
        </w:tc>
        <w:tc>
          <w:tcPr>
            <w:tcW w:w="1643" w:type="dxa"/>
          </w:tcPr>
          <w:p w:rsidR="00B235C9" w:rsidRPr="0086348A" w:rsidRDefault="00B235C9" w:rsidP="00E139E2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14038</w:t>
            </w:r>
          </w:p>
        </w:tc>
      </w:tr>
      <w:tr w:rsidR="00B235C9" w:rsidRPr="00BD02B0" w:rsidTr="0094476C">
        <w:tc>
          <w:tcPr>
            <w:tcW w:w="2520" w:type="dxa"/>
          </w:tcPr>
          <w:p w:rsidR="00B235C9" w:rsidRPr="0086348A" w:rsidRDefault="00B235C9" w:rsidP="0094476C">
            <w:pPr>
              <w:jc w:val="both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-131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+206</w:t>
            </w:r>
          </w:p>
        </w:tc>
        <w:tc>
          <w:tcPr>
            <w:tcW w:w="1642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-66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+269</w:t>
            </w:r>
          </w:p>
        </w:tc>
        <w:tc>
          <w:tcPr>
            <w:tcW w:w="1643" w:type="dxa"/>
          </w:tcPr>
          <w:p w:rsidR="00B235C9" w:rsidRPr="0086348A" w:rsidRDefault="00B235C9" w:rsidP="0094476C">
            <w:pPr>
              <w:jc w:val="center"/>
              <w:rPr>
                <w:lang w:val="uk-UA"/>
              </w:rPr>
            </w:pPr>
          </w:p>
          <w:p w:rsidR="00B235C9" w:rsidRPr="0086348A" w:rsidRDefault="00B235C9" w:rsidP="0094476C">
            <w:pPr>
              <w:jc w:val="center"/>
              <w:rPr>
                <w:lang w:val="uk-UA"/>
              </w:rPr>
            </w:pPr>
            <w:r w:rsidRPr="0086348A">
              <w:rPr>
                <w:sz w:val="22"/>
                <w:szCs w:val="22"/>
                <w:lang w:val="uk-UA"/>
              </w:rPr>
              <w:t>+278</w:t>
            </w:r>
          </w:p>
        </w:tc>
      </w:tr>
    </w:tbl>
    <w:p w:rsidR="00B235C9" w:rsidRPr="00BD02B0" w:rsidRDefault="00B235C9" w:rsidP="002A0CCC">
      <w:pPr>
        <w:ind w:firstLine="540"/>
        <w:jc w:val="both"/>
        <w:rPr>
          <w:lang w:val="uk-UA"/>
        </w:rPr>
      </w:pPr>
    </w:p>
    <w:p w:rsidR="00B235C9" w:rsidRPr="00BD02B0" w:rsidRDefault="00B235C9" w:rsidP="00643171">
      <w:pPr>
        <w:tabs>
          <w:tab w:val="left" w:pos="2700"/>
        </w:tabs>
        <w:ind w:firstLine="540"/>
        <w:jc w:val="both"/>
        <w:rPr>
          <w:lang w:val="uk-UA"/>
        </w:rPr>
      </w:pPr>
    </w:p>
    <w:p w:rsidR="00B235C9" w:rsidRPr="00BD02B0" w:rsidRDefault="00B235C9" w:rsidP="00643171">
      <w:pPr>
        <w:tabs>
          <w:tab w:val="left" w:pos="2700"/>
        </w:tabs>
        <w:ind w:firstLine="540"/>
        <w:jc w:val="both"/>
      </w:pPr>
      <w:r w:rsidRPr="00BD02B0">
        <w:t>Підприємство станом на 01.</w:t>
      </w:r>
      <w:r>
        <w:rPr>
          <w:lang w:val="uk-UA"/>
        </w:rPr>
        <w:t>01</w:t>
      </w:r>
      <w:r w:rsidRPr="00BD02B0">
        <w:t>.201</w:t>
      </w:r>
      <w:r>
        <w:rPr>
          <w:lang w:val="uk-UA"/>
        </w:rPr>
        <w:t>9</w:t>
      </w:r>
      <w:r w:rsidRPr="00BD02B0">
        <w:t xml:space="preserve">р. має дебіторську заборгованість у сумі </w:t>
      </w:r>
      <w:r>
        <w:rPr>
          <w:lang w:val="uk-UA"/>
        </w:rPr>
        <w:t xml:space="preserve">1930,8 </w:t>
      </w:r>
      <w:r w:rsidRPr="00BD02B0">
        <w:t>тис.грн, а саме :</w:t>
      </w:r>
    </w:p>
    <w:p w:rsidR="00B235C9" w:rsidRPr="00BD02B0" w:rsidRDefault="00B235C9" w:rsidP="00643171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BD02B0">
        <w:t xml:space="preserve">Квартирна плата, населення  </w:t>
      </w:r>
      <w:r w:rsidRPr="00BD02B0">
        <w:rPr>
          <w:lang w:val="uk-UA"/>
        </w:rPr>
        <w:t xml:space="preserve">                                    </w:t>
      </w:r>
      <w:r w:rsidRPr="00BD02B0">
        <w:t xml:space="preserve"> -  1</w:t>
      </w:r>
      <w:r>
        <w:rPr>
          <w:lang w:val="uk-UA"/>
        </w:rPr>
        <w:t>417,9</w:t>
      </w:r>
      <w:r w:rsidRPr="00BD02B0">
        <w:t xml:space="preserve"> тис.грн</w:t>
      </w:r>
      <w:r w:rsidRPr="00BD02B0">
        <w:rPr>
          <w:lang w:val="uk-UA"/>
        </w:rPr>
        <w:t>.;</w:t>
      </w:r>
    </w:p>
    <w:p w:rsidR="00B235C9" w:rsidRPr="00BD02B0" w:rsidRDefault="00B235C9" w:rsidP="00643171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BD02B0">
        <w:t xml:space="preserve">Пільги та субсидії               </w:t>
      </w:r>
      <w:r w:rsidRPr="00BD02B0">
        <w:rPr>
          <w:lang w:val="uk-UA"/>
        </w:rPr>
        <w:t xml:space="preserve">                                     </w:t>
      </w:r>
      <w:r w:rsidRPr="00BD02B0">
        <w:t xml:space="preserve">    -  </w:t>
      </w:r>
      <w:r>
        <w:rPr>
          <w:lang w:val="uk-UA"/>
        </w:rPr>
        <w:t xml:space="preserve">171,4 </w:t>
      </w:r>
      <w:r w:rsidRPr="00BD02B0">
        <w:t>тис. грн.</w:t>
      </w:r>
      <w:r w:rsidRPr="00BD02B0">
        <w:rPr>
          <w:lang w:val="uk-UA"/>
        </w:rPr>
        <w:t>;</w:t>
      </w:r>
    </w:p>
    <w:p w:rsidR="00B235C9" w:rsidRPr="00BD02B0" w:rsidRDefault="00B235C9" w:rsidP="00983C25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BD02B0">
        <w:t xml:space="preserve">Постачальники                     </w:t>
      </w:r>
      <w:r w:rsidRPr="00BD02B0">
        <w:rPr>
          <w:lang w:val="uk-UA"/>
        </w:rPr>
        <w:t xml:space="preserve">                                   </w:t>
      </w:r>
      <w:r w:rsidRPr="00BD02B0">
        <w:t xml:space="preserve">     - </w:t>
      </w:r>
      <w:r>
        <w:rPr>
          <w:lang w:val="uk-UA"/>
        </w:rPr>
        <w:t xml:space="preserve"> 12,2</w:t>
      </w:r>
      <w:r w:rsidRPr="00BD02B0">
        <w:t xml:space="preserve"> </w:t>
      </w:r>
      <w:r w:rsidRPr="00BD02B0">
        <w:rPr>
          <w:lang w:val="uk-UA"/>
        </w:rPr>
        <w:t xml:space="preserve"> </w:t>
      </w:r>
      <w:r w:rsidRPr="00BD02B0">
        <w:t>тис.грн.</w:t>
      </w:r>
      <w:r w:rsidRPr="00BD02B0">
        <w:rPr>
          <w:lang w:val="uk-UA"/>
        </w:rPr>
        <w:t>;</w:t>
      </w:r>
      <w:r w:rsidRPr="00BD02B0">
        <w:t xml:space="preserve">                </w:t>
      </w:r>
    </w:p>
    <w:p w:rsidR="00B235C9" w:rsidRPr="00BD02B0" w:rsidRDefault="00B235C9" w:rsidP="00643171">
      <w:pPr>
        <w:pStyle w:val="ListParagraph"/>
        <w:numPr>
          <w:ilvl w:val="0"/>
          <w:numId w:val="31"/>
        </w:numPr>
        <w:tabs>
          <w:tab w:val="left" w:pos="2700"/>
        </w:tabs>
        <w:jc w:val="both"/>
      </w:pPr>
      <w:r w:rsidRPr="00BD02B0">
        <w:t>Послуги( захоронення ТПВ, вивезення ТПВ, утримання будинків,</w:t>
      </w:r>
      <w:r w:rsidRPr="00BD02B0">
        <w:rPr>
          <w:lang w:val="uk-UA"/>
        </w:rPr>
        <w:t xml:space="preserve"> </w:t>
      </w:r>
      <w:r w:rsidRPr="00BD02B0">
        <w:t xml:space="preserve">збереження АФУ, </w:t>
      </w:r>
      <w:r w:rsidRPr="00BD02B0">
        <w:rPr>
          <w:lang w:val="uk-UA"/>
        </w:rPr>
        <w:t>у</w:t>
      </w:r>
      <w:r w:rsidRPr="00BD02B0">
        <w:t>трим</w:t>
      </w:r>
      <w:r w:rsidRPr="00BD02B0">
        <w:rPr>
          <w:lang w:val="uk-UA"/>
        </w:rPr>
        <w:t xml:space="preserve">ання </w:t>
      </w:r>
      <w:r w:rsidRPr="00BD02B0">
        <w:t>будинків і споруд, електроенергія, разові</w:t>
      </w:r>
      <w:r w:rsidRPr="00BD02B0">
        <w:rPr>
          <w:lang w:val="uk-UA"/>
        </w:rPr>
        <w:t xml:space="preserve"> </w:t>
      </w:r>
      <w:r w:rsidRPr="00BD02B0">
        <w:t>послуги, ОСББ, утримання</w:t>
      </w:r>
      <w:r w:rsidRPr="00BD02B0">
        <w:rPr>
          <w:lang w:val="uk-UA"/>
        </w:rPr>
        <w:t xml:space="preserve"> </w:t>
      </w:r>
      <w:r w:rsidRPr="00BD02B0">
        <w:t>конструкцій та ін.</w:t>
      </w:r>
      <w:r w:rsidRPr="00BD02B0">
        <w:rPr>
          <w:lang w:val="uk-UA"/>
        </w:rPr>
        <w:t>)</w:t>
      </w:r>
      <w:r w:rsidRPr="00BD02B0">
        <w:t xml:space="preserve">.                </w:t>
      </w:r>
      <w:r w:rsidRPr="00BD02B0">
        <w:rPr>
          <w:lang w:val="uk-UA"/>
        </w:rPr>
        <w:t xml:space="preserve">                                  </w:t>
      </w:r>
      <w:r w:rsidRPr="00BD02B0">
        <w:t xml:space="preserve">      – </w:t>
      </w:r>
      <w:r>
        <w:rPr>
          <w:lang w:val="uk-UA"/>
        </w:rPr>
        <w:t>329,3</w:t>
      </w:r>
      <w:r w:rsidRPr="00BD02B0">
        <w:t xml:space="preserve"> тис.грн.</w:t>
      </w:r>
    </w:p>
    <w:p w:rsidR="00B235C9" w:rsidRPr="00BD02B0" w:rsidRDefault="00B235C9" w:rsidP="00643171">
      <w:pPr>
        <w:tabs>
          <w:tab w:val="left" w:pos="2700"/>
        </w:tabs>
        <w:ind w:left="-851"/>
        <w:jc w:val="both"/>
        <w:rPr>
          <w:lang w:val="uk-UA"/>
        </w:rPr>
      </w:pPr>
    </w:p>
    <w:p w:rsidR="00B235C9" w:rsidRPr="00BD02B0" w:rsidRDefault="00B235C9" w:rsidP="00643171">
      <w:pPr>
        <w:tabs>
          <w:tab w:val="left" w:pos="2700"/>
        </w:tabs>
        <w:jc w:val="both"/>
        <w:rPr>
          <w:lang w:val="uk-UA"/>
        </w:rPr>
      </w:pPr>
      <w:r w:rsidRPr="00BD02B0">
        <w:rPr>
          <w:lang w:val="uk-UA"/>
        </w:rPr>
        <w:t xml:space="preserve">        </w:t>
      </w:r>
      <w:r w:rsidRPr="00BD02B0">
        <w:t xml:space="preserve"> </w:t>
      </w:r>
      <w:r w:rsidRPr="00BD02B0">
        <w:rPr>
          <w:b/>
          <w:u w:val="single"/>
          <w:lang w:val="uk-UA"/>
        </w:rPr>
        <w:t>К</w:t>
      </w:r>
      <w:r w:rsidRPr="00BD02B0">
        <w:rPr>
          <w:b/>
          <w:u w:val="single"/>
        </w:rPr>
        <w:t>редиторськ</w:t>
      </w:r>
      <w:r w:rsidRPr="00BD02B0">
        <w:rPr>
          <w:b/>
          <w:u w:val="single"/>
          <w:lang w:val="uk-UA"/>
        </w:rPr>
        <w:t>а</w:t>
      </w:r>
      <w:r w:rsidRPr="00BD02B0">
        <w:rPr>
          <w:b/>
          <w:u w:val="single"/>
        </w:rPr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1446,2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 w:rsidRPr="00BD02B0">
        <w:t xml:space="preserve">грн. у тому числі : </w:t>
      </w:r>
    </w:p>
    <w:p w:rsidR="00B235C9" w:rsidRPr="00BD02B0" w:rsidRDefault="00B235C9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>Оплата праці працівникам ( поточна заборгованість,так як термін виплати з/п з</w:t>
      </w:r>
      <w:r w:rsidRPr="00BD02B0">
        <w:rPr>
          <w:lang w:val="uk-UA"/>
        </w:rPr>
        <w:t xml:space="preserve">а 2 </w:t>
      </w:r>
      <w:r w:rsidRPr="00BD02B0">
        <w:t xml:space="preserve">пол.міс – до 7 числа наступного за звітним) </w:t>
      </w:r>
      <w:r w:rsidRPr="00BD02B0">
        <w:rPr>
          <w:lang w:val="uk-UA"/>
        </w:rPr>
        <w:t xml:space="preserve"> </w:t>
      </w:r>
      <w:r w:rsidRPr="00BD02B0">
        <w:t xml:space="preserve">         </w:t>
      </w:r>
      <w:r w:rsidRPr="00BD02B0">
        <w:rPr>
          <w:lang w:val="uk-UA"/>
        </w:rPr>
        <w:t xml:space="preserve">   </w:t>
      </w:r>
      <w:r w:rsidRPr="00BD02B0">
        <w:t xml:space="preserve"> -  </w:t>
      </w:r>
      <w:r>
        <w:rPr>
          <w:lang w:val="uk-UA"/>
        </w:rPr>
        <w:t>264,7</w:t>
      </w:r>
      <w:r w:rsidRPr="00BD02B0">
        <w:t xml:space="preserve"> тис. грн.</w:t>
      </w:r>
    </w:p>
    <w:p w:rsidR="00B235C9" w:rsidRPr="00BD02B0" w:rsidRDefault="00B235C9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Розрахунки по страхуванню   (поточна заборгованість,так як термін виплати з/п за ІІ пол.міс – до 7 числа наступного за звітним)  </w:t>
      </w:r>
      <w:r w:rsidRPr="00BD02B0">
        <w:rPr>
          <w:lang w:val="uk-UA"/>
        </w:rPr>
        <w:t xml:space="preserve">       </w:t>
      </w:r>
      <w:r w:rsidRPr="00BD02B0">
        <w:t xml:space="preserve">     </w:t>
      </w:r>
      <w:r>
        <w:rPr>
          <w:lang w:val="uk-UA"/>
        </w:rPr>
        <w:t xml:space="preserve"> </w:t>
      </w:r>
      <w:r w:rsidRPr="00BD02B0">
        <w:t xml:space="preserve">- </w:t>
      </w:r>
      <w:r>
        <w:rPr>
          <w:lang w:val="uk-UA"/>
        </w:rPr>
        <w:t xml:space="preserve"> 75,2</w:t>
      </w:r>
      <w:r w:rsidRPr="00BD02B0">
        <w:t xml:space="preserve"> тис. грн.  </w:t>
      </w:r>
    </w:p>
    <w:p w:rsidR="00B235C9" w:rsidRPr="00BD02B0" w:rsidRDefault="00B235C9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Бюджет податки ( ПДВ, ПДФО, ВЗ )              </w:t>
      </w:r>
      <w:r w:rsidRPr="00BD02B0">
        <w:rPr>
          <w:lang w:val="uk-UA"/>
        </w:rPr>
        <w:t xml:space="preserve">   </w:t>
      </w:r>
      <w:r w:rsidRPr="00BD02B0">
        <w:t xml:space="preserve">          - </w:t>
      </w:r>
      <w:r>
        <w:rPr>
          <w:lang w:val="uk-UA"/>
        </w:rPr>
        <w:t xml:space="preserve"> 155,2</w:t>
      </w:r>
      <w:r w:rsidRPr="00BD02B0">
        <w:t xml:space="preserve"> тис. грн..</w:t>
      </w:r>
    </w:p>
    <w:p w:rsidR="00B235C9" w:rsidRPr="00BD02B0" w:rsidRDefault="00B235C9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Інші поточні зобов’зання   (надання послуг)       </w:t>
      </w:r>
      <w:r w:rsidRPr="00BD02B0">
        <w:rPr>
          <w:lang w:val="uk-UA"/>
        </w:rPr>
        <w:t xml:space="preserve">   </w:t>
      </w:r>
      <w:r w:rsidRPr="00BD02B0">
        <w:t xml:space="preserve">     -  </w:t>
      </w:r>
      <w:r>
        <w:rPr>
          <w:lang w:val="uk-UA"/>
        </w:rPr>
        <w:t>98,3</w:t>
      </w:r>
      <w:r w:rsidRPr="00BD02B0">
        <w:t xml:space="preserve"> тис.грн.   </w:t>
      </w:r>
    </w:p>
    <w:p w:rsidR="00B235C9" w:rsidRPr="00BD02B0" w:rsidRDefault="00B235C9" w:rsidP="00643171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BD02B0">
        <w:t xml:space="preserve">Постачальники                                                </w:t>
      </w:r>
      <w:r w:rsidRPr="00BD02B0">
        <w:rPr>
          <w:lang w:val="uk-UA"/>
        </w:rPr>
        <w:t xml:space="preserve">   </w:t>
      </w:r>
      <w:r w:rsidRPr="00BD02B0">
        <w:t xml:space="preserve">             - </w:t>
      </w:r>
      <w:r>
        <w:rPr>
          <w:lang w:val="uk-UA"/>
        </w:rPr>
        <w:t xml:space="preserve"> 852,8</w:t>
      </w:r>
      <w:r w:rsidRPr="00BD02B0">
        <w:t xml:space="preserve"> тис.грн.                   </w:t>
      </w:r>
    </w:p>
    <w:p w:rsidR="00B235C9" w:rsidRPr="00BD02B0" w:rsidRDefault="00B235C9" w:rsidP="00F56DBD">
      <w:pPr>
        <w:jc w:val="both"/>
        <w:rPr>
          <w:lang w:val="uk-UA"/>
        </w:rPr>
      </w:pPr>
    </w:p>
    <w:p w:rsidR="00B235C9" w:rsidRPr="00BD02B0" w:rsidRDefault="00B235C9" w:rsidP="00F56DBD">
      <w:pPr>
        <w:jc w:val="both"/>
        <w:rPr>
          <w:lang w:val="uk-UA"/>
        </w:rPr>
      </w:pPr>
      <w:r w:rsidRPr="00BD02B0">
        <w:rPr>
          <w:lang w:val="uk-UA"/>
        </w:rPr>
        <w:t xml:space="preserve">         Середня кількість працівників підприємства на кінець звітного періоду становить  </w:t>
      </w:r>
      <w:r>
        <w:rPr>
          <w:lang w:val="uk-UA"/>
        </w:rPr>
        <w:t xml:space="preserve">98 </w:t>
      </w:r>
      <w:r w:rsidRPr="00BD02B0">
        <w:rPr>
          <w:lang w:val="uk-UA"/>
        </w:rPr>
        <w:t>чоловік.</w:t>
      </w:r>
    </w:p>
    <w:p w:rsidR="00B235C9" w:rsidRPr="00BD02B0" w:rsidRDefault="00B235C9" w:rsidP="007461D0">
      <w:pPr>
        <w:ind w:firstLine="540"/>
        <w:jc w:val="both"/>
        <w:rPr>
          <w:lang w:val="uk-UA"/>
        </w:rPr>
      </w:pPr>
      <w:r w:rsidRPr="00BD02B0">
        <w:rPr>
          <w:lang w:val="uk-UA"/>
        </w:rPr>
        <w:t>Розмір середньомісячної заробітної плати  на кі</w:t>
      </w:r>
      <w:r>
        <w:rPr>
          <w:lang w:val="uk-UA"/>
        </w:rPr>
        <w:t>нець звітного періоду склав 4783 грн.</w:t>
      </w:r>
    </w:p>
    <w:p w:rsidR="00B235C9" w:rsidRPr="00BD02B0" w:rsidRDefault="00B235C9" w:rsidP="00F43618">
      <w:pPr>
        <w:rPr>
          <w:b/>
          <w:lang w:val="uk-UA"/>
        </w:rPr>
      </w:pPr>
    </w:p>
    <w:p w:rsidR="00B235C9" w:rsidRPr="00BD02B0" w:rsidRDefault="00B235C9" w:rsidP="00F43618">
      <w:pPr>
        <w:rPr>
          <w:b/>
          <w:lang w:val="uk-UA"/>
        </w:rPr>
      </w:pPr>
    </w:p>
    <w:p w:rsidR="00B235C9" w:rsidRPr="00BD02B0" w:rsidRDefault="00B235C9" w:rsidP="00F43618">
      <w:pPr>
        <w:rPr>
          <w:b/>
          <w:lang w:val="uk-UA"/>
        </w:rPr>
      </w:pPr>
    </w:p>
    <w:p w:rsidR="00B235C9" w:rsidRPr="00BD02B0" w:rsidRDefault="00B235C9" w:rsidP="00D77D46">
      <w:pPr>
        <w:rPr>
          <w:lang w:val="uk-UA"/>
        </w:rPr>
      </w:pPr>
      <w:r w:rsidRPr="00BD02B0">
        <w:rPr>
          <w:lang w:val="uk-UA"/>
        </w:rPr>
        <w:t>Начальник відділу економічного розвитку,</w:t>
      </w:r>
    </w:p>
    <w:p w:rsidR="00B235C9" w:rsidRDefault="00B235C9" w:rsidP="00A337BE">
      <w:pPr>
        <w:rPr>
          <w:lang w:val="uk-UA"/>
        </w:rPr>
      </w:pPr>
      <w:r w:rsidRPr="00BD02B0">
        <w:rPr>
          <w:lang w:val="uk-UA"/>
        </w:rPr>
        <w:t>промисловості, інфраструктури та торгівлі                                                    І.Кузіна</w:t>
      </w:r>
      <w:r>
        <w:rPr>
          <w:lang w:val="uk-UA"/>
        </w:rPr>
        <w:t xml:space="preserve">   </w:t>
      </w: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Default="00B235C9" w:rsidP="00A337BE">
      <w:pPr>
        <w:rPr>
          <w:lang w:val="uk-UA"/>
        </w:rPr>
      </w:pPr>
    </w:p>
    <w:p w:rsidR="00B235C9" w:rsidRPr="00A337BE" w:rsidRDefault="00B235C9" w:rsidP="00A337BE">
      <w:pPr>
        <w:rPr>
          <w:lang w:val="uk-UA"/>
        </w:rPr>
      </w:pPr>
    </w:p>
    <w:sectPr w:rsidR="00B235C9" w:rsidRPr="00A337BE" w:rsidSect="00861430">
      <w:footerReference w:type="even" r:id="rId8"/>
      <w:footerReference w:type="default" r:id="rId9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5C9" w:rsidRDefault="00B235C9" w:rsidP="00C64321">
      <w:r>
        <w:separator/>
      </w:r>
    </w:p>
  </w:endnote>
  <w:endnote w:type="continuationSeparator" w:id="0">
    <w:p w:rsidR="00B235C9" w:rsidRDefault="00B235C9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C9" w:rsidRDefault="00B235C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35C9" w:rsidRDefault="00B235C9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C9" w:rsidRDefault="00B235C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235C9" w:rsidRDefault="00B235C9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5C9" w:rsidRDefault="00B235C9" w:rsidP="00C64321">
      <w:r>
        <w:separator/>
      </w:r>
    </w:p>
  </w:footnote>
  <w:footnote w:type="continuationSeparator" w:id="0">
    <w:p w:rsidR="00B235C9" w:rsidRDefault="00B235C9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C6A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745E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42B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8CD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346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F05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4AE5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888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5E4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815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841"/>
    <w:rsid w:val="00023DC6"/>
    <w:rsid w:val="00027701"/>
    <w:rsid w:val="00030D73"/>
    <w:rsid w:val="00032130"/>
    <w:rsid w:val="00033928"/>
    <w:rsid w:val="00033BBB"/>
    <w:rsid w:val="00033DEF"/>
    <w:rsid w:val="00034703"/>
    <w:rsid w:val="00035D54"/>
    <w:rsid w:val="0004058D"/>
    <w:rsid w:val="0004722D"/>
    <w:rsid w:val="00047C7F"/>
    <w:rsid w:val="00054F8B"/>
    <w:rsid w:val="00055E11"/>
    <w:rsid w:val="00060C90"/>
    <w:rsid w:val="00064336"/>
    <w:rsid w:val="00070C9E"/>
    <w:rsid w:val="00073930"/>
    <w:rsid w:val="00073A9A"/>
    <w:rsid w:val="000809B9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3F67"/>
    <w:rsid w:val="000B554B"/>
    <w:rsid w:val="000B622C"/>
    <w:rsid w:val="000B6429"/>
    <w:rsid w:val="000C0BC2"/>
    <w:rsid w:val="000C4121"/>
    <w:rsid w:val="000C624C"/>
    <w:rsid w:val="000C781F"/>
    <w:rsid w:val="000C7DB1"/>
    <w:rsid w:val="000D16E3"/>
    <w:rsid w:val="000D1ECF"/>
    <w:rsid w:val="000D47B2"/>
    <w:rsid w:val="000E2AF1"/>
    <w:rsid w:val="000E2C8B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00DC"/>
    <w:rsid w:val="00101C76"/>
    <w:rsid w:val="00105394"/>
    <w:rsid w:val="0010565A"/>
    <w:rsid w:val="00106005"/>
    <w:rsid w:val="00111E14"/>
    <w:rsid w:val="00112E97"/>
    <w:rsid w:val="00113372"/>
    <w:rsid w:val="0011352C"/>
    <w:rsid w:val="00114F83"/>
    <w:rsid w:val="001153DA"/>
    <w:rsid w:val="00125497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65465"/>
    <w:rsid w:val="0017358E"/>
    <w:rsid w:val="001741CF"/>
    <w:rsid w:val="00175704"/>
    <w:rsid w:val="001762D7"/>
    <w:rsid w:val="00177833"/>
    <w:rsid w:val="001779CD"/>
    <w:rsid w:val="00177A1A"/>
    <w:rsid w:val="00180A38"/>
    <w:rsid w:val="00182746"/>
    <w:rsid w:val="001838A6"/>
    <w:rsid w:val="00187222"/>
    <w:rsid w:val="00187E7D"/>
    <w:rsid w:val="00190865"/>
    <w:rsid w:val="001926AE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B5A5F"/>
    <w:rsid w:val="001C374F"/>
    <w:rsid w:val="001C62DD"/>
    <w:rsid w:val="001C6AFA"/>
    <w:rsid w:val="001D0FE5"/>
    <w:rsid w:val="001D13FB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761"/>
    <w:rsid w:val="001F7ADD"/>
    <w:rsid w:val="0020125B"/>
    <w:rsid w:val="002063C8"/>
    <w:rsid w:val="00207316"/>
    <w:rsid w:val="00210C7C"/>
    <w:rsid w:val="0021292B"/>
    <w:rsid w:val="002151FF"/>
    <w:rsid w:val="00221E0F"/>
    <w:rsid w:val="00225115"/>
    <w:rsid w:val="002253B6"/>
    <w:rsid w:val="002257C1"/>
    <w:rsid w:val="00225CE8"/>
    <w:rsid w:val="00227616"/>
    <w:rsid w:val="00234C3E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0CCC"/>
    <w:rsid w:val="002A29E5"/>
    <w:rsid w:val="002A634F"/>
    <w:rsid w:val="002B0335"/>
    <w:rsid w:val="002B2864"/>
    <w:rsid w:val="002B31BC"/>
    <w:rsid w:val="002B43F2"/>
    <w:rsid w:val="002B6397"/>
    <w:rsid w:val="002C081C"/>
    <w:rsid w:val="002C1C80"/>
    <w:rsid w:val="002C2F9B"/>
    <w:rsid w:val="002C5947"/>
    <w:rsid w:val="002C6418"/>
    <w:rsid w:val="002C7131"/>
    <w:rsid w:val="002D3269"/>
    <w:rsid w:val="002D50B9"/>
    <w:rsid w:val="002E069A"/>
    <w:rsid w:val="002E28E2"/>
    <w:rsid w:val="002E3484"/>
    <w:rsid w:val="002E49A8"/>
    <w:rsid w:val="002E6C4F"/>
    <w:rsid w:val="002E6E6A"/>
    <w:rsid w:val="002F138B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35E29"/>
    <w:rsid w:val="00340271"/>
    <w:rsid w:val="003404FE"/>
    <w:rsid w:val="00340912"/>
    <w:rsid w:val="003456A1"/>
    <w:rsid w:val="00351B43"/>
    <w:rsid w:val="00352DC8"/>
    <w:rsid w:val="00353C1E"/>
    <w:rsid w:val="00353D60"/>
    <w:rsid w:val="0036076C"/>
    <w:rsid w:val="003628C1"/>
    <w:rsid w:val="00363699"/>
    <w:rsid w:val="00364F70"/>
    <w:rsid w:val="00366A89"/>
    <w:rsid w:val="003734EA"/>
    <w:rsid w:val="00387633"/>
    <w:rsid w:val="00387EE2"/>
    <w:rsid w:val="00390449"/>
    <w:rsid w:val="00391240"/>
    <w:rsid w:val="00393C6A"/>
    <w:rsid w:val="003945BA"/>
    <w:rsid w:val="00394AE8"/>
    <w:rsid w:val="0039597E"/>
    <w:rsid w:val="003961A6"/>
    <w:rsid w:val="00396536"/>
    <w:rsid w:val="0039720A"/>
    <w:rsid w:val="003A010C"/>
    <w:rsid w:val="003A0E6E"/>
    <w:rsid w:val="003A14FA"/>
    <w:rsid w:val="003A2D15"/>
    <w:rsid w:val="003A66E4"/>
    <w:rsid w:val="003A7EC6"/>
    <w:rsid w:val="003B085F"/>
    <w:rsid w:val="003B184B"/>
    <w:rsid w:val="003B197F"/>
    <w:rsid w:val="003B2D59"/>
    <w:rsid w:val="003B7EDB"/>
    <w:rsid w:val="003C6612"/>
    <w:rsid w:val="003C7AA3"/>
    <w:rsid w:val="003D2E73"/>
    <w:rsid w:val="003D3CC2"/>
    <w:rsid w:val="003D4509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130"/>
    <w:rsid w:val="0041081B"/>
    <w:rsid w:val="0041590F"/>
    <w:rsid w:val="00416B38"/>
    <w:rsid w:val="0041760E"/>
    <w:rsid w:val="00422428"/>
    <w:rsid w:val="004229B6"/>
    <w:rsid w:val="004256ED"/>
    <w:rsid w:val="00425E8D"/>
    <w:rsid w:val="00427C43"/>
    <w:rsid w:val="004318ED"/>
    <w:rsid w:val="00434074"/>
    <w:rsid w:val="00435FE8"/>
    <w:rsid w:val="00437A9E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655D9"/>
    <w:rsid w:val="00472BBC"/>
    <w:rsid w:val="00472F42"/>
    <w:rsid w:val="00475F41"/>
    <w:rsid w:val="004804F4"/>
    <w:rsid w:val="00485BC9"/>
    <w:rsid w:val="00486ADA"/>
    <w:rsid w:val="004876A7"/>
    <w:rsid w:val="00492E1D"/>
    <w:rsid w:val="0049534C"/>
    <w:rsid w:val="0049583F"/>
    <w:rsid w:val="004969A2"/>
    <w:rsid w:val="00496F45"/>
    <w:rsid w:val="004A00A6"/>
    <w:rsid w:val="004A0551"/>
    <w:rsid w:val="004A0B05"/>
    <w:rsid w:val="004A0C03"/>
    <w:rsid w:val="004A11FD"/>
    <w:rsid w:val="004A5F4A"/>
    <w:rsid w:val="004A6016"/>
    <w:rsid w:val="004B1949"/>
    <w:rsid w:val="004B5BBE"/>
    <w:rsid w:val="004B6780"/>
    <w:rsid w:val="004B6FAE"/>
    <w:rsid w:val="004C2BB3"/>
    <w:rsid w:val="004C3863"/>
    <w:rsid w:val="004C465C"/>
    <w:rsid w:val="004D0AA9"/>
    <w:rsid w:val="004D1022"/>
    <w:rsid w:val="004D1030"/>
    <w:rsid w:val="004D1BA5"/>
    <w:rsid w:val="004D1E54"/>
    <w:rsid w:val="004D2304"/>
    <w:rsid w:val="004D5CB1"/>
    <w:rsid w:val="004E27ED"/>
    <w:rsid w:val="004E50C5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07FAB"/>
    <w:rsid w:val="00510846"/>
    <w:rsid w:val="005127F6"/>
    <w:rsid w:val="00513172"/>
    <w:rsid w:val="00517928"/>
    <w:rsid w:val="00517DCB"/>
    <w:rsid w:val="00531ED1"/>
    <w:rsid w:val="00532F82"/>
    <w:rsid w:val="0053546C"/>
    <w:rsid w:val="00537C68"/>
    <w:rsid w:val="005401C6"/>
    <w:rsid w:val="00540757"/>
    <w:rsid w:val="0054195E"/>
    <w:rsid w:val="00541F22"/>
    <w:rsid w:val="005421C7"/>
    <w:rsid w:val="0054762D"/>
    <w:rsid w:val="005479C5"/>
    <w:rsid w:val="00552778"/>
    <w:rsid w:val="00552B11"/>
    <w:rsid w:val="005543D4"/>
    <w:rsid w:val="00562461"/>
    <w:rsid w:val="0056258B"/>
    <w:rsid w:val="005652A6"/>
    <w:rsid w:val="00565527"/>
    <w:rsid w:val="00566D82"/>
    <w:rsid w:val="00567562"/>
    <w:rsid w:val="00570894"/>
    <w:rsid w:val="005725A4"/>
    <w:rsid w:val="00574249"/>
    <w:rsid w:val="00575E08"/>
    <w:rsid w:val="00577ADA"/>
    <w:rsid w:val="00581B14"/>
    <w:rsid w:val="00584720"/>
    <w:rsid w:val="00585EAB"/>
    <w:rsid w:val="00585EEA"/>
    <w:rsid w:val="00587C2E"/>
    <w:rsid w:val="00591033"/>
    <w:rsid w:val="00591405"/>
    <w:rsid w:val="00591E3A"/>
    <w:rsid w:val="0059288D"/>
    <w:rsid w:val="005938BD"/>
    <w:rsid w:val="00594805"/>
    <w:rsid w:val="005970C6"/>
    <w:rsid w:val="00597D56"/>
    <w:rsid w:val="005A111D"/>
    <w:rsid w:val="005A6F03"/>
    <w:rsid w:val="005A7844"/>
    <w:rsid w:val="005B209E"/>
    <w:rsid w:val="005B2482"/>
    <w:rsid w:val="005B3EF1"/>
    <w:rsid w:val="005B61EF"/>
    <w:rsid w:val="005B7130"/>
    <w:rsid w:val="005C0FBA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5F715C"/>
    <w:rsid w:val="00605AEE"/>
    <w:rsid w:val="00610A6F"/>
    <w:rsid w:val="00615724"/>
    <w:rsid w:val="00621A99"/>
    <w:rsid w:val="006240BE"/>
    <w:rsid w:val="00626A48"/>
    <w:rsid w:val="00631846"/>
    <w:rsid w:val="00632745"/>
    <w:rsid w:val="0063339D"/>
    <w:rsid w:val="00635965"/>
    <w:rsid w:val="00643171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2E9D"/>
    <w:rsid w:val="006C349E"/>
    <w:rsid w:val="006C477F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749"/>
    <w:rsid w:val="00715A2A"/>
    <w:rsid w:val="00721F34"/>
    <w:rsid w:val="00727E62"/>
    <w:rsid w:val="007305BB"/>
    <w:rsid w:val="007306E9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C2D"/>
    <w:rsid w:val="00773EDA"/>
    <w:rsid w:val="00780867"/>
    <w:rsid w:val="00786D27"/>
    <w:rsid w:val="0078758B"/>
    <w:rsid w:val="00787D69"/>
    <w:rsid w:val="00790189"/>
    <w:rsid w:val="0079056E"/>
    <w:rsid w:val="0079338F"/>
    <w:rsid w:val="00794CA1"/>
    <w:rsid w:val="00794D52"/>
    <w:rsid w:val="00797AFC"/>
    <w:rsid w:val="007B18AA"/>
    <w:rsid w:val="007B2CDD"/>
    <w:rsid w:val="007B5AB1"/>
    <w:rsid w:val="007B5BD5"/>
    <w:rsid w:val="007C2DB9"/>
    <w:rsid w:val="007C6509"/>
    <w:rsid w:val="007C7342"/>
    <w:rsid w:val="007C7C0C"/>
    <w:rsid w:val="007D1151"/>
    <w:rsid w:val="007D58FE"/>
    <w:rsid w:val="007D6FEC"/>
    <w:rsid w:val="007E0454"/>
    <w:rsid w:val="007E0C31"/>
    <w:rsid w:val="007E32C4"/>
    <w:rsid w:val="007E4612"/>
    <w:rsid w:val="007E4BE5"/>
    <w:rsid w:val="007E756E"/>
    <w:rsid w:val="007F0904"/>
    <w:rsid w:val="007F116F"/>
    <w:rsid w:val="007F2101"/>
    <w:rsid w:val="007F4DC0"/>
    <w:rsid w:val="007F54A9"/>
    <w:rsid w:val="007F5B31"/>
    <w:rsid w:val="007F7A85"/>
    <w:rsid w:val="007F7C38"/>
    <w:rsid w:val="007F7D28"/>
    <w:rsid w:val="00800FB2"/>
    <w:rsid w:val="00802FC1"/>
    <w:rsid w:val="00805C32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35D46"/>
    <w:rsid w:val="0084318C"/>
    <w:rsid w:val="008451C4"/>
    <w:rsid w:val="008478B9"/>
    <w:rsid w:val="0085107D"/>
    <w:rsid w:val="0085485A"/>
    <w:rsid w:val="0085628E"/>
    <w:rsid w:val="008574D0"/>
    <w:rsid w:val="00857DEB"/>
    <w:rsid w:val="00861430"/>
    <w:rsid w:val="00862A10"/>
    <w:rsid w:val="0086348A"/>
    <w:rsid w:val="00863696"/>
    <w:rsid w:val="00864B31"/>
    <w:rsid w:val="0087221C"/>
    <w:rsid w:val="0087226E"/>
    <w:rsid w:val="00875173"/>
    <w:rsid w:val="00875373"/>
    <w:rsid w:val="0087767F"/>
    <w:rsid w:val="00880AF6"/>
    <w:rsid w:val="008812E0"/>
    <w:rsid w:val="0088170B"/>
    <w:rsid w:val="00881B05"/>
    <w:rsid w:val="0088369C"/>
    <w:rsid w:val="00883A16"/>
    <w:rsid w:val="008841DB"/>
    <w:rsid w:val="00886819"/>
    <w:rsid w:val="00887731"/>
    <w:rsid w:val="00887E84"/>
    <w:rsid w:val="00887F39"/>
    <w:rsid w:val="008940CE"/>
    <w:rsid w:val="008951B1"/>
    <w:rsid w:val="00897971"/>
    <w:rsid w:val="008A2BC9"/>
    <w:rsid w:val="008A3FD8"/>
    <w:rsid w:val="008A40F1"/>
    <w:rsid w:val="008A431F"/>
    <w:rsid w:val="008A4871"/>
    <w:rsid w:val="008A4D04"/>
    <w:rsid w:val="008A6518"/>
    <w:rsid w:val="008A768C"/>
    <w:rsid w:val="008B0114"/>
    <w:rsid w:val="008B1474"/>
    <w:rsid w:val="008B2505"/>
    <w:rsid w:val="008B3AF4"/>
    <w:rsid w:val="008B41D6"/>
    <w:rsid w:val="008B4AD2"/>
    <w:rsid w:val="008B5B21"/>
    <w:rsid w:val="008B7406"/>
    <w:rsid w:val="008C1A8A"/>
    <w:rsid w:val="008C2F1A"/>
    <w:rsid w:val="008C3059"/>
    <w:rsid w:val="008C339D"/>
    <w:rsid w:val="008C57B6"/>
    <w:rsid w:val="008C6D5F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2B42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5FD2"/>
    <w:rsid w:val="0092623D"/>
    <w:rsid w:val="00926626"/>
    <w:rsid w:val="00926B45"/>
    <w:rsid w:val="00926C84"/>
    <w:rsid w:val="00926DE0"/>
    <w:rsid w:val="00927F6F"/>
    <w:rsid w:val="00930A37"/>
    <w:rsid w:val="00933187"/>
    <w:rsid w:val="009343CF"/>
    <w:rsid w:val="009434BC"/>
    <w:rsid w:val="0094476C"/>
    <w:rsid w:val="00944A96"/>
    <w:rsid w:val="0094656E"/>
    <w:rsid w:val="0094751F"/>
    <w:rsid w:val="0095321C"/>
    <w:rsid w:val="00953576"/>
    <w:rsid w:val="00953CD0"/>
    <w:rsid w:val="00954F62"/>
    <w:rsid w:val="00955E69"/>
    <w:rsid w:val="00957344"/>
    <w:rsid w:val="00960920"/>
    <w:rsid w:val="00964159"/>
    <w:rsid w:val="0096712F"/>
    <w:rsid w:val="0097051C"/>
    <w:rsid w:val="0097094A"/>
    <w:rsid w:val="009730A2"/>
    <w:rsid w:val="00974205"/>
    <w:rsid w:val="009744B3"/>
    <w:rsid w:val="00976160"/>
    <w:rsid w:val="00983C25"/>
    <w:rsid w:val="00990987"/>
    <w:rsid w:val="00990BE4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B5AE5"/>
    <w:rsid w:val="009C0C18"/>
    <w:rsid w:val="009C1CC8"/>
    <w:rsid w:val="009C24C6"/>
    <w:rsid w:val="009C2E1B"/>
    <w:rsid w:val="009D0AAE"/>
    <w:rsid w:val="009D0D9F"/>
    <w:rsid w:val="009D408E"/>
    <w:rsid w:val="009E0916"/>
    <w:rsid w:val="009E49E1"/>
    <w:rsid w:val="009E513B"/>
    <w:rsid w:val="009E5E86"/>
    <w:rsid w:val="009E5ED1"/>
    <w:rsid w:val="009E662E"/>
    <w:rsid w:val="009E6F11"/>
    <w:rsid w:val="009F10CA"/>
    <w:rsid w:val="009F35D1"/>
    <w:rsid w:val="009F46FC"/>
    <w:rsid w:val="009F67AA"/>
    <w:rsid w:val="009F71A2"/>
    <w:rsid w:val="00A021E8"/>
    <w:rsid w:val="00A03DD4"/>
    <w:rsid w:val="00A04E1A"/>
    <w:rsid w:val="00A06EBE"/>
    <w:rsid w:val="00A10D4B"/>
    <w:rsid w:val="00A11EC1"/>
    <w:rsid w:val="00A15E87"/>
    <w:rsid w:val="00A16D52"/>
    <w:rsid w:val="00A2092B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4772E"/>
    <w:rsid w:val="00A54281"/>
    <w:rsid w:val="00A5433F"/>
    <w:rsid w:val="00A6442A"/>
    <w:rsid w:val="00A7430D"/>
    <w:rsid w:val="00A8231C"/>
    <w:rsid w:val="00A82EC6"/>
    <w:rsid w:val="00A911E0"/>
    <w:rsid w:val="00A93323"/>
    <w:rsid w:val="00A9368D"/>
    <w:rsid w:val="00AA01CA"/>
    <w:rsid w:val="00AA6D15"/>
    <w:rsid w:val="00AB1E5B"/>
    <w:rsid w:val="00AB3A97"/>
    <w:rsid w:val="00AB4258"/>
    <w:rsid w:val="00AB52CB"/>
    <w:rsid w:val="00AC0281"/>
    <w:rsid w:val="00AC1070"/>
    <w:rsid w:val="00AC1132"/>
    <w:rsid w:val="00AC408E"/>
    <w:rsid w:val="00AD6110"/>
    <w:rsid w:val="00AE0347"/>
    <w:rsid w:val="00AE2C4B"/>
    <w:rsid w:val="00AE3C3E"/>
    <w:rsid w:val="00AE4C78"/>
    <w:rsid w:val="00AE61BF"/>
    <w:rsid w:val="00AE6B64"/>
    <w:rsid w:val="00AF22AC"/>
    <w:rsid w:val="00B03CD5"/>
    <w:rsid w:val="00B042C9"/>
    <w:rsid w:val="00B055B3"/>
    <w:rsid w:val="00B05F59"/>
    <w:rsid w:val="00B120BB"/>
    <w:rsid w:val="00B13368"/>
    <w:rsid w:val="00B232BD"/>
    <w:rsid w:val="00B235C9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3360"/>
    <w:rsid w:val="00B44680"/>
    <w:rsid w:val="00B45DEB"/>
    <w:rsid w:val="00B47CE3"/>
    <w:rsid w:val="00B50DC2"/>
    <w:rsid w:val="00B56CC3"/>
    <w:rsid w:val="00B56F0B"/>
    <w:rsid w:val="00B56F22"/>
    <w:rsid w:val="00B62922"/>
    <w:rsid w:val="00B657B6"/>
    <w:rsid w:val="00B701A9"/>
    <w:rsid w:val="00B753FD"/>
    <w:rsid w:val="00B75BEF"/>
    <w:rsid w:val="00B75F08"/>
    <w:rsid w:val="00B77CFE"/>
    <w:rsid w:val="00B80E49"/>
    <w:rsid w:val="00B81C80"/>
    <w:rsid w:val="00B835AE"/>
    <w:rsid w:val="00B839B9"/>
    <w:rsid w:val="00B86CBF"/>
    <w:rsid w:val="00B86D2B"/>
    <w:rsid w:val="00B87C67"/>
    <w:rsid w:val="00B87C88"/>
    <w:rsid w:val="00B87EF9"/>
    <w:rsid w:val="00B90774"/>
    <w:rsid w:val="00B9380E"/>
    <w:rsid w:val="00B979D0"/>
    <w:rsid w:val="00BA0FAB"/>
    <w:rsid w:val="00BA4FB1"/>
    <w:rsid w:val="00BA7CD9"/>
    <w:rsid w:val="00BB1854"/>
    <w:rsid w:val="00BB53DE"/>
    <w:rsid w:val="00BB5E19"/>
    <w:rsid w:val="00BB6862"/>
    <w:rsid w:val="00BC077C"/>
    <w:rsid w:val="00BC14D9"/>
    <w:rsid w:val="00BC386C"/>
    <w:rsid w:val="00BC4042"/>
    <w:rsid w:val="00BC42DF"/>
    <w:rsid w:val="00BD02B0"/>
    <w:rsid w:val="00BD11AB"/>
    <w:rsid w:val="00BD3888"/>
    <w:rsid w:val="00BD4CFF"/>
    <w:rsid w:val="00BD6B58"/>
    <w:rsid w:val="00BE155E"/>
    <w:rsid w:val="00BE6AFA"/>
    <w:rsid w:val="00BE6CBB"/>
    <w:rsid w:val="00BF2781"/>
    <w:rsid w:val="00BF3FF9"/>
    <w:rsid w:val="00BF60D4"/>
    <w:rsid w:val="00C01317"/>
    <w:rsid w:val="00C043CD"/>
    <w:rsid w:val="00C05AA0"/>
    <w:rsid w:val="00C071D4"/>
    <w:rsid w:val="00C1131D"/>
    <w:rsid w:val="00C1453A"/>
    <w:rsid w:val="00C22F08"/>
    <w:rsid w:val="00C2478E"/>
    <w:rsid w:val="00C30EF7"/>
    <w:rsid w:val="00C3168B"/>
    <w:rsid w:val="00C378A7"/>
    <w:rsid w:val="00C42BAB"/>
    <w:rsid w:val="00C46ADD"/>
    <w:rsid w:val="00C473A1"/>
    <w:rsid w:val="00C525AA"/>
    <w:rsid w:val="00C561F7"/>
    <w:rsid w:val="00C56D20"/>
    <w:rsid w:val="00C611A7"/>
    <w:rsid w:val="00C64321"/>
    <w:rsid w:val="00C665D2"/>
    <w:rsid w:val="00C66A61"/>
    <w:rsid w:val="00C751FE"/>
    <w:rsid w:val="00C76511"/>
    <w:rsid w:val="00C81653"/>
    <w:rsid w:val="00C822F5"/>
    <w:rsid w:val="00C90C42"/>
    <w:rsid w:val="00C9420A"/>
    <w:rsid w:val="00C9426C"/>
    <w:rsid w:val="00C95F3E"/>
    <w:rsid w:val="00C96C6D"/>
    <w:rsid w:val="00C96D38"/>
    <w:rsid w:val="00CA68CF"/>
    <w:rsid w:val="00CB2572"/>
    <w:rsid w:val="00CB3F07"/>
    <w:rsid w:val="00CB4043"/>
    <w:rsid w:val="00CB4E25"/>
    <w:rsid w:val="00CB50D1"/>
    <w:rsid w:val="00CC031F"/>
    <w:rsid w:val="00CC0C47"/>
    <w:rsid w:val="00CC1868"/>
    <w:rsid w:val="00CC3AE6"/>
    <w:rsid w:val="00CC561F"/>
    <w:rsid w:val="00CC6769"/>
    <w:rsid w:val="00CD0D8B"/>
    <w:rsid w:val="00CD2374"/>
    <w:rsid w:val="00CD46BB"/>
    <w:rsid w:val="00CD7CEA"/>
    <w:rsid w:val="00CE14E2"/>
    <w:rsid w:val="00CE18BC"/>
    <w:rsid w:val="00CE2888"/>
    <w:rsid w:val="00CF0C45"/>
    <w:rsid w:val="00CF16A7"/>
    <w:rsid w:val="00CF2167"/>
    <w:rsid w:val="00CF423F"/>
    <w:rsid w:val="00D01D99"/>
    <w:rsid w:val="00D0380E"/>
    <w:rsid w:val="00D05CD6"/>
    <w:rsid w:val="00D07DF9"/>
    <w:rsid w:val="00D11B81"/>
    <w:rsid w:val="00D15E9F"/>
    <w:rsid w:val="00D20441"/>
    <w:rsid w:val="00D21AF2"/>
    <w:rsid w:val="00D23B1B"/>
    <w:rsid w:val="00D275D7"/>
    <w:rsid w:val="00D32A92"/>
    <w:rsid w:val="00D351BD"/>
    <w:rsid w:val="00D35BEE"/>
    <w:rsid w:val="00D36572"/>
    <w:rsid w:val="00D37026"/>
    <w:rsid w:val="00D439CF"/>
    <w:rsid w:val="00D46FEA"/>
    <w:rsid w:val="00D474F9"/>
    <w:rsid w:val="00D50C0A"/>
    <w:rsid w:val="00D5471C"/>
    <w:rsid w:val="00D5535C"/>
    <w:rsid w:val="00D620EA"/>
    <w:rsid w:val="00D64947"/>
    <w:rsid w:val="00D6689C"/>
    <w:rsid w:val="00D66994"/>
    <w:rsid w:val="00D741EE"/>
    <w:rsid w:val="00D7535B"/>
    <w:rsid w:val="00D76451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3B29"/>
    <w:rsid w:val="00DB5A42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E33AB"/>
    <w:rsid w:val="00DE4A49"/>
    <w:rsid w:val="00DF602F"/>
    <w:rsid w:val="00E00388"/>
    <w:rsid w:val="00E01ACB"/>
    <w:rsid w:val="00E021EB"/>
    <w:rsid w:val="00E02576"/>
    <w:rsid w:val="00E03C69"/>
    <w:rsid w:val="00E04A83"/>
    <w:rsid w:val="00E06D50"/>
    <w:rsid w:val="00E1043B"/>
    <w:rsid w:val="00E10F47"/>
    <w:rsid w:val="00E12593"/>
    <w:rsid w:val="00E128DC"/>
    <w:rsid w:val="00E12FFD"/>
    <w:rsid w:val="00E139E2"/>
    <w:rsid w:val="00E1488A"/>
    <w:rsid w:val="00E16211"/>
    <w:rsid w:val="00E16E92"/>
    <w:rsid w:val="00E22247"/>
    <w:rsid w:val="00E2727D"/>
    <w:rsid w:val="00E27BD6"/>
    <w:rsid w:val="00E3021C"/>
    <w:rsid w:val="00E306FC"/>
    <w:rsid w:val="00E3094F"/>
    <w:rsid w:val="00E33ECB"/>
    <w:rsid w:val="00E34BB8"/>
    <w:rsid w:val="00E35993"/>
    <w:rsid w:val="00E40B85"/>
    <w:rsid w:val="00E40EF5"/>
    <w:rsid w:val="00E41C2C"/>
    <w:rsid w:val="00E42EFD"/>
    <w:rsid w:val="00E42FF9"/>
    <w:rsid w:val="00E44776"/>
    <w:rsid w:val="00E45F65"/>
    <w:rsid w:val="00E50F4F"/>
    <w:rsid w:val="00E50F9D"/>
    <w:rsid w:val="00E51293"/>
    <w:rsid w:val="00E53F2B"/>
    <w:rsid w:val="00E56AC3"/>
    <w:rsid w:val="00E56F49"/>
    <w:rsid w:val="00E64DE1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583C"/>
    <w:rsid w:val="00EA7DA1"/>
    <w:rsid w:val="00EB55C7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24AD"/>
    <w:rsid w:val="00F03529"/>
    <w:rsid w:val="00F03872"/>
    <w:rsid w:val="00F03B17"/>
    <w:rsid w:val="00F103CC"/>
    <w:rsid w:val="00F10D23"/>
    <w:rsid w:val="00F12ACB"/>
    <w:rsid w:val="00F202D0"/>
    <w:rsid w:val="00F210A7"/>
    <w:rsid w:val="00F26744"/>
    <w:rsid w:val="00F26B05"/>
    <w:rsid w:val="00F27581"/>
    <w:rsid w:val="00F306FB"/>
    <w:rsid w:val="00F30B49"/>
    <w:rsid w:val="00F32B53"/>
    <w:rsid w:val="00F33BDD"/>
    <w:rsid w:val="00F35201"/>
    <w:rsid w:val="00F36E7D"/>
    <w:rsid w:val="00F42FB6"/>
    <w:rsid w:val="00F431B6"/>
    <w:rsid w:val="00F4327C"/>
    <w:rsid w:val="00F43618"/>
    <w:rsid w:val="00F44E40"/>
    <w:rsid w:val="00F4522D"/>
    <w:rsid w:val="00F461AC"/>
    <w:rsid w:val="00F471E9"/>
    <w:rsid w:val="00F5115C"/>
    <w:rsid w:val="00F549AA"/>
    <w:rsid w:val="00F55599"/>
    <w:rsid w:val="00F5602E"/>
    <w:rsid w:val="00F56DBD"/>
    <w:rsid w:val="00F61E24"/>
    <w:rsid w:val="00F63191"/>
    <w:rsid w:val="00F63BA1"/>
    <w:rsid w:val="00F65E27"/>
    <w:rsid w:val="00F66CD0"/>
    <w:rsid w:val="00F70B02"/>
    <w:rsid w:val="00F70BD0"/>
    <w:rsid w:val="00F72F3E"/>
    <w:rsid w:val="00F74D7F"/>
    <w:rsid w:val="00F77437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394E"/>
    <w:rsid w:val="00FC69CA"/>
    <w:rsid w:val="00FD23AD"/>
    <w:rsid w:val="00FD4C9D"/>
    <w:rsid w:val="00FD501B"/>
    <w:rsid w:val="00FD70F3"/>
    <w:rsid w:val="00FD718F"/>
    <w:rsid w:val="00FD742C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3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272</TotalTime>
  <Pages>3</Pages>
  <Words>4006</Words>
  <Characters>2284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23</cp:revision>
  <cp:lastPrinted>2018-11-15T09:08:00Z</cp:lastPrinted>
  <dcterms:created xsi:type="dcterms:W3CDTF">2019-03-12T12:01:00Z</dcterms:created>
  <dcterms:modified xsi:type="dcterms:W3CDTF">2019-03-15T13:09:00Z</dcterms:modified>
</cp:coreProperties>
</file>