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FF2" w:rsidRDefault="007A7FF2" w:rsidP="00F74D7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7A7FF2" w:rsidRPr="00730B35" w:rsidRDefault="007A7FF2" w:rsidP="00F74D7F"/>
    <w:p w:rsidR="007A7FF2" w:rsidRDefault="007A7FF2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7A7FF2" w:rsidRDefault="007A7FF2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7A7FF2" w:rsidRDefault="007A7FF2" w:rsidP="00F74D7F">
      <w:pPr>
        <w:spacing w:line="200" w:lineRule="atLeast"/>
        <w:jc w:val="center"/>
        <w:rPr>
          <w:b/>
        </w:rPr>
      </w:pPr>
    </w:p>
    <w:p w:rsidR="007A7FF2" w:rsidRDefault="007A7FF2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7A7FF2" w:rsidRDefault="007A7FF2" w:rsidP="000E569F">
      <w:pPr>
        <w:spacing w:line="200" w:lineRule="atLeast"/>
        <w:jc w:val="center"/>
        <w:rPr>
          <w:b/>
        </w:rPr>
      </w:pPr>
    </w:p>
    <w:p w:rsidR="007A7FF2" w:rsidRDefault="007A7FF2" w:rsidP="000E569F">
      <w:pPr>
        <w:pStyle w:val="Heading2"/>
        <w:jc w:val="left"/>
        <w:rPr>
          <w:sz w:val="16"/>
          <w:szCs w:val="24"/>
        </w:rPr>
      </w:pPr>
    </w:p>
    <w:p w:rsidR="007A7FF2" w:rsidRPr="00E021EB" w:rsidRDefault="007A7FF2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9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7A7FF2" w:rsidRPr="00DA4E81" w:rsidRDefault="007A7FF2" w:rsidP="000E569F">
      <w:pPr>
        <w:jc w:val="center"/>
        <w:rPr>
          <w:b/>
          <w:sz w:val="18"/>
        </w:rPr>
      </w:pPr>
    </w:p>
    <w:p w:rsidR="007A7FF2" w:rsidRPr="00E021EB" w:rsidRDefault="007A7FF2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7A7FF2" w:rsidRDefault="007A7FF2" w:rsidP="000E569F">
      <w:pPr>
        <w:ind w:left="180"/>
      </w:pPr>
      <w:r>
        <w:t xml:space="preserve">                                        </w:t>
      </w:r>
    </w:p>
    <w:p w:rsidR="007A7FF2" w:rsidRDefault="007A7FF2" w:rsidP="0004058D">
      <w:pPr>
        <w:rPr>
          <w:lang w:val="uk-UA"/>
        </w:rPr>
      </w:pPr>
      <w:r>
        <w:rPr>
          <w:lang w:val="uk-UA"/>
        </w:rPr>
        <w:t>Про хід виконання Програми</w:t>
      </w:r>
    </w:p>
    <w:p w:rsidR="007A7FF2" w:rsidRDefault="007A7FF2" w:rsidP="0004058D">
      <w:pPr>
        <w:rPr>
          <w:lang w:val="uk-UA"/>
        </w:rPr>
      </w:pPr>
      <w:r>
        <w:rPr>
          <w:lang w:val="uk-UA"/>
        </w:rPr>
        <w:t>розвитку ринків міста Знам'янка</w:t>
      </w:r>
    </w:p>
    <w:p w:rsidR="007A7FF2" w:rsidRPr="00221E0F" w:rsidRDefault="007A7FF2" w:rsidP="0004058D">
      <w:pPr>
        <w:rPr>
          <w:lang w:val="uk-UA"/>
        </w:rPr>
      </w:pPr>
      <w:r>
        <w:rPr>
          <w:lang w:val="uk-UA"/>
        </w:rPr>
        <w:t>на 2018-2020 роки за 2018 рік</w:t>
      </w:r>
    </w:p>
    <w:p w:rsidR="007A7FF2" w:rsidRDefault="007A7FF2" w:rsidP="00EE0BE8">
      <w:pPr>
        <w:pStyle w:val="BodyText3"/>
        <w:rPr>
          <w:sz w:val="24"/>
          <w:szCs w:val="24"/>
        </w:rPr>
      </w:pPr>
    </w:p>
    <w:p w:rsidR="007A7FF2" w:rsidRPr="004061BD" w:rsidRDefault="007A7FF2" w:rsidP="00EE0BE8">
      <w:pPr>
        <w:pStyle w:val="BodyText3"/>
        <w:ind w:firstLine="720"/>
        <w:rPr>
          <w:sz w:val="24"/>
          <w:szCs w:val="24"/>
        </w:rPr>
      </w:pPr>
      <w:r w:rsidRPr="001D3C2F">
        <w:rPr>
          <w:sz w:val="24"/>
          <w:szCs w:val="24"/>
        </w:rPr>
        <w:t xml:space="preserve">Відповідно до </w:t>
      </w:r>
      <w:r>
        <w:rPr>
          <w:sz w:val="24"/>
          <w:szCs w:val="24"/>
        </w:rPr>
        <w:t xml:space="preserve">перспективного </w:t>
      </w:r>
      <w:r w:rsidRPr="001D3C2F">
        <w:rPr>
          <w:sz w:val="24"/>
          <w:szCs w:val="24"/>
        </w:rPr>
        <w:t>плану роботи виконавчого комітету</w:t>
      </w:r>
      <w:r>
        <w:rPr>
          <w:sz w:val="24"/>
          <w:szCs w:val="24"/>
        </w:rPr>
        <w:t xml:space="preserve"> Знам'янської міської ради на  I квартал 2019 року, затвердженого рішенням  виконавчого комітету від 13.12.2018р. №335 та з</w:t>
      </w:r>
      <w:r w:rsidRPr="004061BD">
        <w:rPr>
          <w:sz w:val="24"/>
          <w:szCs w:val="24"/>
        </w:rPr>
        <w:t xml:space="preserve">аслухавши інформацію начальника відділу економічного розвитку, промисловості, інфраструктури та торгівлі </w:t>
      </w:r>
      <w:r>
        <w:rPr>
          <w:sz w:val="24"/>
          <w:szCs w:val="24"/>
        </w:rPr>
        <w:t xml:space="preserve"> </w:t>
      </w:r>
      <w:r w:rsidRPr="004061BD">
        <w:rPr>
          <w:sz w:val="24"/>
          <w:szCs w:val="24"/>
        </w:rPr>
        <w:t xml:space="preserve">Кузіної </w:t>
      </w:r>
      <w:r>
        <w:rPr>
          <w:sz w:val="24"/>
          <w:szCs w:val="24"/>
        </w:rPr>
        <w:t>І.П. про хід виконання</w:t>
      </w:r>
      <w:r w:rsidRPr="004061BD">
        <w:rPr>
          <w:sz w:val="24"/>
          <w:szCs w:val="24"/>
        </w:rPr>
        <w:t xml:space="preserve"> Програми розвитк</w:t>
      </w:r>
      <w:r>
        <w:rPr>
          <w:sz w:val="24"/>
          <w:szCs w:val="24"/>
        </w:rPr>
        <w:t>у ринків міста Знам'янка на 2018-2020</w:t>
      </w:r>
      <w:r w:rsidRPr="004061BD">
        <w:rPr>
          <w:sz w:val="24"/>
          <w:szCs w:val="24"/>
        </w:rPr>
        <w:t xml:space="preserve"> роки</w:t>
      </w:r>
      <w:r>
        <w:rPr>
          <w:sz w:val="24"/>
          <w:szCs w:val="24"/>
        </w:rPr>
        <w:t xml:space="preserve"> за  2018 рік</w:t>
      </w:r>
      <w:r w:rsidRPr="004061BD">
        <w:rPr>
          <w:sz w:val="24"/>
          <w:szCs w:val="24"/>
        </w:rPr>
        <w:t xml:space="preserve">, затвердженої рішенням </w:t>
      </w:r>
      <w:r>
        <w:rPr>
          <w:sz w:val="24"/>
          <w:szCs w:val="24"/>
        </w:rPr>
        <w:t>Знам'янської міської ради від 16 лютого 2018 року № 1329, керуючись ст.30</w:t>
      </w:r>
      <w:r w:rsidRPr="004061BD">
        <w:rPr>
          <w:sz w:val="24"/>
          <w:szCs w:val="24"/>
        </w:rPr>
        <w:t xml:space="preserve"> Закону України "Про місцеве самоврядування в Україні", виконавчий комітет Знам'янської міської ради</w:t>
      </w:r>
    </w:p>
    <w:p w:rsidR="007A7FF2" w:rsidRPr="000B2D70" w:rsidRDefault="007A7FF2" w:rsidP="00AE6B64">
      <w:pPr>
        <w:jc w:val="both"/>
        <w:rPr>
          <w:lang w:val="uk-UA"/>
        </w:rPr>
      </w:pPr>
    </w:p>
    <w:p w:rsidR="007A7FF2" w:rsidRPr="00CF16A7" w:rsidRDefault="007A7FF2" w:rsidP="00AE6B64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7A7FF2" w:rsidRPr="00721F34" w:rsidRDefault="007A7FF2" w:rsidP="004969A2">
      <w:pPr>
        <w:jc w:val="center"/>
        <w:rPr>
          <w:b/>
          <w:sz w:val="26"/>
          <w:lang w:val="uk-UA"/>
        </w:rPr>
      </w:pPr>
    </w:p>
    <w:p w:rsidR="007A7FF2" w:rsidRPr="00721F34" w:rsidRDefault="007A7FF2" w:rsidP="004969A2">
      <w:pPr>
        <w:rPr>
          <w:b/>
          <w:sz w:val="26"/>
          <w:lang w:val="uk-UA"/>
        </w:rPr>
      </w:pPr>
    </w:p>
    <w:p w:rsidR="007A7FF2" w:rsidRPr="00721F34" w:rsidRDefault="007A7FF2" w:rsidP="004969A2">
      <w:pPr>
        <w:pStyle w:val="31"/>
        <w:numPr>
          <w:ilvl w:val="0"/>
          <w:numId w:val="22"/>
        </w:numPr>
      </w:pPr>
      <w:r>
        <w:t xml:space="preserve">Інформацію про хід  виконання </w:t>
      </w:r>
      <w:r w:rsidRPr="00721F34">
        <w:t xml:space="preserve"> </w:t>
      </w:r>
      <w:r>
        <w:t xml:space="preserve">Програми </w:t>
      </w:r>
      <w:r w:rsidRPr="009E513B">
        <w:t>розвитк</w:t>
      </w:r>
      <w:r>
        <w:t>у ринків міста Знам'янка на 2018-2020</w:t>
      </w:r>
      <w:r w:rsidRPr="009E513B">
        <w:t xml:space="preserve"> роки</w:t>
      </w:r>
      <w:r w:rsidRPr="00721F34">
        <w:t xml:space="preserve"> </w:t>
      </w:r>
      <w:r>
        <w:t xml:space="preserve"> за 2018 рік </w:t>
      </w:r>
      <w:r w:rsidRPr="00721F34">
        <w:t>взяти до відома (додається).</w:t>
      </w:r>
    </w:p>
    <w:p w:rsidR="007A7FF2" w:rsidRPr="00721F34" w:rsidRDefault="007A7FF2" w:rsidP="006A7879">
      <w:pPr>
        <w:pStyle w:val="31"/>
        <w:numPr>
          <w:ilvl w:val="0"/>
          <w:numId w:val="22"/>
        </w:numPr>
      </w:pPr>
      <w:r>
        <w:t xml:space="preserve">Виконавцям </w:t>
      </w:r>
      <w:r w:rsidRPr="00721F34">
        <w:t xml:space="preserve"> Програми </w:t>
      </w:r>
      <w:r>
        <w:t xml:space="preserve"> </w:t>
      </w:r>
      <w:r w:rsidRPr="009E513B">
        <w:t>розвитк</w:t>
      </w:r>
      <w:r>
        <w:t>у ринків міста Знам'янка на 2018 -2020</w:t>
      </w:r>
      <w:r w:rsidRPr="009E513B">
        <w:t xml:space="preserve"> роки</w:t>
      </w:r>
      <w:r>
        <w:t xml:space="preserve"> у 2019 році активізувати роботу з</w:t>
      </w:r>
      <w:r w:rsidRPr="00721F34">
        <w:t xml:space="preserve"> виконання Програми.</w:t>
      </w:r>
    </w:p>
    <w:p w:rsidR="007A7FF2" w:rsidRPr="00AE6B64" w:rsidRDefault="007A7FF2" w:rsidP="00AE6B64">
      <w:pPr>
        <w:pStyle w:val="ListParagraph"/>
        <w:numPr>
          <w:ilvl w:val="0"/>
          <w:numId w:val="22"/>
        </w:numPr>
        <w:jc w:val="both"/>
        <w:rPr>
          <w:lang w:val="uk-UA"/>
        </w:rPr>
      </w:pPr>
      <w:r>
        <w:t>Організацію виконання рішення покласти на відділ економічного розвитку, промисловості, інфраструктури та торгівлі (нач.</w:t>
      </w:r>
      <w:r>
        <w:rPr>
          <w:lang w:val="uk-UA"/>
        </w:rPr>
        <w:t xml:space="preserve"> </w:t>
      </w:r>
      <w:r>
        <w:t>Кузіна</w:t>
      </w:r>
      <w:r>
        <w:rPr>
          <w:lang w:val="uk-UA"/>
        </w:rPr>
        <w:t xml:space="preserve"> І.П.</w:t>
      </w:r>
      <w:r>
        <w:t>).</w:t>
      </w:r>
    </w:p>
    <w:p w:rsidR="007A7FF2" w:rsidRPr="00CF16A7" w:rsidRDefault="007A7FF2" w:rsidP="00AE6B64">
      <w:pPr>
        <w:numPr>
          <w:ilvl w:val="0"/>
          <w:numId w:val="22"/>
        </w:numPr>
        <w:jc w:val="both"/>
      </w:pPr>
      <w:r w:rsidRPr="00CF16A7">
        <w:t xml:space="preserve">Контроль за виконанням даного рішення покласти на заступника міського голови з питань діяльності виконавчих органів – начальника фінансового управління </w:t>
      </w:r>
      <w:r>
        <w:rPr>
          <w:lang w:val="uk-UA"/>
        </w:rPr>
        <w:t xml:space="preserve"> </w:t>
      </w:r>
      <w:r w:rsidRPr="00CF16A7">
        <w:t xml:space="preserve">Лихоту Г.В. </w:t>
      </w:r>
    </w:p>
    <w:p w:rsidR="007A7FF2" w:rsidRDefault="007A7FF2" w:rsidP="004969A2">
      <w:pPr>
        <w:rPr>
          <w:lang w:val="uk-UA"/>
        </w:rPr>
      </w:pPr>
    </w:p>
    <w:p w:rsidR="007A7FF2" w:rsidRDefault="007A7FF2" w:rsidP="004969A2">
      <w:pPr>
        <w:rPr>
          <w:lang w:val="uk-UA"/>
        </w:rPr>
      </w:pPr>
    </w:p>
    <w:p w:rsidR="007A7FF2" w:rsidRPr="00721F34" w:rsidRDefault="007A7FF2" w:rsidP="004969A2">
      <w:pPr>
        <w:rPr>
          <w:lang w:val="uk-UA"/>
        </w:rPr>
      </w:pPr>
    </w:p>
    <w:p w:rsidR="007A7FF2" w:rsidRDefault="007A7FF2" w:rsidP="00437D68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7A7FF2" w:rsidRDefault="007A7FF2" w:rsidP="00437D68">
      <w:pPr>
        <w:ind w:left="360"/>
        <w:rPr>
          <w:b/>
          <w:lang w:val="uk-UA"/>
        </w:rPr>
      </w:pPr>
    </w:p>
    <w:p w:rsidR="007A7FF2" w:rsidRDefault="007A7FF2" w:rsidP="00652A0C">
      <w:pPr>
        <w:ind w:right="441" w:firstLine="142"/>
        <w:jc w:val="both"/>
        <w:rPr>
          <w:lang w:val="uk-UA"/>
        </w:rPr>
      </w:pPr>
    </w:p>
    <w:p w:rsidR="007A7FF2" w:rsidRDefault="007A7FF2" w:rsidP="00652A0C">
      <w:pPr>
        <w:ind w:right="441" w:firstLine="142"/>
        <w:jc w:val="both"/>
        <w:rPr>
          <w:lang w:val="uk-UA"/>
        </w:rPr>
      </w:pPr>
    </w:p>
    <w:p w:rsidR="007A7FF2" w:rsidRDefault="007A7FF2" w:rsidP="00652A0C">
      <w:pPr>
        <w:ind w:right="441" w:firstLine="142"/>
        <w:jc w:val="both"/>
        <w:rPr>
          <w:lang w:val="uk-UA"/>
        </w:rPr>
      </w:pPr>
    </w:p>
    <w:p w:rsidR="007A7FF2" w:rsidRDefault="007A7FF2" w:rsidP="00652A0C">
      <w:pPr>
        <w:ind w:right="441" w:firstLine="142"/>
        <w:jc w:val="both"/>
        <w:rPr>
          <w:lang w:val="uk-UA"/>
        </w:rPr>
      </w:pPr>
    </w:p>
    <w:p w:rsidR="007A7FF2" w:rsidRDefault="007A7FF2" w:rsidP="00652A0C">
      <w:pPr>
        <w:ind w:right="441" w:firstLine="142"/>
        <w:jc w:val="both"/>
        <w:rPr>
          <w:lang w:val="uk-UA"/>
        </w:rPr>
      </w:pPr>
    </w:p>
    <w:p w:rsidR="007A7FF2" w:rsidRDefault="007A7FF2" w:rsidP="00652A0C">
      <w:pPr>
        <w:ind w:right="441" w:firstLine="142"/>
        <w:jc w:val="both"/>
        <w:rPr>
          <w:lang w:val="uk-UA"/>
        </w:rPr>
      </w:pPr>
    </w:p>
    <w:p w:rsidR="007A7FF2" w:rsidRDefault="007A7FF2" w:rsidP="00652A0C">
      <w:pPr>
        <w:ind w:right="441" w:firstLine="142"/>
        <w:jc w:val="both"/>
        <w:rPr>
          <w:lang w:val="uk-UA"/>
        </w:rPr>
      </w:pPr>
    </w:p>
    <w:p w:rsidR="007A7FF2" w:rsidRDefault="007A7FF2" w:rsidP="00652A0C">
      <w:pPr>
        <w:ind w:right="441" w:firstLine="142"/>
        <w:jc w:val="both"/>
        <w:rPr>
          <w:lang w:val="uk-UA"/>
        </w:rPr>
      </w:pPr>
    </w:p>
    <w:p w:rsidR="007A7FF2" w:rsidRDefault="007A7FF2" w:rsidP="00652A0C">
      <w:pPr>
        <w:ind w:right="441" w:firstLine="142"/>
        <w:jc w:val="both"/>
        <w:rPr>
          <w:lang w:val="uk-UA"/>
        </w:rPr>
      </w:pPr>
    </w:p>
    <w:p w:rsidR="007A7FF2" w:rsidRDefault="007A7FF2" w:rsidP="002E4DBA">
      <w:pPr>
        <w:ind w:right="441"/>
        <w:jc w:val="both"/>
        <w:rPr>
          <w:lang w:val="uk-UA"/>
        </w:rPr>
      </w:pPr>
    </w:p>
    <w:sectPr w:rsidR="007A7FF2" w:rsidSect="00DD37C4">
      <w:footerReference w:type="even" r:id="rId8"/>
      <w:foot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FF2" w:rsidRDefault="007A7FF2" w:rsidP="00C64321">
      <w:r>
        <w:separator/>
      </w:r>
    </w:p>
  </w:endnote>
  <w:endnote w:type="continuationSeparator" w:id="0">
    <w:p w:rsidR="007A7FF2" w:rsidRDefault="007A7FF2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FF2" w:rsidRDefault="007A7FF2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7FF2" w:rsidRDefault="007A7FF2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FF2" w:rsidRDefault="007A7FF2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A7FF2" w:rsidRDefault="007A7FF2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FF2" w:rsidRDefault="007A7FF2" w:rsidP="00C64321">
      <w:r>
        <w:separator/>
      </w:r>
    </w:p>
  </w:footnote>
  <w:footnote w:type="continuationSeparator" w:id="0">
    <w:p w:rsidR="007A7FF2" w:rsidRDefault="007A7FF2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8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9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4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5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23"/>
  </w:num>
  <w:num w:numId="7">
    <w:abstractNumId w:val="12"/>
  </w:num>
  <w:num w:numId="8">
    <w:abstractNumId w:val="21"/>
  </w:num>
  <w:num w:numId="9">
    <w:abstractNumId w:val="2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9"/>
  </w:num>
  <w:num w:numId="15">
    <w:abstractNumId w:val="10"/>
  </w:num>
  <w:num w:numId="16">
    <w:abstractNumId w:val="8"/>
  </w:num>
  <w:num w:numId="17">
    <w:abstractNumId w:val="4"/>
  </w:num>
  <w:num w:numId="18">
    <w:abstractNumId w:val="7"/>
  </w:num>
  <w:num w:numId="19">
    <w:abstractNumId w:val="13"/>
  </w:num>
  <w:num w:numId="20">
    <w:abstractNumId w:val="3"/>
  </w:num>
  <w:num w:numId="21">
    <w:abstractNumId w:val="25"/>
  </w:num>
  <w:num w:numId="22">
    <w:abstractNumId w:val="17"/>
  </w:num>
  <w:num w:numId="23">
    <w:abstractNumId w:val="16"/>
  </w:num>
  <w:num w:numId="24">
    <w:abstractNumId w:val="1"/>
  </w:num>
  <w:num w:numId="25">
    <w:abstractNumId w:val="9"/>
  </w:num>
  <w:num w:numId="26">
    <w:abstractNumId w:val="6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13C03"/>
    <w:rsid w:val="00016089"/>
    <w:rsid w:val="00021922"/>
    <w:rsid w:val="00023051"/>
    <w:rsid w:val="00023DC6"/>
    <w:rsid w:val="00030D73"/>
    <w:rsid w:val="00032130"/>
    <w:rsid w:val="0004058D"/>
    <w:rsid w:val="0004722D"/>
    <w:rsid w:val="00047C7F"/>
    <w:rsid w:val="00054F8B"/>
    <w:rsid w:val="00064336"/>
    <w:rsid w:val="000827F9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D16E3"/>
    <w:rsid w:val="000D1ECF"/>
    <w:rsid w:val="000E569F"/>
    <w:rsid w:val="000E5E91"/>
    <w:rsid w:val="000E6D20"/>
    <w:rsid w:val="000F0070"/>
    <w:rsid w:val="000F0F23"/>
    <w:rsid w:val="000F1C86"/>
    <w:rsid w:val="000F257F"/>
    <w:rsid w:val="00105394"/>
    <w:rsid w:val="0010565A"/>
    <w:rsid w:val="00114F8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58E"/>
    <w:rsid w:val="00175704"/>
    <w:rsid w:val="001762D7"/>
    <w:rsid w:val="00177833"/>
    <w:rsid w:val="00180A38"/>
    <w:rsid w:val="00182746"/>
    <w:rsid w:val="00182EF0"/>
    <w:rsid w:val="001838A6"/>
    <w:rsid w:val="001962F4"/>
    <w:rsid w:val="001B0563"/>
    <w:rsid w:val="001B0AFD"/>
    <w:rsid w:val="001B33E7"/>
    <w:rsid w:val="001B44B0"/>
    <w:rsid w:val="001B4FF9"/>
    <w:rsid w:val="001C374F"/>
    <w:rsid w:val="001C6AFA"/>
    <w:rsid w:val="001D0FE5"/>
    <w:rsid w:val="001D13FB"/>
    <w:rsid w:val="001D2F50"/>
    <w:rsid w:val="001D3C2F"/>
    <w:rsid w:val="001D4A01"/>
    <w:rsid w:val="001D52AF"/>
    <w:rsid w:val="001E19CF"/>
    <w:rsid w:val="001E5EFE"/>
    <w:rsid w:val="001F05B7"/>
    <w:rsid w:val="001F0DAE"/>
    <w:rsid w:val="001F1F66"/>
    <w:rsid w:val="001F7ADD"/>
    <w:rsid w:val="0020125B"/>
    <w:rsid w:val="002063C8"/>
    <w:rsid w:val="00207316"/>
    <w:rsid w:val="00210C7C"/>
    <w:rsid w:val="0021292B"/>
    <w:rsid w:val="00221E0F"/>
    <w:rsid w:val="00225115"/>
    <w:rsid w:val="002253B6"/>
    <w:rsid w:val="00225CE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2FF9"/>
    <w:rsid w:val="00283529"/>
    <w:rsid w:val="0028576F"/>
    <w:rsid w:val="002860B7"/>
    <w:rsid w:val="00297051"/>
    <w:rsid w:val="002A29E5"/>
    <w:rsid w:val="002A634F"/>
    <w:rsid w:val="002B31BC"/>
    <w:rsid w:val="002B43F2"/>
    <w:rsid w:val="002C081C"/>
    <w:rsid w:val="002C1C80"/>
    <w:rsid w:val="002C2F9B"/>
    <w:rsid w:val="002C5947"/>
    <w:rsid w:val="002C7131"/>
    <w:rsid w:val="002E3484"/>
    <w:rsid w:val="002E49A8"/>
    <w:rsid w:val="002E4DBA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6498"/>
    <w:rsid w:val="00316C43"/>
    <w:rsid w:val="00331E9C"/>
    <w:rsid w:val="00340271"/>
    <w:rsid w:val="00340912"/>
    <w:rsid w:val="003456A1"/>
    <w:rsid w:val="00353C1E"/>
    <w:rsid w:val="003628C1"/>
    <w:rsid w:val="00363699"/>
    <w:rsid w:val="003734EA"/>
    <w:rsid w:val="00387633"/>
    <w:rsid w:val="00390449"/>
    <w:rsid w:val="00394AE8"/>
    <w:rsid w:val="0039597E"/>
    <w:rsid w:val="003A0E6E"/>
    <w:rsid w:val="003A2D15"/>
    <w:rsid w:val="003A7EC6"/>
    <w:rsid w:val="003B197F"/>
    <w:rsid w:val="003B54B4"/>
    <w:rsid w:val="003B7EDB"/>
    <w:rsid w:val="003D76C1"/>
    <w:rsid w:val="003E1D49"/>
    <w:rsid w:val="003E2928"/>
    <w:rsid w:val="003E424D"/>
    <w:rsid w:val="003E5DA6"/>
    <w:rsid w:val="003E69F3"/>
    <w:rsid w:val="003E78E4"/>
    <w:rsid w:val="003F15D1"/>
    <w:rsid w:val="00401558"/>
    <w:rsid w:val="00403E16"/>
    <w:rsid w:val="00403FD2"/>
    <w:rsid w:val="004040AD"/>
    <w:rsid w:val="00404D18"/>
    <w:rsid w:val="004058A2"/>
    <w:rsid w:val="004061BD"/>
    <w:rsid w:val="0041590F"/>
    <w:rsid w:val="00416B38"/>
    <w:rsid w:val="00422428"/>
    <w:rsid w:val="004256ED"/>
    <w:rsid w:val="00427C43"/>
    <w:rsid w:val="004318ED"/>
    <w:rsid w:val="00434074"/>
    <w:rsid w:val="00437D68"/>
    <w:rsid w:val="00440D6D"/>
    <w:rsid w:val="00441FC0"/>
    <w:rsid w:val="00444C75"/>
    <w:rsid w:val="00445375"/>
    <w:rsid w:val="00447D74"/>
    <w:rsid w:val="00450280"/>
    <w:rsid w:val="00464D16"/>
    <w:rsid w:val="004651F4"/>
    <w:rsid w:val="00472BBC"/>
    <w:rsid w:val="00475F41"/>
    <w:rsid w:val="004804F4"/>
    <w:rsid w:val="00485BC9"/>
    <w:rsid w:val="004868FB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D1030"/>
    <w:rsid w:val="004D5CB1"/>
    <w:rsid w:val="004E55E2"/>
    <w:rsid w:val="004E5F14"/>
    <w:rsid w:val="004F3E0A"/>
    <w:rsid w:val="004F49CE"/>
    <w:rsid w:val="005014C0"/>
    <w:rsid w:val="005047F9"/>
    <w:rsid w:val="005059BE"/>
    <w:rsid w:val="00507983"/>
    <w:rsid w:val="00517928"/>
    <w:rsid w:val="00531ED1"/>
    <w:rsid w:val="00532F82"/>
    <w:rsid w:val="00537C68"/>
    <w:rsid w:val="00540757"/>
    <w:rsid w:val="00541F22"/>
    <w:rsid w:val="005421C7"/>
    <w:rsid w:val="005426DD"/>
    <w:rsid w:val="00553EC5"/>
    <w:rsid w:val="005543D4"/>
    <w:rsid w:val="00562461"/>
    <w:rsid w:val="0056258B"/>
    <w:rsid w:val="005652A6"/>
    <w:rsid w:val="00566D82"/>
    <w:rsid w:val="00570894"/>
    <w:rsid w:val="00577ADA"/>
    <w:rsid w:val="00584720"/>
    <w:rsid w:val="00591033"/>
    <w:rsid w:val="00591405"/>
    <w:rsid w:val="00596FE4"/>
    <w:rsid w:val="00597D56"/>
    <w:rsid w:val="005A111D"/>
    <w:rsid w:val="005A3B75"/>
    <w:rsid w:val="005A6F03"/>
    <w:rsid w:val="005B209E"/>
    <w:rsid w:val="005B2482"/>
    <w:rsid w:val="005B61EF"/>
    <w:rsid w:val="005B7130"/>
    <w:rsid w:val="005D22A5"/>
    <w:rsid w:val="005D3C1A"/>
    <w:rsid w:val="005D76CA"/>
    <w:rsid w:val="005E27C9"/>
    <w:rsid w:val="005E2866"/>
    <w:rsid w:val="005E354E"/>
    <w:rsid w:val="005E3E25"/>
    <w:rsid w:val="005E7AAB"/>
    <w:rsid w:val="005F32B5"/>
    <w:rsid w:val="0060202E"/>
    <w:rsid w:val="00605AEE"/>
    <w:rsid w:val="00610F11"/>
    <w:rsid w:val="00615724"/>
    <w:rsid w:val="00621A99"/>
    <w:rsid w:val="00626A48"/>
    <w:rsid w:val="00632745"/>
    <w:rsid w:val="0063339D"/>
    <w:rsid w:val="00635965"/>
    <w:rsid w:val="00652A0C"/>
    <w:rsid w:val="006603E4"/>
    <w:rsid w:val="00660C72"/>
    <w:rsid w:val="00662D65"/>
    <w:rsid w:val="00663228"/>
    <w:rsid w:val="00665394"/>
    <w:rsid w:val="00674D05"/>
    <w:rsid w:val="00681CDB"/>
    <w:rsid w:val="0068664B"/>
    <w:rsid w:val="00697517"/>
    <w:rsid w:val="006A47ED"/>
    <w:rsid w:val="006A7879"/>
    <w:rsid w:val="006B106B"/>
    <w:rsid w:val="006B537B"/>
    <w:rsid w:val="006B5A82"/>
    <w:rsid w:val="006C349E"/>
    <w:rsid w:val="006D06D8"/>
    <w:rsid w:val="006D1505"/>
    <w:rsid w:val="006D1553"/>
    <w:rsid w:val="006D297B"/>
    <w:rsid w:val="006D29BB"/>
    <w:rsid w:val="006D36BC"/>
    <w:rsid w:val="006D6D31"/>
    <w:rsid w:val="006E048E"/>
    <w:rsid w:val="006F174F"/>
    <w:rsid w:val="006F2D6F"/>
    <w:rsid w:val="006F30C4"/>
    <w:rsid w:val="006F72A9"/>
    <w:rsid w:val="00702F54"/>
    <w:rsid w:val="00707F66"/>
    <w:rsid w:val="007126A2"/>
    <w:rsid w:val="00713B87"/>
    <w:rsid w:val="00715A2A"/>
    <w:rsid w:val="00721F34"/>
    <w:rsid w:val="00724CC1"/>
    <w:rsid w:val="00727E62"/>
    <w:rsid w:val="00730B35"/>
    <w:rsid w:val="0073410B"/>
    <w:rsid w:val="00735BE8"/>
    <w:rsid w:val="00745878"/>
    <w:rsid w:val="007459CC"/>
    <w:rsid w:val="0075645B"/>
    <w:rsid w:val="007616B3"/>
    <w:rsid w:val="00761FE3"/>
    <w:rsid w:val="00762322"/>
    <w:rsid w:val="00762460"/>
    <w:rsid w:val="00766570"/>
    <w:rsid w:val="00770524"/>
    <w:rsid w:val="00771A2B"/>
    <w:rsid w:val="00786D27"/>
    <w:rsid w:val="00787D69"/>
    <w:rsid w:val="00790189"/>
    <w:rsid w:val="0079338F"/>
    <w:rsid w:val="00794CA1"/>
    <w:rsid w:val="00797AFC"/>
    <w:rsid w:val="007A7FF2"/>
    <w:rsid w:val="007B18AA"/>
    <w:rsid w:val="007B2CDD"/>
    <w:rsid w:val="007B5BD5"/>
    <w:rsid w:val="007C6509"/>
    <w:rsid w:val="007C7342"/>
    <w:rsid w:val="007C7C0C"/>
    <w:rsid w:val="007D6FEC"/>
    <w:rsid w:val="007E0454"/>
    <w:rsid w:val="007E756E"/>
    <w:rsid w:val="007F4DC0"/>
    <w:rsid w:val="007F54A9"/>
    <w:rsid w:val="007F7A85"/>
    <w:rsid w:val="007F7D28"/>
    <w:rsid w:val="00806C98"/>
    <w:rsid w:val="0081247A"/>
    <w:rsid w:val="00830D03"/>
    <w:rsid w:val="008312DA"/>
    <w:rsid w:val="00832F19"/>
    <w:rsid w:val="00835B24"/>
    <w:rsid w:val="0084318C"/>
    <w:rsid w:val="008451C4"/>
    <w:rsid w:val="0085107D"/>
    <w:rsid w:val="0085628E"/>
    <w:rsid w:val="008574D0"/>
    <w:rsid w:val="00857DEB"/>
    <w:rsid w:val="00863696"/>
    <w:rsid w:val="00864B31"/>
    <w:rsid w:val="0087221C"/>
    <w:rsid w:val="0087226E"/>
    <w:rsid w:val="00875173"/>
    <w:rsid w:val="00875373"/>
    <w:rsid w:val="00875BA9"/>
    <w:rsid w:val="008812E0"/>
    <w:rsid w:val="0088170B"/>
    <w:rsid w:val="0088369C"/>
    <w:rsid w:val="00883A16"/>
    <w:rsid w:val="00886819"/>
    <w:rsid w:val="00887731"/>
    <w:rsid w:val="00887E84"/>
    <w:rsid w:val="008A2BC9"/>
    <w:rsid w:val="008A3FD8"/>
    <w:rsid w:val="008A40F1"/>
    <w:rsid w:val="008A431F"/>
    <w:rsid w:val="008A6518"/>
    <w:rsid w:val="008B0114"/>
    <w:rsid w:val="008B3AF4"/>
    <w:rsid w:val="008B41D6"/>
    <w:rsid w:val="008B4AD2"/>
    <w:rsid w:val="008C1A8A"/>
    <w:rsid w:val="008C3059"/>
    <w:rsid w:val="008C339D"/>
    <w:rsid w:val="008D111E"/>
    <w:rsid w:val="008D7D62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70FE"/>
    <w:rsid w:val="009105C5"/>
    <w:rsid w:val="009116B4"/>
    <w:rsid w:val="00912064"/>
    <w:rsid w:val="0091358D"/>
    <w:rsid w:val="00916DF9"/>
    <w:rsid w:val="00921F18"/>
    <w:rsid w:val="009243A3"/>
    <w:rsid w:val="0092623D"/>
    <w:rsid w:val="00926626"/>
    <w:rsid w:val="00927F6F"/>
    <w:rsid w:val="00930A37"/>
    <w:rsid w:val="009343CF"/>
    <w:rsid w:val="009434BC"/>
    <w:rsid w:val="0094656E"/>
    <w:rsid w:val="00953576"/>
    <w:rsid w:val="00953CD0"/>
    <w:rsid w:val="00955E69"/>
    <w:rsid w:val="009666B5"/>
    <w:rsid w:val="0096712F"/>
    <w:rsid w:val="0097094A"/>
    <w:rsid w:val="009730A2"/>
    <w:rsid w:val="00976160"/>
    <w:rsid w:val="00990987"/>
    <w:rsid w:val="00991401"/>
    <w:rsid w:val="00993912"/>
    <w:rsid w:val="009A02A2"/>
    <w:rsid w:val="009A465F"/>
    <w:rsid w:val="009A5103"/>
    <w:rsid w:val="009A6775"/>
    <w:rsid w:val="009B290B"/>
    <w:rsid w:val="009B4785"/>
    <w:rsid w:val="009D0AAE"/>
    <w:rsid w:val="009E0916"/>
    <w:rsid w:val="009E513B"/>
    <w:rsid w:val="009E662E"/>
    <w:rsid w:val="009F10CA"/>
    <w:rsid w:val="009F35D1"/>
    <w:rsid w:val="009F67AA"/>
    <w:rsid w:val="009F71A2"/>
    <w:rsid w:val="00A04E1A"/>
    <w:rsid w:val="00A06EBE"/>
    <w:rsid w:val="00A10D4B"/>
    <w:rsid w:val="00A11EC1"/>
    <w:rsid w:val="00A16D52"/>
    <w:rsid w:val="00A23247"/>
    <w:rsid w:val="00A31783"/>
    <w:rsid w:val="00A40BFB"/>
    <w:rsid w:val="00A41044"/>
    <w:rsid w:val="00A47563"/>
    <w:rsid w:val="00A54281"/>
    <w:rsid w:val="00A5433F"/>
    <w:rsid w:val="00A6442A"/>
    <w:rsid w:val="00A82EC6"/>
    <w:rsid w:val="00A911E0"/>
    <w:rsid w:val="00A93323"/>
    <w:rsid w:val="00AA01CA"/>
    <w:rsid w:val="00AA6D15"/>
    <w:rsid w:val="00AB3A97"/>
    <w:rsid w:val="00AC1132"/>
    <w:rsid w:val="00AE0347"/>
    <w:rsid w:val="00AE4C78"/>
    <w:rsid w:val="00AE6B64"/>
    <w:rsid w:val="00AF22AC"/>
    <w:rsid w:val="00B055B3"/>
    <w:rsid w:val="00B05F59"/>
    <w:rsid w:val="00B232BD"/>
    <w:rsid w:val="00B307EB"/>
    <w:rsid w:val="00B3150E"/>
    <w:rsid w:val="00B35072"/>
    <w:rsid w:val="00B37ECE"/>
    <w:rsid w:val="00B4086B"/>
    <w:rsid w:val="00B4261F"/>
    <w:rsid w:val="00B47CE3"/>
    <w:rsid w:val="00B56F0B"/>
    <w:rsid w:val="00B56F22"/>
    <w:rsid w:val="00B62922"/>
    <w:rsid w:val="00B657B6"/>
    <w:rsid w:val="00B701A9"/>
    <w:rsid w:val="00B75F08"/>
    <w:rsid w:val="00B81C80"/>
    <w:rsid w:val="00B82DF3"/>
    <w:rsid w:val="00B839B9"/>
    <w:rsid w:val="00B86CBF"/>
    <w:rsid w:val="00B86D2B"/>
    <w:rsid w:val="00B87C88"/>
    <w:rsid w:val="00B87EF9"/>
    <w:rsid w:val="00B9380E"/>
    <w:rsid w:val="00BA0FAB"/>
    <w:rsid w:val="00BB5E19"/>
    <w:rsid w:val="00BB6862"/>
    <w:rsid w:val="00BC01A3"/>
    <w:rsid w:val="00BC077C"/>
    <w:rsid w:val="00BC386C"/>
    <w:rsid w:val="00BD3888"/>
    <w:rsid w:val="00BE40AA"/>
    <w:rsid w:val="00BE475E"/>
    <w:rsid w:val="00BE6AFA"/>
    <w:rsid w:val="00BF3FF9"/>
    <w:rsid w:val="00C043CD"/>
    <w:rsid w:val="00C05AA0"/>
    <w:rsid w:val="00C1131D"/>
    <w:rsid w:val="00C22F08"/>
    <w:rsid w:val="00C278F3"/>
    <w:rsid w:val="00C30EF7"/>
    <w:rsid w:val="00C3168B"/>
    <w:rsid w:val="00C378A7"/>
    <w:rsid w:val="00C42BAB"/>
    <w:rsid w:val="00C473A1"/>
    <w:rsid w:val="00C64321"/>
    <w:rsid w:val="00C665D2"/>
    <w:rsid w:val="00C66A61"/>
    <w:rsid w:val="00C751FE"/>
    <w:rsid w:val="00C90C42"/>
    <w:rsid w:val="00C9420A"/>
    <w:rsid w:val="00C95F3E"/>
    <w:rsid w:val="00C96D38"/>
    <w:rsid w:val="00CA68CF"/>
    <w:rsid w:val="00CB4E25"/>
    <w:rsid w:val="00CC031F"/>
    <w:rsid w:val="00CC0C47"/>
    <w:rsid w:val="00CC561F"/>
    <w:rsid w:val="00CC6769"/>
    <w:rsid w:val="00CD0D8B"/>
    <w:rsid w:val="00CD2374"/>
    <w:rsid w:val="00CE18BC"/>
    <w:rsid w:val="00CE4727"/>
    <w:rsid w:val="00CF16A7"/>
    <w:rsid w:val="00CF423F"/>
    <w:rsid w:val="00D01D99"/>
    <w:rsid w:val="00D0380E"/>
    <w:rsid w:val="00D05CD6"/>
    <w:rsid w:val="00D07FF7"/>
    <w:rsid w:val="00D11B81"/>
    <w:rsid w:val="00D15E9F"/>
    <w:rsid w:val="00D35BEE"/>
    <w:rsid w:val="00D36572"/>
    <w:rsid w:val="00D37026"/>
    <w:rsid w:val="00D439CF"/>
    <w:rsid w:val="00D50C0A"/>
    <w:rsid w:val="00D50FE0"/>
    <w:rsid w:val="00D5471C"/>
    <w:rsid w:val="00D5535C"/>
    <w:rsid w:val="00D606D0"/>
    <w:rsid w:val="00D620EA"/>
    <w:rsid w:val="00D7535B"/>
    <w:rsid w:val="00D76451"/>
    <w:rsid w:val="00D96963"/>
    <w:rsid w:val="00D96C69"/>
    <w:rsid w:val="00DA31F7"/>
    <w:rsid w:val="00DA3F52"/>
    <w:rsid w:val="00DA4E81"/>
    <w:rsid w:val="00DA6642"/>
    <w:rsid w:val="00DB04F8"/>
    <w:rsid w:val="00DB1CB2"/>
    <w:rsid w:val="00DB25DA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38B2"/>
    <w:rsid w:val="00E00388"/>
    <w:rsid w:val="00E01ACB"/>
    <w:rsid w:val="00E021EB"/>
    <w:rsid w:val="00E02576"/>
    <w:rsid w:val="00E03C69"/>
    <w:rsid w:val="00E06D50"/>
    <w:rsid w:val="00E10F47"/>
    <w:rsid w:val="00E16150"/>
    <w:rsid w:val="00E24997"/>
    <w:rsid w:val="00E2727D"/>
    <w:rsid w:val="00E3021C"/>
    <w:rsid w:val="00E306FC"/>
    <w:rsid w:val="00E3094F"/>
    <w:rsid w:val="00E30C3A"/>
    <w:rsid w:val="00E35993"/>
    <w:rsid w:val="00E41C2C"/>
    <w:rsid w:val="00E42EFD"/>
    <w:rsid w:val="00E44776"/>
    <w:rsid w:val="00E50F9D"/>
    <w:rsid w:val="00E51293"/>
    <w:rsid w:val="00E56F49"/>
    <w:rsid w:val="00E70B31"/>
    <w:rsid w:val="00E75571"/>
    <w:rsid w:val="00E8204B"/>
    <w:rsid w:val="00E828CE"/>
    <w:rsid w:val="00E82B18"/>
    <w:rsid w:val="00E87C28"/>
    <w:rsid w:val="00E87F56"/>
    <w:rsid w:val="00E924FF"/>
    <w:rsid w:val="00EC2441"/>
    <w:rsid w:val="00ED189F"/>
    <w:rsid w:val="00ED39B9"/>
    <w:rsid w:val="00ED6A32"/>
    <w:rsid w:val="00EE0BE8"/>
    <w:rsid w:val="00EE2C64"/>
    <w:rsid w:val="00EE6EFF"/>
    <w:rsid w:val="00EF7F63"/>
    <w:rsid w:val="00F03872"/>
    <w:rsid w:val="00F03B17"/>
    <w:rsid w:val="00F10D23"/>
    <w:rsid w:val="00F202D0"/>
    <w:rsid w:val="00F210A7"/>
    <w:rsid w:val="00F26B05"/>
    <w:rsid w:val="00F27581"/>
    <w:rsid w:val="00F30B49"/>
    <w:rsid w:val="00F32B53"/>
    <w:rsid w:val="00F33BDD"/>
    <w:rsid w:val="00F43618"/>
    <w:rsid w:val="00F5115C"/>
    <w:rsid w:val="00F549AA"/>
    <w:rsid w:val="00F55599"/>
    <w:rsid w:val="00F5602E"/>
    <w:rsid w:val="00F6400E"/>
    <w:rsid w:val="00F65E27"/>
    <w:rsid w:val="00F66CD0"/>
    <w:rsid w:val="00F70B02"/>
    <w:rsid w:val="00F74D7F"/>
    <w:rsid w:val="00F77BC5"/>
    <w:rsid w:val="00F81EF1"/>
    <w:rsid w:val="00F96E3F"/>
    <w:rsid w:val="00F97687"/>
    <w:rsid w:val="00FA1A4F"/>
    <w:rsid w:val="00FA43BB"/>
    <w:rsid w:val="00FA5A75"/>
    <w:rsid w:val="00FA6495"/>
    <w:rsid w:val="00FB3C6F"/>
    <w:rsid w:val="00FB3E03"/>
    <w:rsid w:val="00FB4D1F"/>
    <w:rsid w:val="00FB71C4"/>
    <w:rsid w:val="00FB755F"/>
    <w:rsid w:val="00FB7CA8"/>
    <w:rsid w:val="00FC394E"/>
    <w:rsid w:val="00FD501B"/>
    <w:rsid w:val="00FD70F3"/>
    <w:rsid w:val="00FD718F"/>
    <w:rsid w:val="00FE0097"/>
    <w:rsid w:val="00FE082F"/>
    <w:rsid w:val="00FE3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1D52AF"/>
    <w:rPr>
      <w:rFonts w:cs="Times New Roman"/>
    </w:rPr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basedOn w:val="DefaultParagraphFont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4969A2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FB71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FB71C4"/>
    <w:rPr>
      <w:rFonts w:cs="Times New Roman"/>
    </w:rPr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60202E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0202E"/>
    <w:rPr>
      <w:rFonts w:ascii="Calibri" w:hAnsi="Calibri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73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</Pages>
  <Words>1031</Words>
  <Characters>589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4</cp:revision>
  <cp:lastPrinted>2017-02-14T06:27:00Z</cp:lastPrinted>
  <dcterms:created xsi:type="dcterms:W3CDTF">2019-02-12T14:12:00Z</dcterms:created>
  <dcterms:modified xsi:type="dcterms:W3CDTF">2019-02-12T14:12:00Z</dcterms:modified>
</cp:coreProperties>
</file>