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BF9" w:rsidRPr="00A61CF0" w:rsidRDefault="002D5BF9" w:rsidP="00626DD2">
      <w:pPr>
        <w:jc w:val="center"/>
        <w:rPr>
          <w:lang w:val="uk-UA"/>
        </w:rPr>
      </w:pPr>
      <w:r w:rsidRPr="00BE2C5B">
        <w:rPr>
          <w:noProof/>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51.6pt;height:64.8pt;visibility:visible">
            <v:imagedata r:id="rId7" o:title=""/>
          </v:shape>
        </w:pict>
      </w:r>
      <w:r w:rsidRPr="00A61CF0">
        <w:rPr>
          <w:lang w:val="uk-UA"/>
        </w:rPr>
        <w:t xml:space="preserve">     </w:t>
      </w:r>
      <w:r w:rsidRPr="00A61CF0">
        <w:rPr>
          <w:lang w:val="uk-UA"/>
        </w:rPr>
        <w:tab/>
        <w:t xml:space="preserve">                                                                                                                                </w:t>
      </w:r>
    </w:p>
    <w:p w:rsidR="002D5BF9" w:rsidRPr="00F4054E" w:rsidRDefault="002D5BF9" w:rsidP="000F53C2">
      <w:pPr>
        <w:pStyle w:val="Title"/>
        <w:outlineLvl w:val="0"/>
        <w:rPr>
          <w:b w:val="0"/>
          <w:sz w:val="32"/>
        </w:rPr>
      </w:pPr>
      <w:r w:rsidRPr="00F4054E">
        <w:rPr>
          <w:sz w:val="32"/>
        </w:rPr>
        <w:t>Знам’янськ</w:t>
      </w:r>
      <w:r w:rsidRPr="00F4054E">
        <w:rPr>
          <w:sz w:val="32"/>
          <w:lang w:val="ru-RU"/>
        </w:rPr>
        <w:t>а</w:t>
      </w:r>
      <w:r w:rsidRPr="00F4054E">
        <w:rPr>
          <w:sz w:val="32"/>
        </w:rPr>
        <w:t xml:space="preserve"> міськ</w:t>
      </w:r>
      <w:r w:rsidRPr="00F4054E">
        <w:rPr>
          <w:sz w:val="32"/>
          <w:lang w:val="ru-RU"/>
        </w:rPr>
        <w:t>а</w:t>
      </w:r>
      <w:r w:rsidRPr="00F4054E">
        <w:rPr>
          <w:sz w:val="32"/>
        </w:rPr>
        <w:t xml:space="preserve"> рад</w:t>
      </w:r>
      <w:r w:rsidRPr="00F4054E">
        <w:rPr>
          <w:sz w:val="32"/>
          <w:lang w:val="ru-RU"/>
        </w:rPr>
        <w:t>а</w:t>
      </w:r>
    </w:p>
    <w:p w:rsidR="002D5BF9" w:rsidRPr="0084390A" w:rsidRDefault="002D5BF9" w:rsidP="000F53C2">
      <w:pPr>
        <w:pStyle w:val="Title"/>
        <w:outlineLvl w:val="0"/>
        <w:rPr>
          <w:sz w:val="32"/>
          <w:lang w:val="ru-RU"/>
        </w:rPr>
      </w:pPr>
      <w:r w:rsidRPr="00F4054E">
        <w:rPr>
          <w:sz w:val="32"/>
        </w:rPr>
        <w:t>Кропивницького району Кіровоградської області</w:t>
      </w:r>
    </w:p>
    <w:p w:rsidR="002D5BF9" w:rsidRPr="0084390A" w:rsidRDefault="002D5BF9" w:rsidP="00626DD2">
      <w:pPr>
        <w:pStyle w:val="Title"/>
        <w:rPr>
          <w:sz w:val="32"/>
          <w:lang w:val="ru-RU"/>
        </w:rPr>
      </w:pPr>
    </w:p>
    <w:p w:rsidR="002D5BF9" w:rsidRPr="00F4054E" w:rsidRDefault="002D5BF9" w:rsidP="000F53C2">
      <w:pPr>
        <w:pStyle w:val="NoSpacing"/>
        <w:jc w:val="center"/>
        <w:outlineLvl w:val="0"/>
        <w:rPr>
          <w:b/>
          <w:sz w:val="36"/>
          <w:szCs w:val="36"/>
        </w:rPr>
      </w:pPr>
      <w:r w:rsidRPr="00F4054E">
        <w:rPr>
          <w:b/>
          <w:sz w:val="36"/>
          <w:szCs w:val="36"/>
        </w:rPr>
        <w:t>Протокол</w:t>
      </w:r>
    </w:p>
    <w:p w:rsidR="002D5BF9" w:rsidRPr="00554B2E" w:rsidRDefault="002D5BF9" w:rsidP="000F53C2">
      <w:pPr>
        <w:pStyle w:val="NoSpacing"/>
        <w:jc w:val="center"/>
        <w:outlineLvl w:val="0"/>
        <w:rPr>
          <w:b/>
          <w:bCs/>
          <w:sz w:val="32"/>
          <w:szCs w:val="32"/>
        </w:rPr>
      </w:pPr>
      <w:r w:rsidRPr="00D25BCF">
        <w:rPr>
          <w:b/>
          <w:bCs/>
          <w:sz w:val="32"/>
          <w:szCs w:val="32"/>
        </w:rPr>
        <w:t>в</w:t>
      </w:r>
      <w:r>
        <w:rPr>
          <w:b/>
          <w:bCs/>
          <w:sz w:val="32"/>
          <w:szCs w:val="32"/>
        </w:rPr>
        <w:t>ісімнадцятої</w:t>
      </w:r>
      <w:r w:rsidRPr="00554B2E">
        <w:rPr>
          <w:b/>
          <w:bCs/>
          <w:sz w:val="32"/>
          <w:szCs w:val="32"/>
        </w:rPr>
        <w:t xml:space="preserve"> сесії  </w:t>
      </w:r>
      <w:r w:rsidRPr="00554B2E">
        <w:rPr>
          <w:b/>
          <w:bCs/>
          <w:sz w:val="32"/>
          <w:szCs w:val="32"/>
          <w:lang w:val="en-US"/>
        </w:rPr>
        <w:t>VIII</w:t>
      </w:r>
      <w:r w:rsidRPr="00554B2E">
        <w:rPr>
          <w:b/>
          <w:bCs/>
          <w:sz w:val="32"/>
          <w:szCs w:val="32"/>
        </w:rPr>
        <w:t xml:space="preserve"> скликання</w:t>
      </w:r>
    </w:p>
    <w:p w:rsidR="002D5BF9" w:rsidRPr="00554B2E" w:rsidRDefault="002D5BF9" w:rsidP="000F53C2">
      <w:pPr>
        <w:pStyle w:val="NoSpacing"/>
        <w:jc w:val="center"/>
        <w:outlineLvl w:val="0"/>
        <w:rPr>
          <w:b/>
          <w:bCs/>
          <w:sz w:val="32"/>
          <w:szCs w:val="32"/>
        </w:rPr>
      </w:pPr>
      <w:r>
        <w:rPr>
          <w:b/>
          <w:bCs/>
          <w:sz w:val="32"/>
          <w:szCs w:val="32"/>
        </w:rPr>
        <w:t>22 жовтня</w:t>
      </w:r>
      <w:r w:rsidRPr="00554B2E">
        <w:rPr>
          <w:b/>
          <w:bCs/>
          <w:sz w:val="32"/>
          <w:szCs w:val="32"/>
        </w:rPr>
        <w:t xml:space="preserve">  2021 року</w:t>
      </w:r>
    </w:p>
    <w:p w:rsidR="002D5BF9" w:rsidRPr="00F4054E" w:rsidRDefault="002D5BF9" w:rsidP="00626DD2">
      <w:pPr>
        <w:pStyle w:val="NoSpacing"/>
        <w:jc w:val="center"/>
        <w:rPr>
          <w:rFonts w:ascii="Century" w:hAnsi="Century" w:cs="Arial"/>
          <w:b/>
          <w:bCs/>
          <w:sz w:val="28"/>
          <w:szCs w:val="28"/>
        </w:rPr>
      </w:pPr>
    </w:p>
    <w:p w:rsidR="002D5BF9" w:rsidRDefault="002D5BF9" w:rsidP="00626DD2">
      <w:pPr>
        <w:pStyle w:val="NoSpacing"/>
        <w:ind w:left="5687" w:firstLine="685"/>
      </w:pPr>
      <w:r w:rsidRPr="00717CA4">
        <w:t xml:space="preserve">Початок – </w:t>
      </w:r>
      <w:r>
        <w:t xml:space="preserve">  10 год. 10 хв.</w:t>
      </w:r>
    </w:p>
    <w:p w:rsidR="002D5BF9" w:rsidRDefault="002D5BF9" w:rsidP="000F53C2">
      <w:pPr>
        <w:pStyle w:val="NoSpacing"/>
        <w:jc w:val="center"/>
        <w:outlineLvl w:val="0"/>
      </w:pPr>
      <w:r>
        <w:t xml:space="preserve">                                                                                                 Закінчення –  13 год.50 хв.</w:t>
      </w:r>
    </w:p>
    <w:p w:rsidR="002D5BF9" w:rsidRDefault="002D5BF9" w:rsidP="00626DD2">
      <w:pPr>
        <w:pStyle w:val="NoSpacing"/>
        <w:ind w:left="6372"/>
        <w:jc w:val="left"/>
      </w:pPr>
      <w:r>
        <w:t>Місце проведення: зал засідань міської ради (м. Знам’янка, вул. Михайла Грушевського,19, другий поверх)</w:t>
      </w:r>
    </w:p>
    <w:p w:rsidR="002D5BF9" w:rsidRDefault="002D5BF9" w:rsidP="00626DD2">
      <w:pPr>
        <w:pStyle w:val="NoSpacing"/>
      </w:pPr>
      <w:r w:rsidRPr="004C6207">
        <w:t>Всього обрано депутатів –</w:t>
      </w:r>
      <w:r>
        <w:t xml:space="preserve"> 26</w:t>
      </w:r>
    </w:p>
    <w:p w:rsidR="002D5BF9" w:rsidRDefault="002D5BF9" w:rsidP="00626DD2">
      <w:pPr>
        <w:pStyle w:val="NoSpacing"/>
      </w:pPr>
      <w:r>
        <w:t>Присутні:  21  депутат (список додається)</w:t>
      </w:r>
    </w:p>
    <w:p w:rsidR="002D5BF9" w:rsidRPr="00922EC1" w:rsidRDefault="002D5BF9" w:rsidP="00626DD2">
      <w:pPr>
        <w:pStyle w:val="NoSpacing"/>
      </w:pPr>
      <w:r w:rsidRPr="00922EC1">
        <w:t>Присутні запрошені:</w:t>
      </w:r>
      <w:r>
        <w:t xml:space="preserve">  21</w:t>
      </w:r>
      <w:r w:rsidRPr="00D25BCF">
        <w:t xml:space="preserve"> ос</w:t>
      </w:r>
      <w:r>
        <w:t>о</w:t>
      </w:r>
      <w:r w:rsidRPr="00D25BCF">
        <w:t>б</w:t>
      </w:r>
      <w:r>
        <w:t>а</w:t>
      </w:r>
      <w:r w:rsidRPr="00D25BCF">
        <w:t xml:space="preserve"> (список додається)</w:t>
      </w:r>
    </w:p>
    <w:p w:rsidR="002D5BF9" w:rsidRDefault="002D5BF9" w:rsidP="000F53C2">
      <w:pPr>
        <w:pStyle w:val="NoSpacing"/>
        <w:outlineLvl w:val="0"/>
      </w:pPr>
      <w:r>
        <w:rPr>
          <w:b/>
        </w:rPr>
        <w:t>Головував</w:t>
      </w:r>
      <w:r w:rsidRPr="00DA5561">
        <w:rPr>
          <w:b/>
        </w:rPr>
        <w:t>:</w:t>
      </w:r>
      <w:r w:rsidRPr="00EF27CF">
        <w:t xml:space="preserve"> </w:t>
      </w:r>
      <w:r w:rsidRPr="00EF27CF">
        <w:tab/>
      </w:r>
      <w:r w:rsidRPr="00EF27CF">
        <w:tab/>
      </w:r>
      <w:r w:rsidRPr="00EF27CF">
        <w:tab/>
      </w:r>
    </w:p>
    <w:p w:rsidR="002D5BF9" w:rsidRPr="00EF27CF" w:rsidRDefault="002D5BF9" w:rsidP="00626DD2">
      <w:pPr>
        <w:pStyle w:val="NoSpacing"/>
      </w:pPr>
      <w:r>
        <w:rPr>
          <w:b/>
        </w:rPr>
        <w:t>СОКИРКО Володимир</w:t>
      </w:r>
      <w:r>
        <w:t xml:space="preserve"> </w:t>
      </w:r>
      <w:r>
        <w:tab/>
        <w:t>-   Знам’янський  міський голова</w:t>
      </w:r>
    </w:p>
    <w:p w:rsidR="002D5BF9" w:rsidRDefault="002D5BF9" w:rsidP="000F53C2">
      <w:pPr>
        <w:pStyle w:val="NoSpacing"/>
        <w:outlineLvl w:val="0"/>
      </w:pPr>
      <w:r>
        <w:rPr>
          <w:b/>
        </w:rPr>
        <w:t>Вела</w:t>
      </w:r>
      <w:r w:rsidRPr="00DA5561">
        <w:rPr>
          <w:b/>
        </w:rPr>
        <w:t xml:space="preserve"> протокол:</w:t>
      </w:r>
      <w:r w:rsidRPr="00EF27CF">
        <w:tab/>
      </w:r>
    </w:p>
    <w:p w:rsidR="002D5BF9" w:rsidRDefault="002D5BF9" w:rsidP="00F35211">
      <w:pPr>
        <w:pStyle w:val="NoSpacing"/>
        <w:ind w:left="2828" w:hanging="2805"/>
      </w:pPr>
      <w:r>
        <w:rPr>
          <w:b/>
        </w:rPr>
        <w:t>БІЛІЧЕНКО Наталія</w:t>
      </w:r>
      <w:r>
        <w:tab/>
        <w:t>- начальник відділу забезпечення діяльності міської ради</w:t>
      </w:r>
    </w:p>
    <w:p w:rsidR="002D5BF9" w:rsidRDefault="002D5BF9" w:rsidP="00F35211">
      <w:pPr>
        <w:pStyle w:val="NoSpacing"/>
        <w:ind w:left="2828" w:hanging="2805"/>
        <w:rPr>
          <w:rFonts w:ascii="Arial" w:hAnsi="Arial" w:cs="Arial"/>
          <w:color w:val="000000"/>
          <w:sz w:val="21"/>
          <w:szCs w:val="21"/>
        </w:rPr>
      </w:pPr>
      <w:r>
        <w:rPr>
          <w:rFonts w:ascii="Arial" w:hAnsi="Arial" w:cs="Arial"/>
          <w:color w:val="000000"/>
          <w:sz w:val="21"/>
          <w:szCs w:val="21"/>
        </w:rPr>
        <w:t> </w:t>
      </w:r>
    </w:p>
    <w:p w:rsidR="002D5BF9" w:rsidRPr="00626DD2" w:rsidRDefault="002D5BF9" w:rsidP="00626DD2">
      <w:pPr>
        <w:pStyle w:val="NormalWeb"/>
        <w:shd w:val="clear" w:color="auto" w:fill="FFFFFF"/>
        <w:spacing w:before="0" w:beforeAutospacing="0" w:after="0" w:afterAutospacing="0"/>
        <w:ind w:firstLine="708"/>
        <w:jc w:val="both"/>
        <w:rPr>
          <w:color w:val="000000"/>
          <w:bdr w:val="none" w:sz="0" w:space="0" w:color="auto" w:frame="1"/>
          <w:lang w:val="uk-UA"/>
        </w:rPr>
      </w:pPr>
      <w:r w:rsidRPr="00626DD2">
        <w:rPr>
          <w:color w:val="000000"/>
          <w:shd w:val="clear" w:color="auto" w:fill="FFFFFF"/>
          <w:lang w:val="uk-UA"/>
        </w:rPr>
        <w:t xml:space="preserve">До початку пленарного засідання, під головуванням голови постійної комісії з питань </w:t>
      </w:r>
      <w:r>
        <w:rPr>
          <w:color w:val="000000"/>
          <w:shd w:val="clear" w:color="auto" w:fill="FFFFFF"/>
          <w:lang w:val="uk-UA"/>
        </w:rPr>
        <w:t xml:space="preserve">бюджету, економічного розвитку, споживчого ринку та підприємництва Нелі ДАНАСІЄНКО відбулося спільне засідання постійних комісій </w:t>
      </w:r>
      <w:r w:rsidRPr="00626DD2">
        <w:rPr>
          <w:color w:val="000000"/>
          <w:shd w:val="clear" w:color="auto" w:fill="FFFFFF"/>
          <w:lang w:val="uk-UA"/>
        </w:rPr>
        <w:t xml:space="preserve">під час якого, відповідно до вимог Регламенту Знам’янської міської ради Кропивницького району Кіровоградської області </w:t>
      </w:r>
      <w:r w:rsidRPr="00626DD2">
        <w:rPr>
          <w:color w:val="000000"/>
          <w:shd w:val="clear" w:color="auto" w:fill="FFFFFF"/>
        </w:rPr>
        <w:t>VIII</w:t>
      </w:r>
      <w:r w:rsidRPr="00626DD2">
        <w:rPr>
          <w:color w:val="000000"/>
          <w:shd w:val="clear" w:color="auto" w:fill="FFFFFF"/>
          <w:lang w:val="uk-UA"/>
        </w:rPr>
        <w:t xml:space="preserve"> скликання, було розглянуто зміни та доповнення до проєктів рішень, що надійшли </w:t>
      </w:r>
      <w:r>
        <w:rPr>
          <w:color w:val="000000"/>
          <w:shd w:val="clear" w:color="auto" w:fill="FFFFFF"/>
          <w:lang w:val="uk-UA"/>
        </w:rPr>
        <w:t xml:space="preserve">у ході та </w:t>
      </w:r>
      <w:r w:rsidRPr="00626DD2">
        <w:rPr>
          <w:color w:val="000000"/>
          <w:shd w:val="clear" w:color="auto" w:fill="FFFFFF"/>
          <w:lang w:val="uk-UA"/>
        </w:rPr>
        <w:t>після засідання постійних комісій з розгляду питань чергової сесії.</w:t>
      </w:r>
    </w:p>
    <w:p w:rsidR="002D5BF9" w:rsidRDefault="002D5BF9" w:rsidP="00626DD2">
      <w:pPr>
        <w:pStyle w:val="NormalWeb"/>
        <w:shd w:val="clear" w:color="auto" w:fill="FFFFFF"/>
        <w:spacing w:before="0" w:beforeAutospacing="0" w:after="0" w:afterAutospacing="0"/>
        <w:ind w:firstLine="708"/>
        <w:jc w:val="both"/>
        <w:rPr>
          <w:lang w:val="uk-UA"/>
        </w:rPr>
      </w:pPr>
      <w:r w:rsidRPr="0006358D">
        <w:rPr>
          <w:color w:val="000000"/>
          <w:szCs w:val="18"/>
          <w:bdr w:val="none" w:sz="0" w:space="0" w:color="auto" w:frame="1"/>
          <w:lang w:val="uk-UA"/>
        </w:rPr>
        <w:t>На початку пленарного засідання</w:t>
      </w:r>
      <w:r>
        <w:rPr>
          <w:color w:val="000000"/>
          <w:szCs w:val="18"/>
          <w:bdr w:val="none" w:sz="0" w:space="0" w:color="auto" w:frame="1"/>
          <w:lang w:val="uk-UA"/>
        </w:rPr>
        <w:t xml:space="preserve"> вісімнадцятої </w:t>
      </w:r>
      <w:r>
        <w:rPr>
          <w:lang w:val="uk-UA"/>
        </w:rPr>
        <w:t xml:space="preserve">сесії Знам’янської міської ради </w:t>
      </w:r>
      <w:r w:rsidRPr="000437AD">
        <w:rPr>
          <w:lang w:val="uk-UA"/>
        </w:rPr>
        <w:t xml:space="preserve">присутні </w:t>
      </w:r>
      <w:r w:rsidRPr="00B4715F">
        <w:rPr>
          <w:lang w:val="uk-UA"/>
        </w:rPr>
        <w:t xml:space="preserve">вшанували хвилиною мовчання  </w:t>
      </w:r>
      <w:r>
        <w:rPr>
          <w:lang w:val="uk-UA"/>
        </w:rPr>
        <w:t>загиблих знам’янчан на Сході України.</w:t>
      </w:r>
    </w:p>
    <w:p w:rsidR="002D5BF9" w:rsidRPr="00926C93" w:rsidRDefault="002D5BF9" w:rsidP="00926C93">
      <w:pPr>
        <w:pStyle w:val="NormalWeb"/>
        <w:shd w:val="clear" w:color="auto" w:fill="FFFFFF"/>
        <w:spacing w:before="0" w:beforeAutospacing="0" w:after="0" w:afterAutospacing="0"/>
        <w:ind w:firstLine="708"/>
        <w:jc w:val="both"/>
        <w:rPr>
          <w:color w:val="000000"/>
          <w:lang w:val="uk-UA"/>
        </w:rPr>
      </w:pPr>
      <w:r w:rsidRPr="00926C93">
        <w:t xml:space="preserve">Міський голова зазначив, що  </w:t>
      </w:r>
      <w:r>
        <w:t>в</w:t>
      </w:r>
      <w:r w:rsidRPr="00926C93">
        <w:t xml:space="preserve">ідповідно </w:t>
      </w:r>
      <w:r>
        <w:t>до розпорядження міського голови від 07.10.2021 р. №47 скликано 18 сесію Знам’янської міської ради Кропивницького району Кіровоградської області 8 скликання.</w:t>
      </w:r>
      <w:r>
        <w:rPr>
          <w:lang w:val="uk-UA"/>
        </w:rPr>
        <w:t xml:space="preserve"> </w:t>
      </w:r>
      <w:r>
        <w:t>Н</w:t>
      </w:r>
      <w:r w:rsidRPr="00B84EAE">
        <w:t xml:space="preserve">а пленарному засіданні </w:t>
      </w:r>
      <w:r>
        <w:t xml:space="preserve">вісімнадцятої сесії </w:t>
      </w:r>
      <w:r w:rsidRPr="00B84EAE">
        <w:t xml:space="preserve"> міської ради присутні 2</w:t>
      </w:r>
      <w:r>
        <w:t>1</w:t>
      </w:r>
      <w:r w:rsidRPr="00B84EAE">
        <w:t xml:space="preserve"> депутат, що дає сесії право бути правомочною, відсутні </w:t>
      </w:r>
      <w:r>
        <w:t>5</w:t>
      </w:r>
      <w:r w:rsidRPr="00B84EAE">
        <w:t xml:space="preserve"> депутатів,  які зазначили причину відсутності </w:t>
      </w:r>
      <w:r>
        <w:t>у</w:t>
      </w:r>
      <w:r w:rsidRPr="00B84EAE">
        <w:t xml:space="preserve"> телефонному режимі (список додається). </w:t>
      </w:r>
    </w:p>
    <w:p w:rsidR="002D5BF9" w:rsidRPr="00E74EDE" w:rsidRDefault="002D5BF9" w:rsidP="00626DD2">
      <w:pPr>
        <w:pStyle w:val="NoSpacing"/>
        <w:ind w:firstLine="708"/>
      </w:pPr>
      <w:r w:rsidRPr="00C97EDE">
        <w:rPr>
          <w:shd w:val="clear" w:color="auto" w:fill="FFFFFF"/>
        </w:rPr>
        <w:t xml:space="preserve">У роботі </w:t>
      </w:r>
      <w:r>
        <w:rPr>
          <w:shd w:val="clear" w:color="auto" w:fill="FFFFFF"/>
        </w:rPr>
        <w:t xml:space="preserve">вісімнадцятої </w:t>
      </w:r>
      <w:r w:rsidRPr="00C97EDE">
        <w:rPr>
          <w:shd w:val="clear" w:color="auto" w:fill="FFFFFF"/>
        </w:rPr>
        <w:t xml:space="preserve">сесії </w:t>
      </w:r>
      <w:r>
        <w:rPr>
          <w:shd w:val="clear" w:color="auto" w:fill="FFFFFF"/>
        </w:rPr>
        <w:t>Знам’янської міської ради беруть</w:t>
      </w:r>
      <w:r w:rsidRPr="00C97EDE">
        <w:rPr>
          <w:shd w:val="clear" w:color="auto" w:fill="FFFFFF"/>
        </w:rPr>
        <w:t xml:space="preserve"> участь</w:t>
      </w:r>
      <w:r w:rsidRPr="003008C4">
        <w:rPr>
          <w:shd w:val="clear" w:color="auto" w:fill="FFFFFF"/>
        </w:rPr>
        <w:t>:</w:t>
      </w:r>
      <w:r w:rsidRPr="003008C4">
        <w:t xml:space="preserve"> </w:t>
      </w:r>
      <w:r w:rsidRPr="00802115">
        <w:rPr>
          <w:color w:val="000000"/>
          <w:shd w:val="clear" w:color="auto" w:fill="FFFFFF"/>
        </w:rPr>
        <w:t>заступники міського голови з питань діяльності виконавчих органів, начальники відділів та управлінь апарату  Знам’янської міської  ради  та  її виконавчого комітету, виконавчих  </w:t>
      </w:r>
      <w:r>
        <w:rPr>
          <w:color w:val="000000"/>
          <w:shd w:val="clear" w:color="auto" w:fill="FFFFFF"/>
        </w:rPr>
        <w:t xml:space="preserve">органів міської ради </w:t>
      </w:r>
      <w:r w:rsidRPr="00802115">
        <w:rPr>
          <w:shd w:val="clear" w:color="auto" w:fill="FFFFFF"/>
        </w:rPr>
        <w:t>(</w:t>
      </w:r>
      <w:r w:rsidRPr="00E74EDE">
        <w:rPr>
          <w:shd w:val="clear" w:color="auto" w:fill="FFFFFF"/>
        </w:rPr>
        <w:t>список додається).</w:t>
      </w:r>
    </w:p>
    <w:p w:rsidR="002D5BF9" w:rsidRPr="00B84EAE" w:rsidRDefault="002D5BF9" w:rsidP="00626DD2">
      <w:pPr>
        <w:autoSpaceDE w:val="0"/>
        <w:autoSpaceDN w:val="0"/>
        <w:adjustRightInd w:val="0"/>
        <w:ind w:firstLine="708"/>
        <w:jc w:val="both"/>
        <w:rPr>
          <w:rFonts w:ascii="Times New Roman" w:hAnsi="Times New Roman" w:cs="Times New Roman"/>
          <w:sz w:val="24"/>
          <w:szCs w:val="24"/>
          <w:lang w:val="uk-UA"/>
        </w:rPr>
      </w:pPr>
      <w:r w:rsidRPr="00B84EAE">
        <w:rPr>
          <w:rFonts w:ascii="Times New Roman" w:hAnsi="Times New Roman" w:cs="Times New Roman"/>
          <w:sz w:val="24"/>
          <w:szCs w:val="24"/>
          <w:lang w:val="uk-UA"/>
        </w:rPr>
        <w:t xml:space="preserve">Міський голова оголосив </w:t>
      </w:r>
      <w:r>
        <w:rPr>
          <w:rFonts w:ascii="Times New Roman" w:hAnsi="Times New Roman" w:cs="Times New Roman"/>
          <w:sz w:val="24"/>
          <w:szCs w:val="24"/>
          <w:lang w:val="uk-UA"/>
        </w:rPr>
        <w:t xml:space="preserve">вісімнадцяту </w:t>
      </w:r>
      <w:r w:rsidRPr="00B84EAE">
        <w:rPr>
          <w:rFonts w:ascii="Times New Roman" w:hAnsi="Times New Roman" w:cs="Times New Roman"/>
          <w:sz w:val="24"/>
          <w:szCs w:val="24"/>
          <w:lang w:val="uk-UA"/>
        </w:rPr>
        <w:t>сесію Знам’янської міської ради восьмого  скликання  відкритою.</w:t>
      </w:r>
    </w:p>
    <w:p w:rsidR="002D5BF9" w:rsidRPr="00BF5FFC" w:rsidRDefault="002D5BF9" w:rsidP="00626DD2">
      <w:pPr>
        <w:autoSpaceDE w:val="0"/>
        <w:autoSpaceDN w:val="0"/>
        <w:adjustRightInd w:val="0"/>
        <w:jc w:val="center"/>
        <w:rPr>
          <w:rFonts w:ascii="Bell MT" w:hAnsi="Bell MT"/>
          <w:i/>
          <w:iCs/>
          <w:lang w:val="uk-UA"/>
        </w:rPr>
      </w:pPr>
      <w:r w:rsidRPr="00BF5FFC">
        <w:rPr>
          <w:rFonts w:ascii="Bell MT" w:hAnsi="Bell MT"/>
          <w:i/>
          <w:iCs/>
          <w:lang w:val="uk-UA"/>
        </w:rPr>
        <w:t>/</w:t>
      </w:r>
      <w:r w:rsidRPr="00BF5FFC">
        <w:rPr>
          <w:rFonts w:ascii="Times New Roman" w:hAnsi="Times New Roman" w:cs="Times New Roman"/>
          <w:i/>
          <w:iCs/>
          <w:lang w:val="uk-UA"/>
        </w:rPr>
        <w:t>прозвучав</w:t>
      </w:r>
      <w:r w:rsidRPr="00BF5FFC">
        <w:rPr>
          <w:rFonts w:ascii="Bell MT" w:hAnsi="Bell MT"/>
          <w:i/>
          <w:iCs/>
          <w:lang w:val="uk-UA"/>
        </w:rPr>
        <w:t xml:space="preserve"> </w:t>
      </w:r>
      <w:r w:rsidRPr="00BF5FFC">
        <w:rPr>
          <w:rFonts w:ascii="Times New Roman" w:hAnsi="Times New Roman" w:cs="Times New Roman"/>
          <w:i/>
          <w:iCs/>
          <w:lang w:val="uk-UA"/>
        </w:rPr>
        <w:t>Державний</w:t>
      </w:r>
      <w:r w:rsidRPr="00BF5FFC">
        <w:rPr>
          <w:rFonts w:ascii="Bell MT" w:hAnsi="Bell MT"/>
          <w:i/>
          <w:iCs/>
          <w:lang w:val="uk-UA"/>
        </w:rPr>
        <w:t xml:space="preserve"> </w:t>
      </w:r>
      <w:r w:rsidRPr="00BF5FFC">
        <w:rPr>
          <w:rFonts w:ascii="Times New Roman" w:hAnsi="Times New Roman" w:cs="Times New Roman"/>
          <w:i/>
          <w:iCs/>
          <w:lang w:val="uk-UA"/>
        </w:rPr>
        <w:t>Гімн</w:t>
      </w:r>
      <w:r w:rsidRPr="00BF5FFC">
        <w:rPr>
          <w:rFonts w:ascii="Bell MT" w:hAnsi="Bell MT"/>
          <w:i/>
          <w:iCs/>
          <w:lang w:val="uk-UA"/>
        </w:rPr>
        <w:t xml:space="preserve"> </w:t>
      </w:r>
      <w:r w:rsidRPr="00BF5FFC">
        <w:rPr>
          <w:rFonts w:ascii="Times New Roman" w:hAnsi="Times New Roman" w:cs="Times New Roman"/>
          <w:i/>
          <w:iCs/>
          <w:lang w:val="uk-UA"/>
        </w:rPr>
        <w:t>України</w:t>
      </w:r>
      <w:r w:rsidRPr="00BF5FFC">
        <w:rPr>
          <w:rFonts w:ascii="Bell MT" w:hAnsi="Bell MT"/>
          <w:i/>
          <w:iCs/>
          <w:lang w:val="uk-UA"/>
        </w:rPr>
        <w:t>/</w:t>
      </w:r>
    </w:p>
    <w:p w:rsidR="002D5BF9" w:rsidRDefault="002D5BF9" w:rsidP="00641446">
      <w:pPr>
        <w:spacing w:after="0"/>
        <w:rPr>
          <w:rFonts w:ascii="Times New Roman" w:hAnsi="Times New Roman" w:cs="Times New Roman"/>
          <w:b/>
          <w:sz w:val="24"/>
          <w:szCs w:val="24"/>
          <w:lang w:val="uk-UA"/>
        </w:rPr>
      </w:pPr>
    </w:p>
    <w:p w:rsidR="002D5BF9" w:rsidRDefault="002D5BF9" w:rsidP="00641446">
      <w:pPr>
        <w:spacing w:after="0"/>
        <w:rPr>
          <w:rFonts w:ascii="Times New Roman" w:hAnsi="Times New Roman" w:cs="Times New Roman"/>
          <w:sz w:val="24"/>
          <w:szCs w:val="24"/>
          <w:lang w:val="uk-UA"/>
        </w:rPr>
      </w:pPr>
      <w:r>
        <w:rPr>
          <w:rFonts w:ascii="Times New Roman" w:hAnsi="Times New Roman" w:cs="Times New Roman"/>
          <w:b/>
          <w:sz w:val="24"/>
          <w:szCs w:val="24"/>
          <w:lang w:val="uk-UA"/>
        </w:rPr>
        <w:tab/>
      </w:r>
      <w:r w:rsidRPr="00926C93">
        <w:rPr>
          <w:rFonts w:ascii="Times New Roman" w:hAnsi="Times New Roman" w:cs="Times New Roman"/>
          <w:sz w:val="24"/>
          <w:szCs w:val="24"/>
          <w:lang w:val="uk-UA"/>
        </w:rPr>
        <w:t>Міський голова та депутати привітали депутатів міської ради, які відзначили свій день народження: Оксану ВОЙЧИШИНУ та Олександра РОЗДОБУДЬКА.</w:t>
      </w:r>
    </w:p>
    <w:p w:rsidR="002D5BF9" w:rsidRDefault="002D5BF9" w:rsidP="00926C93">
      <w:pPr>
        <w:pStyle w:val="NoSpacing"/>
        <w:ind w:firstLine="708"/>
      </w:pPr>
      <w:r w:rsidRPr="00197EF4">
        <w:t>Відповідно до ч.4 ст.27 Закону України «Про статус депутатів місцевих рад», міський голова Володимир Сокирко проінформував депутатів міської ради про реєстрацію фракції Політичної Партії «ГОЛОС» у Знам’янській міській раді. Кількісний склад фр</w:t>
      </w:r>
      <w:r>
        <w:t>акції – 4 особи (Оксана Перемот, Оксана Войчишина, Тетяна Захарчук</w:t>
      </w:r>
      <w:r w:rsidRPr="00197EF4">
        <w:t>, О</w:t>
      </w:r>
      <w:r>
        <w:t>лександр Роздобудько</w:t>
      </w:r>
      <w:r w:rsidRPr="00197EF4">
        <w:t>).</w:t>
      </w:r>
      <w:r>
        <w:t xml:space="preserve"> Голова фракції – Оксана Перемот. Також, було оголошено про створення у Знам’янській міській раді міжфракційного об’єднання «Рівні можливості» у кількості 8 осіб. Співголовами новоствореного об’єднання є депутатки міської ради Наталія Балик та Наталія Клименко.</w:t>
      </w:r>
    </w:p>
    <w:p w:rsidR="002D5BF9" w:rsidRDefault="002D5BF9" w:rsidP="00F37ECA">
      <w:pPr>
        <w:pStyle w:val="NoSpacing"/>
        <w:ind w:firstLine="685"/>
      </w:pPr>
    </w:p>
    <w:p w:rsidR="002D5BF9" w:rsidRPr="00F37ECA" w:rsidRDefault="002D5BF9" w:rsidP="00F37ECA">
      <w:pPr>
        <w:pStyle w:val="NoSpacing"/>
        <w:ind w:firstLine="685"/>
        <w:jc w:val="center"/>
        <w:rPr>
          <w:i/>
        </w:rPr>
      </w:pPr>
      <w:r w:rsidRPr="00F37ECA">
        <w:rPr>
          <w:i/>
        </w:rPr>
        <w:t>Міський голова запропонував депутатам зареєструватися у системі «ГОЛОС»</w:t>
      </w:r>
    </w:p>
    <w:p w:rsidR="002D5BF9" w:rsidRPr="00F37ECA" w:rsidRDefault="002D5BF9" w:rsidP="00F37ECA">
      <w:pPr>
        <w:pStyle w:val="NoSpacing"/>
        <w:ind w:hanging="23"/>
        <w:jc w:val="center"/>
        <w:rPr>
          <w:i/>
        </w:rPr>
      </w:pPr>
      <w:r w:rsidRPr="00F37ECA">
        <w:rPr>
          <w:i/>
        </w:rPr>
        <w:t>(кворум дотримано, результати додаються).</w:t>
      </w:r>
    </w:p>
    <w:p w:rsidR="002D5BF9" w:rsidRPr="00926C93" w:rsidRDefault="002D5BF9" w:rsidP="00641446">
      <w:pPr>
        <w:spacing w:after="0"/>
        <w:rPr>
          <w:rFonts w:ascii="Times New Roman" w:hAnsi="Times New Roman" w:cs="Times New Roman"/>
          <w:sz w:val="24"/>
          <w:szCs w:val="24"/>
          <w:lang w:val="uk-UA"/>
        </w:rPr>
      </w:pPr>
    </w:p>
    <w:p w:rsidR="002D5BF9" w:rsidRPr="00B84EAE" w:rsidRDefault="002D5BF9" w:rsidP="000F53C2">
      <w:pPr>
        <w:spacing w:after="0"/>
        <w:outlineLvl w:val="0"/>
        <w:rPr>
          <w:rFonts w:ascii="Times New Roman" w:hAnsi="Times New Roman" w:cs="Times New Roman"/>
          <w:b/>
          <w:sz w:val="24"/>
          <w:szCs w:val="24"/>
          <w:lang w:val="uk-UA"/>
        </w:rPr>
      </w:pPr>
      <w:r w:rsidRPr="00B84EAE">
        <w:rPr>
          <w:rFonts w:ascii="Times New Roman" w:hAnsi="Times New Roman" w:cs="Times New Roman"/>
          <w:b/>
          <w:sz w:val="24"/>
          <w:szCs w:val="24"/>
          <w:lang w:val="uk-UA"/>
        </w:rPr>
        <w:t xml:space="preserve">Обговорення порядку денного: </w:t>
      </w:r>
    </w:p>
    <w:p w:rsidR="002D5BF9" w:rsidRPr="00E44AFD" w:rsidRDefault="002D5BF9" w:rsidP="00F37ECA">
      <w:pPr>
        <w:spacing w:line="240" w:lineRule="auto"/>
        <w:ind w:firstLine="360"/>
        <w:jc w:val="both"/>
        <w:rPr>
          <w:rFonts w:ascii="Times New Roman" w:hAnsi="Times New Roman"/>
          <w:sz w:val="24"/>
          <w:szCs w:val="24"/>
          <w:lang w:val="uk-UA"/>
        </w:rPr>
      </w:pPr>
      <w:r w:rsidRPr="00F37ECA">
        <w:rPr>
          <w:rFonts w:ascii="Times New Roman" w:hAnsi="Times New Roman" w:cs="Times New Roman"/>
          <w:sz w:val="24"/>
          <w:szCs w:val="24"/>
          <w:lang w:val="uk-UA"/>
        </w:rPr>
        <w:t xml:space="preserve"> Міський голова проінформував, що відповідно до розпорядження міського голови від 07.10.2021р. №47 на розгляд 18 сесії Знам’янської міської ради запропоновано винести 99 проєктів рішень, у т.ч. питання регулювання земельних відносин – 64; використання майна комунальної власності – 14; про внесення змін до рішення міської ради від 24 грудня 2020 року №41 «Про бюджет Знам’янської міської територіальної громади на 2021 рік»; 8 питань про затвердження Міських програм; 2 питання стосуються внесення змін до програм; 2 питання про затвердження Статутів; затвердження Положення про територіальний центр соціального обслуговування (надання</w:t>
      </w:r>
      <w:r w:rsidRPr="00F37ECA">
        <w:rPr>
          <w:szCs w:val="28"/>
          <w:lang w:val="uk-UA"/>
        </w:rPr>
        <w:t xml:space="preserve"> </w:t>
      </w:r>
      <w:r w:rsidRPr="00F37ECA">
        <w:rPr>
          <w:rFonts w:ascii="Times New Roman" w:hAnsi="Times New Roman" w:cs="Times New Roman"/>
          <w:sz w:val="24"/>
          <w:szCs w:val="24"/>
          <w:lang w:val="uk-UA"/>
        </w:rPr>
        <w:t>соціальних послуг) Знам’янської міської територіальної громади та його структури, а також звернення</w:t>
      </w:r>
      <w:r w:rsidRPr="00F37ECA">
        <w:rPr>
          <w:szCs w:val="28"/>
          <w:lang w:val="uk-UA"/>
        </w:rPr>
        <w:t xml:space="preserve"> </w:t>
      </w:r>
      <w:r w:rsidRPr="00E44AFD">
        <w:rPr>
          <w:rFonts w:ascii="Times New Roman" w:hAnsi="Times New Roman"/>
          <w:sz w:val="24"/>
          <w:szCs w:val="24"/>
          <w:lang w:val="uk-UA"/>
        </w:rPr>
        <w:t>депутатів Знам’янської міської ради восьмого скликання до Верховної ради України щодо внесення в законодавчі акти додаткових джерел наповнення місцевих бюджетів,  депутатські запити та різне.</w:t>
      </w:r>
    </w:p>
    <w:p w:rsidR="002D5BF9" w:rsidRPr="0017506C" w:rsidRDefault="002D5BF9" w:rsidP="0017506C">
      <w:pPr>
        <w:pStyle w:val="NoSpacing"/>
        <w:ind w:firstLine="685"/>
        <w:rPr>
          <w:rFonts w:eastAsia="font188"/>
        </w:rPr>
      </w:pPr>
      <w:r>
        <w:rPr>
          <w:szCs w:val="28"/>
        </w:rPr>
        <w:t xml:space="preserve"> </w:t>
      </w:r>
    </w:p>
    <w:p w:rsidR="002D5BF9" w:rsidRPr="00137153" w:rsidRDefault="002D5BF9" w:rsidP="00626DD2">
      <w:pPr>
        <w:pStyle w:val="NoSpacing"/>
      </w:pPr>
      <w:r w:rsidRPr="00137153">
        <w:t xml:space="preserve">Голосували: </w:t>
      </w:r>
    </w:p>
    <w:p w:rsidR="002D5BF9" w:rsidRPr="00137153" w:rsidRDefault="002D5BF9" w:rsidP="00626DD2">
      <w:pPr>
        <w:pStyle w:val="NoSpacing"/>
      </w:pPr>
      <w:r w:rsidRPr="00137153">
        <w:t>За прийняття порядку денного за основу.</w:t>
      </w:r>
    </w:p>
    <w:p w:rsidR="002D5BF9" w:rsidRPr="00137153" w:rsidRDefault="002D5BF9" w:rsidP="00626DD2">
      <w:pPr>
        <w:pStyle w:val="NoSpacing"/>
      </w:pPr>
      <w:r w:rsidRPr="00137153">
        <w:t xml:space="preserve">Результати голосування: «За» – </w:t>
      </w:r>
      <w:r>
        <w:t>19</w:t>
      </w:r>
      <w:r w:rsidRPr="00137153">
        <w:t xml:space="preserve">, «Проти» – 0, «Утримався» - 0,  «Не голосували» - </w:t>
      </w:r>
      <w:r>
        <w:t>3</w:t>
      </w:r>
      <w:r w:rsidRPr="00137153">
        <w:t xml:space="preserve">, </w:t>
      </w:r>
    </w:p>
    <w:p w:rsidR="002D5BF9" w:rsidRPr="00137153" w:rsidRDefault="002D5BF9" w:rsidP="00626DD2">
      <w:pPr>
        <w:pStyle w:val="NoSpacing"/>
      </w:pPr>
      <w:r w:rsidRPr="00137153">
        <w:t xml:space="preserve">«Відсутні» - </w:t>
      </w:r>
      <w:r>
        <w:t>5</w:t>
      </w:r>
      <w:r w:rsidRPr="00137153">
        <w:t xml:space="preserve"> (додаються).</w:t>
      </w:r>
    </w:p>
    <w:p w:rsidR="002D5BF9" w:rsidRPr="00137153" w:rsidRDefault="002D5BF9" w:rsidP="00626DD2">
      <w:pPr>
        <w:pStyle w:val="NoSpacing"/>
      </w:pPr>
      <w:r w:rsidRPr="00137153">
        <w:t xml:space="preserve">Порядок денний затверджено за основу. </w:t>
      </w:r>
    </w:p>
    <w:p w:rsidR="002D5BF9" w:rsidRPr="001F61E5" w:rsidRDefault="002D5BF9" w:rsidP="001F61E5">
      <w:pPr>
        <w:spacing w:line="240" w:lineRule="auto"/>
        <w:jc w:val="both"/>
        <w:rPr>
          <w:rFonts w:ascii="Times New Roman" w:hAnsi="Times New Roman" w:cs="Times New Roman"/>
          <w:b/>
          <w:sz w:val="24"/>
          <w:szCs w:val="24"/>
          <w:lang w:val="uk-UA"/>
        </w:rPr>
      </w:pPr>
      <w:r w:rsidRPr="001F61E5">
        <w:rPr>
          <w:rFonts w:ascii="Times New Roman" w:hAnsi="Times New Roman" w:cs="Times New Roman"/>
          <w:sz w:val="24"/>
          <w:szCs w:val="24"/>
          <w:lang w:val="uk-UA"/>
        </w:rPr>
        <w:t>Надійшла пропозиція від постійної комісії з питань депутатської діяльності, регламенту, етики, гласності, законності та правопорядку; спільного засідання постійних комісій:</w:t>
      </w:r>
    </w:p>
    <w:p w:rsidR="002D5BF9" w:rsidRPr="003143F4" w:rsidRDefault="002D5BF9" w:rsidP="001F61E5">
      <w:pPr>
        <w:spacing w:line="240" w:lineRule="auto"/>
        <w:jc w:val="both"/>
        <w:rPr>
          <w:rFonts w:ascii="Times New Roman" w:hAnsi="Times New Roman" w:cs="Times New Roman"/>
          <w:sz w:val="24"/>
          <w:szCs w:val="24"/>
          <w:u w:val="single"/>
          <w:lang w:val="uk-UA"/>
        </w:rPr>
      </w:pPr>
      <w:r>
        <w:rPr>
          <w:rFonts w:ascii="Times New Roman" w:hAnsi="Times New Roman" w:cs="Times New Roman"/>
          <w:sz w:val="24"/>
          <w:szCs w:val="24"/>
          <w:u w:val="single"/>
          <w:lang w:val="uk-UA"/>
        </w:rPr>
        <w:t>в</w:t>
      </w:r>
      <w:r w:rsidRPr="001F61E5">
        <w:rPr>
          <w:rFonts w:ascii="Times New Roman" w:hAnsi="Times New Roman" w:cs="Times New Roman"/>
          <w:sz w:val="24"/>
          <w:szCs w:val="24"/>
          <w:u w:val="single"/>
          <w:lang w:val="uk-UA"/>
        </w:rPr>
        <w:t>иключити з  порядку денного</w:t>
      </w:r>
      <w:r w:rsidRPr="001F61E5">
        <w:rPr>
          <w:rFonts w:ascii="Times New Roman" w:hAnsi="Times New Roman" w:cs="Times New Roman"/>
          <w:sz w:val="24"/>
          <w:szCs w:val="24"/>
          <w:lang w:val="uk-UA"/>
        </w:rPr>
        <w:t xml:space="preserve"> </w:t>
      </w:r>
      <w:r w:rsidRPr="003143F4">
        <w:rPr>
          <w:rFonts w:ascii="Times New Roman" w:hAnsi="Times New Roman" w:cs="Times New Roman"/>
          <w:sz w:val="24"/>
          <w:szCs w:val="24"/>
          <w:u w:val="single"/>
          <w:lang w:val="uk-UA"/>
        </w:rPr>
        <w:t>проєкт рішення:</w:t>
      </w:r>
    </w:p>
    <w:p w:rsidR="002D5BF9" w:rsidRPr="001F61E5" w:rsidRDefault="002D5BF9" w:rsidP="001F61E5">
      <w:pPr>
        <w:spacing w:line="240" w:lineRule="auto"/>
        <w:jc w:val="both"/>
        <w:rPr>
          <w:rFonts w:ascii="Times New Roman" w:hAnsi="Times New Roman" w:cs="Times New Roman"/>
          <w:sz w:val="24"/>
          <w:szCs w:val="24"/>
          <w:lang w:val="uk-UA"/>
        </w:rPr>
      </w:pPr>
      <w:r w:rsidRPr="001F61E5">
        <w:rPr>
          <w:rFonts w:ascii="Times New Roman" w:hAnsi="Times New Roman" w:cs="Times New Roman"/>
          <w:sz w:val="24"/>
          <w:szCs w:val="24"/>
          <w:lang w:val="uk-UA"/>
        </w:rPr>
        <w:t xml:space="preserve">№11 «Про </w:t>
      </w:r>
      <w:r w:rsidRPr="001F61E5">
        <w:rPr>
          <w:rFonts w:ascii="Times New Roman" w:hAnsi="Times New Roman" w:cs="Times New Roman"/>
          <w:sz w:val="24"/>
          <w:szCs w:val="24"/>
        </w:rPr>
        <w:t>включення до Переліку першого типу потенційного об’єкту оренди – нежитлову будівлю по вул.Михайла Грушевського,11 в м.Знам’янка</w:t>
      </w:r>
      <w:r w:rsidRPr="001F61E5">
        <w:rPr>
          <w:rFonts w:ascii="Times New Roman" w:hAnsi="Times New Roman" w:cs="Times New Roman"/>
          <w:sz w:val="24"/>
          <w:szCs w:val="24"/>
          <w:lang w:val="uk-UA"/>
        </w:rPr>
        <w:t>» на доопрацювання.</w:t>
      </w:r>
    </w:p>
    <w:p w:rsidR="002D5BF9" w:rsidRPr="00137153" w:rsidRDefault="002D5BF9" w:rsidP="00626DD2">
      <w:pPr>
        <w:pStyle w:val="NoSpacing"/>
      </w:pPr>
      <w:r>
        <w:t>Результати голосування: «За» – 19</w:t>
      </w:r>
      <w:r w:rsidRPr="00137153">
        <w:t>, «Проти» – 0, «Утри</w:t>
      </w:r>
      <w:r>
        <w:t>мався» - 0,  «Не голосували» - 3</w:t>
      </w:r>
      <w:r w:rsidRPr="00137153">
        <w:t xml:space="preserve">, </w:t>
      </w:r>
    </w:p>
    <w:p w:rsidR="002D5BF9" w:rsidRPr="00137153" w:rsidRDefault="002D5BF9" w:rsidP="00626DD2">
      <w:pPr>
        <w:pStyle w:val="NoSpacing"/>
      </w:pPr>
      <w:r w:rsidRPr="00137153">
        <w:t xml:space="preserve">«Відсутні» - </w:t>
      </w:r>
      <w:r>
        <w:t>5</w:t>
      </w:r>
      <w:r w:rsidRPr="00137153">
        <w:t xml:space="preserve"> (додаються).</w:t>
      </w:r>
    </w:p>
    <w:p w:rsidR="002D5BF9" w:rsidRDefault="002D5BF9" w:rsidP="00626DD2">
      <w:pPr>
        <w:pStyle w:val="NoSpacing"/>
      </w:pPr>
      <w:r w:rsidRPr="00137153">
        <w:t>Пропозиція приймається.</w:t>
      </w:r>
    </w:p>
    <w:p w:rsidR="002D5BF9" w:rsidRPr="008A7241" w:rsidRDefault="002D5BF9" w:rsidP="00B46E7A">
      <w:pPr>
        <w:pStyle w:val="NoSpacing"/>
      </w:pPr>
      <w:r w:rsidRPr="008A7241">
        <w:t xml:space="preserve">Голосували: </w:t>
      </w:r>
    </w:p>
    <w:p w:rsidR="002D5BF9" w:rsidRPr="008A7241" w:rsidRDefault="002D5BF9" w:rsidP="00B46E7A">
      <w:pPr>
        <w:pStyle w:val="NoSpacing"/>
      </w:pPr>
      <w:r w:rsidRPr="008A7241">
        <w:t>За прийняття порядку денного в цілому із змінами.</w:t>
      </w:r>
    </w:p>
    <w:p w:rsidR="002D5BF9" w:rsidRPr="008A7241" w:rsidRDefault="002D5BF9" w:rsidP="00B46E7A">
      <w:pPr>
        <w:pStyle w:val="NoSpacing"/>
      </w:pPr>
      <w:r w:rsidRPr="008A7241">
        <w:t xml:space="preserve">Результати голосування: «За» – </w:t>
      </w:r>
      <w:r>
        <w:t>18</w:t>
      </w:r>
      <w:r w:rsidRPr="008A7241">
        <w:t>, «Проти» – 0, «Утри</w:t>
      </w:r>
      <w:r>
        <w:t>мався» - 0,  «Не голосували» - 4</w:t>
      </w:r>
      <w:r w:rsidRPr="008A7241">
        <w:t xml:space="preserve">, </w:t>
      </w:r>
    </w:p>
    <w:p w:rsidR="002D5BF9" w:rsidRPr="008A7241" w:rsidRDefault="002D5BF9" w:rsidP="00B46E7A">
      <w:pPr>
        <w:pStyle w:val="NoSpacing"/>
      </w:pPr>
      <w:r w:rsidRPr="008A7241">
        <w:t xml:space="preserve">«Відсутні» - </w:t>
      </w:r>
      <w:r>
        <w:t>5</w:t>
      </w:r>
      <w:r w:rsidRPr="008A7241">
        <w:t xml:space="preserve"> (додаються).</w:t>
      </w:r>
    </w:p>
    <w:p w:rsidR="002D5BF9" w:rsidRPr="004E7649" w:rsidRDefault="002D5BF9" w:rsidP="004E7649">
      <w:pPr>
        <w:pStyle w:val="NoSpacing"/>
      </w:pPr>
      <w:r w:rsidRPr="008A7241">
        <w:t xml:space="preserve">Порядок денний затверджено в цілому із змінами. </w:t>
      </w:r>
    </w:p>
    <w:p w:rsidR="002D5BF9" w:rsidRDefault="002D5BF9" w:rsidP="00851D44">
      <w:pPr>
        <w:pStyle w:val="NoSpacing"/>
        <w:numPr>
          <w:ilvl w:val="0"/>
          <w:numId w:val="2"/>
        </w:numPr>
      </w:pPr>
      <w:r w:rsidRPr="00EF57F9">
        <w:rPr>
          <w:b/>
          <w:lang w:val="en-US"/>
        </w:rPr>
        <w:t>C</w:t>
      </w:r>
      <w:r w:rsidRPr="00EF57F9">
        <w:rPr>
          <w:b/>
        </w:rPr>
        <w:t>ЛУХАЛИ:</w:t>
      </w:r>
      <w:r w:rsidRPr="00EF57F9">
        <w:t xml:space="preserve"> </w:t>
      </w:r>
      <w:r>
        <w:t xml:space="preserve"> </w:t>
      </w:r>
    </w:p>
    <w:p w:rsidR="002D5BF9" w:rsidRPr="001F61E5" w:rsidRDefault="002D5BF9" w:rsidP="00E62CF0">
      <w:pPr>
        <w:pStyle w:val="BodyText"/>
        <w:spacing w:after="0"/>
        <w:jc w:val="both"/>
        <w:rPr>
          <w:b/>
          <w:lang w:val="uk-UA"/>
        </w:rPr>
      </w:pPr>
      <w:r>
        <w:rPr>
          <w:lang w:val="uk-UA"/>
        </w:rPr>
        <w:tab/>
      </w:r>
      <w:r w:rsidRPr="001F61E5">
        <w:rPr>
          <w:b/>
          <w:lang w:val="uk-UA"/>
        </w:rPr>
        <w:t>Про звернення депутатів Знам’янської міської ради восьмого скликання до Верховної Ради України щодо внесення в законодавчі акти додаткових джерел наповнення місцевих бюджетів</w:t>
      </w:r>
      <w:r>
        <w:rPr>
          <w:b/>
          <w:lang w:val="uk-UA"/>
        </w:rPr>
        <w:t>.</w:t>
      </w:r>
      <w:r w:rsidRPr="001F61E5">
        <w:rPr>
          <w:b/>
          <w:lang w:val="uk-UA"/>
        </w:rPr>
        <w:t xml:space="preserve"> </w:t>
      </w:r>
    </w:p>
    <w:p w:rsidR="002D5BF9" w:rsidRPr="001F61E5" w:rsidRDefault="002D5BF9" w:rsidP="000F53C2">
      <w:pPr>
        <w:pStyle w:val="BodyText"/>
        <w:spacing w:after="0"/>
        <w:jc w:val="both"/>
        <w:outlineLvl w:val="0"/>
        <w:rPr>
          <w:b/>
          <w:lang w:val="uk-UA"/>
        </w:rPr>
      </w:pPr>
      <w:r w:rsidRPr="001F61E5">
        <w:rPr>
          <w:b/>
          <w:lang w:val="uk-UA"/>
        </w:rPr>
        <w:t>ІНФОРМУВА</w:t>
      </w:r>
      <w:r>
        <w:rPr>
          <w:b/>
          <w:lang w:val="uk-UA"/>
        </w:rPr>
        <w:t>В</w:t>
      </w:r>
      <w:r w:rsidRPr="001F61E5">
        <w:rPr>
          <w:b/>
          <w:lang w:val="uk-UA"/>
        </w:rPr>
        <w:t>:</w:t>
      </w:r>
    </w:p>
    <w:p w:rsidR="002D5BF9" w:rsidRDefault="002D5BF9" w:rsidP="000F53C2">
      <w:pPr>
        <w:spacing w:after="0"/>
        <w:jc w:val="both"/>
        <w:outlineLvl w:val="0"/>
        <w:rPr>
          <w:rFonts w:ascii="Times New Roman" w:hAnsi="Times New Roman" w:cs="Times New Roman"/>
          <w:sz w:val="24"/>
          <w:szCs w:val="24"/>
          <w:lang w:val="uk-UA"/>
        </w:rPr>
      </w:pPr>
      <w:r>
        <w:rPr>
          <w:rFonts w:ascii="Times New Roman" w:hAnsi="Times New Roman" w:cs="Times New Roman"/>
          <w:b/>
          <w:sz w:val="24"/>
          <w:szCs w:val="24"/>
          <w:lang w:val="uk-UA"/>
        </w:rPr>
        <w:t>ТІТАРЄВ Олег</w:t>
      </w:r>
      <w:r w:rsidRPr="00EF57F9">
        <w:rPr>
          <w:rFonts w:ascii="Times New Roman" w:hAnsi="Times New Roman" w:cs="Times New Roman"/>
          <w:b/>
          <w:sz w:val="24"/>
          <w:szCs w:val="24"/>
          <w:lang w:val="uk-UA"/>
        </w:rPr>
        <w:t xml:space="preserve"> –</w:t>
      </w:r>
      <w:r>
        <w:rPr>
          <w:rFonts w:ascii="Times New Roman" w:hAnsi="Times New Roman" w:cs="Times New Roman"/>
          <w:b/>
          <w:sz w:val="24"/>
          <w:szCs w:val="24"/>
          <w:lang w:val="uk-UA"/>
        </w:rPr>
        <w:t>депутат міської ради</w:t>
      </w:r>
      <w:r>
        <w:rPr>
          <w:rFonts w:ascii="Times New Roman" w:hAnsi="Times New Roman" w:cs="Times New Roman"/>
          <w:sz w:val="24"/>
          <w:szCs w:val="24"/>
          <w:lang w:val="uk-UA"/>
        </w:rPr>
        <w:t>.</w:t>
      </w:r>
    </w:p>
    <w:p w:rsidR="002D5BF9" w:rsidRPr="00EF57F9" w:rsidRDefault="002D5BF9" w:rsidP="00E62CF0">
      <w:pPr>
        <w:pStyle w:val="NoSpacing"/>
      </w:pPr>
      <w:r w:rsidRPr="00D87BE4">
        <w:rPr>
          <w:b/>
        </w:rPr>
        <w:t>Вирішили:</w:t>
      </w:r>
      <w:r>
        <w:t xml:space="preserve"> Рішення №672</w:t>
      </w:r>
      <w:r w:rsidRPr="00EF57F9">
        <w:t xml:space="preserve"> прийнято </w:t>
      </w:r>
      <w:r>
        <w:t xml:space="preserve">за основу, зі змінами і </w:t>
      </w:r>
      <w:r w:rsidRPr="00EF57F9">
        <w:t>в цілому за результатами голосування (додається).</w:t>
      </w:r>
    </w:p>
    <w:p w:rsidR="002D5BF9" w:rsidRPr="00EF57F9" w:rsidRDefault="002D5BF9" w:rsidP="00E62CF0">
      <w:pPr>
        <w:pStyle w:val="NoSpacing"/>
      </w:pPr>
      <w:r w:rsidRPr="00EF57F9">
        <w:t xml:space="preserve">за – </w:t>
      </w:r>
      <w:r>
        <w:t>19</w:t>
      </w:r>
    </w:p>
    <w:p w:rsidR="002D5BF9" w:rsidRPr="00EF57F9" w:rsidRDefault="002D5BF9" w:rsidP="00E62CF0">
      <w:pPr>
        <w:pStyle w:val="NoSpacing"/>
      </w:pPr>
      <w:r w:rsidRPr="00EF57F9">
        <w:t xml:space="preserve">проти – 0 </w:t>
      </w:r>
    </w:p>
    <w:p w:rsidR="002D5BF9" w:rsidRPr="00EF57F9" w:rsidRDefault="002D5BF9" w:rsidP="00E62CF0">
      <w:pPr>
        <w:pStyle w:val="NoSpacing"/>
      </w:pPr>
      <w:r w:rsidRPr="00EF57F9">
        <w:t>утримався – 0</w:t>
      </w:r>
    </w:p>
    <w:p w:rsidR="002D5BF9" w:rsidRPr="00EF57F9" w:rsidRDefault="002D5BF9" w:rsidP="00E62CF0">
      <w:pPr>
        <w:pStyle w:val="NoSpacing"/>
      </w:pPr>
      <w:r w:rsidRPr="00EF57F9">
        <w:t xml:space="preserve">не голосували – </w:t>
      </w:r>
      <w:r>
        <w:t>3</w:t>
      </w:r>
    </w:p>
    <w:p w:rsidR="002D5BF9" w:rsidRDefault="002D5BF9" w:rsidP="00E62CF0">
      <w:pPr>
        <w:pStyle w:val="NoSpacing"/>
      </w:pPr>
      <w:r w:rsidRPr="00EF57F9">
        <w:t xml:space="preserve">відсутні – </w:t>
      </w:r>
      <w:r>
        <w:t>5</w:t>
      </w:r>
      <w:r w:rsidRPr="00EF57F9">
        <w:t xml:space="preserve"> (додаються).</w:t>
      </w:r>
    </w:p>
    <w:p w:rsidR="002D5BF9" w:rsidRPr="00565660" w:rsidRDefault="002D5BF9" w:rsidP="00E62CF0">
      <w:pPr>
        <w:pStyle w:val="NoSpacing"/>
      </w:pPr>
    </w:p>
    <w:p w:rsidR="002D5BF9" w:rsidRDefault="002D5BF9" w:rsidP="00851D44">
      <w:pPr>
        <w:pStyle w:val="NoSpacing"/>
      </w:pPr>
      <w:r>
        <w:rPr>
          <w:b/>
        </w:rPr>
        <w:t>2.</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1F61E5" w:rsidRDefault="002D5BF9" w:rsidP="00851D44">
      <w:pPr>
        <w:pStyle w:val="BodyText"/>
        <w:spacing w:after="0"/>
        <w:jc w:val="both"/>
        <w:rPr>
          <w:b/>
          <w:lang w:val="uk-UA"/>
        </w:rPr>
      </w:pPr>
      <w:r>
        <w:rPr>
          <w:lang w:val="uk-UA"/>
        </w:rPr>
        <w:tab/>
      </w:r>
      <w:r w:rsidRPr="001F61E5">
        <w:rPr>
          <w:b/>
        </w:rPr>
        <w:t>Про внесення доповнення до основних заходів щодо реалізації Галузевої програми розвитку «Охорона здоров’я» Знам’янської міської  територіальної громади на 2021-2025 роки</w:t>
      </w:r>
      <w:r w:rsidRPr="001F61E5">
        <w:rPr>
          <w:b/>
          <w:lang w:val="uk-UA"/>
        </w:rPr>
        <w:t>.</w:t>
      </w:r>
      <w:r w:rsidRPr="001F61E5">
        <w:rPr>
          <w:b/>
        </w:rPr>
        <w:t xml:space="preserve"> </w:t>
      </w:r>
    </w:p>
    <w:p w:rsidR="002D5BF9" w:rsidRPr="00EF57F9" w:rsidRDefault="002D5BF9" w:rsidP="000F53C2">
      <w:pPr>
        <w:pStyle w:val="BodyText"/>
        <w:spacing w:after="0"/>
        <w:jc w:val="both"/>
        <w:outlineLvl w:val="0"/>
        <w:rPr>
          <w:b/>
        </w:rPr>
      </w:pPr>
      <w:r w:rsidRPr="00EF57F9">
        <w:rPr>
          <w:b/>
        </w:rPr>
        <w:t>ІНФОРМУВАЛА:</w:t>
      </w:r>
    </w:p>
    <w:p w:rsidR="002D5BF9" w:rsidRDefault="002D5BF9" w:rsidP="00851D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ІВАСЬКІВ Тетяна</w:t>
      </w:r>
      <w:r w:rsidRPr="00EF57F9">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Pr>
          <w:rFonts w:ascii="Times New Roman" w:hAnsi="Times New Roman" w:cs="Times New Roman"/>
          <w:sz w:val="24"/>
          <w:szCs w:val="24"/>
          <w:lang w:val="uk-UA"/>
        </w:rPr>
        <w:t>начальник відділу охорони здоров’я.</w:t>
      </w:r>
    </w:p>
    <w:p w:rsidR="002D5BF9" w:rsidRPr="00EF57F9" w:rsidRDefault="002D5BF9" w:rsidP="00851D44">
      <w:pPr>
        <w:pStyle w:val="NoSpacing"/>
      </w:pPr>
      <w:r w:rsidRPr="00D87BE4">
        <w:rPr>
          <w:b/>
        </w:rPr>
        <w:t>Вирішили:</w:t>
      </w:r>
      <w:r>
        <w:t xml:space="preserve"> Рішення №673</w:t>
      </w:r>
      <w:r w:rsidRPr="00EF57F9">
        <w:t xml:space="preserve"> прийнято </w:t>
      </w:r>
      <w:r>
        <w:t xml:space="preserve">за основу, з доповненнями  і </w:t>
      </w:r>
      <w:r w:rsidRPr="00EF57F9">
        <w:t>в цілому за результатами голосування (додається).</w:t>
      </w:r>
    </w:p>
    <w:p w:rsidR="002D5BF9" w:rsidRPr="00EF57F9" w:rsidRDefault="002D5BF9" w:rsidP="00851D44">
      <w:pPr>
        <w:pStyle w:val="NoSpacing"/>
      </w:pPr>
      <w:r w:rsidRPr="00EF57F9">
        <w:t>за – 2</w:t>
      </w:r>
      <w:r>
        <w:t>1</w:t>
      </w:r>
    </w:p>
    <w:p w:rsidR="002D5BF9" w:rsidRPr="00EF57F9" w:rsidRDefault="002D5BF9" w:rsidP="00851D44">
      <w:pPr>
        <w:pStyle w:val="NoSpacing"/>
      </w:pPr>
      <w:r w:rsidRPr="00EF57F9">
        <w:t xml:space="preserve">проти – 0 </w:t>
      </w:r>
    </w:p>
    <w:p w:rsidR="002D5BF9" w:rsidRPr="00EF57F9" w:rsidRDefault="002D5BF9" w:rsidP="00851D44">
      <w:pPr>
        <w:pStyle w:val="NoSpacing"/>
      </w:pPr>
      <w:r w:rsidRPr="00EF57F9">
        <w:t>утримався – 0</w:t>
      </w:r>
    </w:p>
    <w:p w:rsidR="002D5BF9" w:rsidRPr="00EF57F9" w:rsidRDefault="002D5BF9" w:rsidP="00851D44">
      <w:pPr>
        <w:pStyle w:val="NoSpacing"/>
      </w:pPr>
      <w:r w:rsidRPr="00EF57F9">
        <w:t xml:space="preserve">не голосували – </w:t>
      </w:r>
      <w:r>
        <w:t>1</w:t>
      </w:r>
    </w:p>
    <w:p w:rsidR="002D5BF9" w:rsidRDefault="002D5BF9" w:rsidP="00851D44">
      <w:pPr>
        <w:pStyle w:val="NoSpacing"/>
      </w:pPr>
      <w:r w:rsidRPr="00EF57F9">
        <w:t xml:space="preserve">відсутні – </w:t>
      </w:r>
      <w:r>
        <w:t>5</w:t>
      </w:r>
      <w:r w:rsidRPr="00EF57F9">
        <w:t xml:space="preserve"> (додаються).</w:t>
      </w:r>
    </w:p>
    <w:p w:rsidR="002D5BF9" w:rsidRDefault="002D5BF9" w:rsidP="009E669A">
      <w:pPr>
        <w:pStyle w:val="NoSpacing"/>
        <w:rPr>
          <w:b/>
        </w:rPr>
      </w:pPr>
    </w:p>
    <w:p w:rsidR="002D5BF9" w:rsidRDefault="002D5BF9" w:rsidP="001662C5">
      <w:pPr>
        <w:pStyle w:val="NoSpacing"/>
      </w:pPr>
      <w:r>
        <w:rPr>
          <w:b/>
        </w:rPr>
        <w:t>3.</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1662C5" w:rsidRDefault="002D5BF9" w:rsidP="001662C5">
      <w:pPr>
        <w:pStyle w:val="NoSpacing"/>
        <w:rPr>
          <w:b/>
        </w:rPr>
      </w:pPr>
      <w:r>
        <w:tab/>
      </w:r>
      <w:r w:rsidRPr="001662C5">
        <w:rPr>
          <w:b/>
        </w:rPr>
        <w:t xml:space="preserve">Про внесення змін до Програми цивільного захисту Знам’янської міської територіальної громади на 2021-2025 роки. </w:t>
      </w:r>
    </w:p>
    <w:p w:rsidR="002D5BF9" w:rsidRPr="001662C5" w:rsidRDefault="002D5BF9" w:rsidP="000F53C2">
      <w:pPr>
        <w:pStyle w:val="BodyText"/>
        <w:spacing w:after="0"/>
        <w:jc w:val="both"/>
        <w:outlineLvl w:val="0"/>
        <w:rPr>
          <w:b/>
          <w:lang w:val="uk-UA"/>
        </w:rPr>
      </w:pPr>
      <w:r w:rsidRPr="001662C5">
        <w:rPr>
          <w:b/>
          <w:lang w:val="uk-UA"/>
        </w:rPr>
        <w:t>ІНФОРМУВА</w:t>
      </w:r>
      <w:r>
        <w:rPr>
          <w:b/>
          <w:lang w:val="uk-UA"/>
        </w:rPr>
        <w:t>В</w:t>
      </w:r>
      <w:r w:rsidRPr="001662C5">
        <w:rPr>
          <w:b/>
          <w:lang w:val="uk-UA"/>
        </w:rPr>
        <w:t>:</w:t>
      </w:r>
    </w:p>
    <w:p w:rsidR="002D5BF9" w:rsidRDefault="002D5BF9" w:rsidP="009E669A">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БАЛАН Сергій</w:t>
      </w:r>
      <w:r w:rsidRPr="00EF57F9">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зав сектором з питань надзвичайних ситуацій, охорони праці, екології та благоустрою управління земельних ресурсів, екології, благоустрою та надзвичайних ситуацій виконавчого комітету Знам’янської міської ради.</w:t>
      </w:r>
    </w:p>
    <w:p w:rsidR="002D5BF9" w:rsidRPr="00EF57F9" w:rsidRDefault="002D5BF9" w:rsidP="009E669A">
      <w:pPr>
        <w:pStyle w:val="NoSpacing"/>
      </w:pPr>
      <w:r w:rsidRPr="00D87BE4">
        <w:rPr>
          <w:b/>
        </w:rPr>
        <w:t>Вирішили:</w:t>
      </w:r>
      <w:r>
        <w:t xml:space="preserve"> Рішення №674</w:t>
      </w:r>
      <w:r w:rsidRPr="00EF57F9">
        <w:t xml:space="preserve"> прийнято </w:t>
      </w:r>
      <w:r>
        <w:t xml:space="preserve">за основу і </w:t>
      </w:r>
      <w:r w:rsidRPr="00EF57F9">
        <w:t>в цілому за результатами голосування (додається).</w:t>
      </w:r>
    </w:p>
    <w:p w:rsidR="002D5BF9" w:rsidRPr="00EF57F9" w:rsidRDefault="002D5BF9" w:rsidP="009E669A">
      <w:pPr>
        <w:pStyle w:val="NoSpacing"/>
      </w:pPr>
      <w:r w:rsidRPr="00EF57F9">
        <w:t xml:space="preserve">за – </w:t>
      </w:r>
      <w:r>
        <w:t>18</w:t>
      </w:r>
    </w:p>
    <w:p w:rsidR="002D5BF9" w:rsidRPr="00EF57F9" w:rsidRDefault="002D5BF9" w:rsidP="009E669A">
      <w:pPr>
        <w:pStyle w:val="NoSpacing"/>
      </w:pPr>
      <w:r w:rsidRPr="00EF57F9">
        <w:t xml:space="preserve">проти – 0 </w:t>
      </w:r>
    </w:p>
    <w:p w:rsidR="002D5BF9" w:rsidRPr="00EF57F9" w:rsidRDefault="002D5BF9" w:rsidP="009E669A">
      <w:pPr>
        <w:pStyle w:val="NoSpacing"/>
      </w:pPr>
      <w:r w:rsidRPr="00EF57F9">
        <w:t>утримався – 0</w:t>
      </w:r>
    </w:p>
    <w:p w:rsidR="002D5BF9" w:rsidRDefault="002D5BF9" w:rsidP="009E669A">
      <w:pPr>
        <w:pStyle w:val="NoSpacing"/>
      </w:pPr>
      <w:r w:rsidRPr="00EF57F9">
        <w:t xml:space="preserve">не голосували – </w:t>
      </w:r>
      <w:r>
        <w:t>2</w:t>
      </w:r>
    </w:p>
    <w:p w:rsidR="002D5BF9" w:rsidRDefault="002D5BF9" w:rsidP="009E669A">
      <w:pPr>
        <w:pStyle w:val="NoSpacing"/>
      </w:pPr>
      <w:r w:rsidRPr="00EF57F9">
        <w:t xml:space="preserve">відсутні – </w:t>
      </w:r>
      <w:r>
        <w:t>7</w:t>
      </w:r>
      <w:r w:rsidRPr="00EF57F9">
        <w:t xml:space="preserve"> (додаються).</w:t>
      </w:r>
    </w:p>
    <w:p w:rsidR="002D5BF9" w:rsidRDefault="002D5BF9" w:rsidP="00EA38B0">
      <w:pPr>
        <w:pStyle w:val="NoSpacing"/>
        <w:rPr>
          <w:b/>
        </w:rPr>
      </w:pPr>
    </w:p>
    <w:p w:rsidR="002D5BF9" w:rsidRDefault="002D5BF9" w:rsidP="00EA38B0">
      <w:pPr>
        <w:pStyle w:val="NoSpacing"/>
      </w:pPr>
      <w:r>
        <w:rPr>
          <w:b/>
        </w:rPr>
        <w:t>4.</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1662C5" w:rsidRDefault="002D5BF9" w:rsidP="00EA38B0">
      <w:pPr>
        <w:pStyle w:val="BodyText"/>
        <w:spacing w:after="0"/>
        <w:ind w:firstLine="708"/>
        <w:jc w:val="both"/>
        <w:rPr>
          <w:b/>
          <w:lang w:val="uk-UA"/>
        </w:rPr>
      </w:pPr>
      <w:r w:rsidRPr="001662C5">
        <w:rPr>
          <w:b/>
          <w:lang w:val="uk-UA"/>
        </w:rPr>
        <w:t>Про внесення змін до рішення міської ради від 24 грудня 2020 року №41 «Про бюджет Знам’янської міської  територіальної громади на 2021 рік».</w:t>
      </w:r>
    </w:p>
    <w:p w:rsidR="002D5BF9" w:rsidRPr="00EF57F9" w:rsidRDefault="002D5BF9" w:rsidP="000F53C2">
      <w:pPr>
        <w:pStyle w:val="BodyText"/>
        <w:spacing w:after="0"/>
        <w:jc w:val="both"/>
        <w:outlineLvl w:val="0"/>
        <w:rPr>
          <w:b/>
        </w:rPr>
      </w:pPr>
      <w:r w:rsidRPr="00EF57F9">
        <w:rPr>
          <w:b/>
        </w:rPr>
        <w:t>ІНФОРМУВАЛА:</w:t>
      </w:r>
    </w:p>
    <w:p w:rsidR="002D5BF9" w:rsidRDefault="002D5BF9" w:rsidP="000F53C2">
      <w:pPr>
        <w:spacing w:after="0"/>
        <w:jc w:val="both"/>
        <w:outlineLvl w:val="0"/>
        <w:rPr>
          <w:rFonts w:ascii="Times New Roman" w:hAnsi="Times New Roman" w:cs="Times New Roman"/>
          <w:sz w:val="24"/>
          <w:szCs w:val="24"/>
          <w:lang w:val="uk-UA"/>
        </w:rPr>
      </w:pPr>
      <w:r>
        <w:rPr>
          <w:rFonts w:ascii="Times New Roman" w:hAnsi="Times New Roman" w:cs="Times New Roman"/>
          <w:b/>
          <w:sz w:val="24"/>
          <w:szCs w:val="24"/>
          <w:lang w:val="uk-UA"/>
        </w:rPr>
        <w:t>ЛЕПЕТКО Олена</w:t>
      </w:r>
      <w:r w:rsidRPr="00EF57F9">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Pr>
          <w:rFonts w:ascii="Times New Roman" w:hAnsi="Times New Roman" w:cs="Times New Roman"/>
          <w:sz w:val="24"/>
          <w:szCs w:val="24"/>
          <w:lang w:val="uk-UA"/>
        </w:rPr>
        <w:t>начальник фінансового управління</w:t>
      </w:r>
    </w:p>
    <w:p w:rsidR="002D5BF9" w:rsidRPr="00EF57F9" w:rsidRDefault="002D5BF9" w:rsidP="00EA38B0">
      <w:pPr>
        <w:pStyle w:val="NoSpacing"/>
      </w:pPr>
      <w:r w:rsidRPr="00D87BE4">
        <w:rPr>
          <w:b/>
        </w:rPr>
        <w:t>Вирішили:</w:t>
      </w:r>
      <w:r>
        <w:t xml:space="preserve"> Рішення №675</w:t>
      </w:r>
      <w:r w:rsidRPr="00EF57F9">
        <w:t xml:space="preserve"> прийнято </w:t>
      </w:r>
      <w:r>
        <w:t xml:space="preserve">за основу, зі змінами та  доповненнями ( інформаційні довідки №№1,2,3,4) та </w:t>
      </w:r>
      <w:r w:rsidRPr="00EF57F9">
        <w:t>в цілому за результатами голосування (додається).</w:t>
      </w:r>
    </w:p>
    <w:p w:rsidR="002D5BF9" w:rsidRPr="00EF57F9" w:rsidRDefault="002D5BF9" w:rsidP="00EA38B0">
      <w:pPr>
        <w:pStyle w:val="NoSpacing"/>
      </w:pPr>
      <w:r w:rsidRPr="00EF57F9">
        <w:t>за – 2</w:t>
      </w:r>
      <w:r>
        <w:t>1</w:t>
      </w:r>
    </w:p>
    <w:p w:rsidR="002D5BF9" w:rsidRPr="00EF57F9" w:rsidRDefault="002D5BF9" w:rsidP="00EA38B0">
      <w:pPr>
        <w:pStyle w:val="NoSpacing"/>
      </w:pPr>
      <w:r w:rsidRPr="00EF57F9">
        <w:t xml:space="preserve">проти – 0 </w:t>
      </w:r>
    </w:p>
    <w:p w:rsidR="002D5BF9" w:rsidRPr="00EF57F9" w:rsidRDefault="002D5BF9" w:rsidP="00EA38B0">
      <w:pPr>
        <w:pStyle w:val="NoSpacing"/>
      </w:pPr>
      <w:r w:rsidRPr="00EF57F9">
        <w:t>утримався – 0</w:t>
      </w:r>
    </w:p>
    <w:p w:rsidR="002D5BF9" w:rsidRPr="00EF57F9" w:rsidRDefault="002D5BF9" w:rsidP="00EA38B0">
      <w:pPr>
        <w:pStyle w:val="NoSpacing"/>
      </w:pPr>
      <w:r w:rsidRPr="00EF57F9">
        <w:t xml:space="preserve">не голосували – </w:t>
      </w:r>
      <w:r>
        <w:t>1</w:t>
      </w:r>
    </w:p>
    <w:p w:rsidR="002D5BF9" w:rsidRPr="000F53C2" w:rsidRDefault="002D5BF9" w:rsidP="00EA38B0">
      <w:pPr>
        <w:pStyle w:val="NoSpacing"/>
      </w:pPr>
      <w:r w:rsidRPr="00EF57F9">
        <w:t xml:space="preserve">відсутні – </w:t>
      </w:r>
      <w:r>
        <w:t>5</w:t>
      </w:r>
      <w:r w:rsidRPr="00EF57F9">
        <w:t xml:space="preserve"> (додаються).</w:t>
      </w:r>
    </w:p>
    <w:p w:rsidR="002D5BF9" w:rsidRDefault="002D5BF9" w:rsidP="00EA38B0">
      <w:pPr>
        <w:pStyle w:val="NoSpacing"/>
      </w:pPr>
      <w:r>
        <w:rPr>
          <w:b/>
        </w:rPr>
        <w:t>5.</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49693D" w:rsidRDefault="002D5BF9" w:rsidP="00EA38B0">
      <w:pPr>
        <w:pStyle w:val="BodyText"/>
        <w:spacing w:after="0"/>
        <w:jc w:val="both"/>
        <w:rPr>
          <w:b/>
          <w:lang w:val="uk-UA"/>
        </w:rPr>
      </w:pPr>
      <w:r>
        <w:rPr>
          <w:lang w:val="uk-UA"/>
        </w:rPr>
        <w:tab/>
      </w:r>
      <w:r w:rsidRPr="0049693D">
        <w:rPr>
          <w:b/>
          <w:lang w:val="uk-UA"/>
        </w:rPr>
        <w:t>Про внесення доповнення до рішення Знам’янської міської ради від 28 січня 2021 року №59 «Про визначення переліку підприємств, установ, організацій, що надають соціально важливі послуги населенню».</w:t>
      </w:r>
    </w:p>
    <w:p w:rsidR="002D5BF9" w:rsidRPr="0049693D" w:rsidRDefault="002D5BF9" w:rsidP="000F53C2">
      <w:pPr>
        <w:pStyle w:val="BodyText"/>
        <w:spacing w:after="0"/>
        <w:jc w:val="both"/>
        <w:outlineLvl w:val="0"/>
        <w:rPr>
          <w:b/>
          <w:lang w:val="uk-UA"/>
        </w:rPr>
      </w:pPr>
      <w:r w:rsidRPr="0049693D">
        <w:rPr>
          <w:b/>
          <w:lang w:val="uk-UA"/>
        </w:rPr>
        <w:t>ІНФОРМУВАЛА:</w:t>
      </w:r>
    </w:p>
    <w:p w:rsidR="002D5BF9" w:rsidRDefault="002D5BF9" w:rsidP="00EA38B0">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КУЗІНА  Інна</w:t>
      </w:r>
      <w:r w:rsidRPr="00EF57F9">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Pr>
          <w:rFonts w:ascii="Times New Roman" w:hAnsi="Times New Roman" w:cs="Times New Roman"/>
          <w:sz w:val="24"/>
          <w:szCs w:val="24"/>
          <w:lang w:val="uk-UA"/>
        </w:rPr>
        <w:t>начальник відділу економічного розвитку, підприємництва, промисловості та торгівлі.</w:t>
      </w:r>
    </w:p>
    <w:p w:rsidR="002D5BF9" w:rsidRPr="00EF57F9" w:rsidRDefault="002D5BF9" w:rsidP="00EA38B0">
      <w:pPr>
        <w:pStyle w:val="NoSpacing"/>
      </w:pPr>
      <w:r w:rsidRPr="00D87BE4">
        <w:rPr>
          <w:b/>
        </w:rPr>
        <w:t>Вирішили:</w:t>
      </w:r>
      <w:r>
        <w:t xml:space="preserve"> Рішення №676</w:t>
      </w:r>
      <w:r w:rsidRPr="00EF57F9">
        <w:t xml:space="preserve"> прийнято </w:t>
      </w:r>
      <w:r>
        <w:t xml:space="preserve">за основу і </w:t>
      </w:r>
      <w:r w:rsidRPr="00EF57F9">
        <w:t>в цілому за результатами голосування (додається).</w:t>
      </w:r>
    </w:p>
    <w:p w:rsidR="002D5BF9" w:rsidRPr="00EF57F9" w:rsidRDefault="002D5BF9" w:rsidP="00EA38B0">
      <w:pPr>
        <w:pStyle w:val="NoSpacing"/>
      </w:pPr>
      <w:r>
        <w:t>за – 22</w:t>
      </w:r>
    </w:p>
    <w:p w:rsidR="002D5BF9" w:rsidRPr="00EF57F9" w:rsidRDefault="002D5BF9" w:rsidP="00EA38B0">
      <w:pPr>
        <w:pStyle w:val="NoSpacing"/>
      </w:pPr>
      <w:r w:rsidRPr="00EF57F9">
        <w:t xml:space="preserve">проти – 0 </w:t>
      </w:r>
    </w:p>
    <w:p w:rsidR="002D5BF9" w:rsidRPr="00EF57F9" w:rsidRDefault="002D5BF9" w:rsidP="00EA38B0">
      <w:pPr>
        <w:pStyle w:val="NoSpacing"/>
      </w:pPr>
      <w:r w:rsidRPr="00EF57F9">
        <w:t>утримався – 0</w:t>
      </w:r>
    </w:p>
    <w:p w:rsidR="002D5BF9" w:rsidRPr="00EF57F9" w:rsidRDefault="002D5BF9" w:rsidP="00EA38B0">
      <w:pPr>
        <w:pStyle w:val="NoSpacing"/>
      </w:pPr>
      <w:r w:rsidRPr="00EF57F9">
        <w:t xml:space="preserve">не голосували – </w:t>
      </w:r>
      <w:r>
        <w:t>0</w:t>
      </w:r>
    </w:p>
    <w:p w:rsidR="002D5BF9" w:rsidRDefault="002D5BF9" w:rsidP="00EA38B0">
      <w:pPr>
        <w:pStyle w:val="NoSpacing"/>
      </w:pPr>
      <w:r w:rsidRPr="00EF57F9">
        <w:t xml:space="preserve">відсутні – </w:t>
      </w:r>
      <w:r>
        <w:t>5</w:t>
      </w:r>
      <w:r w:rsidRPr="00EF57F9">
        <w:t xml:space="preserve"> (додаються).</w:t>
      </w:r>
    </w:p>
    <w:p w:rsidR="002D5BF9" w:rsidRDefault="002D5BF9" w:rsidP="000947F5">
      <w:pPr>
        <w:pStyle w:val="NoSpacing"/>
        <w:rPr>
          <w:b/>
        </w:rPr>
      </w:pPr>
    </w:p>
    <w:p w:rsidR="002D5BF9" w:rsidRDefault="002D5BF9" w:rsidP="00135D4C">
      <w:pPr>
        <w:pStyle w:val="NoSpacing"/>
      </w:pPr>
      <w:r>
        <w:rPr>
          <w:b/>
        </w:rPr>
        <w:t>6.</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135D4C" w:rsidRDefault="002D5BF9" w:rsidP="00135D4C">
      <w:pPr>
        <w:pStyle w:val="NoSpacing"/>
        <w:rPr>
          <w:b/>
        </w:rPr>
      </w:pPr>
      <w:r>
        <w:tab/>
      </w:r>
      <w:r w:rsidRPr="00135D4C">
        <w:rPr>
          <w:b/>
        </w:rPr>
        <w:t>Про погодження наміру відділу культури і туризму виконавчого комітету Знам’янської міської ради на продовження договорів оренди комунального майна.</w:t>
      </w:r>
    </w:p>
    <w:p w:rsidR="002D5BF9" w:rsidRPr="00922526" w:rsidRDefault="002D5BF9" w:rsidP="000F53C2">
      <w:pPr>
        <w:pStyle w:val="BodyText"/>
        <w:spacing w:after="0"/>
        <w:jc w:val="both"/>
        <w:outlineLvl w:val="0"/>
        <w:rPr>
          <w:b/>
          <w:lang w:val="uk-UA"/>
        </w:rPr>
      </w:pPr>
      <w:r w:rsidRPr="00922526">
        <w:rPr>
          <w:b/>
          <w:lang w:val="uk-UA"/>
        </w:rPr>
        <w:t>ІНФОРМУВА</w:t>
      </w:r>
      <w:r>
        <w:rPr>
          <w:b/>
          <w:lang w:val="uk-UA"/>
        </w:rPr>
        <w:t>ЛА</w:t>
      </w:r>
      <w:r w:rsidRPr="00922526">
        <w:rPr>
          <w:b/>
          <w:lang w:val="uk-UA"/>
        </w:rPr>
        <w:t>:</w:t>
      </w:r>
    </w:p>
    <w:p w:rsidR="002D5BF9" w:rsidRDefault="002D5BF9" w:rsidP="000947F5">
      <w:pPr>
        <w:pStyle w:val="NoSpacing"/>
      </w:pPr>
      <w:r>
        <w:rPr>
          <w:b/>
        </w:rPr>
        <w:t>КУЗІНА  Інна</w:t>
      </w:r>
      <w:r w:rsidRPr="00EF57F9">
        <w:rPr>
          <w:b/>
        </w:rPr>
        <w:t xml:space="preserve"> –</w:t>
      </w:r>
      <w:r>
        <w:rPr>
          <w:b/>
        </w:rPr>
        <w:t xml:space="preserve"> </w:t>
      </w:r>
      <w:r>
        <w:t>начальник відділу економічного розвитку, підприємництва, промисловості та торгівлі.</w:t>
      </w:r>
    </w:p>
    <w:p w:rsidR="002D5BF9" w:rsidRPr="00EF57F9" w:rsidRDefault="002D5BF9" w:rsidP="000947F5">
      <w:pPr>
        <w:pStyle w:val="NoSpacing"/>
      </w:pPr>
      <w:r w:rsidRPr="00D87BE4">
        <w:rPr>
          <w:b/>
        </w:rPr>
        <w:t>Вирішили:</w:t>
      </w:r>
      <w:r>
        <w:t xml:space="preserve"> Рішення №677</w:t>
      </w:r>
      <w:r w:rsidRPr="00EF57F9">
        <w:t xml:space="preserve"> прийнято </w:t>
      </w:r>
      <w:r>
        <w:t xml:space="preserve">за основу, з доповненнями  і </w:t>
      </w:r>
      <w:r w:rsidRPr="00EF57F9">
        <w:t>в цілому за результатами голосування (додається).</w:t>
      </w:r>
    </w:p>
    <w:p w:rsidR="002D5BF9" w:rsidRPr="00EF57F9" w:rsidRDefault="002D5BF9" w:rsidP="000947F5">
      <w:pPr>
        <w:pStyle w:val="NoSpacing"/>
      </w:pPr>
      <w:r>
        <w:t>за – 21</w:t>
      </w:r>
    </w:p>
    <w:p w:rsidR="002D5BF9" w:rsidRPr="00EF57F9" w:rsidRDefault="002D5BF9" w:rsidP="000947F5">
      <w:pPr>
        <w:pStyle w:val="NoSpacing"/>
      </w:pPr>
      <w:r w:rsidRPr="00EF57F9">
        <w:t xml:space="preserve">проти – 0 </w:t>
      </w:r>
    </w:p>
    <w:p w:rsidR="002D5BF9" w:rsidRPr="00EF57F9" w:rsidRDefault="002D5BF9" w:rsidP="000947F5">
      <w:pPr>
        <w:pStyle w:val="NoSpacing"/>
      </w:pPr>
      <w:r w:rsidRPr="00EF57F9">
        <w:t>утримався – 0</w:t>
      </w:r>
    </w:p>
    <w:p w:rsidR="002D5BF9" w:rsidRPr="00EF57F9" w:rsidRDefault="002D5BF9" w:rsidP="000947F5">
      <w:pPr>
        <w:pStyle w:val="NoSpacing"/>
      </w:pPr>
      <w:r w:rsidRPr="00EF57F9">
        <w:t xml:space="preserve">не голосували – </w:t>
      </w:r>
      <w:r>
        <w:t>1</w:t>
      </w:r>
    </w:p>
    <w:p w:rsidR="002D5BF9" w:rsidRDefault="002D5BF9" w:rsidP="000947F5">
      <w:pPr>
        <w:pStyle w:val="NoSpacing"/>
      </w:pPr>
      <w:r w:rsidRPr="00EF57F9">
        <w:t xml:space="preserve">відсутні – </w:t>
      </w:r>
      <w:r>
        <w:t xml:space="preserve"> 5</w:t>
      </w:r>
      <w:r w:rsidRPr="00EF57F9">
        <w:t>(додаються).</w:t>
      </w:r>
    </w:p>
    <w:p w:rsidR="002D5BF9" w:rsidRDefault="002D5BF9" w:rsidP="006B3BE8">
      <w:pPr>
        <w:pStyle w:val="NoSpacing"/>
        <w:rPr>
          <w:b/>
        </w:rPr>
      </w:pPr>
    </w:p>
    <w:p w:rsidR="002D5BF9" w:rsidRDefault="002D5BF9" w:rsidP="00354394">
      <w:pPr>
        <w:pStyle w:val="NoSpacing"/>
      </w:pPr>
      <w:r>
        <w:rPr>
          <w:b/>
        </w:rPr>
        <w:t>7.</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354394" w:rsidRDefault="002D5BF9" w:rsidP="00354394">
      <w:pPr>
        <w:pStyle w:val="NoSpacing"/>
        <w:rPr>
          <w:b/>
        </w:rPr>
      </w:pPr>
      <w:r>
        <w:tab/>
      </w:r>
      <w:r w:rsidRPr="00354394">
        <w:rPr>
          <w:b/>
        </w:rPr>
        <w:t>Про включення до Переліку другого типу потенційного об’єкту оренди – частину нежитлового приміщення по вул.Михайла Грушевського,18 в м.Знам’янка.</w:t>
      </w:r>
    </w:p>
    <w:p w:rsidR="002D5BF9" w:rsidRPr="006B3BE8" w:rsidRDefault="002D5BF9" w:rsidP="000F53C2">
      <w:pPr>
        <w:pStyle w:val="BodyText"/>
        <w:spacing w:after="0"/>
        <w:jc w:val="both"/>
        <w:outlineLvl w:val="0"/>
        <w:rPr>
          <w:b/>
          <w:lang w:val="uk-UA"/>
        </w:rPr>
      </w:pPr>
      <w:r w:rsidRPr="006B3BE8">
        <w:rPr>
          <w:b/>
          <w:lang w:val="uk-UA"/>
        </w:rPr>
        <w:t>ІНФОРМУВА</w:t>
      </w:r>
      <w:r>
        <w:rPr>
          <w:b/>
          <w:lang w:val="uk-UA"/>
        </w:rPr>
        <w:t>ЛА</w:t>
      </w:r>
      <w:r w:rsidRPr="006B3BE8">
        <w:rPr>
          <w:b/>
          <w:lang w:val="uk-UA"/>
        </w:rPr>
        <w:t>:</w:t>
      </w:r>
    </w:p>
    <w:p w:rsidR="002D5BF9" w:rsidRPr="00354394" w:rsidRDefault="002D5BF9" w:rsidP="00354394">
      <w:pPr>
        <w:pStyle w:val="NoSpacing"/>
      </w:pPr>
      <w:r>
        <w:rPr>
          <w:b/>
        </w:rPr>
        <w:t>КУЗІНА  Інна</w:t>
      </w:r>
      <w:r w:rsidRPr="00EF57F9">
        <w:rPr>
          <w:b/>
        </w:rPr>
        <w:t xml:space="preserve"> –</w:t>
      </w:r>
      <w:r>
        <w:rPr>
          <w:b/>
        </w:rPr>
        <w:t xml:space="preserve"> </w:t>
      </w:r>
      <w:r>
        <w:t>начальник відділу економічного розвитку, підприємництва, промисловості та торгівлі.</w:t>
      </w:r>
    </w:p>
    <w:p w:rsidR="002D5BF9" w:rsidRPr="00EF57F9" w:rsidRDefault="002D5BF9" w:rsidP="006B3BE8">
      <w:pPr>
        <w:pStyle w:val="NoSpacing"/>
      </w:pPr>
      <w:r w:rsidRPr="00D87BE4">
        <w:rPr>
          <w:b/>
        </w:rPr>
        <w:t>Вирішили:</w:t>
      </w:r>
      <w:r>
        <w:t xml:space="preserve"> Рішення №678</w:t>
      </w:r>
      <w:r w:rsidRPr="00EF57F9">
        <w:t xml:space="preserve"> прийнято </w:t>
      </w:r>
      <w:r>
        <w:t xml:space="preserve">за основу і </w:t>
      </w:r>
      <w:r w:rsidRPr="00EF57F9">
        <w:t>в цілому за результатами голосування (додається).</w:t>
      </w:r>
    </w:p>
    <w:p w:rsidR="002D5BF9" w:rsidRPr="00EF57F9" w:rsidRDefault="002D5BF9" w:rsidP="006B3BE8">
      <w:pPr>
        <w:pStyle w:val="NoSpacing"/>
      </w:pPr>
      <w:r>
        <w:t>за – 21</w:t>
      </w:r>
    </w:p>
    <w:p w:rsidR="002D5BF9" w:rsidRPr="00EF57F9" w:rsidRDefault="002D5BF9" w:rsidP="006B3BE8">
      <w:pPr>
        <w:pStyle w:val="NoSpacing"/>
      </w:pPr>
      <w:r w:rsidRPr="00EF57F9">
        <w:t xml:space="preserve">проти – 0 </w:t>
      </w:r>
    </w:p>
    <w:p w:rsidR="002D5BF9" w:rsidRPr="00EF57F9" w:rsidRDefault="002D5BF9" w:rsidP="006B3BE8">
      <w:pPr>
        <w:pStyle w:val="NoSpacing"/>
      </w:pPr>
      <w:r w:rsidRPr="00EF57F9">
        <w:t>утримався – 0</w:t>
      </w:r>
    </w:p>
    <w:p w:rsidR="002D5BF9" w:rsidRPr="00EF57F9" w:rsidRDefault="002D5BF9" w:rsidP="006B3BE8">
      <w:pPr>
        <w:pStyle w:val="NoSpacing"/>
      </w:pPr>
      <w:r w:rsidRPr="00EF57F9">
        <w:t xml:space="preserve">не голосували – </w:t>
      </w:r>
      <w:r>
        <w:t>1</w:t>
      </w:r>
    </w:p>
    <w:p w:rsidR="002D5BF9" w:rsidRDefault="002D5BF9" w:rsidP="006B3BE8">
      <w:pPr>
        <w:pStyle w:val="NoSpacing"/>
      </w:pPr>
      <w:r w:rsidRPr="00EF57F9">
        <w:t xml:space="preserve">відсутні – </w:t>
      </w:r>
      <w:r>
        <w:t>5</w:t>
      </w:r>
      <w:r w:rsidRPr="00EF57F9">
        <w:t xml:space="preserve"> (додаються).</w:t>
      </w:r>
    </w:p>
    <w:p w:rsidR="002D5BF9" w:rsidRDefault="002D5BF9" w:rsidP="00DB357A">
      <w:pPr>
        <w:pStyle w:val="NoSpacing"/>
        <w:rPr>
          <w:b/>
        </w:rPr>
      </w:pPr>
    </w:p>
    <w:p w:rsidR="002D5BF9" w:rsidRDefault="002D5BF9" w:rsidP="00EB1BBD">
      <w:pPr>
        <w:pStyle w:val="NoSpacing"/>
      </w:pPr>
      <w:r>
        <w:rPr>
          <w:b/>
        </w:rPr>
        <w:t>8.</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EB1BBD" w:rsidRDefault="002D5BF9" w:rsidP="00EB1BBD">
      <w:pPr>
        <w:pStyle w:val="NoSpacing"/>
        <w:rPr>
          <w:b/>
        </w:rPr>
      </w:pPr>
      <w:r>
        <w:tab/>
      </w:r>
      <w:r w:rsidRPr="00EB1BBD">
        <w:rPr>
          <w:b/>
        </w:rPr>
        <w:t>Про включення до Переліку першого  типу потенційного об’єкту оренди – частину підвального приміщення по вул.Привокзальній,2  в м.Знам’янка.</w:t>
      </w:r>
    </w:p>
    <w:p w:rsidR="002D5BF9" w:rsidRPr="006B3BE8" w:rsidRDefault="002D5BF9" w:rsidP="000F53C2">
      <w:pPr>
        <w:pStyle w:val="BodyText"/>
        <w:spacing w:after="0"/>
        <w:jc w:val="both"/>
        <w:outlineLvl w:val="0"/>
        <w:rPr>
          <w:b/>
          <w:lang w:val="uk-UA"/>
        </w:rPr>
      </w:pPr>
      <w:r w:rsidRPr="006B3BE8">
        <w:rPr>
          <w:b/>
          <w:lang w:val="uk-UA"/>
        </w:rPr>
        <w:t>ІНФОРМУВА</w:t>
      </w:r>
      <w:r>
        <w:rPr>
          <w:b/>
          <w:lang w:val="uk-UA"/>
        </w:rPr>
        <w:t>ЛА</w:t>
      </w:r>
      <w:r w:rsidRPr="006B3BE8">
        <w:rPr>
          <w:b/>
          <w:lang w:val="uk-UA"/>
        </w:rPr>
        <w:t>:</w:t>
      </w:r>
    </w:p>
    <w:p w:rsidR="002D5BF9" w:rsidRPr="00354394" w:rsidRDefault="002D5BF9" w:rsidP="00EB1BBD">
      <w:pPr>
        <w:pStyle w:val="NoSpacing"/>
      </w:pPr>
      <w:r>
        <w:rPr>
          <w:b/>
        </w:rPr>
        <w:t>КУЗІНА  Інна</w:t>
      </w:r>
      <w:r w:rsidRPr="00EF57F9">
        <w:rPr>
          <w:b/>
        </w:rPr>
        <w:t xml:space="preserve"> –</w:t>
      </w:r>
      <w:r>
        <w:rPr>
          <w:b/>
        </w:rPr>
        <w:t xml:space="preserve"> </w:t>
      </w:r>
      <w:r>
        <w:t>начальник відділу економічного розвитку, підприємництва, промисловості та торгівлі.</w:t>
      </w:r>
    </w:p>
    <w:p w:rsidR="002D5BF9" w:rsidRPr="00EF57F9" w:rsidRDefault="002D5BF9" w:rsidP="00DB357A">
      <w:pPr>
        <w:pStyle w:val="NoSpacing"/>
      </w:pPr>
      <w:r w:rsidRPr="00D87BE4">
        <w:rPr>
          <w:b/>
        </w:rPr>
        <w:t>Вирішили:</w:t>
      </w:r>
      <w:r>
        <w:t xml:space="preserve"> Рішення №679</w:t>
      </w:r>
      <w:r w:rsidRPr="00EF57F9">
        <w:t xml:space="preserve"> прийнято </w:t>
      </w:r>
      <w:r>
        <w:t xml:space="preserve">за основу і </w:t>
      </w:r>
      <w:r w:rsidRPr="00EF57F9">
        <w:t>в цілому за результатами голосування (додається).</w:t>
      </w:r>
    </w:p>
    <w:p w:rsidR="002D5BF9" w:rsidRPr="00EF57F9" w:rsidRDefault="002D5BF9" w:rsidP="00DB357A">
      <w:pPr>
        <w:pStyle w:val="NoSpacing"/>
      </w:pPr>
      <w:r>
        <w:t>за – 20</w:t>
      </w:r>
    </w:p>
    <w:p w:rsidR="002D5BF9" w:rsidRPr="00EF57F9" w:rsidRDefault="002D5BF9" w:rsidP="00DB357A">
      <w:pPr>
        <w:pStyle w:val="NoSpacing"/>
      </w:pPr>
      <w:r w:rsidRPr="00EF57F9">
        <w:t xml:space="preserve">проти – 0 </w:t>
      </w:r>
    </w:p>
    <w:p w:rsidR="002D5BF9" w:rsidRPr="00EF57F9" w:rsidRDefault="002D5BF9" w:rsidP="00DB357A">
      <w:pPr>
        <w:pStyle w:val="NoSpacing"/>
      </w:pPr>
      <w:r w:rsidRPr="00EF57F9">
        <w:t>утримався – 0</w:t>
      </w:r>
    </w:p>
    <w:p w:rsidR="002D5BF9" w:rsidRPr="00EF57F9" w:rsidRDefault="002D5BF9" w:rsidP="00DB357A">
      <w:pPr>
        <w:pStyle w:val="NoSpacing"/>
      </w:pPr>
      <w:r w:rsidRPr="00EF57F9">
        <w:t xml:space="preserve">не голосували – </w:t>
      </w:r>
      <w:r>
        <w:t>2</w:t>
      </w:r>
    </w:p>
    <w:p w:rsidR="002D5BF9" w:rsidRDefault="002D5BF9" w:rsidP="00DB357A">
      <w:pPr>
        <w:pStyle w:val="NoSpacing"/>
      </w:pPr>
      <w:r w:rsidRPr="00EF57F9">
        <w:t xml:space="preserve">відсутні – </w:t>
      </w:r>
      <w:r>
        <w:t>5</w:t>
      </w:r>
      <w:r w:rsidRPr="00EF57F9">
        <w:t xml:space="preserve"> (додаються).</w:t>
      </w:r>
    </w:p>
    <w:p w:rsidR="002D5BF9" w:rsidRDefault="002D5BF9" w:rsidP="00FC064D">
      <w:pPr>
        <w:pStyle w:val="NoSpacing"/>
        <w:rPr>
          <w:b/>
        </w:rPr>
      </w:pPr>
    </w:p>
    <w:p w:rsidR="002D5BF9" w:rsidRDefault="002D5BF9" w:rsidP="00EB1BBD">
      <w:pPr>
        <w:pStyle w:val="NoSpacing"/>
      </w:pPr>
      <w:r>
        <w:rPr>
          <w:b/>
        </w:rPr>
        <w:t>9.</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EB1BBD" w:rsidRDefault="002D5BF9" w:rsidP="00EB1BBD">
      <w:pPr>
        <w:pStyle w:val="NoSpacing"/>
        <w:rPr>
          <w:b/>
        </w:rPr>
      </w:pPr>
      <w:r>
        <w:tab/>
      </w:r>
      <w:r w:rsidRPr="00EB1BBD">
        <w:rPr>
          <w:b/>
        </w:rPr>
        <w:t>Про включення до Переліку першого типу потенційного об’єкту оренди – частину підвального приміщення по вул.Привокзальній,2 в м.Знам’янка.</w:t>
      </w:r>
    </w:p>
    <w:p w:rsidR="002D5BF9" w:rsidRPr="006B3BE8" w:rsidRDefault="002D5BF9" w:rsidP="000F53C2">
      <w:pPr>
        <w:pStyle w:val="BodyText"/>
        <w:spacing w:after="0"/>
        <w:jc w:val="both"/>
        <w:outlineLvl w:val="0"/>
        <w:rPr>
          <w:b/>
          <w:lang w:val="uk-UA"/>
        </w:rPr>
      </w:pPr>
      <w:r w:rsidRPr="006B3BE8">
        <w:rPr>
          <w:b/>
          <w:lang w:val="uk-UA"/>
        </w:rPr>
        <w:t>ІНФОРМУВА</w:t>
      </w:r>
      <w:r>
        <w:rPr>
          <w:b/>
          <w:lang w:val="uk-UA"/>
        </w:rPr>
        <w:t>ЛА</w:t>
      </w:r>
      <w:r w:rsidRPr="006B3BE8">
        <w:rPr>
          <w:b/>
          <w:lang w:val="uk-UA"/>
        </w:rPr>
        <w:t>:</w:t>
      </w:r>
    </w:p>
    <w:p w:rsidR="002D5BF9" w:rsidRPr="00354394" w:rsidRDefault="002D5BF9" w:rsidP="00EB1BBD">
      <w:pPr>
        <w:pStyle w:val="NoSpacing"/>
      </w:pPr>
      <w:r>
        <w:rPr>
          <w:b/>
        </w:rPr>
        <w:t>КУЗІНА  Інна</w:t>
      </w:r>
      <w:r w:rsidRPr="00EF57F9">
        <w:rPr>
          <w:b/>
        </w:rPr>
        <w:t xml:space="preserve"> –</w:t>
      </w:r>
      <w:r>
        <w:rPr>
          <w:b/>
        </w:rPr>
        <w:t xml:space="preserve"> </w:t>
      </w:r>
      <w:r>
        <w:t>начальник відділу економічного розвитку, підприємництва, промисловості та торгівлі.</w:t>
      </w:r>
    </w:p>
    <w:p w:rsidR="002D5BF9" w:rsidRPr="00EF57F9" w:rsidRDefault="002D5BF9" w:rsidP="00FC064D">
      <w:pPr>
        <w:pStyle w:val="NoSpacing"/>
      </w:pPr>
      <w:r w:rsidRPr="00D87BE4">
        <w:rPr>
          <w:b/>
        </w:rPr>
        <w:t>Вирішили:</w:t>
      </w:r>
      <w:r>
        <w:t xml:space="preserve"> Рішення №680</w:t>
      </w:r>
      <w:r w:rsidRPr="00EF57F9">
        <w:t xml:space="preserve"> прийнято </w:t>
      </w:r>
      <w:r>
        <w:t xml:space="preserve">за основу і </w:t>
      </w:r>
      <w:r w:rsidRPr="00EF57F9">
        <w:t>в цілому за результатами голосування (додається).</w:t>
      </w:r>
    </w:p>
    <w:p w:rsidR="002D5BF9" w:rsidRPr="00EF57F9" w:rsidRDefault="002D5BF9" w:rsidP="00FC064D">
      <w:pPr>
        <w:pStyle w:val="NoSpacing"/>
      </w:pPr>
      <w:r>
        <w:t>за – 21</w:t>
      </w:r>
    </w:p>
    <w:p w:rsidR="002D5BF9" w:rsidRPr="00EF57F9" w:rsidRDefault="002D5BF9" w:rsidP="00FC064D">
      <w:pPr>
        <w:pStyle w:val="NoSpacing"/>
      </w:pPr>
      <w:r w:rsidRPr="00EF57F9">
        <w:t xml:space="preserve">проти – 0 </w:t>
      </w:r>
    </w:p>
    <w:p w:rsidR="002D5BF9" w:rsidRPr="00EF57F9" w:rsidRDefault="002D5BF9" w:rsidP="00FC064D">
      <w:pPr>
        <w:pStyle w:val="NoSpacing"/>
      </w:pPr>
      <w:r w:rsidRPr="00EF57F9">
        <w:t>утримався – 0</w:t>
      </w:r>
    </w:p>
    <w:p w:rsidR="002D5BF9" w:rsidRPr="00EF57F9" w:rsidRDefault="002D5BF9" w:rsidP="00FC064D">
      <w:pPr>
        <w:pStyle w:val="NoSpacing"/>
      </w:pPr>
      <w:r w:rsidRPr="00EF57F9">
        <w:t xml:space="preserve">не голосували – </w:t>
      </w:r>
      <w:r>
        <w:t>1</w:t>
      </w:r>
    </w:p>
    <w:p w:rsidR="002D5BF9" w:rsidRDefault="002D5BF9" w:rsidP="00FC064D">
      <w:pPr>
        <w:pStyle w:val="NoSpacing"/>
      </w:pPr>
      <w:r w:rsidRPr="00EF57F9">
        <w:t xml:space="preserve">відсутні – </w:t>
      </w:r>
      <w:r>
        <w:t>5</w:t>
      </w:r>
      <w:r w:rsidRPr="00EF57F9">
        <w:t xml:space="preserve"> (додаються).</w:t>
      </w:r>
    </w:p>
    <w:p w:rsidR="002D5BF9" w:rsidRDefault="002D5BF9" w:rsidP="001C55D4">
      <w:pPr>
        <w:pStyle w:val="NoSpacing"/>
        <w:rPr>
          <w:b/>
        </w:rPr>
      </w:pPr>
    </w:p>
    <w:p w:rsidR="002D5BF9" w:rsidRDefault="002D5BF9" w:rsidP="00EB1BBD">
      <w:pPr>
        <w:pStyle w:val="NoSpacing"/>
      </w:pPr>
      <w:r>
        <w:rPr>
          <w:b/>
        </w:rPr>
        <w:t>10.</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EB1BBD" w:rsidRDefault="002D5BF9" w:rsidP="00EB1BBD">
      <w:pPr>
        <w:pStyle w:val="NoSpacing"/>
        <w:rPr>
          <w:b/>
        </w:rPr>
      </w:pPr>
      <w:r>
        <w:tab/>
      </w:r>
      <w:r w:rsidRPr="00EB1BBD">
        <w:rPr>
          <w:b/>
        </w:rPr>
        <w:t>Про включення до Переліку першого типу потенційного об’єкту оренди – частину приміщення по вул.Привокзальній,20 в м.Знам’янка.</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Pr="00354394" w:rsidRDefault="002D5BF9" w:rsidP="00EB1BBD">
      <w:pPr>
        <w:pStyle w:val="NoSpacing"/>
      </w:pPr>
      <w:r>
        <w:rPr>
          <w:b/>
        </w:rPr>
        <w:t>КУЗІНА  Інна</w:t>
      </w:r>
      <w:r w:rsidRPr="00EF57F9">
        <w:rPr>
          <w:b/>
        </w:rPr>
        <w:t xml:space="preserve"> –</w:t>
      </w:r>
      <w:r>
        <w:rPr>
          <w:b/>
        </w:rPr>
        <w:t xml:space="preserve"> </w:t>
      </w:r>
      <w:r>
        <w:t>начальник відділу економічного розвитку, підприємництва, промисловості та торгівлі.</w:t>
      </w:r>
    </w:p>
    <w:p w:rsidR="002D5BF9" w:rsidRPr="00EF57F9" w:rsidRDefault="002D5BF9" w:rsidP="001C55D4">
      <w:pPr>
        <w:pStyle w:val="NoSpacing"/>
      </w:pPr>
      <w:r w:rsidRPr="00D87BE4">
        <w:rPr>
          <w:b/>
        </w:rPr>
        <w:t>Вирішили:</w:t>
      </w:r>
      <w:r>
        <w:t xml:space="preserve"> Рішення №681</w:t>
      </w:r>
      <w:r w:rsidRPr="00EF57F9">
        <w:t xml:space="preserve"> прийнято </w:t>
      </w:r>
      <w:r>
        <w:t xml:space="preserve">за основу і </w:t>
      </w:r>
      <w:r w:rsidRPr="00EF57F9">
        <w:t>в цілому за результатами голосування (додається).</w:t>
      </w:r>
    </w:p>
    <w:p w:rsidR="002D5BF9" w:rsidRPr="00EF57F9" w:rsidRDefault="002D5BF9" w:rsidP="001C55D4">
      <w:pPr>
        <w:pStyle w:val="NoSpacing"/>
      </w:pPr>
      <w:r>
        <w:t>за – 21</w:t>
      </w:r>
    </w:p>
    <w:p w:rsidR="002D5BF9" w:rsidRPr="00EF57F9" w:rsidRDefault="002D5BF9" w:rsidP="001C55D4">
      <w:pPr>
        <w:pStyle w:val="NoSpacing"/>
      </w:pPr>
      <w:r w:rsidRPr="00EF57F9">
        <w:t xml:space="preserve">проти – 0 </w:t>
      </w:r>
    </w:p>
    <w:p w:rsidR="002D5BF9" w:rsidRPr="00EF57F9" w:rsidRDefault="002D5BF9" w:rsidP="001C55D4">
      <w:pPr>
        <w:pStyle w:val="NoSpacing"/>
      </w:pPr>
      <w:r w:rsidRPr="00EF57F9">
        <w:t>утримався – 0</w:t>
      </w:r>
    </w:p>
    <w:p w:rsidR="002D5BF9" w:rsidRPr="00EF57F9" w:rsidRDefault="002D5BF9" w:rsidP="001C55D4">
      <w:pPr>
        <w:pStyle w:val="NoSpacing"/>
      </w:pPr>
      <w:r w:rsidRPr="00EF57F9">
        <w:t xml:space="preserve">не голосували – </w:t>
      </w:r>
      <w:r>
        <w:t>1</w:t>
      </w:r>
    </w:p>
    <w:p w:rsidR="002D5BF9" w:rsidRDefault="002D5BF9" w:rsidP="001C55D4">
      <w:pPr>
        <w:pStyle w:val="NoSpacing"/>
      </w:pPr>
      <w:r w:rsidRPr="00EF57F9">
        <w:t xml:space="preserve">відсутні – </w:t>
      </w:r>
      <w:r>
        <w:t>5</w:t>
      </w:r>
      <w:r w:rsidRPr="00EF57F9">
        <w:t xml:space="preserve"> (додаються).</w:t>
      </w:r>
    </w:p>
    <w:p w:rsidR="002D5BF9" w:rsidRDefault="002D5BF9" w:rsidP="00AD58D9">
      <w:pPr>
        <w:pStyle w:val="NoSpacing"/>
        <w:rPr>
          <w:b/>
        </w:rPr>
      </w:pPr>
    </w:p>
    <w:p w:rsidR="002D5BF9" w:rsidRDefault="002D5BF9" w:rsidP="00EB1BBD">
      <w:pPr>
        <w:pStyle w:val="NoSpacing"/>
      </w:pPr>
      <w:r>
        <w:rPr>
          <w:b/>
        </w:rPr>
        <w:t>11.</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EB1BBD" w:rsidRDefault="002D5BF9" w:rsidP="00AD58D9">
      <w:pPr>
        <w:pStyle w:val="NoSpacing"/>
        <w:rPr>
          <w:b/>
        </w:rPr>
      </w:pPr>
      <w:r w:rsidRPr="00EB1BBD">
        <w:rPr>
          <w:b/>
        </w:rPr>
        <w:tab/>
        <w:t>Про включення до Переліку першого типу потенційного об’єкту оренди – частину будівлі по вул.Михайла Грушевського,17 в м.Знам’янка.</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Pr="00354394" w:rsidRDefault="002D5BF9" w:rsidP="00EB1BBD">
      <w:pPr>
        <w:pStyle w:val="NoSpacing"/>
      </w:pPr>
      <w:r>
        <w:rPr>
          <w:b/>
        </w:rPr>
        <w:t>КУЗІНА  Інна</w:t>
      </w:r>
      <w:r w:rsidRPr="00EF57F9">
        <w:rPr>
          <w:b/>
        </w:rPr>
        <w:t xml:space="preserve"> –</w:t>
      </w:r>
      <w:r>
        <w:rPr>
          <w:b/>
        </w:rPr>
        <w:t xml:space="preserve"> </w:t>
      </w:r>
      <w:r>
        <w:t>начальник відділу економічного розвитку, підприємництва, промисловості та торгівлі.</w:t>
      </w:r>
    </w:p>
    <w:p w:rsidR="002D5BF9" w:rsidRPr="00EF57F9" w:rsidRDefault="002D5BF9" w:rsidP="00AD58D9">
      <w:pPr>
        <w:pStyle w:val="NoSpacing"/>
      </w:pPr>
      <w:r w:rsidRPr="00D87BE4">
        <w:rPr>
          <w:b/>
        </w:rPr>
        <w:t>Вирішили:</w:t>
      </w:r>
      <w:r>
        <w:t xml:space="preserve"> Рішення №682</w:t>
      </w:r>
      <w:r w:rsidRPr="00EF57F9">
        <w:t xml:space="preserve"> прийнято </w:t>
      </w:r>
      <w:r>
        <w:t xml:space="preserve">за основу і </w:t>
      </w:r>
      <w:r w:rsidRPr="00EF57F9">
        <w:t>в цілому за результатами голосування (додається).</w:t>
      </w:r>
    </w:p>
    <w:p w:rsidR="002D5BF9" w:rsidRPr="00EF57F9" w:rsidRDefault="002D5BF9" w:rsidP="00AD58D9">
      <w:pPr>
        <w:pStyle w:val="NoSpacing"/>
      </w:pPr>
      <w:r>
        <w:t>за – 21</w:t>
      </w:r>
    </w:p>
    <w:p w:rsidR="002D5BF9" w:rsidRPr="00EF57F9" w:rsidRDefault="002D5BF9" w:rsidP="00AD58D9">
      <w:pPr>
        <w:pStyle w:val="NoSpacing"/>
      </w:pPr>
      <w:r w:rsidRPr="00EF57F9">
        <w:t xml:space="preserve">проти – 0 </w:t>
      </w:r>
    </w:p>
    <w:p w:rsidR="002D5BF9" w:rsidRPr="00EF57F9" w:rsidRDefault="002D5BF9" w:rsidP="00AD58D9">
      <w:pPr>
        <w:pStyle w:val="NoSpacing"/>
      </w:pPr>
      <w:r w:rsidRPr="00EF57F9">
        <w:t>утримався – 0</w:t>
      </w:r>
    </w:p>
    <w:p w:rsidR="002D5BF9" w:rsidRPr="00EF57F9" w:rsidRDefault="002D5BF9" w:rsidP="00AD58D9">
      <w:pPr>
        <w:pStyle w:val="NoSpacing"/>
      </w:pPr>
      <w:r w:rsidRPr="00EF57F9">
        <w:t>не голосували –</w:t>
      </w:r>
      <w:r>
        <w:t>1</w:t>
      </w:r>
    </w:p>
    <w:p w:rsidR="002D5BF9" w:rsidRDefault="002D5BF9" w:rsidP="00AD58D9">
      <w:pPr>
        <w:pStyle w:val="NoSpacing"/>
      </w:pPr>
      <w:r w:rsidRPr="00EF57F9">
        <w:t xml:space="preserve">відсутні – </w:t>
      </w:r>
      <w:r>
        <w:t>5</w:t>
      </w:r>
      <w:r w:rsidRPr="00EF57F9">
        <w:t xml:space="preserve"> (додаються).</w:t>
      </w:r>
    </w:p>
    <w:p w:rsidR="002D5BF9" w:rsidRDefault="002D5BF9" w:rsidP="00FA5DCE">
      <w:pPr>
        <w:pStyle w:val="NoSpacing"/>
        <w:rPr>
          <w:b/>
        </w:rPr>
      </w:pPr>
    </w:p>
    <w:p w:rsidR="002D5BF9" w:rsidRDefault="002D5BF9" w:rsidP="00EB1BBD">
      <w:pPr>
        <w:pStyle w:val="NoSpacing"/>
      </w:pPr>
      <w:r>
        <w:rPr>
          <w:b/>
        </w:rPr>
        <w:t>12.</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EB1BBD" w:rsidRDefault="002D5BF9" w:rsidP="00EB1BBD">
      <w:pPr>
        <w:pStyle w:val="NoSpacing"/>
        <w:rPr>
          <w:b/>
        </w:rPr>
      </w:pPr>
      <w:r>
        <w:tab/>
      </w:r>
      <w:r w:rsidRPr="00EB1BBD">
        <w:rPr>
          <w:b/>
        </w:rPr>
        <w:t>Про включення до Переліку першого типу потенційного об’єкту оренди – частину нежитлового приміщення (перший поверх терапевтичного корпусу) по вул.Михайла Грушевського,15 в м.Знам’янка.</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Pr="00354394" w:rsidRDefault="002D5BF9" w:rsidP="00EB1BBD">
      <w:pPr>
        <w:pStyle w:val="NoSpacing"/>
      </w:pPr>
      <w:r>
        <w:rPr>
          <w:b/>
        </w:rPr>
        <w:t>КУЗІНА  Інна</w:t>
      </w:r>
      <w:r w:rsidRPr="00EF57F9">
        <w:rPr>
          <w:b/>
        </w:rPr>
        <w:t xml:space="preserve"> –</w:t>
      </w:r>
      <w:r>
        <w:rPr>
          <w:b/>
        </w:rPr>
        <w:t xml:space="preserve"> </w:t>
      </w:r>
      <w:r>
        <w:t>начальник відділу економічного розвитку, підприємництва, промисловості та торгівлі.</w:t>
      </w:r>
    </w:p>
    <w:p w:rsidR="002D5BF9" w:rsidRPr="00EF57F9" w:rsidRDefault="002D5BF9" w:rsidP="00FA5DCE">
      <w:pPr>
        <w:pStyle w:val="NoSpacing"/>
      </w:pPr>
      <w:r w:rsidRPr="00D87BE4">
        <w:rPr>
          <w:b/>
        </w:rPr>
        <w:t>Вирішили:</w:t>
      </w:r>
      <w:r>
        <w:t xml:space="preserve"> Рішення №683</w:t>
      </w:r>
      <w:r w:rsidRPr="00EF57F9">
        <w:t xml:space="preserve"> прийнято </w:t>
      </w:r>
      <w:r>
        <w:t xml:space="preserve">за основу і </w:t>
      </w:r>
      <w:r w:rsidRPr="00EF57F9">
        <w:t>в цілому за результатами голосування (додається).</w:t>
      </w:r>
    </w:p>
    <w:p w:rsidR="002D5BF9" w:rsidRPr="00EF57F9" w:rsidRDefault="002D5BF9" w:rsidP="00FA5DCE">
      <w:pPr>
        <w:pStyle w:val="NoSpacing"/>
      </w:pPr>
      <w:r>
        <w:t>за – 21</w:t>
      </w:r>
    </w:p>
    <w:p w:rsidR="002D5BF9" w:rsidRPr="00EF57F9" w:rsidRDefault="002D5BF9" w:rsidP="00FA5DCE">
      <w:pPr>
        <w:pStyle w:val="NoSpacing"/>
      </w:pPr>
      <w:r w:rsidRPr="00EF57F9">
        <w:t xml:space="preserve">проти – 0 </w:t>
      </w:r>
    </w:p>
    <w:p w:rsidR="002D5BF9" w:rsidRPr="00EF57F9" w:rsidRDefault="002D5BF9" w:rsidP="00FA5DCE">
      <w:pPr>
        <w:pStyle w:val="NoSpacing"/>
      </w:pPr>
      <w:r w:rsidRPr="00EF57F9">
        <w:t>утримався – 0</w:t>
      </w:r>
    </w:p>
    <w:p w:rsidR="002D5BF9" w:rsidRPr="00EF57F9" w:rsidRDefault="002D5BF9" w:rsidP="00FA5DCE">
      <w:pPr>
        <w:pStyle w:val="NoSpacing"/>
      </w:pPr>
      <w:r w:rsidRPr="00EF57F9">
        <w:t xml:space="preserve">не голосували – </w:t>
      </w:r>
      <w:r>
        <w:t>1</w:t>
      </w:r>
    </w:p>
    <w:p w:rsidR="002D5BF9" w:rsidRDefault="002D5BF9" w:rsidP="00FA5DCE">
      <w:pPr>
        <w:pStyle w:val="NoSpacing"/>
      </w:pPr>
      <w:r w:rsidRPr="00EF57F9">
        <w:t xml:space="preserve">відсутні – </w:t>
      </w:r>
      <w:r>
        <w:t>5</w:t>
      </w:r>
      <w:r w:rsidRPr="00EF57F9">
        <w:t xml:space="preserve"> (додаються).</w:t>
      </w:r>
    </w:p>
    <w:p w:rsidR="002D5BF9" w:rsidRDefault="002D5BF9" w:rsidP="001D008B">
      <w:pPr>
        <w:pStyle w:val="NoSpacing"/>
        <w:rPr>
          <w:b/>
        </w:rPr>
      </w:pPr>
    </w:p>
    <w:p w:rsidR="002D5BF9" w:rsidRDefault="002D5BF9" w:rsidP="00EB1BBD">
      <w:pPr>
        <w:pStyle w:val="NoSpacing"/>
      </w:pPr>
      <w:r>
        <w:rPr>
          <w:b/>
        </w:rPr>
        <w:t>13.</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EB1BBD" w:rsidRDefault="002D5BF9" w:rsidP="00EB1BBD">
      <w:pPr>
        <w:pStyle w:val="NoSpacing"/>
        <w:rPr>
          <w:b/>
        </w:rPr>
      </w:pPr>
      <w:r>
        <w:tab/>
      </w:r>
      <w:r w:rsidRPr="00EB1BBD">
        <w:rPr>
          <w:b/>
        </w:rPr>
        <w:t>Про виключення з переліку об’єктів комунальної власності міста житлового будинку №29 по вул.Матросова.</w:t>
      </w:r>
    </w:p>
    <w:p w:rsidR="002D5BF9" w:rsidRPr="006B3BE8" w:rsidRDefault="002D5BF9" w:rsidP="000F53C2">
      <w:pPr>
        <w:pStyle w:val="BodyText"/>
        <w:spacing w:after="0"/>
        <w:jc w:val="both"/>
        <w:outlineLvl w:val="0"/>
        <w:rPr>
          <w:b/>
          <w:lang w:val="uk-UA"/>
        </w:rPr>
      </w:pPr>
      <w:r>
        <w:rPr>
          <w:b/>
          <w:lang w:val="uk-UA"/>
        </w:rPr>
        <w:t>ІНФОРМУВАВ</w:t>
      </w:r>
      <w:r w:rsidRPr="006B3BE8">
        <w:rPr>
          <w:b/>
          <w:lang w:val="uk-UA"/>
        </w:rPr>
        <w:t>:</w:t>
      </w:r>
    </w:p>
    <w:p w:rsidR="002D5BF9" w:rsidRDefault="002D5BF9" w:rsidP="001D008B">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СОКИРКО Володимир  – </w:t>
      </w:r>
      <w:r>
        <w:rPr>
          <w:rFonts w:ascii="Times New Roman" w:hAnsi="Times New Roman" w:cs="Times New Roman"/>
          <w:sz w:val="24"/>
          <w:szCs w:val="24"/>
          <w:lang w:val="uk-UA"/>
        </w:rPr>
        <w:t>Знам’янський міський голова.</w:t>
      </w:r>
    </w:p>
    <w:p w:rsidR="002D5BF9" w:rsidRPr="00EF57F9" w:rsidRDefault="002D5BF9" w:rsidP="001D008B">
      <w:pPr>
        <w:pStyle w:val="NoSpacing"/>
      </w:pPr>
      <w:r w:rsidRPr="00D87BE4">
        <w:rPr>
          <w:b/>
        </w:rPr>
        <w:t>Вирішили:</w:t>
      </w:r>
      <w:r>
        <w:t xml:space="preserve"> Рішення №684 прийн</w:t>
      </w:r>
      <w:r w:rsidRPr="00EF57F9">
        <w:t xml:space="preserve">ято </w:t>
      </w:r>
      <w:r>
        <w:t xml:space="preserve">за основу і </w:t>
      </w:r>
      <w:r w:rsidRPr="00EF57F9">
        <w:t>в цілому за результатами голосування (додається).</w:t>
      </w:r>
    </w:p>
    <w:p w:rsidR="002D5BF9" w:rsidRPr="00EF57F9" w:rsidRDefault="002D5BF9" w:rsidP="001D008B">
      <w:pPr>
        <w:pStyle w:val="NoSpacing"/>
      </w:pPr>
      <w:r>
        <w:t>за – 20</w:t>
      </w:r>
    </w:p>
    <w:p w:rsidR="002D5BF9" w:rsidRPr="00EF57F9" w:rsidRDefault="002D5BF9" w:rsidP="001D008B">
      <w:pPr>
        <w:pStyle w:val="NoSpacing"/>
      </w:pPr>
      <w:r w:rsidRPr="00EF57F9">
        <w:t xml:space="preserve">проти – 0 </w:t>
      </w:r>
    </w:p>
    <w:p w:rsidR="002D5BF9" w:rsidRPr="00EF57F9" w:rsidRDefault="002D5BF9" w:rsidP="001D008B">
      <w:pPr>
        <w:pStyle w:val="NoSpacing"/>
      </w:pPr>
      <w:r w:rsidRPr="00EF57F9">
        <w:t>утримався – 0</w:t>
      </w:r>
    </w:p>
    <w:p w:rsidR="002D5BF9" w:rsidRPr="00EF57F9" w:rsidRDefault="002D5BF9" w:rsidP="001D008B">
      <w:pPr>
        <w:pStyle w:val="NoSpacing"/>
      </w:pPr>
      <w:r w:rsidRPr="00EF57F9">
        <w:t xml:space="preserve">не голосували – </w:t>
      </w:r>
      <w:r>
        <w:t>2</w:t>
      </w:r>
    </w:p>
    <w:p w:rsidR="002D5BF9" w:rsidRDefault="002D5BF9" w:rsidP="007A38A8">
      <w:pPr>
        <w:pStyle w:val="NoSpacing"/>
      </w:pPr>
      <w:r w:rsidRPr="00EF57F9">
        <w:t xml:space="preserve">відсутні – </w:t>
      </w:r>
      <w:r>
        <w:t>5</w:t>
      </w:r>
      <w:r w:rsidRPr="00EF57F9">
        <w:t xml:space="preserve"> (додаються).</w:t>
      </w:r>
    </w:p>
    <w:p w:rsidR="002D5BF9" w:rsidRDefault="002D5BF9" w:rsidP="007A38A8">
      <w:pPr>
        <w:pStyle w:val="NoSpacing"/>
      </w:pPr>
    </w:p>
    <w:p w:rsidR="002D5BF9" w:rsidRDefault="002D5BF9" w:rsidP="001343D8">
      <w:pPr>
        <w:pStyle w:val="NoSpacing"/>
      </w:pPr>
      <w:r>
        <w:rPr>
          <w:b/>
        </w:rPr>
        <w:t>14.</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1343D8" w:rsidRDefault="002D5BF9" w:rsidP="001343D8">
      <w:pPr>
        <w:pStyle w:val="NoSpacing"/>
        <w:rPr>
          <w:b/>
        </w:rPr>
      </w:pPr>
      <w:r>
        <w:tab/>
      </w:r>
      <w:r w:rsidRPr="001343D8">
        <w:rPr>
          <w:b/>
        </w:rPr>
        <w:t>Про затвердження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на 2021 рік у новій редакції.</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Pr="001343D8" w:rsidRDefault="002D5BF9" w:rsidP="001C51C2">
      <w:pPr>
        <w:pStyle w:val="NoSpacing"/>
      </w:pPr>
      <w:r>
        <w:rPr>
          <w:b/>
        </w:rPr>
        <w:t xml:space="preserve">ІВАСЬКІВ Тетяна – </w:t>
      </w:r>
      <w:r w:rsidRPr="001343D8">
        <w:t>начальник відділу охорони здоров’я</w:t>
      </w:r>
      <w:r>
        <w:t>.</w:t>
      </w:r>
    </w:p>
    <w:p w:rsidR="002D5BF9" w:rsidRPr="00EF57F9" w:rsidRDefault="002D5BF9" w:rsidP="001C51C2">
      <w:pPr>
        <w:pStyle w:val="NoSpacing"/>
      </w:pPr>
      <w:r w:rsidRPr="00D87BE4">
        <w:rPr>
          <w:b/>
        </w:rPr>
        <w:t>Вирішили:</w:t>
      </w:r>
      <w:r>
        <w:t xml:space="preserve"> Рішення №685</w:t>
      </w:r>
      <w:r w:rsidRPr="00EF57F9">
        <w:t xml:space="preserve"> прийнято </w:t>
      </w:r>
      <w:r>
        <w:t xml:space="preserve">за основу, зі змінами, доповненнями і </w:t>
      </w:r>
      <w:r w:rsidRPr="00EF57F9">
        <w:t>в цілому за результатами голосування (додається).</w:t>
      </w:r>
    </w:p>
    <w:p w:rsidR="002D5BF9" w:rsidRPr="00EF57F9" w:rsidRDefault="002D5BF9" w:rsidP="001C51C2">
      <w:pPr>
        <w:pStyle w:val="NoSpacing"/>
      </w:pPr>
      <w:r>
        <w:t>за – 21</w:t>
      </w:r>
    </w:p>
    <w:p w:rsidR="002D5BF9" w:rsidRPr="00EF57F9" w:rsidRDefault="002D5BF9" w:rsidP="001C51C2">
      <w:pPr>
        <w:pStyle w:val="NoSpacing"/>
      </w:pPr>
      <w:r w:rsidRPr="00EF57F9">
        <w:t xml:space="preserve">проти – 0 </w:t>
      </w:r>
    </w:p>
    <w:p w:rsidR="002D5BF9" w:rsidRPr="00EF57F9" w:rsidRDefault="002D5BF9" w:rsidP="001C51C2">
      <w:pPr>
        <w:pStyle w:val="NoSpacing"/>
      </w:pPr>
      <w:r w:rsidRPr="00EF57F9">
        <w:t>утримався – 0</w:t>
      </w:r>
    </w:p>
    <w:p w:rsidR="002D5BF9" w:rsidRPr="00EF57F9" w:rsidRDefault="002D5BF9" w:rsidP="001C51C2">
      <w:pPr>
        <w:pStyle w:val="NoSpacing"/>
      </w:pPr>
      <w:r w:rsidRPr="00EF57F9">
        <w:t xml:space="preserve">не голосували – </w:t>
      </w:r>
      <w:r>
        <w:t>1</w:t>
      </w:r>
    </w:p>
    <w:p w:rsidR="002D5BF9" w:rsidRDefault="002D5BF9" w:rsidP="001C51C2">
      <w:pPr>
        <w:pStyle w:val="NoSpacing"/>
      </w:pPr>
      <w:r w:rsidRPr="00EF57F9">
        <w:t xml:space="preserve">відсутні – </w:t>
      </w:r>
      <w:r>
        <w:t>5</w:t>
      </w:r>
      <w:r w:rsidRPr="00EF57F9">
        <w:t xml:space="preserve"> (додаються).</w:t>
      </w:r>
    </w:p>
    <w:p w:rsidR="002D5BF9" w:rsidRDefault="002D5BF9" w:rsidP="00E015BE">
      <w:pPr>
        <w:pStyle w:val="NoSpacing"/>
        <w:rPr>
          <w:b/>
        </w:rPr>
      </w:pPr>
    </w:p>
    <w:p w:rsidR="002D5BF9" w:rsidRDefault="002D5BF9" w:rsidP="00D93FE3">
      <w:pPr>
        <w:pStyle w:val="NoSpacing"/>
      </w:pPr>
      <w:r>
        <w:rPr>
          <w:b/>
        </w:rPr>
        <w:t>15.</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D93FE3" w:rsidRDefault="002D5BF9" w:rsidP="00D93FE3">
      <w:pPr>
        <w:pStyle w:val="NoSpacing"/>
        <w:rPr>
          <w:b/>
        </w:rPr>
      </w:pPr>
      <w:r w:rsidRPr="00D93FE3">
        <w:rPr>
          <w:b/>
        </w:rPr>
        <w:tab/>
        <w:t>Про затвердження звіту про виконання фінансового плану підприємства за ІІ квартал 2021 року  комунального некомерційного підприємства «Знам’янський міський центр первинної медико-санітарної допомоги» Знам’янської міської ради.</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Pr="001343D8" w:rsidRDefault="002D5BF9" w:rsidP="00D93FE3">
      <w:pPr>
        <w:pStyle w:val="NoSpacing"/>
      </w:pPr>
      <w:r>
        <w:rPr>
          <w:b/>
        </w:rPr>
        <w:t xml:space="preserve">ІВАСЬКІВ Тетяна – </w:t>
      </w:r>
      <w:r w:rsidRPr="001343D8">
        <w:t>начальник відділу охорони здоров’я</w:t>
      </w:r>
      <w:r>
        <w:t>.</w:t>
      </w:r>
    </w:p>
    <w:p w:rsidR="002D5BF9" w:rsidRPr="00EF57F9" w:rsidRDefault="002D5BF9" w:rsidP="00E015BE">
      <w:pPr>
        <w:pStyle w:val="NoSpacing"/>
      </w:pPr>
      <w:r w:rsidRPr="00D87BE4">
        <w:rPr>
          <w:b/>
        </w:rPr>
        <w:t>Вирішили:</w:t>
      </w:r>
      <w:r>
        <w:t xml:space="preserve"> Рішення №686</w:t>
      </w:r>
      <w:r w:rsidRPr="00EF57F9">
        <w:t xml:space="preserve"> прийнято </w:t>
      </w:r>
      <w:r>
        <w:t xml:space="preserve">за основу, зі змінами, доповненнями та </w:t>
      </w:r>
      <w:r w:rsidRPr="00EF57F9">
        <w:t>в цілому за результатами голосування (додається).</w:t>
      </w:r>
    </w:p>
    <w:p w:rsidR="002D5BF9" w:rsidRPr="00EF57F9" w:rsidRDefault="002D5BF9" w:rsidP="00E015BE">
      <w:pPr>
        <w:pStyle w:val="NoSpacing"/>
      </w:pPr>
      <w:r>
        <w:t>за – 22</w:t>
      </w:r>
    </w:p>
    <w:p w:rsidR="002D5BF9" w:rsidRPr="00EF57F9" w:rsidRDefault="002D5BF9" w:rsidP="00E015BE">
      <w:pPr>
        <w:pStyle w:val="NoSpacing"/>
      </w:pPr>
      <w:r w:rsidRPr="00EF57F9">
        <w:t xml:space="preserve">проти – 0 </w:t>
      </w:r>
    </w:p>
    <w:p w:rsidR="002D5BF9" w:rsidRPr="00EF57F9" w:rsidRDefault="002D5BF9" w:rsidP="00E015BE">
      <w:pPr>
        <w:pStyle w:val="NoSpacing"/>
      </w:pPr>
      <w:r w:rsidRPr="00EF57F9">
        <w:t>утримався – 0</w:t>
      </w:r>
    </w:p>
    <w:p w:rsidR="002D5BF9" w:rsidRPr="00EF57F9" w:rsidRDefault="002D5BF9" w:rsidP="00E015BE">
      <w:pPr>
        <w:pStyle w:val="NoSpacing"/>
      </w:pPr>
      <w:r w:rsidRPr="00EF57F9">
        <w:t xml:space="preserve">не голосували – </w:t>
      </w:r>
      <w:r>
        <w:t>0</w:t>
      </w:r>
    </w:p>
    <w:p w:rsidR="002D5BF9" w:rsidRDefault="002D5BF9" w:rsidP="00E015BE">
      <w:pPr>
        <w:pStyle w:val="NoSpacing"/>
      </w:pPr>
      <w:r w:rsidRPr="00EF57F9">
        <w:t xml:space="preserve">відсутні – </w:t>
      </w:r>
      <w:r>
        <w:t>5</w:t>
      </w:r>
      <w:r w:rsidRPr="00EF57F9">
        <w:t xml:space="preserve"> (додаються).</w:t>
      </w:r>
    </w:p>
    <w:p w:rsidR="002D5BF9" w:rsidRPr="000F53C2" w:rsidRDefault="002D5BF9" w:rsidP="004E7B12">
      <w:pPr>
        <w:pStyle w:val="NoSpacing"/>
        <w:rPr>
          <w:i/>
        </w:rPr>
      </w:pPr>
    </w:p>
    <w:p w:rsidR="002D5BF9" w:rsidRPr="000F53C2" w:rsidRDefault="002D5BF9" w:rsidP="004E7B12">
      <w:pPr>
        <w:pStyle w:val="NoSpacing"/>
        <w:rPr>
          <w:i/>
        </w:rPr>
      </w:pPr>
    </w:p>
    <w:p w:rsidR="002D5BF9" w:rsidRDefault="002D5BF9" w:rsidP="00A72FD2">
      <w:pPr>
        <w:pStyle w:val="NoSpacing"/>
      </w:pPr>
      <w:r>
        <w:rPr>
          <w:b/>
        </w:rPr>
        <w:t>16.</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A72FD2" w:rsidRDefault="002D5BF9" w:rsidP="00A72FD2">
      <w:pPr>
        <w:pStyle w:val="NoSpacing"/>
        <w:rPr>
          <w:b/>
        </w:rPr>
      </w:pPr>
      <w:r>
        <w:tab/>
      </w:r>
      <w:r w:rsidRPr="00A72FD2">
        <w:rPr>
          <w:b/>
        </w:rPr>
        <w:t>Про затвердження Статуту комунального некомерційного підприємства «Знам’янський міський центр первинної медико-санітарної допомоги» Знам’янської міської ради в новій редакції.</w:t>
      </w:r>
    </w:p>
    <w:p w:rsidR="002D5BF9" w:rsidRPr="006B3BE8" w:rsidRDefault="002D5BF9" w:rsidP="000F53C2">
      <w:pPr>
        <w:pStyle w:val="NoSpacing"/>
        <w:outlineLvl w:val="0"/>
      </w:pPr>
      <w:r>
        <w:t>ІНФОРМУВАВ</w:t>
      </w:r>
      <w:r w:rsidRPr="006B3BE8">
        <w:t>:</w:t>
      </w:r>
    </w:p>
    <w:p w:rsidR="002D5BF9" w:rsidRPr="001343D8" w:rsidRDefault="002D5BF9" w:rsidP="00A72FD2">
      <w:pPr>
        <w:pStyle w:val="NoSpacing"/>
      </w:pPr>
      <w:r>
        <w:rPr>
          <w:b/>
        </w:rPr>
        <w:t xml:space="preserve">ІВАСЬКІВ Тетяна – </w:t>
      </w:r>
      <w:r w:rsidRPr="001343D8">
        <w:t>начальник відділу охорони здоров’я</w:t>
      </w:r>
      <w:r>
        <w:t>.</w:t>
      </w:r>
    </w:p>
    <w:p w:rsidR="002D5BF9" w:rsidRPr="00EF57F9" w:rsidRDefault="002D5BF9" w:rsidP="00A72FD2">
      <w:pPr>
        <w:pStyle w:val="NoSpacing"/>
      </w:pPr>
      <w:r w:rsidRPr="00D87BE4">
        <w:rPr>
          <w:b/>
        </w:rPr>
        <w:t>Вирішили:</w:t>
      </w:r>
      <w:r>
        <w:t xml:space="preserve"> Рішення №687</w:t>
      </w:r>
      <w:r w:rsidRPr="00EF57F9">
        <w:t xml:space="preserve"> прийнято </w:t>
      </w:r>
      <w:r>
        <w:t xml:space="preserve">за основу, зі змінами, доповненнями та </w:t>
      </w:r>
      <w:r w:rsidRPr="00EF57F9">
        <w:t>в цілому за результатами голосування (додається).</w:t>
      </w:r>
    </w:p>
    <w:p w:rsidR="002D5BF9" w:rsidRPr="00EF57F9" w:rsidRDefault="002D5BF9" w:rsidP="004E7B12">
      <w:pPr>
        <w:pStyle w:val="NoSpacing"/>
      </w:pPr>
      <w:r>
        <w:t>за – 22</w:t>
      </w:r>
    </w:p>
    <w:p w:rsidR="002D5BF9" w:rsidRPr="00EF57F9" w:rsidRDefault="002D5BF9" w:rsidP="004E7B12">
      <w:pPr>
        <w:pStyle w:val="NoSpacing"/>
      </w:pPr>
      <w:r w:rsidRPr="00EF57F9">
        <w:t xml:space="preserve">проти – 0 </w:t>
      </w:r>
    </w:p>
    <w:p w:rsidR="002D5BF9" w:rsidRPr="00EF57F9" w:rsidRDefault="002D5BF9" w:rsidP="004E7B12">
      <w:pPr>
        <w:pStyle w:val="NoSpacing"/>
      </w:pPr>
      <w:r>
        <w:t>утримався – 0</w:t>
      </w:r>
    </w:p>
    <w:p w:rsidR="002D5BF9" w:rsidRPr="00EF57F9" w:rsidRDefault="002D5BF9" w:rsidP="004E7B12">
      <w:pPr>
        <w:pStyle w:val="NoSpacing"/>
      </w:pPr>
      <w:r w:rsidRPr="00EF57F9">
        <w:t xml:space="preserve">не голосували – </w:t>
      </w:r>
      <w:r>
        <w:t>0</w:t>
      </w:r>
    </w:p>
    <w:p w:rsidR="002D5BF9" w:rsidRDefault="002D5BF9" w:rsidP="004E7B12">
      <w:pPr>
        <w:pStyle w:val="NoSpacing"/>
      </w:pPr>
      <w:r w:rsidRPr="00EF57F9">
        <w:t xml:space="preserve">відсутні – </w:t>
      </w:r>
      <w:r>
        <w:t>5</w:t>
      </w:r>
      <w:r w:rsidRPr="00EF57F9">
        <w:t xml:space="preserve"> (додаються).</w:t>
      </w:r>
    </w:p>
    <w:p w:rsidR="002D5BF9" w:rsidRDefault="002D5BF9" w:rsidP="005170DF">
      <w:pPr>
        <w:pStyle w:val="NoSpacing"/>
        <w:rPr>
          <w:b/>
        </w:rPr>
      </w:pPr>
    </w:p>
    <w:p w:rsidR="002D5BF9" w:rsidRDefault="002D5BF9" w:rsidP="00A72FD2">
      <w:pPr>
        <w:pStyle w:val="NoSpacing"/>
      </w:pPr>
      <w:r>
        <w:rPr>
          <w:b/>
        </w:rPr>
        <w:t>17.</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293BB9" w:rsidRDefault="002D5BF9" w:rsidP="005170DF">
      <w:pPr>
        <w:pStyle w:val="NoSpacing"/>
        <w:rPr>
          <w:b/>
        </w:rPr>
      </w:pPr>
      <w:r>
        <w:tab/>
      </w:r>
      <w:r w:rsidRPr="00A72FD2">
        <w:rPr>
          <w:b/>
        </w:rPr>
        <w:t>Про передачу майна комунальної власності на праві оперативного управління КНП «Знам’янський міський центр первинної медико-санітарної допомоги» Знам’янської міської ради.</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Pr="001343D8" w:rsidRDefault="002D5BF9" w:rsidP="00293BB9">
      <w:pPr>
        <w:pStyle w:val="NoSpacing"/>
      </w:pPr>
      <w:r>
        <w:rPr>
          <w:b/>
        </w:rPr>
        <w:t xml:space="preserve">ІВАСЬКІВ Тетяна – </w:t>
      </w:r>
      <w:r w:rsidRPr="001343D8">
        <w:t>начальник відділу охорони здоров’я</w:t>
      </w:r>
      <w:r>
        <w:t>.</w:t>
      </w:r>
    </w:p>
    <w:p w:rsidR="002D5BF9" w:rsidRPr="00EF57F9" w:rsidRDefault="002D5BF9" w:rsidP="005170DF">
      <w:pPr>
        <w:pStyle w:val="NoSpacing"/>
      </w:pPr>
      <w:r w:rsidRPr="00D87BE4">
        <w:rPr>
          <w:b/>
        </w:rPr>
        <w:t>Вирішили:</w:t>
      </w:r>
      <w:r>
        <w:t xml:space="preserve"> Рішення №688  прийнято  за основу, з доповненнями  і в </w:t>
      </w:r>
      <w:r w:rsidRPr="00EF57F9">
        <w:t>цілому</w:t>
      </w:r>
      <w:r>
        <w:t xml:space="preserve"> </w:t>
      </w:r>
      <w:r w:rsidRPr="00EF57F9">
        <w:t>за результатами голосування (додається).</w:t>
      </w:r>
    </w:p>
    <w:p w:rsidR="002D5BF9" w:rsidRPr="00EF57F9" w:rsidRDefault="002D5BF9" w:rsidP="005170DF">
      <w:pPr>
        <w:pStyle w:val="NoSpacing"/>
      </w:pPr>
      <w:r>
        <w:t>за – 22</w:t>
      </w:r>
    </w:p>
    <w:p w:rsidR="002D5BF9" w:rsidRPr="00EF57F9" w:rsidRDefault="002D5BF9" w:rsidP="005170DF">
      <w:pPr>
        <w:pStyle w:val="NoSpacing"/>
      </w:pPr>
      <w:r w:rsidRPr="00EF57F9">
        <w:t xml:space="preserve">проти – 0 </w:t>
      </w:r>
    </w:p>
    <w:p w:rsidR="002D5BF9" w:rsidRPr="00EF57F9" w:rsidRDefault="002D5BF9" w:rsidP="005170DF">
      <w:pPr>
        <w:pStyle w:val="NoSpacing"/>
      </w:pPr>
      <w:r>
        <w:t>утримався – 0</w:t>
      </w:r>
    </w:p>
    <w:p w:rsidR="002D5BF9" w:rsidRPr="00EF57F9" w:rsidRDefault="002D5BF9" w:rsidP="005170DF">
      <w:pPr>
        <w:pStyle w:val="NoSpacing"/>
      </w:pPr>
      <w:r w:rsidRPr="00EF57F9">
        <w:t xml:space="preserve">не голосували – </w:t>
      </w:r>
      <w:r>
        <w:t>0</w:t>
      </w:r>
    </w:p>
    <w:p w:rsidR="002D5BF9" w:rsidRDefault="002D5BF9" w:rsidP="005170DF">
      <w:pPr>
        <w:pStyle w:val="NoSpacing"/>
      </w:pPr>
      <w:r w:rsidRPr="00EF57F9">
        <w:t xml:space="preserve">відсутні – </w:t>
      </w:r>
      <w:r>
        <w:t>5</w:t>
      </w:r>
      <w:r w:rsidRPr="00EF57F9">
        <w:t xml:space="preserve"> (додаються).</w:t>
      </w:r>
    </w:p>
    <w:p w:rsidR="002D5BF9" w:rsidRDefault="002D5BF9" w:rsidP="0033784C">
      <w:pPr>
        <w:pStyle w:val="NoSpacing"/>
        <w:rPr>
          <w:b/>
        </w:rPr>
      </w:pPr>
    </w:p>
    <w:p w:rsidR="002D5BF9" w:rsidRDefault="002D5BF9" w:rsidP="009C5CD6">
      <w:pPr>
        <w:pStyle w:val="NoSpacing"/>
      </w:pPr>
      <w:r>
        <w:rPr>
          <w:b/>
        </w:rPr>
        <w:t>18.</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9C5CD6" w:rsidRDefault="002D5BF9" w:rsidP="009C5CD6">
      <w:pPr>
        <w:pStyle w:val="NoSpacing"/>
        <w:rPr>
          <w:b/>
        </w:rPr>
      </w:pPr>
      <w:r>
        <w:tab/>
      </w:r>
      <w:r w:rsidRPr="009C5CD6">
        <w:rPr>
          <w:b/>
        </w:rPr>
        <w:t>Про затвердження Статуту КНП «Знам’янська  міська лікарня ім.А.В. Лисенка» Знам’янської міської ради в новій редакції.</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Pr="001343D8" w:rsidRDefault="002D5BF9" w:rsidP="009C5CD6">
      <w:pPr>
        <w:pStyle w:val="NoSpacing"/>
      </w:pPr>
      <w:r>
        <w:rPr>
          <w:b/>
        </w:rPr>
        <w:t xml:space="preserve">ІВАСЬКІВ Тетяна – </w:t>
      </w:r>
      <w:r w:rsidRPr="001343D8">
        <w:t>начальник відділу охорони здоров’я</w:t>
      </w:r>
      <w:r>
        <w:t>.</w:t>
      </w:r>
    </w:p>
    <w:p w:rsidR="002D5BF9" w:rsidRPr="00EF57F9" w:rsidRDefault="002D5BF9" w:rsidP="009C5CD6">
      <w:pPr>
        <w:pStyle w:val="NoSpacing"/>
      </w:pPr>
      <w:r w:rsidRPr="00D87BE4">
        <w:rPr>
          <w:b/>
        </w:rPr>
        <w:t>Вирішили:</w:t>
      </w:r>
      <w:r>
        <w:t xml:space="preserve"> Рішення №689  прийнято  за основу, з доповненнями, змінами  і в </w:t>
      </w:r>
      <w:r w:rsidRPr="00EF57F9">
        <w:t>цілому</w:t>
      </w:r>
      <w:r>
        <w:t xml:space="preserve"> </w:t>
      </w:r>
      <w:r w:rsidRPr="00EF57F9">
        <w:t>за результатами голосування (додається).</w:t>
      </w:r>
    </w:p>
    <w:p w:rsidR="002D5BF9" w:rsidRPr="00EF57F9" w:rsidRDefault="002D5BF9" w:rsidP="0033784C">
      <w:pPr>
        <w:pStyle w:val="NoSpacing"/>
      </w:pPr>
      <w:r>
        <w:t>за – 22</w:t>
      </w:r>
    </w:p>
    <w:p w:rsidR="002D5BF9" w:rsidRPr="00EF57F9" w:rsidRDefault="002D5BF9" w:rsidP="0033784C">
      <w:pPr>
        <w:pStyle w:val="NoSpacing"/>
      </w:pPr>
      <w:r w:rsidRPr="00EF57F9">
        <w:t xml:space="preserve">проти – 0 </w:t>
      </w:r>
    </w:p>
    <w:p w:rsidR="002D5BF9" w:rsidRPr="00EF57F9" w:rsidRDefault="002D5BF9" w:rsidP="0033784C">
      <w:pPr>
        <w:pStyle w:val="NoSpacing"/>
      </w:pPr>
      <w:r>
        <w:t>утримався – 0</w:t>
      </w:r>
    </w:p>
    <w:p w:rsidR="002D5BF9" w:rsidRPr="00EF57F9" w:rsidRDefault="002D5BF9" w:rsidP="0033784C">
      <w:pPr>
        <w:pStyle w:val="NoSpacing"/>
      </w:pPr>
      <w:r w:rsidRPr="00EF57F9">
        <w:t xml:space="preserve">не голосували – </w:t>
      </w:r>
      <w:r>
        <w:t>0</w:t>
      </w:r>
    </w:p>
    <w:p w:rsidR="002D5BF9" w:rsidRPr="004E7649" w:rsidRDefault="002D5BF9" w:rsidP="00DA65ED">
      <w:pPr>
        <w:pStyle w:val="NoSpacing"/>
        <w:rPr>
          <w:lang w:val="ru-RU"/>
        </w:rPr>
      </w:pPr>
      <w:r w:rsidRPr="00EF57F9">
        <w:t xml:space="preserve">відсутні – </w:t>
      </w:r>
      <w:r>
        <w:t>5</w:t>
      </w:r>
      <w:r w:rsidRPr="00EF57F9">
        <w:t xml:space="preserve"> (додаються).</w:t>
      </w:r>
    </w:p>
    <w:p w:rsidR="002D5BF9" w:rsidRDefault="002D5BF9" w:rsidP="009C5CD6">
      <w:pPr>
        <w:pStyle w:val="NoSpacing"/>
      </w:pPr>
      <w:r>
        <w:rPr>
          <w:b/>
        </w:rPr>
        <w:t>19.</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9C5CD6" w:rsidRDefault="002D5BF9" w:rsidP="00DA65ED">
      <w:pPr>
        <w:pStyle w:val="NoSpacing"/>
        <w:rPr>
          <w:b/>
        </w:rPr>
      </w:pPr>
      <w:r>
        <w:tab/>
      </w:r>
      <w:r w:rsidRPr="009C5CD6">
        <w:rPr>
          <w:b/>
        </w:rPr>
        <w:t>Про передачу об’єкта права комунальної власності відділу освіти до відділу культури і туризму.</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Pr="0084390A" w:rsidRDefault="002D5BF9" w:rsidP="007E3304">
      <w:pPr>
        <w:pStyle w:val="NoSpacing"/>
        <w:rPr>
          <w:lang w:val="ru-RU"/>
        </w:rPr>
      </w:pPr>
      <w:r>
        <w:rPr>
          <w:b/>
        </w:rPr>
        <w:t xml:space="preserve">КЛИМЕНКО Людмила – </w:t>
      </w:r>
      <w:r w:rsidRPr="007E3304">
        <w:t>начальник відділу</w:t>
      </w:r>
      <w:r>
        <w:t xml:space="preserve"> освіти</w:t>
      </w:r>
      <w:r w:rsidRPr="0084390A">
        <w:t>.</w:t>
      </w:r>
    </w:p>
    <w:p w:rsidR="002D5BF9" w:rsidRPr="00EF57F9" w:rsidRDefault="002D5BF9" w:rsidP="00DA65ED">
      <w:pPr>
        <w:pStyle w:val="NoSpacing"/>
      </w:pPr>
      <w:r w:rsidRPr="00D87BE4">
        <w:rPr>
          <w:b/>
        </w:rPr>
        <w:t>Вирішили:</w:t>
      </w:r>
      <w:r>
        <w:t xml:space="preserve"> Рішення №690  прийнято  за основу, зі змінами та доповненнями і в цілому </w:t>
      </w:r>
      <w:r w:rsidRPr="00EF57F9">
        <w:t>за результатами голосування (додається).</w:t>
      </w:r>
    </w:p>
    <w:p w:rsidR="002D5BF9" w:rsidRPr="00EF57F9" w:rsidRDefault="002D5BF9" w:rsidP="00DA65ED">
      <w:pPr>
        <w:pStyle w:val="NoSpacing"/>
      </w:pPr>
      <w:r>
        <w:t>за – 21</w:t>
      </w:r>
    </w:p>
    <w:p w:rsidR="002D5BF9" w:rsidRPr="00EF57F9" w:rsidRDefault="002D5BF9" w:rsidP="00DA65ED">
      <w:pPr>
        <w:pStyle w:val="NoSpacing"/>
      </w:pPr>
      <w:r w:rsidRPr="00EF57F9">
        <w:t xml:space="preserve">проти – 0 </w:t>
      </w:r>
    </w:p>
    <w:p w:rsidR="002D5BF9" w:rsidRPr="00EF57F9" w:rsidRDefault="002D5BF9" w:rsidP="00DA65ED">
      <w:pPr>
        <w:pStyle w:val="NoSpacing"/>
      </w:pPr>
      <w:r>
        <w:t>утримався – 0</w:t>
      </w:r>
    </w:p>
    <w:p w:rsidR="002D5BF9" w:rsidRPr="00EF57F9" w:rsidRDefault="002D5BF9" w:rsidP="00DA65ED">
      <w:pPr>
        <w:pStyle w:val="NoSpacing"/>
      </w:pPr>
      <w:r w:rsidRPr="00EF57F9">
        <w:t>не голосували –</w:t>
      </w:r>
      <w:r>
        <w:t xml:space="preserve"> 1</w:t>
      </w:r>
    </w:p>
    <w:p w:rsidR="002D5BF9" w:rsidRDefault="002D5BF9" w:rsidP="00DA65ED">
      <w:pPr>
        <w:pStyle w:val="NoSpacing"/>
      </w:pPr>
      <w:r w:rsidRPr="00EF57F9">
        <w:t xml:space="preserve">відсутні – </w:t>
      </w:r>
      <w:r>
        <w:t>5</w:t>
      </w:r>
      <w:r w:rsidRPr="00EF57F9">
        <w:t xml:space="preserve"> (додаються).</w:t>
      </w:r>
    </w:p>
    <w:p w:rsidR="002D5BF9" w:rsidRDefault="002D5BF9" w:rsidP="00DA65ED">
      <w:pPr>
        <w:pStyle w:val="NoSpacing"/>
      </w:pPr>
    </w:p>
    <w:p w:rsidR="002D5BF9" w:rsidRDefault="002D5BF9" w:rsidP="009C5CD6">
      <w:pPr>
        <w:pStyle w:val="NoSpacing"/>
      </w:pPr>
      <w:r>
        <w:rPr>
          <w:b/>
        </w:rPr>
        <w:t>20.</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9C5CD6" w:rsidRDefault="002D5BF9" w:rsidP="009C5CD6">
      <w:pPr>
        <w:pStyle w:val="NoSpacing"/>
        <w:rPr>
          <w:b/>
        </w:rPr>
      </w:pPr>
      <w:r>
        <w:tab/>
      </w:r>
      <w:r w:rsidRPr="009C5CD6">
        <w:rPr>
          <w:b/>
        </w:rPr>
        <w:t>Про затвердження Програми правової освіти населення Знам’янської міської територіальної громади на 2021-2025 роки.</w:t>
      </w:r>
    </w:p>
    <w:p w:rsidR="002D5BF9" w:rsidRPr="006B3BE8" w:rsidRDefault="002D5BF9" w:rsidP="000F53C2">
      <w:pPr>
        <w:pStyle w:val="BodyText"/>
        <w:spacing w:after="0"/>
        <w:jc w:val="both"/>
        <w:outlineLvl w:val="0"/>
        <w:rPr>
          <w:b/>
          <w:lang w:val="uk-UA"/>
        </w:rPr>
      </w:pPr>
      <w:r>
        <w:rPr>
          <w:b/>
          <w:lang w:val="uk-UA"/>
        </w:rPr>
        <w:t>ІНФОРМУВАВ</w:t>
      </w:r>
      <w:r w:rsidRPr="006B3BE8">
        <w:rPr>
          <w:b/>
          <w:lang w:val="uk-UA"/>
        </w:rPr>
        <w:t>:</w:t>
      </w:r>
    </w:p>
    <w:p w:rsidR="002D5BF9" w:rsidRPr="009C5CD6" w:rsidRDefault="002D5BF9" w:rsidP="00F60E62">
      <w:pPr>
        <w:pStyle w:val="NoSpacing"/>
      </w:pPr>
      <w:r>
        <w:rPr>
          <w:b/>
        </w:rPr>
        <w:t xml:space="preserve">ДАНІЛЬЧЕНКО Юрій – </w:t>
      </w:r>
      <w:r w:rsidRPr="009C5CD6">
        <w:t>начальник юридичного відділу</w:t>
      </w:r>
      <w:r>
        <w:t>.</w:t>
      </w:r>
    </w:p>
    <w:p w:rsidR="002D5BF9" w:rsidRPr="00EF57F9" w:rsidRDefault="002D5BF9" w:rsidP="00F60E62">
      <w:pPr>
        <w:pStyle w:val="NoSpacing"/>
      </w:pPr>
      <w:r w:rsidRPr="00D87BE4">
        <w:rPr>
          <w:b/>
        </w:rPr>
        <w:t>Вирішили:</w:t>
      </w:r>
      <w:r>
        <w:t xml:space="preserve"> Рішення №691  прийнято  за основу, з доповненнями і в </w:t>
      </w:r>
      <w:r w:rsidRPr="00EF57F9">
        <w:t>цілому</w:t>
      </w:r>
      <w:r>
        <w:t xml:space="preserve"> </w:t>
      </w:r>
      <w:r w:rsidRPr="00EF57F9">
        <w:t>за результатами голосування (додається).</w:t>
      </w:r>
    </w:p>
    <w:p w:rsidR="002D5BF9" w:rsidRPr="00EF57F9" w:rsidRDefault="002D5BF9" w:rsidP="00F60E62">
      <w:pPr>
        <w:pStyle w:val="NoSpacing"/>
      </w:pPr>
      <w:r>
        <w:t>за – 19</w:t>
      </w:r>
    </w:p>
    <w:p w:rsidR="002D5BF9" w:rsidRPr="00EF57F9" w:rsidRDefault="002D5BF9" w:rsidP="00F60E62">
      <w:pPr>
        <w:pStyle w:val="NoSpacing"/>
      </w:pPr>
      <w:r w:rsidRPr="00EF57F9">
        <w:t xml:space="preserve">проти – 0 </w:t>
      </w:r>
    </w:p>
    <w:p w:rsidR="002D5BF9" w:rsidRPr="00EF57F9" w:rsidRDefault="002D5BF9" w:rsidP="00F60E62">
      <w:pPr>
        <w:pStyle w:val="NoSpacing"/>
      </w:pPr>
      <w:r>
        <w:t>утримався – 2</w:t>
      </w:r>
    </w:p>
    <w:p w:rsidR="002D5BF9" w:rsidRPr="00EF57F9" w:rsidRDefault="002D5BF9" w:rsidP="00F60E62">
      <w:pPr>
        <w:pStyle w:val="NoSpacing"/>
      </w:pPr>
      <w:r w:rsidRPr="00EF57F9">
        <w:t xml:space="preserve">не голосували – </w:t>
      </w:r>
      <w:r>
        <w:t>1</w:t>
      </w:r>
    </w:p>
    <w:p w:rsidR="002D5BF9" w:rsidRPr="00760CA1" w:rsidRDefault="002D5BF9" w:rsidP="00F47C15">
      <w:pPr>
        <w:pStyle w:val="NoSpacing"/>
      </w:pPr>
      <w:r w:rsidRPr="00EF57F9">
        <w:t xml:space="preserve">відсутні – </w:t>
      </w:r>
      <w:r>
        <w:t>5</w:t>
      </w:r>
      <w:r w:rsidRPr="00EF57F9">
        <w:t xml:space="preserve"> (додаються).</w:t>
      </w:r>
    </w:p>
    <w:p w:rsidR="002D5BF9" w:rsidRDefault="002D5BF9" w:rsidP="00F47C15">
      <w:pPr>
        <w:pStyle w:val="NoSpacing"/>
        <w:rPr>
          <w:b/>
        </w:rPr>
      </w:pPr>
    </w:p>
    <w:p w:rsidR="002D5BF9" w:rsidRDefault="002D5BF9" w:rsidP="00760CA1">
      <w:pPr>
        <w:pStyle w:val="NoSpacing"/>
      </w:pPr>
      <w:r>
        <w:rPr>
          <w:b/>
        </w:rPr>
        <w:t>21.</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760CA1" w:rsidRDefault="002D5BF9" w:rsidP="00760CA1">
      <w:pPr>
        <w:pStyle w:val="NoSpacing"/>
        <w:rPr>
          <w:b/>
        </w:rPr>
      </w:pPr>
      <w:r>
        <w:tab/>
      </w:r>
      <w:r w:rsidRPr="00760CA1">
        <w:rPr>
          <w:b/>
        </w:rPr>
        <w:t>Про затвердження Міської програми по реалізації в місті «Національного плану дій щодо реалізації Конвенції ООН про права дитини» Знам’янської міської територіальної громади на 2022-2025 роки.</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F47C15">
      <w:pPr>
        <w:pStyle w:val="NoSpacing"/>
      </w:pPr>
      <w:r w:rsidRPr="00760CA1">
        <w:rPr>
          <w:b/>
        </w:rPr>
        <w:t>КАРПУК Лариса</w:t>
      </w:r>
      <w:r>
        <w:t xml:space="preserve"> – начальник служби у справах дітей.</w:t>
      </w:r>
    </w:p>
    <w:p w:rsidR="002D5BF9" w:rsidRPr="00EF57F9" w:rsidRDefault="002D5BF9" w:rsidP="00F47C15">
      <w:pPr>
        <w:pStyle w:val="NoSpacing"/>
      </w:pPr>
      <w:r w:rsidRPr="00D87BE4">
        <w:rPr>
          <w:b/>
        </w:rPr>
        <w:t>Вирішили:</w:t>
      </w:r>
      <w:r>
        <w:t xml:space="preserve"> Рішення №692  прийнято  за основу і в </w:t>
      </w:r>
      <w:r w:rsidRPr="00EF57F9">
        <w:t>цілому за результатами голосування (додається).</w:t>
      </w:r>
    </w:p>
    <w:p w:rsidR="002D5BF9" w:rsidRPr="00EF57F9" w:rsidRDefault="002D5BF9" w:rsidP="00F47C15">
      <w:pPr>
        <w:pStyle w:val="NoSpacing"/>
      </w:pPr>
      <w:r>
        <w:t>за – 21</w:t>
      </w:r>
    </w:p>
    <w:p w:rsidR="002D5BF9" w:rsidRPr="00EF57F9" w:rsidRDefault="002D5BF9" w:rsidP="00F47C15">
      <w:pPr>
        <w:pStyle w:val="NoSpacing"/>
      </w:pPr>
      <w:r w:rsidRPr="00EF57F9">
        <w:t xml:space="preserve">проти – 0 </w:t>
      </w:r>
    </w:p>
    <w:p w:rsidR="002D5BF9" w:rsidRPr="00EF57F9" w:rsidRDefault="002D5BF9" w:rsidP="00F47C15">
      <w:pPr>
        <w:pStyle w:val="NoSpacing"/>
      </w:pPr>
      <w:r>
        <w:t>утримався – 0</w:t>
      </w:r>
    </w:p>
    <w:p w:rsidR="002D5BF9" w:rsidRPr="00EF57F9" w:rsidRDefault="002D5BF9" w:rsidP="00F47C15">
      <w:pPr>
        <w:pStyle w:val="NoSpacing"/>
      </w:pPr>
      <w:r w:rsidRPr="00EF57F9">
        <w:t xml:space="preserve">не голосували – </w:t>
      </w:r>
      <w:r>
        <w:t>1</w:t>
      </w:r>
    </w:p>
    <w:p w:rsidR="002D5BF9" w:rsidRDefault="002D5BF9" w:rsidP="00F47C15">
      <w:pPr>
        <w:pStyle w:val="NoSpacing"/>
      </w:pPr>
      <w:r w:rsidRPr="00EF57F9">
        <w:t xml:space="preserve">відсутні – </w:t>
      </w:r>
      <w:r>
        <w:t>5</w:t>
      </w:r>
      <w:r w:rsidRPr="00EF57F9">
        <w:t xml:space="preserve"> (додаються).</w:t>
      </w:r>
    </w:p>
    <w:p w:rsidR="002D5BF9" w:rsidRDefault="002D5BF9" w:rsidP="00473B27">
      <w:pPr>
        <w:pStyle w:val="NoSpacing"/>
        <w:rPr>
          <w:b/>
        </w:rPr>
      </w:pPr>
    </w:p>
    <w:p w:rsidR="002D5BF9" w:rsidRDefault="002D5BF9" w:rsidP="00581533">
      <w:pPr>
        <w:pStyle w:val="NoSpacing"/>
      </w:pPr>
      <w:r>
        <w:rPr>
          <w:b/>
        </w:rPr>
        <w:t>22.</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581533" w:rsidRDefault="002D5BF9" w:rsidP="00581533">
      <w:pPr>
        <w:pStyle w:val="NoSpacing"/>
        <w:rPr>
          <w:b/>
        </w:rPr>
      </w:pPr>
      <w:r>
        <w:tab/>
      </w:r>
      <w:r w:rsidRPr="00581533">
        <w:rPr>
          <w:b/>
        </w:rPr>
        <w:t>Про затвердження Міської цільової соціальної програми розвитку фізичної культури та спорту Знам’янської міської територіальної громади на 2022-2025 роки.</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473B27">
      <w:pPr>
        <w:pStyle w:val="NoSpacing"/>
        <w:rPr>
          <w:b/>
        </w:rPr>
      </w:pPr>
      <w:r>
        <w:rPr>
          <w:b/>
        </w:rPr>
        <w:t xml:space="preserve">ЛАДОЖИНСЬКА Руслана – </w:t>
      </w:r>
      <w:r w:rsidRPr="009B4CFC">
        <w:t>начальник відділу молоді та спорту</w:t>
      </w:r>
      <w:r>
        <w:t>.</w:t>
      </w:r>
    </w:p>
    <w:p w:rsidR="002D5BF9" w:rsidRPr="00EF57F9" w:rsidRDefault="002D5BF9" w:rsidP="00473B27">
      <w:pPr>
        <w:pStyle w:val="NoSpacing"/>
      </w:pPr>
      <w:r w:rsidRPr="00D87BE4">
        <w:rPr>
          <w:b/>
        </w:rPr>
        <w:t>Вирішили:</w:t>
      </w:r>
      <w:r>
        <w:t xml:space="preserve"> Рішення №693  прийнято  за основу, зі змінами, доповненнями і </w:t>
      </w:r>
      <w:r w:rsidRPr="00EF57F9">
        <w:t>за результатами голосування (додається).</w:t>
      </w:r>
    </w:p>
    <w:p w:rsidR="002D5BF9" w:rsidRPr="00EF57F9" w:rsidRDefault="002D5BF9" w:rsidP="00473B27">
      <w:pPr>
        <w:pStyle w:val="NoSpacing"/>
      </w:pPr>
      <w:r>
        <w:t>за – 22</w:t>
      </w:r>
    </w:p>
    <w:p w:rsidR="002D5BF9" w:rsidRPr="00EF57F9" w:rsidRDefault="002D5BF9" w:rsidP="00473B27">
      <w:pPr>
        <w:pStyle w:val="NoSpacing"/>
      </w:pPr>
      <w:r w:rsidRPr="00EF57F9">
        <w:t xml:space="preserve">проти – 0 </w:t>
      </w:r>
    </w:p>
    <w:p w:rsidR="002D5BF9" w:rsidRPr="00EF57F9" w:rsidRDefault="002D5BF9" w:rsidP="00473B27">
      <w:pPr>
        <w:pStyle w:val="NoSpacing"/>
      </w:pPr>
      <w:r>
        <w:t>утримався – 0</w:t>
      </w:r>
    </w:p>
    <w:p w:rsidR="002D5BF9" w:rsidRPr="00EF57F9" w:rsidRDefault="002D5BF9" w:rsidP="00473B27">
      <w:pPr>
        <w:pStyle w:val="NoSpacing"/>
      </w:pPr>
      <w:r w:rsidRPr="00EF57F9">
        <w:t xml:space="preserve">не голосували – </w:t>
      </w:r>
      <w:r>
        <w:t>0</w:t>
      </w:r>
    </w:p>
    <w:p w:rsidR="002D5BF9" w:rsidRPr="000F53C2" w:rsidRDefault="002D5BF9" w:rsidP="002D7124">
      <w:pPr>
        <w:pStyle w:val="NoSpacing"/>
      </w:pPr>
      <w:r w:rsidRPr="00EF57F9">
        <w:t xml:space="preserve">відсутні – </w:t>
      </w:r>
      <w:r>
        <w:t>5</w:t>
      </w:r>
      <w:r w:rsidRPr="00EF57F9">
        <w:t xml:space="preserve"> (додаються).</w:t>
      </w:r>
    </w:p>
    <w:p w:rsidR="002D5BF9" w:rsidRDefault="002D5BF9" w:rsidP="00581533">
      <w:pPr>
        <w:pStyle w:val="NoSpacing"/>
      </w:pPr>
      <w:r>
        <w:rPr>
          <w:b/>
        </w:rPr>
        <w:t>23.</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581533" w:rsidRDefault="002D5BF9" w:rsidP="00581533">
      <w:pPr>
        <w:pStyle w:val="NoSpacing"/>
        <w:rPr>
          <w:b/>
        </w:rPr>
      </w:pPr>
      <w:r>
        <w:tab/>
      </w:r>
      <w:r w:rsidRPr="00581533">
        <w:rPr>
          <w:b/>
        </w:rPr>
        <w:t>Про затвердження Міської програми оздоровлення і відпочинку дітей Знам’янської  міської територіальної громади  на 2022-2025 роки.</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Pr="00552C31" w:rsidRDefault="002D5BF9" w:rsidP="00581533">
      <w:pPr>
        <w:pStyle w:val="NoSpacing"/>
      </w:pPr>
      <w:r>
        <w:rPr>
          <w:b/>
        </w:rPr>
        <w:t xml:space="preserve">ЛАДОЖИНСЬКА Руслана – </w:t>
      </w:r>
      <w:r w:rsidRPr="00552C31">
        <w:t>начальник відділу молоді та спорту</w:t>
      </w:r>
      <w:r>
        <w:t>.</w:t>
      </w:r>
    </w:p>
    <w:p w:rsidR="002D5BF9" w:rsidRPr="00EF57F9" w:rsidRDefault="002D5BF9" w:rsidP="002D7124">
      <w:pPr>
        <w:pStyle w:val="NoSpacing"/>
      </w:pPr>
      <w:r w:rsidRPr="00D87BE4">
        <w:rPr>
          <w:b/>
        </w:rPr>
        <w:t>Вирішили:</w:t>
      </w:r>
      <w:r>
        <w:t xml:space="preserve"> Рішення №694  прийнято  за основу, зі змінами, доповненнями  і в </w:t>
      </w:r>
      <w:r w:rsidRPr="00EF57F9">
        <w:t>цілому</w:t>
      </w:r>
      <w:r>
        <w:t xml:space="preserve"> </w:t>
      </w:r>
      <w:r w:rsidRPr="00EF57F9">
        <w:t xml:space="preserve"> за результатами голосування (додається).</w:t>
      </w:r>
    </w:p>
    <w:p w:rsidR="002D5BF9" w:rsidRPr="00EF57F9" w:rsidRDefault="002D5BF9" w:rsidP="002D7124">
      <w:pPr>
        <w:pStyle w:val="NoSpacing"/>
      </w:pPr>
      <w:r>
        <w:t>за – 22</w:t>
      </w:r>
    </w:p>
    <w:p w:rsidR="002D5BF9" w:rsidRPr="00EF57F9" w:rsidRDefault="002D5BF9" w:rsidP="002D7124">
      <w:pPr>
        <w:pStyle w:val="NoSpacing"/>
      </w:pPr>
      <w:r w:rsidRPr="00EF57F9">
        <w:t xml:space="preserve">проти – 0 </w:t>
      </w:r>
    </w:p>
    <w:p w:rsidR="002D5BF9" w:rsidRPr="00EF57F9" w:rsidRDefault="002D5BF9" w:rsidP="002D7124">
      <w:pPr>
        <w:pStyle w:val="NoSpacing"/>
      </w:pPr>
      <w:r>
        <w:t>утримався – 0</w:t>
      </w:r>
    </w:p>
    <w:p w:rsidR="002D5BF9" w:rsidRPr="00EF57F9" w:rsidRDefault="002D5BF9" w:rsidP="002D7124">
      <w:pPr>
        <w:pStyle w:val="NoSpacing"/>
      </w:pPr>
      <w:r w:rsidRPr="00EF57F9">
        <w:t xml:space="preserve">не голосували – </w:t>
      </w:r>
      <w:r>
        <w:t>0</w:t>
      </w:r>
    </w:p>
    <w:p w:rsidR="002D5BF9" w:rsidRPr="000F53C2" w:rsidRDefault="002D5BF9" w:rsidP="00B83C12">
      <w:pPr>
        <w:pStyle w:val="NoSpacing"/>
      </w:pPr>
      <w:r w:rsidRPr="00EF57F9">
        <w:t xml:space="preserve">відсутні – </w:t>
      </w:r>
      <w:r>
        <w:t>5</w:t>
      </w:r>
      <w:r w:rsidRPr="00EF57F9">
        <w:t xml:space="preserve"> (додаються).</w:t>
      </w:r>
    </w:p>
    <w:p w:rsidR="002D5BF9" w:rsidRDefault="002D5BF9" w:rsidP="00552C31">
      <w:pPr>
        <w:pStyle w:val="NoSpacing"/>
      </w:pPr>
      <w:r>
        <w:rPr>
          <w:b/>
        </w:rPr>
        <w:t>24.</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552C31" w:rsidRDefault="002D5BF9" w:rsidP="00552C31">
      <w:pPr>
        <w:pStyle w:val="NoSpacing"/>
        <w:rPr>
          <w:b/>
        </w:rPr>
      </w:pPr>
      <w:r>
        <w:tab/>
      </w:r>
      <w:r w:rsidRPr="00552C31">
        <w:rPr>
          <w:b/>
        </w:rPr>
        <w:t>Про затвердження Міської програми національно-патріотичного виховання дітей та молоді  Знам’янської міської територіальної громади на 2022-2025 роки.</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B83C12">
      <w:pPr>
        <w:pStyle w:val="NoSpacing"/>
      </w:pPr>
      <w:r>
        <w:rPr>
          <w:b/>
        </w:rPr>
        <w:t xml:space="preserve">ЛАДОЖИНСЬКА Руслана – </w:t>
      </w:r>
      <w:r w:rsidRPr="00552C31">
        <w:t>начальник відділу молоді та спорту</w:t>
      </w:r>
      <w:r>
        <w:t>.</w:t>
      </w:r>
    </w:p>
    <w:p w:rsidR="002D5BF9" w:rsidRPr="00EF57F9" w:rsidRDefault="002D5BF9" w:rsidP="00B83C12">
      <w:pPr>
        <w:pStyle w:val="NoSpacing"/>
      </w:pPr>
      <w:r w:rsidRPr="00D87BE4">
        <w:rPr>
          <w:b/>
        </w:rPr>
        <w:t>Вирішили:</w:t>
      </w:r>
      <w:r>
        <w:t xml:space="preserve"> Рішення №695  прийнято  за основу, зі змінами, доповненнями  і в </w:t>
      </w:r>
      <w:r w:rsidRPr="00EF57F9">
        <w:t>цілому</w:t>
      </w:r>
      <w:r>
        <w:t xml:space="preserve"> </w:t>
      </w:r>
      <w:r w:rsidRPr="00EF57F9">
        <w:t xml:space="preserve"> за результатами голосування (додається).</w:t>
      </w:r>
    </w:p>
    <w:p w:rsidR="002D5BF9" w:rsidRPr="00EF57F9" w:rsidRDefault="002D5BF9" w:rsidP="00B83C12">
      <w:pPr>
        <w:pStyle w:val="NoSpacing"/>
      </w:pPr>
      <w:r>
        <w:t>за – 20</w:t>
      </w:r>
    </w:p>
    <w:p w:rsidR="002D5BF9" w:rsidRPr="00EF57F9" w:rsidRDefault="002D5BF9" w:rsidP="00B83C12">
      <w:pPr>
        <w:pStyle w:val="NoSpacing"/>
      </w:pPr>
      <w:r w:rsidRPr="00EF57F9">
        <w:t xml:space="preserve">проти – 0 </w:t>
      </w:r>
    </w:p>
    <w:p w:rsidR="002D5BF9" w:rsidRPr="00EF57F9" w:rsidRDefault="002D5BF9" w:rsidP="00B83C12">
      <w:pPr>
        <w:pStyle w:val="NoSpacing"/>
      </w:pPr>
      <w:r>
        <w:t>утримався – 0</w:t>
      </w:r>
    </w:p>
    <w:p w:rsidR="002D5BF9" w:rsidRPr="00EF57F9" w:rsidRDefault="002D5BF9" w:rsidP="00B83C12">
      <w:pPr>
        <w:pStyle w:val="NoSpacing"/>
      </w:pPr>
      <w:r w:rsidRPr="00EF57F9">
        <w:t xml:space="preserve">не голосували – </w:t>
      </w:r>
      <w:r>
        <w:t>2</w:t>
      </w:r>
    </w:p>
    <w:p w:rsidR="002D5BF9" w:rsidRDefault="002D5BF9" w:rsidP="00B83C12">
      <w:pPr>
        <w:pStyle w:val="NoSpacing"/>
      </w:pPr>
      <w:r w:rsidRPr="00EF57F9">
        <w:t xml:space="preserve">відсутні – </w:t>
      </w:r>
      <w:r>
        <w:t>5</w:t>
      </w:r>
      <w:r w:rsidRPr="00EF57F9">
        <w:t xml:space="preserve"> (додаються).</w:t>
      </w:r>
    </w:p>
    <w:p w:rsidR="002D5BF9" w:rsidRDefault="002D5BF9" w:rsidP="0012587A">
      <w:pPr>
        <w:pStyle w:val="NoSpacing"/>
        <w:rPr>
          <w:b/>
        </w:rPr>
      </w:pPr>
    </w:p>
    <w:p w:rsidR="002D5BF9" w:rsidRDefault="002D5BF9" w:rsidP="003829BB">
      <w:pPr>
        <w:pStyle w:val="NoSpacing"/>
      </w:pPr>
      <w:r>
        <w:rPr>
          <w:b/>
        </w:rPr>
        <w:t>25.</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3829BB" w:rsidRDefault="002D5BF9" w:rsidP="003829BB">
      <w:pPr>
        <w:pStyle w:val="NoSpacing"/>
        <w:rPr>
          <w:b/>
        </w:rPr>
      </w:pPr>
      <w:r>
        <w:tab/>
      </w:r>
      <w:r w:rsidRPr="003829BB">
        <w:rPr>
          <w:b/>
        </w:rPr>
        <w:t>Про затвердження Міської комплексної програми «Молодь Знам’янщини» Знам’янської міської територіальної громади на 2022-2025 роки.</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3829BB">
      <w:pPr>
        <w:pStyle w:val="NoSpacing"/>
      </w:pPr>
      <w:r>
        <w:rPr>
          <w:b/>
        </w:rPr>
        <w:t xml:space="preserve">ЛАДОЖИНСЬКА Руслана – </w:t>
      </w:r>
      <w:r w:rsidRPr="00552C31">
        <w:t>начальник відділу молоді та спорту</w:t>
      </w:r>
      <w:r>
        <w:t>.</w:t>
      </w:r>
    </w:p>
    <w:p w:rsidR="002D5BF9" w:rsidRPr="00EF57F9" w:rsidRDefault="002D5BF9" w:rsidP="0012587A">
      <w:pPr>
        <w:pStyle w:val="NoSpacing"/>
      </w:pPr>
      <w:r w:rsidRPr="00D87BE4">
        <w:rPr>
          <w:b/>
        </w:rPr>
        <w:t>Вирішили:</w:t>
      </w:r>
      <w:r>
        <w:t xml:space="preserve"> Рішення №696  прийнято  за основу, зі змінами, доповненнями і в </w:t>
      </w:r>
      <w:r w:rsidRPr="00EF57F9">
        <w:t>цілому</w:t>
      </w:r>
      <w:r>
        <w:t xml:space="preserve"> </w:t>
      </w:r>
      <w:r w:rsidRPr="00EF57F9">
        <w:t xml:space="preserve"> за результатами голосування (додається).</w:t>
      </w:r>
    </w:p>
    <w:p w:rsidR="002D5BF9" w:rsidRPr="00EF57F9" w:rsidRDefault="002D5BF9" w:rsidP="0012587A">
      <w:pPr>
        <w:pStyle w:val="NoSpacing"/>
      </w:pPr>
      <w:r>
        <w:t>за – 21</w:t>
      </w:r>
    </w:p>
    <w:p w:rsidR="002D5BF9" w:rsidRPr="00EF57F9" w:rsidRDefault="002D5BF9" w:rsidP="0012587A">
      <w:pPr>
        <w:pStyle w:val="NoSpacing"/>
      </w:pPr>
      <w:r w:rsidRPr="00EF57F9">
        <w:t xml:space="preserve">проти – 0 </w:t>
      </w:r>
    </w:p>
    <w:p w:rsidR="002D5BF9" w:rsidRPr="00EF57F9" w:rsidRDefault="002D5BF9" w:rsidP="0012587A">
      <w:pPr>
        <w:pStyle w:val="NoSpacing"/>
      </w:pPr>
      <w:r>
        <w:t>утримався – 0</w:t>
      </w:r>
    </w:p>
    <w:p w:rsidR="002D5BF9" w:rsidRPr="00EF57F9" w:rsidRDefault="002D5BF9" w:rsidP="0012587A">
      <w:pPr>
        <w:pStyle w:val="NoSpacing"/>
      </w:pPr>
      <w:r w:rsidRPr="00EF57F9">
        <w:t xml:space="preserve">не голосували – </w:t>
      </w:r>
      <w:r>
        <w:t>1</w:t>
      </w:r>
    </w:p>
    <w:p w:rsidR="002D5BF9" w:rsidRDefault="002D5BF9" w:rsidP="0012587A">
      <w:pPr>
        <w:pStyle w:val="NoSpacing"/>
      </w:pPr>
      <w:r w:rsidRPr="00EF57F9">
        <w:t xml:space="preserve">відсутні – </w:t>
      </w:r>
      <w:r>
        <w:t>5</w:t>
      </w:r>
      <w:r w:rsidRPr="00EF57F9">
        <w:t xml:space="preserve"> (додаються).</w:t>
      </w:r>
    </w:p>
    <w:p w:rsidR="002D5BF9" w:rsidRDefault="002D5BF9" w:rsidP="00A90A5B">
      <w:pPr>
        <w:pStyle w:val="NoSpacing"/>
        <w:rPr>
          <w:b/>
        </w:rPr>
      </w:pPr>
    </w:p>
    <w:p w:rsidR="002D5BF9" w:rsidRDefault="002D5BF9" w:rsidP="00FA19A1">
      <w:pPr>
        <w:pStyle w:val="NoSpacing"/>
      </w:pPr>
      <w:r>
        <w:rPr>
          <w:b/>
        </w:rPr>
        <w:t>26.</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FA19A1" w:rsidRDefault="002D5BF9" w:rsidP="00FA19A1">
      <w:pPr>
        <w:pStyle w:val="NoSpacing"/>
        <w:rPr>
          <w:b/>
        </w:rPr>
      </w:pPr>
      <w:r>
        <w:tab/>
      </w:r>
      <w:r w:rsidRPr="00FA19A1">
        <w:rPr>
          <w:b/>
        </w:rPr>
        <w:t>Про затвердження Програми розвитку місцевого самоврядування Знам’янської міської  територіальної громади на 2022-2026 роки.</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Pr="00FA19A1" w:rsidRDefault="002D5BF9" w:rsidP="00A90A5B">
      <w:pPr>
        <w:pStyle w:val="NoSpacing"/>
      </w:pPr>
      <w:r>
        <w:rPr>
          <w:b/>
        </w:rPr>
        <w:t xml:space="preserve">БІЛІЧЕНКО Наталія – </w:t>
      </w:r>
      <w:r w:rsidRPr="00FA19A1">
        <w:t>начальник відділу забезпечення діяльності міської ради</w:t>
      </w:r>
      <w:r>
        <w:t>.</w:t>
      </w:r>
    </w:p>
    <w:p w:rsidR="002D5BF9" w:rsidRPr="00EF57F9" w:rsidRDefault="002D5BF9" w:rsidP="00A90A5B">
      <w:pPr>
        <w:pStyle w:val="NoSpacing"/>
      </w:pPr>
      <w:r w:rsidRPr="00D87BE4">
        <w:rPr>
          <w:b/>
        </w:rPr>
        <w:t>Вирішили:</w:t>
      </w:r>
      <w:r>
        <w:t xml:space="preserve"> Рішення №697  прийнято  за основу і в </w:t>
      </w:r>
      <w:r w:rsidRPr="00EF57F9">
        <w:t>цілому</w:t>
      </w:r>
      <w:r>
        <w:t xml:space="preserve"> </w:t>
      </w:r>
      <w:r w:rsidRPr="00EF57F9">
        <w:t xml:space="preserve"> за результатами голосування (додається).</w:t>
      </w:r>
    </w:p>
    <w:p w:rsidR="002D5BF9" w:rsidRPr="00EF57F9" w:rsidRDefault="002D5BF9" w:rsidP="00A90A5B">
      <w:pPr>
        <w:pStyle w:val="NoSpacing"/>
      </w:pPr>
      <w:r>
        <w:t>за – 20</w:t>
      </w:r>
    </w:p>
    <w:p w:rsidR="002D5BF9" w:rsidRPr="00EF57F9" w:rsidRDefault="002D5BF9" w:rsidP="00A90A5B">
      <w:pPr>
        <w:pStyle w:val="NoSpacing"/>
      </w:pPr>
      <w:r w:rsidRPr="00EF57F9">
        <w:t xml:space="preserve">проти – 0 </w:t>
      </w:r>
    </w:p>
    <w:p w:rsidR="002D5BF9" w:rsidRPr="00EF57F9" w:rsidRDefault="002D5BF9" w:rsidP="00A90A5B">
      <w:pPr>
        <w:pStyle w:val="NoSpacing"/>
      </w:pPr>
      <w:r>
        <w:t>утримався – 0</w:t>
      </w:r>
    </w:p>
    <w:p w:rsidR="002D5BF9" w:rsidRPr="00EF57F9" w:rsidRDefault="002D5BF9" w:rsidP="00A90A5B">
      <w:pPr>
        <w:pStyle w:val="NoSpacing"/>
      </w:pPr>
      <w:r w:rsidRPr="00EF57F9">
        <w:t xml:space="preserve">не голосували – </w:t>
      </w:r>
      <w:r>
        <w:t>2</w:t>
      </w:r>
    </w:p>
    <w:p w:rsidR="002D5BF9" w:rsidRDefault="002D5BF9" w:rsidP="00A90A5B">
      <w:pPr>
        <w:pStyle w:val="NoSpacing"/>
      </w:pPr>
      <w:r w:rsidRPr="00EF57F9">
        <w:t xml:space="preserve">відсутні – </w:t>
      </w:r>
      <w:r>
        <w:t>5</w:t>
      </w:r>
      <w:r w:rsidRPr="00EF57F9">
        <w:t xml:space="preserve"> (додаються).</w:t>
      </w:r>
    </w:p>
    <w:p w:rsidR="002D5BF9" w:rsidRDefault="002D5BF9" w:rsidP="007C7D3C">
      <w:pPr>
        <w:pStyle w:val="NoSpacing"/>
        <w:rPr>
          <w:b/>
        </w:rPr>
      </w:pPr>
    </w:p>
    <w:p w:rsidR="002D5BF9" w:rsidRDefault="002D5BF9" w:rsidP="00433CD4">
      <w:pPr>
        <w:pStyle w:val="NoSpacing"/>
      </w:pPr>
      <w:r>
        <w:rPr>
          <w:b/>
        </w:rPr>
        <w:t>27.</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433CD4" w:rsidRDefault="002D5BF9" w:rsidP="00433CD4">
      <w:pPr>
        <w:pStyle w:val="NoSpacing"/>
        <w:rPr>
          <w:b/>
        </w:rPr>
      </w:pPr>
      <w:r>
        <w:tab/>
      </w:r>
      <w:r w:rsidRPr="00433CD4">
        <w:rPr>
          <w:b/>
        </w:rPr>
        <w:t>Про стан виконання рішень та протокольних доручень міської ради, затверджених протягом грудня 2020 – липня 2021 року.</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7C7D3C">
      <w:pPr>
        <w:pStyle w:val="NoSpacing"/>
        <w:rPr>
          <w:b/>
        </w:rPr>
      </w:pPr>
      <w:r>
        <w:rPr>
          <w:b/>
        </w:rPr>
        <w:t xml:space="preserve">БІЛІЧЕНКО Наталія – </w:t>
      </w:r>
      <w:r w:rsidRPr="00FA19A1">
        <w:t>начальник відділу забезпечення діяльності міської ради</w:t>
      </w:r>
      <w:r>
        <w:t>.</w:t>
      </w:r>
      <w:r w:rsidRPr="00D87BE4">
        <w:rPr>
          <w:b/>
        </w:rPr>
        <w:t xml:space="preserve"> </w:t>
      </w:r>
    </w:p>
    <w:p w:rsidR="002D5BF9" w:rsidRPr="00EF57F9" w:rsidRDefault="002D5BF9" w:rsidP="007C7D3C">
      <w:pPr>
        <w:pStyle w:val="NoSpacing"/>
      </w:pPr>
      <w:r w:rsidRPr="00D87BE4">
        <w:rPr>
          <w:b/>
        </w:rPr>
        <w:t>Вирішили:</w:t>
      </w:r>
      <w:r>
        <w:t xml:space="preserve"> Рішення №698  прийнято  за основу і в </w:t>
      </w:r>
      <w:r w:rsidRPr="00EF57F9">
        <w:t>цілому</w:t>
      </w:r>
      <w:r>
        <w:t xml:space="preserve"> </w:t>
      </w:r>
      <w:r w:rsidRPr="00EF57F9">
        <w:t xml:space="preserve"> за результатами голосування (додається).</w:t>
      </w:r>
    </w:p>
    <w:p w:rsidR="002D5BF9" w:rsidRPr="00EF57F9" w:rsidRDefault="002D5BF9" w:rsidP="007C7D3C">
      <w:pPr>
        <w:pStyle w:val="NoSpacing"/>
      </w:pPr>
      <w:r>
        <w:t>за – 20</w:t>
      </w:r>
    </w:p>
    <w:p w:rsidR="002D5BF9" w:rsidRPr="00EF57F9" w:rsidRDefault="002D5BF9" w:rsidP="007C7D3C">
      <w:pPr>
        <w:pStyle w:val="NoSpacing"/>
      </w:pPr>
      <w:r w:rsidRPr="00EF57F9">
        <w:t xml:space="preserve">проти – 0 </w:t>
      </w:r>
    </w:p>
    <w:p w:rsidR="002D5BF9" w:rsidRPr="00EF57F9" w:rsidRDefault="002D5BF9" w:rsidP="007C7D3C">
      <w:pPr>
        <w:pStyle w:val="NoSpacing"/>
      </w:pPr>
      <w:r>
        <w:t>утримався – 0</w:t>
      </w:r>
    </w:p>
    <w:p w:rsidR="002D5BF9" w:rsidRPr="00EF57F9" w:rsidRDefault="002D5BF9" w:rsidP="007C7D3C">
      <w:pPr>
        <w:pStyle w:val="NoSpacing"/>
      </w:pPr>
      <w:r w:rsidRPr="00EF57F9">
        <w:t xml:space="preserve">не голосували – </w:t>
      </w:r>
      <w:r>
        <w:t>2</w:t>
      </w:r>
    </w:p>
    <w:p w:rsidR="002D5BF9" w:rsidRDefault="002D5BF9" w:rsidP="007C7D3C">
      <w:pPr>
        <w:pStyle w:val="NoSpacing"/>
      </w:pPr>
      <w:r w:rsidRPr="00EF57F9">
        <w:t xml:space="preserve">відсутні – </w:t>
      </w:r>
      <w:r>
        <w:t>5</w:t>
      </w:r>
      <w:r w:rsidRPr="00EF57F9">
        <w:t xml:space="preserve"> (додаються).</w:t>
      </w:r>
    </w:p>
    <w:p w:rsidR="002D5BF9" w:rsidRDefault="002D5BF9" w:rsidP="00EA571D">
      <w:pPr>
        <w:pStyle w:val="NoSpacing"/>
        <w:rPr>
          <w:b/>
        </w:rPr>
      </w:pPr>
    </w:p>
    <w:p w:rsidR="002D5BF9" w:rsidRDefault="002D5BF9" w:rsidP="00433CD4">
      <w:pPr>
        <w:pStyle w:val="NoSpacing"/>
      </w:pPr>
      <w:r>
        <w:rPr>
          <w:b/>
        </w:rPr>
        <w:t>28.</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433CD4" w:rsidRDefault="002D5BF9" w:rsidP="00433CD4">
      <w:pPr>
        <w:pStyle w:val="NoSpacing"/>
        <w:rPr>
          <w:b/>
        </w:rPr>
      </w:pPr>
      <w:r>
        <w:tab/>
      </w:r>
      <w:r w:rsidRPr="00433CD4">
        <w:rPr>
          <w:b/>
        </w:rPr>
        <w:t>Про стан виконання депутатських запитів</w:t>
      </w:r>
      <w:r w:rsidRPr="00B16F2A">
        <w:t xml:space="preserve">, </w:t>
      </w:r>
      <w:r w:rsidRPr="00433CD4">
        <w:rPr>
          <w:b/>
        </w:rPr>
        <w:t>що надійшли до Знам’янської міської ради протягом грудня 2020 – липня 2021 року.</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EA571D">
      <w:pPr>
        <w:pStyle w:val="NoSpacing"/>
        <w:rPr>
          <w:b/>
        </w:rPr>
      </w:pPr>
      <w:r>
        <w:rPr>
          <w:b/>
        </w:rPr>
        <w:t xml:space="preserve">БІЛІЧЕНКО Наталія – </w:t>
      </w:r>
      <w:r w:rsidRPr="00FA19A1">
        <w:t>начальник відділу забезпечення діяльності міської ради</w:t>
      </w:r>
      <w:r>
        <w:t>.</w:t>
      </w:r>
      <w:r w:rsidRPr="00D87BE4">
        <w:rPr>
          <w:b/>
        </w:rPr>
        <w:t xml:space="preserve"> </w:t>
      </w:r>
    </w:p>
    <w:p w:rsidR="002D5BF9" w:rsidRPr="00EF57F9" w:rsidRDefault="002D5BF9" w:rsidP="00EA571D">
      <w:pPr>
        <w:pStyle w:val="NoSpacing"/>
      </w:pPr>
      <w:r w:rsidRPr="00D87BE4">
        <w:rPr>
          <w:b/>
        </w:rPr>
        <w:t>Вирішили:</w:t>
      </w:r>
      <w:r>
        <w:t xml:space="preserve"> Рішення №699  прийнято  за основу, зі змінами, доповненнями і в </w:t>
      </w:r>
      <w:r w:rsidRPr="00EF57F9">
        <w:t>цілому за результатами голосування (додається).</w:t>
      </w:r>
    </w:p>
    <w:p w:rsidR="002D5BF9" w:rsidRPr="00EF57F9" w:rsidRDefault="002D5BF9" w:rsidP="00EA571D">
      <w:pPr>
        <w:pStyle w:val="NoSpacing"/>
      </w:pPr>
      <w:r>
        <w:t>за – 20</w:t>
      </w:r>
    </w:p>
    <w:p w:rsidR="002D5BF9" w:rsidRPr="00EF57F9" w:rsidRDefault="002D5BF9" w:rsidP="00EA571D">
      <w:pPr>
        <w:pStyle w:val="NoSpacing"/>
      </w:pPr>
      <w:r w:rsidRPr="00EF57F9">
        <w:t xml:space="preserve">проти – 0 </w:t>
      </w:r>
    </w:p>
    <w:p w:rsidR="002D5BF9" w:rsidRPr="00EF57F9" w:rsidRDefault="002D5BF9" w:rsidP="00EA571D">
      <w:pPr>
        <w:pStyle w:val="NoSpacing"/>
      </w:pPr>
      <w:r>
        <w:t>утримався – 0</w:t>
      </w:r>
    </w:p>
    <w:p w:rsidR="002D5BF9" w:rsidRPr="00EF57F9" w:rsidRDefault="002D5BF9" w:rsidP="00EA571D">
      <w:pPr>
        <w:pStyle w:val="NoSpacing"/>
      </w:pPr>
      <w:r w:rsidRPr="00EF57F9">
        <w:t xml:space="preserve">не голосували – </w:t>
      </w:r>
      <w:r>
        <w:t>2</w:t>
      </w:r>
    </w:p>
    <w:p w:rsidR="002D5BF9" w:rsidRDefault="002D5BF9" w:rsidP="00EA571D">
      <w:pPr>
        <w:pStyle w:val="NoSpacing"/>
      </w:pPr>
      <w:r w:rsidRPr="00EF57F9">
        <w:t xml:space="preserve">відсутні – </w:t>
      </w:r>
      <w:r>
        <w:t>5</w:t>
      </w:r>
      <w:r w:rsidRPr="00EF57F9">
        <w:t xml:space="preserve"> (додаються).</w:t>
      </w:r>
    </w:p>
    <w:p w:rsidR="002D5BF9" w:rsidRDefault="002D5BF9" w:rsidP="00CF2158">
      <w:pPr>
        <w:pStyle w:val="NoSpacing"/>
        <w:rPr>
          <w:b/>
        </w:rPr>
      </w:pPr>
    </w:p>
    <w:p w:rsidR="002D5BF9" w:rsidRDefault="002D5BF9" w:rsidP="00433CD4">
      <w:pPr>
        <w:pStyle w:val="NoSpacing"/>
      </w:pPr>
      <w:r>
        <w:rPr>
          <w:b/>
        </w:rPr>
        <w:t>29.</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433CD4" w:rsidRDefault="002D5BF9" w:rsidP="00433CD4">
      <w:pPr>
        <w:pStyle w:val="NoSpacing"/>
        <w:rPr>
          <w:b/>
        </w:rPr>
      </w:pPr>
      <w:r>
        <w:tab/>
      </w:r>
      <w:r w:rsidRPr="00433CD4">
        <w:rPr>
          <w:b/>
        </w:rPr>
        <w:t>Про затвердження Положення про порядок найменування або перейменування площ, проспектів, вулиць, провулків, проїздів, скверів, парків, розташованих на території Знам’янської міської територіальної громади.</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433CD4">
      <w:pPr>
        <w:pStyle w:val="NoSpacing"/>
        <w:rPr>
          <w:b/>
        </w:rPr>
      </w:pPr>
      <w:r>
        <w:rPr>
          <w:b/>
        </w:rPr>
        <w:t xml:space="preserve">БІЛІЧЕНКО Наталія – </w:t>
      </w:r>
      <w:r w:rsidRPr="00FA19A1">
        <w:t>начальник відділу забезпечення діяльності міської ради</w:t>
      </w:r>
      <w:r>
        <w:t>.</w:t>
      </w:r>
      <w:r w:rsidRPr="00D87BE4">
        <w:rPr>
          <w:b/>
        </w:rPr>
        <w:t xml:space="preserve"> </w:t>
      </w:r>
    </w:p>
    <w:p w:rsidR="002D5BF9" w:rsidRPr="00EF57F9" w:rsidRDefault="002D5BF9" w:rsidP="00CF2158">
      <w:pPr>
        <w:pStyle w:val="NoSpacing"/>
      </w:pPr>
      <w:r w:rsidRPr="00D87BE4">
        <w:rPr>
          <w:b/>
        </w:rPr>
        <w:t>Вирішили:</w:t>
      </w:r>
      <w:r>
        <w:t xml:space="preserve"> Рішення №700  прийнято  за основу, з доповненнями і в </w:t>
      </w:r>
      <w:r w:rsidRPr="00EF57F9">
        <w:t>цілому</w:t>
      </w:r>
      <w:r>
        <w:t xml:space="preserve"> </w:t>
      </w:r>
      <w:r w:rsidRPr="00EF57F9">
        <w:t xml:space="preserve"> за результатами голосування (додається).</w:t>
      </w:r>
    </w:p>
    <w:p w:rsidR="002D5BF9" w:rsidRPr="00EF57F9" w:rsidRDefault="002D5BF9" w:rsidP="00CF2158">
      <w:pPr>
        <w:pStyle w:val="NoSpacing"/>
      </w:pPr>
      <w:r>
        <w:t>за – 20</w:t>
      </w:r>
    </w:p>
    <w:p w:rsidR="002D5BF9" w:rsidRPr="00EF57F9" w:rsidRDefault="002D5BF9" w:rsidP="00CF2158">
      <w:pPr>
        <w:pStyle w:val="NoSpacing"/>
      </w:pPr>
      <w:r w:rsidRPr="00EF57F9">
        <w:t xml:space="preserve">проти – 0 </w:t>
      </w:r>
    </w:p>
    <w:p w:rsidR="002D5BF9" w:rsidRPr="00EF57F9" w:rsidRDefault="002D5BF9" w:rsidP="00CF2158">
      <w:pPr>
        <w:pStyle w:val="NoSpacing"/>
      </w:pPr>
      <w:r>
        <w:t>утримався – 0</w:t>
      </w:r>
    </w:p>
    <w:p w:rsidR="002D5BF9" w:rsidRPr="00EF57F9" w:rsidRDefault="002D5BF9" w:rsidP="00CF2158">
      <w:pPr>
        <w:pStyle w:val="NoSpacing"/>
      </w:pPr>
      <w:r w:rsidRPr="00EF57F9">
        <w:t xml:space="preserve">не голосували – </w:t>
      </w:r>
      <w:r>
        <w:t>2</w:t>
      </w:r>
    </w:p>
    <w:p w:rsidR="002D5BF9" w:rsidRDefault="002D5BF9" w:rsidP="00CF2158">
      <w:pPr>
        <w:pStyle w:val="NoSpacing"/>
      </w:pPr>
      <w:r w:rsidRPr="00EF57F9">
        <w:t xml:space="preserve">відсутні – </w:t>
      </w:r>
      <w:r>
        <w:t>5</w:t>
      </w:r>
      <w:r w:rsidRPr="00EF57F9">
        <w:t xml:space="preserve"> (додаються).</w:t>
      </w:r>
    </w:p>
    <w:p w:rsidR="002D5BF9" w:rsidRDefault="002D5BF9" w:rsidP="00CF2158">
      <w:pPr>
        <w:pStyle w:val="NoSpacing"/>
      </w:pPr>
    </w:p>
    <w:p w:rsidR="002D5BF9" w:rsidRDefault="002D5BF9" w:rsidP="00CF2158">
      <w:pPr>
        <w:pStyle w:val="NoSpacing"/>
      </w:pPr>
      <w:r>
        <w:tab/>
        <w:t>Міський голова проінформував присутніх про наявність конфлікту інтересів у Володимира Джулая (заява додається), який не буде приймати участь в обговоренні та голосуванні наступного проєкту рішення.</w:t>
      </w:r>
    </w:p>
    <w:p w:rsidR="002D5BF9" w:rsidRDefault="002D5BF9" w:rsidP="00583A47">
      <w:pPr>
        <w:pStyle w:val="NoSpacing"/>
        <w:rPr>
          <w:b/>
        </w:rPr>
      </w:pPr>
    </w:p>
    <w:p w:rsidR="002D5BF9" w:rsidRDefault="002D5BF9" w:rsidP="00433CD4">
      <w:pPr>
        <w:pStyle w:val="NoSpacing"/>
      </w:pPr>
      <w:r>
        <w:rPr>
          <w:b/>
        </w:rPr>
        <w:t>30.</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BD12B4" w:rsidRDefault="002D5BF9" w:rsidP="00433CD4">
      <w:pPr>
        <w:pStyle w:val="NoSpacing"/>
        <w:rPr>
          <w:b/>
        </w:rPr>
      </w:pPr>
      <w:r>
        <w:tab/>
      </w:r>
      <w:r w:rsidRPr="00433CD4">
        <w:rPr>
          <w:b/>
        </w:rPr>
        <w:t>Про затвердження</w:t>
      </w:r>
      <w:r w:rsidRPr="00433CD4">
        <w:t xml:space="preserve"> </w:t>
      </w:r>
      <w:r w:rsidRPr="00BD12B4">
        <w:rPr>
          <w:b/>
        </w:rPr>
        <w:t>Програми фінансового  забезпечення відзначення визначних подій на 2022-2024  роки.</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Pr="00BD12B4" w:rsidRDefault="002D5BF9" w:rsidP="00583A47">
      <w:pPr>
        <w:pStyle w:val="NoSpacing"/>
      </w:pPr>
      <w:r>
        <w:rPr>
          <w:b/>
        </w:rPr>
        <w:t xml:space="preserve">ЗАЙЧЕНКО Олена – </w:t>
      </w:r>
      <w:r w:rsidRPr="00BD12B4">
        <w:t>начальник відділу організаційно-кадрової роботи</w:t>
      </w:r>
      <w:r>
        <w:t>.</w:t>
      </w:r>
    </w:p>
    <w:p w:rsidR="002D5BF9" w:rsidRPr="00EF57F9" w:rsidRDefault="002D5BF9" w:rsidP="00583A47">
      <w:pPr>
        <w:pStyle w:val="NoSpacing"/>
      </w:pPr>
      <w:r w:rsidRPr="00D87BE4">
        <w:rPr>
          <w:b/>
        </w:rPr>
        <w:t>Вирішили:</w:t>
      </w:r>
      <w:r>
        <w:t xml:space="preserve"> Рішення №701  прийнято  за основу, з доповненнями і в </w:t>
      </w:r>
      <w:r w:rsidRPr="00EF57F9">
        <w:t>цілому</w:t>
      </w:r>
      <w:r>
        <w:t xml:space="preserve"> </w:t>
      </w:r>
      <w:r w:rsidRPr="00EF57F9">
        <w:t xml:space="preserve"> за результатами голосування (додається).</w:t>
      </w:r>
    </w:p>
    <w:p w:rsidR="002D5BF9" w:rsidRPr="00EF57F9" w:rsidRDefault="002D5BF9" w:rsidP="00583A47">
      <w:pPr>
        <w:pStyle w:val="NoSpacing"/>
      </w:pPr>
      <w:r>
        <w:t>за – 19</w:t>
      </w:r>
    </w:p>
    <w:p w:rsidR="002D5BF9" w:rsidRPr="00EF57F9" w:rsidRDefault="002D5BF9" w:rsidP="00583A47">
      <w:pPr>
        <w:pStyle w:val="NoSpacing"/>
      </w:pPr>
      <w:r w:rsidRPr="00EF57F9">
        <w:t xml:space="preserve">проти – 0 </w:t>
      </w:r>
    </w:p>
    <w:p w:rsidR="002D5BF9" w:rsidRPr="00EF57F9" w:rsidRDefault="002D5BF9" w:rsidP="00583A47">
      <w:pPr>
        <w:pStyle w:val="NoSpacing"/>
      </w:pPr>
      <w:r>
        <w:t>утримався – 0</w:t>
      </w:r>
    </w:p>
    <w:p w:rsidR="002D5BF9" w:rsidRPr="00EF57F9" w:rsidRDefault="002D5BF9" w:rsidP="00583A47">
      <w:pPr>
        <w:pStyle w:val="NoSpacing"/>
      </w:pPr>
      <w:r w:rsidRPr="00EF57F9">
        <w:t xml:space="preserve">не голосували – </w:t>
      </w:r>
      <w:r>
        <w:t>3</w:t>
      </w:r>
    </w:p>
    <w:p w:rsidR="002D5BF9" w:rsidRDefault="002D5BF9" w:rsidP="00583A47">
      <w:pPr>
        <w:pStyle w:val="NoSpacing"/>
      </w:pPr>
      <w:r w:rsidRPr="00EF57F9">
        <w:t xml:space="preserve">відсутні – </w:t>
      </w:r>
      <w:r>
        <w:t>5</w:t>
      </w:r>
      <w:r w:rsidRPr="00EF57F9">
        <w:t xml:space="preserve"> (додаються).</w:t>
      </w:r>
    </w:p>
    <w:p w:rsidR="002D5BF9" w:rsidRDefault="002D5BF9" w:rsidP="002635E2">
      <w:pPr>
        <w:pStyle w:val="NoSpacing"/>
        <w:rPr>
          <w:b/>
        </w:rPr>
      </w:pPr>
    </w:p>
    <w:p w:rsidR="002D5BF9" w:rsidRDefault="002D5BF9" w:rsidP="00BD12B4">
      <w:pPr>
        <w:pStyle w:val="NoSpacing"/>
      </w:pPr>
      <w:r>
        <w:rPr>
          <w:b/>
        </w:rPr>
        <w:t>31.</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BD12B4" w:rsidRDefault="002D5BF9" w:rsidP="00BD12B4">
      <w:pPr>
        <w:pStyle w:val="NoSpacing"/>
        <w:rPr>
          <w:b/>
        </w:rPr>
      </w:pPr>
      <w:r>
        <w:tab/>
      </w:r>
      <w:r w:rsidRPr="00BD12B4">
        <w:rPr>
          <w:b/>
        </w:rPr>
        <w:t>Про затвердження Положення про територіальний центр соціального обслуговування (надання соціальних послуг) Знам’янської міської територіальної громади.</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2635E2">
      <w:pPr>
        <w:pStyle w:val="NoSpacing"/>
      </w:pPr>
      <w:r>
        <w:rPr>
          <w:b/>
        </w:rPr>
        <w:t xml:space="preserve">ТАРАН Юлія – </w:t>
      </w:r>
      <w:r w:rsidRPr="00BD12B4">
        <w:t>в.о. директора територіального центру</w:t>
      </w:r>
      <w:r>
        <w:t>.</w:t>
      </w:r>
    </w:p>
    <w:p w:rsidR="002D5BF9" w:rsidRPr="00EF57F9" w:rsidRDefault="002D5BF9" w:rsidP="002635E2">
      <w:pPr>
        <w:pStyle w:val="NoSpacing"/>
      </w:pPr>
      <w:r w:rsidRPr="00D87BE4">
        <w:rPr>
          <w:b/>
        </w:rPr>
        <w:t>Вирішили:</w:t>
      </w:r>
      <w:r>
        <w:t xml:space="preserve"> Рішення №702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2635E2">
      <w:pPr>
        <w:pStyle w:val="NoSpacing"/>
      </w:pPr>
      <w:r>
        <w:t>за – 22</w:t>
      </w:r>
    </w:p>
    <w:p w:rsidR="002D5BF9" w:rsidRPr="00EF57F9" w:rsidRDefault="002D5BF9" w:rsidP="002635E2">
      <w:pPr>
        <w:pStyle w:val="NoSpacing"/>
      </w:pPr>
      <w:r w:rsidRPr="00EF57F9">
        <w:t xml:space="preserve">проти – 0 </w:t>
      </w:r>
    </w:p>
    <w:p w:rsidR="002D5BF9" w:rsidRPr="00EF57F9" w:rsidRDefault="002D5BF9" w:rsidP="002635E2">
      <w:pPr>
        <w:pStyle w:val="NoSpacing"/>
      </w:pPr>
      <w:r>
        <w:t>утримався – 0</w:t>
      </w:r>
    </w:p>
    <w:p w:rsidR="002D5BF9" w:rsidRPr="00EF57F9" w:rsidRDefault="002D5BF9" w:rsidP="002635E2">
      <w:pPr>
        <w:pStyle w:val="NoSpacing"/>
      </w:pPr>
      <w:r w:rsidRPr="00EF57F9">
        <w:t xml:space="preserve">не голосували – </w:t>
      </w:r>
      <w:r>
        <w:t>0</w:t>
      </w:r>
    </w:p>
    <w:p w:rsidR="002D5BF9" w:rsidRDefault="002D5BF9" w:rsidP="002635E2">
      <w:pPr>
        <w:pStyle w:val="NoSpacing"/>
      </w:pPr>
      <w:r w:rsidRPr="00EF57F9">
        <w:t xml:space="preserve">відсутні – </w:t>
      </w:r>
      <w:r>
        <w:t>5</w:t>
      </w:r>
      <w:r w:rsidRPr="00EF57F9">
        <w:t xml:space="preserve"> (додаються).</w:t>
      </w:r>
    </w:p>
    <w:p w:rsidR="002D5BF9" w:rsidRDefault="002D5BF9" w:rsidP="00273ED2">
      <w:pPr>
        <w:pStyle w:val="NoSpacing"/>
        <w:rPr>
          <w:b/>
        </w:rPr>
      </w:pPr>
    </w:p>
    <w:p w:rsidR="002D5BF9" w:rsidRDefault="002D5BF9" w:rsidP="00273ED2">
      <w:pPr>
        <w:pStyle w:val="NoSpacing"/>
      </w:pPr>
      <w:r>
        <w:rPr>
          <w:b/>
        </w:rPr>
        <w:t>32.</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AB30A7" w:rsidRDefault="002D5BF9" w:rsidP="00273ED2">
      <w:pPr>
        <w:pStyle w:val="BodyText"/>
        <w:spacing w:after="0"/>
        <w:jc w:val="both"/>
        <w:rPr>
          <w:b/>
          <w:lang w:val="uk-UA"/>
        </w:rPr>
      </w:pPr>
      <w:r>
        <w:rPr>
          <w:lang w:val="uk-UA"/>
        </w:rPr>
        <w:tab/>
      </w:r>
      <w:r w:rsidRPr="00D25BCF">
        <w:rPr>
          <w:b/>
          <w:lang w:val="uk-UA"/>
        </w:rPr>
        <w:t>Про затвердження структури територіального центру соціального обслуговування (надання соціальних послуг) Знам’янської міської територіальної громади.</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AB30A7">
      <w:pPr>
        <w:pStyle w:val="NoSpacing"/>
      </w:pPr>
      <w:r>
        <w:rPr>
          <w:b/>
        </w:rPr>
        <w:t xml:space="preserve">ТАРАН Юлія – </w:t>
      </w:r>
      <w:r w:rsidRPr="00BD12B4">
        <w:t>в.о. директора територіального центру</w:t>
      </w:r>
      <w:r>
        <w:t>.</w:t>
      </w:r>
    </w:p>
    <w:p w:rsidR="002D5BF9" w:rsidRPr="00EF57F9" w:rsidRDefault="002D5BF9" w:rsidP="00273ED2">
      <w:pPr>
        <w:pStyle w:val="NoSpacing"/>
      </w:pPr>
      <w:r w:rsidRPr="00D87BE4">
        <w:rPr>
          <w:b/>
        </w:rPr>
        <w:t>Вирішили:</w:t>
      </w:r>
      <w:r>
        <w:t xml:space="preserve"> Рішення №703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273ED2">
      <w:pPr>
        <w:pStyle w:val="NoSpacing"/>
      </w:pPr>
      <w:r>
        <w:t>за – 22</w:t>
      </w:r>
    </w:p>
    <w:p w:rsidR="002D5BF9" w:rsidRPr="00EF57F9" w:rsidRDefault="002D5BF9" w:rsidP="00273ED2">
      <w:pPr>
        <w:pStyle w:val="NoSpacing"/>
      </w:pPr>
      <w:r w:rsidRPr="00EF57F9">
        <w:t xml:space="preserve">проти – 0 </w:t>
      </w:r>
    </w:p>
    <w:p w:rsidR="002D5BF9" w:rsidRPr="00EF57F9" w:rsidRDefault="002D5BF9" w:rsidP="00273ED2">
      <w:pPr>
        <w:pStyle w:val="NoSpacing"/>
      </w:pPr>
      <w:r>
        <w:t>утримався – 0</w:t>
      </w:r>
    </w:p>
    <w:p w:rsidR="002D5BF9" w:rsidRPr="00EF57F9" w:rsidRDefault="002D5BF9" w:rsidP="00273ED2">
      <w:pPr>
        <w:pStyle w:val="NoSpacing"/>
      </w:pPr>
      <w:r w:rsidRPr="00EF57F9">
        <w:t xml:space="preserve">не голосували – </w:t>
      </w:r>
      <w:r>
        <w:t>0</w:t>
      </w:r>
    </w:p>
    <w:p w:rsidR="002D5BF9" w:rsidRDefault="002D5BF9" w:rsidP="00273ED2">
      <w:pPr>
        <w:pStyle w:val="NoSpacing"/>
      </w:pPr>
      <w:r w:rsidRPr="00EF57F9">
        <w:t xml:space="preserve">відсутні – </w:t>
      </w:r>
      <w:r>
        <w:t>5</w:t>
      </w:r>
      <w:r w:rsidRPr="00EF57F9">
        <w:t xml:space="preserve"> (додаються).</w:t>
      </w:r>
    </w:p>
    <w:p w:rsidR="002D5BF9" w:rsidRDefault="002D5BF9" w:rsidP="00273ED2">
      <w:pPr>
        <w:pStyle w:val="NoSpacing"/>
      </w:pPr>
    </w:p>
    <w:p w:rsidR="002D5BF9" w:rsidRDefault="002D5BF9" w:rsidP="00273ED2">
      <w:pPr>
        <w:pStyle w:val="NoSpacing"/>
      </w:pPr>
      <w:r>
        <w:tab/>
        <w:t>11 год. 00 хв.  - міський голова оголосив перерву в роботі пленарного засідання. Продовження роботи після перерви – 11 год. 29 хв.</w:t>
      </w:r>
    </w:p>
    <w:p w:rsidR="002D5BF9" w:rsidRPr="004464D2" w:rsidRDefault="002D5BF9" w:rsidP="005F43C8">
      <w:pPr>
        <w:pStyle w:val="NoSpacing"/>
      </w:pPr>
      <w:r>
        <w:tab/>
      </w:r>
    </w:p>
    <w:p w:rsidR="002D5BF9" w:rsidRDefault="002D5BF9" w:rsidP="004464D2">
      <w:pPr>
        <w:pStyle w:val="NoSpacing"/>
      </w:pPr>
      <w:r>
        <w:rPr>
          <w:b/>
        </w:rPr>
        <w:t>33.</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4464D2" w:rsidRDefault="002D5BF9" w:rsidP="004464D2">
      <w:pPr>
        <w:pStyle w:val="NoSpacing"/>
        <w:rPr>
          <w:b/>
        </w:rPr>
      </w:pPr>
      <w:r>
        <w:tab/>
      </w:r>
      <w:r w:rsidRPr="004464D2">
        <w:rPr>
          <w:b/>
        </w:rPr>
        <w:t>Про надання дозволу на розроблення проекту землеустрою щодо відведення земельної ділянки у власність БАБІЧ К.К.</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5F43C8">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5F43C8">
      <w:pPr>
        <w:pStyle w:val="NoSpacing"/>
      </w:pPr>
      <w:r w:rsidRPr="00D87BE4">
        <w:rPr>
          <w:b/>
        </w:rPr>
        <w:t>Вирішили:</w:t>
      </w:r>
      <w:r>
        <w:t xml:space="preserve"> Рішення №704  прийнято  за основу і в </w:t>
      </w:r>
      <w:r w:rsidRPr="00EF57F9">
        <w:t>цілому</w:t>
      </w:r>
      <w:r>
        <w:t xml:space="preserve"> (2/3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5F43C8">
      <w:pPr>
        <w:pStyle w:val="NoSpacing"/>
      </w:pPr>
      <w:r>
        <w:t>за – 21</w:t>
      </w:r>
    </w:p>
    <w:p w:rsidR="002D5BF9" w:rsidRPr="00EF57F9" w:rsidRDefault="002D5BF9" w:rsidP="005F43C8">
      <w:pPr>
        <w:pStyle w:val="NoSpacing"/>
      </w:pPr>
      <w:r w:rsidRPr="00EF57F9">
        <w:t xml:space="preserve">проти – 0 </w:t>
      </w:r>
    </w:p>
    <w:p w:rsidR="002D5BF9" w:rsidRPr="00EF57F9" w:rsidRDefault="002D5BF9" w:rsidP="005F43C8">
      <w:pPr>
        <w:pStyle w:val="NoSpacing"/>
      </w:pPr>
      <w:r>
        <w:t>утримався – 0</w:t>
      </w:r>
    </w:p>
    <w:p w:rsidR="002D5BF9" w:rsidRPr="00EF57F9" w:rsidRDefault="002D5BF9" w:rsidP="005F43C8">
      <w:pPr>
        <w:pStyle w:val="NoSpacing"/>
      </w:pPr>
      <w:r w:rsidRPr="00EF57F9">
        <w:t xml:space="preserve">не голосували – </w:t>
      </w:r>
      <w:r>
        <w:t>0</w:t>
      </w:r>
    </w:p>
    <w:p w:rsidR="002D5BF9" w:rsidRDefault="002D5BF9" w:rsidP="005F43C8">
      <w:pPr>
        <w:pStyle w:val="NoSpacing"/>
      </w:pPr>
      <w:r w:rsidRPr="00EF57F9">
        <w:t xml:space="preserve">відсутні – </w:t>
      </w:r>
      <w:r>
        <w:t>5</w:t>
      </w:r>
      <w:r w:rsidRPr="00EF57F9">
        <w:t xml:space="preserve"> (додаються).</w:t>
      </w:r>
    </w:p>
    <w:p w:rsidR="002D5BF9" w:rsidRDefault="002D5BF9" w:rsidP="005F43C8">
      <w:pPr>
        <w:pStyle w:val="NoSpacing"/>
      </w:pPr>
    </w:p>
    <w:p w:rsidR="002D5BF9" w:rsidRDefault="002D5BF9" w:rsidP="005F43C8">
      <w:pPr>
        <w:pStyle w:val="NoSpacing"/>
      </w:pPr>
      <w:r>
        <w:tab/>
        <w:t>Міський голова проінформував присутніх про наявність конфлікту інтересів у Романа КОНДРАТЬЄВА (заява додається), який не буде приймати участь в обговоренні та голосуванні наступного проєкту рішення.</w:t>
      </w:r>
    </w:p>
    <w:p w:rsidR="002D5BF9" w:rsidRDefault="002D5BF9" w:rsidP="009711DD">
      <w:pPr>
        <w:pStyle w:val="NoSpacing"/>
        <w:rPr>
          <w:b/>
        </w:rPr>
      </w:pPr>
    </w:p>
    <w:p w:rsidR="002D5BF9" w:rsidRDefault="002D5BF9" w:rsidP="009711DD">
      <w:pPr>
        <w:pStyle w:val="NoSpacing"/>
      </w:pPr>
      <w:r>
        <w:rPr>
          <w:b/>
        </w:rPr>
        <w:t>34.</w:t>
      </w:r>
      <w:r w:rsidRPr="00EF57F9">
        <w:rPr>
          <w:b/>
        </w:rPr>
        <w:t xml:space="preserve"> </w:t>
      </w:r>
      <w:r w:rsidRPr="00EF57F9">
        <w:rPr>
          <w:b/>
          <w:lang w:val="en-US"/>
        </w:rPr>
        <w:t>C</w:t>
      </w:r>
      <w:r w:rsidRPr="00EF57F9">
        <w:rPr>
          <w:b/>
        </w:rPr>
        <w:t>ЛУХАЛИ:</w:t>
      </w:r>
      <w:r w:rsidRPr="00EF57F9">
        <w:t xml:space="preserve"> </w:t>
      </w:r>
      <w:r>
        <w:t xml:space="preserve"> </w:t>
      </w:r>
    </w:p>
    <w:p w:rsidR="002D5BF9" w:rsidRDefault="002D5BF9" w:rsidP="009711DD">
      <w:pPr>
        <w:pStyle w:val="BodyText"/>
        <w:spacing w:after="0"/>
        <w:jc w:val="both"/>
        <w:rPr>
          <w:b/>
          <w:lang w:val="uk-UA"/>
        </w:rPr>
      </w:pPr>
      <w:r>
        <w:rPr>
          <w:b/>
          <w:lang w:val="uk-UA"/>
        </w:rPr>
        <w:tab/>
      </w:r>
      <w:r w:rsidRPr="004B7FEF">
        <w:rPr>
          <w:b/>
        </w:rPr>
        <w:t>Про надання дозволу на розроблення проекту землеустрою щодо відведення земельної ділянки у власність БАЛАНЮК О.С.</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9711DD">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9711DD">
      <w:pPr>
        <w:pStyle w:val="NoSpacing"/>
      </w:pPr>
      <w:r w:rsidRPr="00D87BE4">
        <w:rPr>
          <w:b/>
        </w:rPr>
        <w:t>Вирішили:</w:t>
      </w:r>
      <w:r>
        <w:t xml:space="preserve"> Рішення №705  прийнято  за основу і в </w:t>
      </w:r>
      <w:r w:rsidRPr="00EF57F9">
        <w:t>цілому</w:t>
      </w:r>
      <w:r>
        <w:t xml:space="preserve"> (2/3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9711DD">
      <w:pPr>
        <w:pStyle w:val="NoSpacing"/>
      </w:pPr>
      <w:r>
        <w:t>за – 20</w:t>
      </w:r>
    </w:p>
    <w:p w:rsidR="002D5BF9" w:rsidRPr="00EF57F9" w:rsidRDefault="002D5BF9" w:rsidP="009711DD">
      <w:pPr>
        <w:pStyle w:val="NoSpacing"/>
      </w:pPr>
      <w:r w:rsidRPr="00EF57F9">
        <w:t xml:space="preserve">проти – 0 </w:t>
      </w:r>
    </w:p>
    <w:p w:rsidR="002D5BF9" w:rsidRPr="00EF57F9" w:rsidRDefault="002D5BF9" w:rsidP="009711DD">
      <w:pPr>
        <w:pStyle w:val="NoSpacing"/>
      </w:pPr>
      <w:r>
        <w:t>утримався – 0</w:t>
      </w:r>
    </w:p>
    <w:p w:rsidR="002D5BF9" w:rsidRPr="00EF57F9" w:rsidRDefault="002D5BF9" w:rsidP="009711DD">
      <w:pPr>
        <w:pStyle w:val="NoSpacing"/>
      </w:pPr>
      <w:r w:rsidRPr="00EF57F9">
        <w:t xml:space="preserve">не голосували – </w:t>
      </w:r>
      <w:r>
        <w:t>1</w:t>
      </w:r>
    </w:p>
    <w:p w:rsidR="002D5BF9" w:rsidRDefault="002D5BF9" w:rsidP="009711DD">
      <w:pPr>
        <w:pStyle w:val="NoSpacing"/>
      </w:pPr>
      <w:r w:rsidRPr="00EF57F9">
        <w:t xml:space="preserve">відсутні – </w:t>
      </w:r>
      <w:r>
        <w:t>5</w:t>
      </w:r>
      <w:r w:rsidRPr="00EF57F9">
        <w:t xml:space="preserve"> (додаються).</w:t>
      </w:r>
    </w:p>
    <w:p w:rsidR="002D5BF9" w:rsidRPr="004B7FEF" w:rsidRDefault="002D5BF9" w:rsidP="00170D51">
      <w:pPr>
        <w:pStyle w:val="NoSpacing"/>
      </w:pPr>
    </w:p>
    <w:p w:rsidR="002D5BF9" w:rsidRDefault="002D5BF9" w:rsidP="004B7FEF">
      <w:pPr>
        <w:pStyle w:val="NoSpacing"/>
      </w:pPr>
      <w:r>
        <w:rPr>
          <w:b/>
        </w:rPr>
        <w:t>35.</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4B7FEF" w:rsidRDefault="002D5BF9" w:rsidP="004B7FEF">
      <w:pPr>
        <w:pStyle w:val="NoSpacing"/>
        <w:rPr>
          <w:b/>
        </w:rPr>
      </w:pPr>
      <w:r>
        <w:tab/>
      </w:r>
      <w:r w:rsidRPr="004B7FEF">
        <w:rPr>
          <w:b/>
        </w:rPr>
        <w:t>Про надання дозволу на розроблення проекту землеустрою щодо відведення земельної ділянки у власність ГУДИМЕНКО С.В.</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170D51">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170D51">
      <w:pPr>
        <w:pStyle w:val="NoSpacing"/>
      </w:pPr>
      <w:r w:rsidRPr="00D87BE4">
        <w:rPr>
          <w:b/>
        </w:rPr>
        <w:t>Вирішили:</w:t>
      </w:r>
      <w:r>
        <w:t xml:space="preserve"> Рішення №706  прийнято  за основу і в </w:t>
      </w:r>
      <w:r w:rsidRPr="00EF57F9">
        <w:t>цілому</w:t>
      </w:r>
      <w:r>
        <w:t xml:space="preserve"> (2/3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170D51">
      <w:pPr>
        <w:pStyle w:val="NoSpacing"/>
      </w:pPr>
      <w:r>
        <w:t>за – 21</w:t>
      </w:r>
    </w:p>
    <w:p w:rsidR="002D5BF9" w:rsidRPr="00EF57F9" w:rsidRDefault="002D5BF9" w:rsidP="00170D51">
      <w:pPr>
        <w:pStyle w:val="NoSpacing"/>
      </w:pPr>
      <w:r w:rsidRPr="00EF57F9">
        <w:t xml:space="preserve">проти – 0 </w:t>
      </w:r>
    </w:p>
    <w:p w:rsidR="002D5BF9" w:rsidRPr="00EF57F9" w:rsidRDefault="002D5BF9" w:rsidP="00170D51">
      <w:pPr>
        <w:pStyle w:val="NoSpacing"/>
      </w:pPr>
      <w:r>
        <w:t>утримався – 0</w:t>
      </w:r>
    </w:p>
    <w:p w:rsidR="002D5BF9" w:rsidRPr="00EF57F9" w:rsidRDefault="002D5BF9" w:rsidP="00170D51">
      <w:pPr>
        <w:pStyle w:val="NoSpacing"/>
      </w:pPr>
      <w:r w:rsidRPr="00EF57F9">
        <w:t xml:space="preserve">не голосували – </w:t>
      </w:r>
      <w:r>
        <w:t>0</w:t>
      </w:r>
    </w:p>
    <w:p w:rsidR="002D5BF9" w:rsidRDefault="002D5BF9" w:rsidP="00170D51">
      <w:pPr>
        <w:pStyle w:val="NoSpacing"/>
      </w:pPr>
      <w:r w:rsidRPr="00EF57F9">
        <w:t xml:space="preserve">відсутні – </w:t>
      </w:r>
      <w:r>
        <w:t>5</w:t>
      </w:r>
      <w:r w:rsidRPr="00EF57F9">
        <w:t xml:space="preserve"> (додаються).</w:t>
      </w:r>
    </w:p>
    <w:p w:rsidR="002D5BF9" w:rsidRDefault="002D5BF9" w:rsidP="00895479">
      <w:pPr>
        <w:pStyle w:val="NoSpacing"/>
        <w:rPr>
          <w:b/>
        </w:rPr>
      </w:pPr>
    </w:p>
    <w:p w:rsidR="002D5BF9" w:rsidRDefault="002D5BF9" w:rsidP="00D85550">
      <w:pPr>
        <w:pStyle w:val="NoSpacing"/>
      </w:pPr>
      <w:r>
        <w:rPr>
          <w:b/>
        </w:rPr>
        <w:t>36.</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D85550" w:rsidRDefault="002D5BF9" w:rsidP="00D85550">
      <w:pPr>
        <w:pStyle w:val="NoSpacing"/>
        <w:rPr>
          <w:b/>
        </w:rPr>
      </w:pPr>
      <w:r>
        <w:tab/>
      </w:r>
      <w:r w:rsidRPr="00D85550">
        <w:rPr>
          <w:b/>
        </w:rPr>
        <w:t>Про надання дозволу на розроблення проекту землеустрою щодо відведення земельної ділянки у власність МАРТИНОВІЙ Л.В.</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895479">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895479">
      <w:pPr>
        <w:pStyle w:val="NoSpacing"/>
      </w:pPr>
      <w:r w:rsidRPr="00D87BE4">
        <w:rPr>
          <w:b/>
        </w:rPr>
        <w:t>Вирішили:</w:t>
      </w:r>
      <w:r>
        <w:t xml:space="preserve"> Рішення №707  прийнято  за основу і в </w:t>
      </w:r>
      <w:r w:rsidRPr="00EF57F9">
        <w:t>цілому</w:t>
      </w:r>
      <w:r>
        <w:t xml:space="preserve"> (2/3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895479">
      <w:pPr>
        <w:pStyle w:val="NoSpacing"/>
      </w:pPr>
      <w:r>
        <w:t>за – 21</w:t>
      </w:r>
    </w:p>
    <w:p w:rsidR="002D5BF9" w:rsidRPr="00EF57F9" w:rsidRDefault="002D5BF9" w:rsidP="00895479">
      <w:pPr>
        <w:pStyle w:val="NoSpacing"/>
      </w:pPr>
      <w:r w:rsidRPr="00EF57F9">
        <w:t xml:space="preserve">проти – 0 </w:t>
      </w:r>
    </w:p>
    <w:p w:rsidR="002D5BF9" w:rsidRPr="00EF57F9" w:rsidRDefault="002D5BF9" w:rsidP="00895479">
      <w:pPr>
        <w:pStyle w:val="NoSpacing"/>
      </w:pPr>
      <w:r>
        <w:t>утримався – 0</w:t>
      </w:r>
    </w:p>
    <w:p w:rsidR="002D5BF9" w:rsidRPr="00EF57F9" w:rsidRDefault="002D5BF9" w:rsidP="00895479">
      <w:pPr>
        <w:pStyle w:val="NoSpacing"/>
      </w:pPr>
      <w:r w:rsidRPr="00EF57F9">
        <w:t xml:space="preserve">не голосували – </w:t>
      </w:r>
      <w:r>
        <w:t>0</w:t>
      </w:r>
    </w:p>
    <w:p w:rsidR="002D5BF9" w:rsidRDefault="002D5BF9" w:rsidP="00895479">
      <w:pPr>
        <w:pStyle w:val="NoSpacing"/>
      </w:pPr>
      <w:r w:rsidRPr="00EF57F9">
        <w:t xml:space="preserve">відсутні – </w:t>
      </w:r>
      <w:r>
        <w:t>5</w:t>
      </w:r>
      <w:r w:rsidRPr="00EF57F9">
        <w:t xml:space="preserve"> (додаються).</w:t>
      </w:r>
    </w:p>
    <w:p w:rsidR="002D5BF9" w:rsidRDefault="002D5BF9" w:rsidP="00365854">
      <w:pPr>
        <w:pStyle w:val="NoSpacing"/>
        <w:rPr>
          <w:b/>
        </w:rPr>
      </w:pPr>
    </w:p>
    <w:p w:rsidR="002D5BF9" w:rsidRDefault="002D5BF9" w:rsidP="00D85550">
      <w:pPr>
        <w:pStyle w:val="NoSpacing"/>
      </w:pPr>
      <w:r>
        <w:rPr>
          <w:b/>
        </w:rPr>
        <w:t>37.</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D85550" w:rsidRDefault="002D5BF9" w:rsidP="00D85550">
      <w:pPr>
        <w:pStyle w:val="NoSpacing"/>
        <w:rPr>
          <w:b/>
        </w:rPr>
      </w:pPr>
      <w:r>
        <w:tab/>
      </w:r>
      <w:r w:rsidRPr="00D85550">
        <w:rPr>
          <w:b/>
        </w:rPr>
        <w:t>Про надання дозволу на розроблення проекту землеустрою щодо відведення земельної ділянки у власність ВОЛОШИНІЙ Т.В.</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365854">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365854">
      <w:pPr>
        <w:pStyle w:val="NoSpacing"/>
      </w:pPr>
      <w:r w:rsidRPr="00D87BE4">
        <w:rPr>
          <w:b/>
        </w:rPr>
        <w:t>Вирішили:</w:t>
      </w:r>
      <w:r>
        <w:t xml:space="preserve"> Рішення №708  прийнято  за основу і в </w:t>
      </w:r>
      <w:r w:rsidRPr="00EF57F9">
        <w:t>цілому</w:t>
      </w:r>
      <w:r>
        <w:t>(2/3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365854">
      <w:pPr>
        <w:pStyle w:val="NoSpacing"/>
      </w:pPr>
      <w:r>
        <w:t>за – 21</w:t>
      </w:r>
    </w:p>
    <w:p w:rsidR="002D5BF9" w:rsidRPr="00EF57F9" w:rsidRDefault="002D5BF9" w:rsidP="00365854">
      <w:pPr>
        <w:pStyle w:val="NoSpacing"/>
      </w:pPr>
      <w:r w:rsidRPr="00EF57F9">
        <w:t xml:space="preserve">проти – 0 </w:t>
      </w:r>
    </w:p>
    <w:p w:rsidR="002D5BF9" w:rsidRPr="00EF57F9" w:rsidRDefault="002D5BF9" w:rsidP="00365854">
      <w:pPr>
        <w:pStyle w:val="NoSpacing"/>
      </w:pPr>
      <w:r>
        <w:t>утримався – 0</w:t>
      </w:r>
    </w:p>
    <w:p w:rsidR="002D5BF9" w:rsidRPr="00EF57F9" w:rsidRDefault="002D5BF9" w:rsidP="00365854">
      <w:pPr>
        <w:pStyle w:val="NoSpacing"/>
      </w:pPr>
      <w:r w:rsidRPr="00EF57F9">
        <w:t xml:space="preserve">не голосували – </w:t>
      </w:r>
      <w:r>
        <w:t>0</w:t>
      </w:r>
    </w:p>
    <w:p w:rsidR="002D5BF9" w:rsidRDefault="002D5BF9" w:rsidP="00365854">
      <w:pPr>
        <w:pStyle w:val="NoSpacing"/>
      </w:pPr>
      <w:r w:rsidRPr="00EF57F9">
        <w:t xml:space="preserve">відсутні – </w:t>
      </w:r>
      <w:r>
        <w:t>5</w:t>
      </w:r>
      <w:r w:rsidRPr="00EF57F9">
        <w:t xml:space="preserve"> (додаються).</w:t>
      </w:r>
    </w:p>
    <w:p w:rsidR="002D5BF9" w:rsidRDefault="002D5BF9" w:rsidP="00526335">
      <w:pPr>
        <w:pStyle w:val="NoSpacing"/>
        <w:rPr>
          <w:b/>
        </w:rPr>
      </w:pPr>
    </w:p>
    <w:p w:rsidR="002D5BF9" w:rsidRDefault="002D5BF9" w:rsidP="00D85550">
      <w:pPr>
        <w:pStyle w:val="NoSpacing"/>
      </w:pPr>
      <w:r>
        <w:rPr>
          <w:b/>
        </w:rPr>
        <w:t>38.</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D85550" w:rsidRDefault="002D5BF9" w:rsidP="00D85550">
      <w:pPr>
        <w:pStyle w:val="NoSpacing"/>
        <w:rPr>
          <w:b/>
        </w:rPr>
      </w:pPr>
      <w:r>
        <w:tab/>
      </w:r>
      <w:r w:rsidRPr="00D85550">
        <w:rPr>
          <w:b/>
        </w:rPr>
        <w:t>Про надання дозволу на розроблення проекту землеустрою щодо відведення земельної ділянки у власність ХОМ’ЯЧЕНКО Т.А.</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526335">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526335">
      <w:pPr>
        <w:pStyle w:val="NoSpacing"/>
      </w:pPr>
      <w:r w:rsidRPr="00D87BE4">
        <w:rPr>
          <w:b/>
        </w:rPr>
        <w:t>Вирішили:</w:t>
      </w:r>
      <w:r>
        <w:t xml:space="preserve"> Рішення №709  прийнято  за основу і в </w:t>
      </w:r>
      <w:r w:rsidRPr="00EF57F9">
        <w:t>цілому</w:t>
      </w:r>
      <w:r>
        <w:t>(2/3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526335">
      <w:pPr>
        <w:pStyle w:val="NoSpacing"/>
      </w:pPr>
      <w:r>
        <w:t>за – 21</w:t>
      </w:r>
    </w:p>
    <w:p w:rsidR="002D5BF9" w:rsidRPr="00EF57F9" w:rsidRDefault="002D5BF9" w:rsidP="00526335">
      <w:pPr>
        <w:pStyle w:val="NoSpacing"/>
      </w:pPr>
      <w:r w:rsidRPr="00EF57F9">
        <w:t xml:space="preserve">проти – 0 </w:t>
      </w:r>
    </w:p>
    <w:p w:rsidR="002D5BF9" w:rsidRPr="00EF57F9" w:rsidRDefault="002D5BF9" w:rsidP="00526335">
      <w:pPr>
        <w:pStyle w:val="NoSpacing"/>
      </w:pPr>
      <w:r>
        <w:t>утримався – 0</w:t>
      </w:r>
    </w:p>
    <w:p w:rsidR="002D5BF9" w:rsidRPr="00EF57F9" w:rsidRDefault="002D5BF9" w:rsidP="00526335">
      <w:pPr>
        <w:pStyle w:val="NoSpacing"/>
      </w:pPr>
      <w:r w:rsidRPr="00EF57F9">
        <w:t xml:space="preserve">не голосували – </w:t>
      </w:r>
      <w:r>
        <w:t>0</w:t>
      </w:r>
    </w:p>
    <w:p w:rsidR="002D5BF9" w:rsidRDefault="002D5BF9" w:rsidP="00526335">
      <w:pPr>
        <w:pStyle w:val="NoSpacing"/>
      </w:pPr>
      <w:r w:rsidRPr="00EF57F9">
        <w:t xml:space="preserve">відсутні – </w:t>
      </w:r>
      <w:r>
        <w:t>5</w:t>
      </w:r>
      <w:r w:rsidRPr="00EF57F9">
        <w:t xml:space="preserve"> (додаються).</w:t>
      </w:r>
    </w:p>
    <w:p w:rsidR="002D5BF9" w:rsidRDefault="002D5BF9" w:rsidP="005E7823">
      <w:pPr>
        <w:pStyle w:val="NoSpacing"/>
        <w:rPr>
          <w:b/>
        </w:rPr>
      </w:pPr>
    </w:p>
    <w:p w:rsidR="002D5BF9" w:rsidRDefault="002D5BF9" w:rsidP="005E7823">
      <w:pPr>
        <w:pStyle w:val="NoSpacing"/>
      </w:pPr>
      <w:r>
        <w:rPr>
          <w:b/>
        </w:rPr>
        <w:t>39.</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584C16" w:rsidRDefault="002D5BF9" w:rsidP="000F53C2">
      <w:pPr>
        <w:pStyle w:val="BodyText"/>
        <w:spacing w:after="0"/>
        <w:ind w:left="710"/>
        <w:jc w:val="both"/>
        <w:outlineLvl w:val="0"/>
        <w:rPr>
          <w:b/>
        </w:rPr>
      </w:pPr>
      <w:r w:rsidRPr="00584C16">
        <w:rPr>
          <w:b/>
        </w:rPr>
        <w:t>Про вилучення земельної ділянки у МОШКОЛИ Ю.Ю.</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5E7823">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5E7823">
      <w:pPr>
        <w:pStyle w:val="NoSpacing"/>
      </w:pPr>
      <w:r w:rsidRPr="00D87BE4">
        <w:rPr>
          <w:b/>
        </w:rPr>
        <w:t>Вирішили:</w:t>
      </w:r>
      <w:r>
        <w:t xml:space="preserve"> Рішення №710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5E7823">
      <w:pPr>
        <w:pStyle w:val="NoSpacing"/>
      </w:pPr>
      <w:r>
        <w:t>за – 21</w:t>
      </w:r>
    </w:p>
    <w:p w:rsidR="002D5BF9" w:rsidRPr="00EF57F9" w:rsidRDefault="002D5BF9" w:rsidP="005E7823">
      <w:pPr>
        <w:pStyle w:val="NoSpacing"/>
      </w:pPr>
      <w:r w:rsidRPr="00EF57F9">
        <w:t xml:space="preserve">проти – 0 </w:t>
      </w:r>
    </w:p>
    <w:p w:rsidR="002D5BF9" w:rsidRPr="00EF57F9" w:rsidRDefault="002D5BF9" w:rsidP="005E7823">
      <w:pPr>
        <w:pStyle w:val="NoSpacing"/>
      </w:pPr>
      <w:r>
        <w:t>утримався – 0</w:t>
      </w:r>
    </w:p>
    <w:p w:rsidR="002D5BF9" w:rsidRPr="00EF57F9" w:rsidRDefault="002D5BF9" w:rsidP="005E7823">
      <w:pPr>
        <w:pStyle w:val="NoSpacing"/>
      </w:pPr>
      <w:r w:rsidRPr="00EF57F9">
        <w:t xml:space="preserve">не голосували – </w:t>
      </w:r>
      <w:r>
        <w:t>1</w:t>
      </w:r>
    </w:p>
    <w:p w:rsidR="002D5BF9" w:rsidRDefault="002D5BF9" w:rsidP="005E7823">
      <w:pPr>
        <w:pStyle w:val="NoSpacing"/>
      </w:pPr>
      <w:r w:rsidRPr="00EF57F9">
        <w:t xml:space="preserve">відсутні – </w:t>
      </w:r>
      <w:r>
        <w:t>5</w:t>
      </w:r>
      <w:r w:rsidRPr="00EF57F9">
        <w:t xml:space="preserve"> (додаються).</w:t>
      </w:r>
    </w:p>
    <w:p w:rsidR="002D5BF9" w:rsidRDefault="002D5BF9" w:rsidP="001D466B">
      <w:pPr>
        <w:pStyle w:val="NoSpacing"/>
        <w:rPr>
          <w:b/>
        </w:rPr>
      </w:pPr>
    </w:p>
    <w:p w:rsidR="002D5BF9" w:rsidRDefault="002D5BF9" w:rsidP="00F40945">
      <w:pPr>
        <w:pStyle w:val="NoSpacing"/>
      </w:pPr>
      <w:r>
        <w:rPr>
          <w:b/>
        </w:rPr>
        <w:t>40.</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F40945" w:rsidRDefault="002D5BF9" w:rsidP="00F40945">
      <w:pPr>
        <w:pStyle w:val="NoSpacing"/>
        <w:rPr>
          <w:b/>
        </w:rPr>
      </w:pPr>
      <w:r>
        <w:tab/>
      </w:r>
      <w:r w:rsidRPr="00F40945">
        <w:rPr>
          <w:b/>
        </w:rPr>
        <w:t>Про надання дозволу на розроблення проекту землеустрою щодо відведення земельної ділянки у власність ПАСЄВІНІЙ О.Ю.</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1D466B">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1D466B">
      <w:pPr>
        <w:pStyle w:val="NoSpacing"/>
      </w:pPr>
      <w:r w:rsidRPr="00D87BE4">
        <w:rPr>
          <w:b/>
        </w:rPr>
        <w:t>Вирішили:</w:t>
      </w:r>
      <w:r>
        <w:t xml:space="preserve"> Рішення №711  прийнято  за основу і в </w:t>
      </w:r>
      <w:r w:rsidRPr="00EF57F9">
        <w:t>цілому</w:t>
      </w:r>
      <w:r>
        <w:t xml:space="preserve"> (2/3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1D466B">
      <w:pPr>
        <w:pStyle w:val="NoSpacing"/>
      </w:pPr>
      <w:r>
        <w:t>за – 21</w:t>
      </w:r>
    </w:p>
    <w:p w:rsidR="002D5BF9" w:rsidRPr="00EF57F9" w:rsidRDefault="002D5BF9" w:rsidP="001D466B">
      <w:pPr>
        <w:pStyle w:val="NoSpacing"/>
      </w:pPr>
      <w:r>
        <w:t>проти – 0</w:t>
      </w:r>
      <w:r w:rsidRPr="00EF57F9">
        <w:t xml:space="preserve"> </w:t>
      </w:r>
    </w:p>
    <w:p w:rsidR="002D5BF9" w:rsidRPr="00EF57F9" w:rsidRDefault="002D5BF9" w:rsidP="001D466B">
      <w:pPr>
        <w:pStyle w:val="NoSpacing"/>
      </w:pPr>
      <w:r>
        <w:t>утримався – 0</w:t>
      </w:r>
    </w:p>
    <w:p w:rsidR="002D5BF9" w:rsidRPr="00EF57F9" w:rsidRDefault="002D5BF9" w:rsidP="001D466B">
      <w:pPr>
        <w:pStyle w:val="NoSpacing"/>
      </w:pPr>
      <w:r w:rsidRPr="00EF57F9">
        <w:t xml:space="preserve">не голосували – </w:t>
      </w:r>
      <w:r>
        <w:t>0</w:t>
      </w:r>
    </w:p>
    <w:p w:rsidR="002D5BF9" w:rsidRDefault="002D5BF9" w:rsidP="001D466B">
      <w:pPr>
        <w:pStyle w:val="NoSpacing"/>
      </w:pPr>
      <w:r w:rsidRPr="00EF57F9">
        <w:t xml:space="preserve">відсутні – </w:t>
      </w:r>
      <w:r>
        <w:t>5</w:t>
      </w:r>
      <w:r w:rsidRPr="00EF57F9">
        <w:t xml:space="preserve"> (додаються).</w:t>
      </w:r>
    </w:p>
    <w:p w:rsidR="002D5BF9" w:rsidRDefault="002D5BF9" w:rsidP="00E63CD7">
      <w:pPr>
        <w:pStyle w:val="NoSpacing"/>
        <w:rPr>
          <w:b/>
        </w:rPr>
      </w:pPr>
    </w:p>
    <w:p w:rsidR="002D5BF9" w:rsidRDefault="002D5BF9" w:rsidP="00B62FB8">
      <w:pPr>
        <w:pStyle w:val="NoSpacing"/>
      </w:pPr>
      <w:r>
        <w:rPr>
          <w:b/>
        </w:rPr>
        <w:t>41.</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B62FB8" w:rsidRDefault="002D5BF9" w:rsidP="00B62FB8">
      <w:pPr>
        <w:pStyle w:val="NoSpacing"/>
        <w:rPr>
          <w:b/>
        </w:rPr>
      </w:pPr>
      <w:r>
        <w:tab/>
      </w:r>
      <w:r w:rsidRPr="00B62FB8">
        <w:rPr>
          <w:b/>
        </w:rPr>
        <w:t>Про надання дозволу на розроблення проекту землеустрою щодо відведення земельної ділянки в оренду БАКУЛІНУ В.В.</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E63CD7">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E63CD7">
      <w:pPr>
        <w:pStyle w:val="NoSpacing"/>
      </w:pPr>
      <w:r w:rsidRPr="00D87BE4">
        <w:rPr>
          <w:b/>
        </w:rPr>
        <w:t>Вирішили:</w:t>
      </w:r>
      <w:r>
        <w:t xml:space="preserve"> Рішення №712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E63CD7">
      <w:pPr>
        <w:pStyle w:val="NoSpacing"/>
      </w:pPr>
      <w:r>
        <w:t>за –20</w:t>
      </w:r>
    </w:p>
    <w:p w:rsidR="002D5BF9" w:rsidRPr="00EF57F9" w:rsidRDefault="002D5BF9" w:rsidP="00E63CD7">
      <w:pPr>
        <w:pStyle w:val="NoSpacing"/>
      </w:pPr>
      <w:r>
        <w:t>проти – 0</w:t>
      </w:r>
      <w:r w:rsidRPr="00EF57F9">
        <w:t xml:space="preserve"> </w:t>
      </w:r>
    </w:p>
    <w:p w:rsidR="002D5BF9" w:rsidRPr="00EF57F9" w:rsidRDefault="002D5BF9" w:rsidP="00E63CD7">
      <w:pPr>
        <w:pStyle w:val="NoSpacing"/>
      </w:pPr>
      <w:r>
        <w:t>утримався – 0</w:t>
      </w:r>
    </w:p>
    <w:p w:rsidR="002D5BF9" w:rsidRPr="00EF57F9" w:rsidRDefault="002D5BF9" w:rsidP="00E63CD7">
      <w:pPr>
        <w:pStyle w:val="NoSpacing"/>
      </w:pPr>
      <w:r w:rsidRPr="00EF57F9">
        <w:t xml:space="preserve">не голосували – </w:t>
      </w:r>
      <w:r>
        <w:t>2</w:t>
      </w:r>
    </w:p>
    <w:p w:rsidR="002D5BF9" w:rsidRDefault="002D5BF9" w:rsidP="00B62FB8">
      <w:pPr>
        <w:pStyle w:val="NoSpacing"/>
      </w:pPr>
      <w:r w:rsidRPr="00EF57F9">
        <w:t>відсутні –</w:t>
      </w:r>
      <w:r>
        <w:t xml:space="preserve"> 5 </w:t>
      </w:r>
      <w:r w:rsidRPr="00EF57F9">
        <w:t>(додаються).</w:t>
      </w:r>
    </w:p>
    <w:p w:rsidR="002D5BF9" w:rsidRDefault="002D5BF9" w:rsidP="00B62FB8">
      <w:pPr>
        <w:pStyle w:val="NoSpacing"/>
      </w:pPr>
    </w:p>
    <w:p w:rsidR="002D5BF9" w:rsidRDefault="002D5BF9" w:rsidP="00B62FB8">
      <w:pPr>
        <w:pStyle w:val="NoSpacing"/>
      </w:pPr>
      <w:r>
        <w:rPr>
          <w:b/>
        </w:rPr>
        <w:t>42.</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EC47BB" w:rsidRDefault="002D5BF9" w:rsidP="00B62FB8">
      <w:pPr>
        <w:pStyle w:val="NoSpacing"/>
        <w:rPr>
          <w:b/>
        </w:rPr>
      </w:pPr>
      <w:r>
        <w:tab/>
      </w:r>
      <w:r w:rsidRPr="00EC47BB">
        <w:rPr>
          <w:b/>
        </w:rPr>
        <w:t>Про надання дозволу на розроблення проекту землеустрою щодо відведення земельної ділянки у власність НЕНИЦІ О.В.</w:t>
      </w:r>
    </w:p>
    <w:p w:rsidR="002D5BF9" w:rsidRPr="00B62FB8" w:rsidRDefault="002D5BF9" w:rsidP="000F53C2">
      <w:pPr>
        <w:pStyle w:val="NoSpacing"/>
        <w:outlineLvl w:val="0"/>
        <w:rPr>
          <w:b/>
        </w:rPr>
      </w:pPr>
      <w:r w:rsidRPr="00B62FB8">
        <w:rPr>
          <w:b/>
        </w:rPr>
        <w:t>ІНФОРМУВАЛА:</w:t>
      </w:r>
    </w:p>
    <w:p w:rsidR="002D5BF9" w:rsidRDefault="002D5BF9" w:rsidP="00BC7B91">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C47BB" w:rsidRDefault="002D5BF9" w:rsidP="000F53C2">
      <w:pPr>
        <w:pStyle w:val="NoSpacing"/>
        <w:outlineLvl w:val="0"/>
        <w:rPr>
          <w:b/>
        </w:rPr>
      </w:pPr>
      <w:r w:rsidRPr="00EC47BB">
        <w:rPr>
          <w:b/>
        </w:rPr>
        <w:t>Результати голосування:</w:t>
      </w:r>
    </w:p>
    <w:p w:rsidR="002D5BF9" w:rsidRPr="00EF57F9" w:rsidRDefault="002D5BF9" w:rsidP="00EC47BB">
      <w:pPr>
        <w:pStyle w:val="NoSpacing"/>
      </w:pPr>
      <w:r>
        <w:t>за – 4</w:t>
      </w:r>
    </w:p>
    <w:p w:rsidR="002D5BF9" w:rsidRPr="00EF57F9" w:rsidRDefault="002D5BF9" w:rsidP="00EC47BB">
      <w:pPr>
        <w:pStyle w:val="NoSpacing"/>
      </w:pPr>
      <w:r>
        <w:t>проти – 0</w:t>
      </w:r>
      <w:r w:rsidRPr="00EF57F9">
        <w:t xml:space="preserve"> </w:t>
      </w:r>
    </w:p>
    <w:p w:rsidR="002D5BF9" w:rsidRPr="00EF57F9" w:rsidRDefault="002D5BF9" w:rsidP="00EC47BB">
      <w:pPr>
        <w:pStyle w:val="NoSpacing"/>
      </w:pPr>
      <w:r>
        <w:t>утримався – 12</w:t>
      </w:r>
    </w:p>
    <w:p w:rsidR="002D5BF9" w:rsidRPr="00EF57F9" w:rsidRDefault="002D5BF9" w:rsidP="00EC47BB">
      <w:pPr>
        <w:pStyle w:val="NoSpacing"/>
      </w:pPr>
      <w:r w:rsidRPr="00EF57F9">
        <w:t xml:space="preserve">не голосували – </w:t>
      </w:r>
      <w:r>
        <w:t>5</w:t>
      </w:r>
    </w:p>
    <w:p w:rsidR="002D5BF9" w:rsidRDefault="002D5BF9" w:rsidP="00BC7B91">
      <w:pPr>
        <w:pStyle w:val="NoSpacing"/>
      </w:pPr>
      <w:r w:rsidRPr="00EF57F9">
        <w:t>відсутні –</w:t>
      </w:r>
      <w:r>
        <w:t>5</w:t>
      </w:r>
      <w:r w:rsidRPr="00EF57F9">
        <w:t>(додаються).</w:t>
      </w:r>
    </w:p>
    <w:p w:rsidR="002D5BF9" w:rsidRDefault="002D5BF9" w:rsidP="00BC7B91">
      <w:pPr>
        <w:pStyle w:val="NoSpacing"/>
      </w:pPr>
      <w:r>
        <w:tab/>
        <w:t>Міським головою оголошено, що рішення -  «не прийнято».</w:t>
      </w:r>
    </w:p>
    <w:p w:rsidR="002D5BF9" w:rsidRPr="00A1712B" w:rsidRDefault="002D5BF9" w:rsidP="00BC4F9C">
      <w:pPr>
        <w:pStyle w:val="NoSpacing"/>
      </w:pPr>
      <w:r>
        <w:tab/>
        <w:t>Р</w:t>
      </w:r>
      <w:r w:rsidRPr="00EF57F9">
        <w:t xml:space="preserve">езультат голосування </w:t>
      </w:r>
      <w:r>
        <w:t xml:space="preserve">автоматизованою системою голосування «ГОЛОС» відображено не коректно, а саме: при кількості голосів «за» - 4, результат голосування відображений, як «прийнято» (при мінімальній кількості голосів «за» при голосуванні за даний вид рішення   17 голосів). </w:t>
      </w:r>
    </w:p>
    <w:p w:rsidR="002D5BF9" w:rsidRPr="00EC47BB" w:rsidRDefault="002D5BF9" w:rsidP="001F0AE0">
      <w:pPr>
        <w:pStyle w:val="NoSpacing"/>
        <w:rPr>
          <w:b/>
        </w:rPr>
      </w:pPr>
    </w:p>
    <w:p w:rsidR="002D5BF9" w:rsidRDefault="002D5BF9" w:rsidP="004707C0">
      <w:pPr>
        <w:pStyle w:val="NoSpacing"/>
      </w:pPr>
      <w:r>
        <w:rPr>
          <w:b/>
        </w:rPr>
        <w:t>43.</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4707C0" w:rsidRDefault="002D5BF9" w:rsidP="004707C0">
      <w:pPr>
        <w:pStyle w:val="NoSpacing"/>
        <w:rPr>
          <w:b/>
        </w:rPr>
      </w:pPr>
      <w:r>
        <w:tab/>
      </w:r>
      <w:r w:rsidRPr="004707C0">
        <w:rPr>
          <w:b/>
        </w:rPr>
        <w:t>Про надання дозволу на розроблення проекту землеустрою щодо відведення земельної ділянки у власність КАРАБАНОВУ О.О.</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1F0AE0">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1F0AE0">
      <w:pPr>
        <w:pStyle w:val="NoSpacing"/>
      </w:pPr>
      <w:r w:rsidRPr="00D87BE4">
        <w:rPr>
          <w:b/>
        </w:rPr>
        <w:t>Вирішили:</w:t>
      </w:r>
      <w:r>
        <w:t xml:space="preserve"> Рішення №713  прийнято  за основу, з доповненнями і в </w:t>
      </w:r>
      <w:r w:rsidRPr="00EF57F9">
        <w:t>цілому</w:t>
      </w:r>
      <w:r>
        <w:t xml:space="preserve"> (2/3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1F0AE0">
      <w:pPr>
        <w:pStyle w:val="NoSpacing"/>
      </w:pPr>
      <w:r>
        <w:t>за – 19</w:t>
      </w:r>
    </w:p>
    <w:p w:rsidR="002D5BF9" w:rsidRPr="00EF57F9" w:rsidRDefault="002D5BF9" w:rsidP="001F0AE0">
      <w:pPr>
        <w:pStyle w:val="NoSpacing"/>
      </w:pPr>
      <w:r>
        <w:t>проти – 0</w:t>
      </w:r>
      <w:r w:rsidRPr="00EF57F9">
        <w:t xml:space="preserve"> </w:t>
      </w:r>
    </w:p>
    <w:p w:rsidR="002D5BF9" w:rsidRPr="00EF57F9" w:rsidRDefault="002D5BF9" w:rsidP="001F0AE0">
      <w:pPr>
        <w:pStyle w:val="NoSpacing"/>
      </w:pPr>
      <w:r>
        <w:t>утримався – 1</w:t>
      </w:r>
    </w:p>
    <w:p w:rsidR="002D5BF9" w:rsidRPr="00EF57F9" w:rsidRDefault="002D5BF9" w:rsidP="001F0AE0">
      <w:pPr>
        <w:pStyle w:val="NoSpacing"/>
      </w:pPr>
      <w:r w:rsidRPr="00EF57F9">
        <w:t xml:space="preserve">не голосували – </w:t>
      </w:r>
      <w:r>
        <w:t>1</w:t>
      </w:r>
    </w:p>
    <w:p w:rsidR="002D5BF9" w:rsidRDefault="002D5BF9" w:rsidP="001F0AE0">
      <w:pPr>
        <w:pStyle w:val="NoSpacing"/>
      </w:pPr>
      <w:r w:rsidRPr="00EF57F9">
        <w:t>відсутні –</w:t>
      </w:r>
      <w:r>
        <w:t xml:space="preserve"> 5 </w:t>
      </w:r>
      <w:r w:rsidRPr="00EF57F9">
        <w:t>(додаються).</w:t>
      </w:r>
    </w:p>
    <w:p w:rsidR="002D5BF9" w:rsidRDefault="002D5BF9" w:rsidP="001F0AE0">
      <w:pPr>
        <w:pStyle w:val="NoSpacing"/>
      </w:pPr>
    </w:p>
    <w:p w:rsidR="002D5BF9" w:rsidRDefault="002D5BF9" w:rsidP="004707C0">
      <w:pPr>
        <w:pStyle w:val="NoSpacing"/>
      </w:pPr>
      <w:r>
        <w:rPr>
          <w:b/>
        </w:rPr>
        <w:t>44.</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4707C0" w:rsidRDefault="002D5BF9" w:rsidP="004707C0">
      <w:pPr>
        <w:pStyle w:val="NoSpacing"/>
        <w:rPr>
          <w:b/>
        </w:rPr>
      </w:pPr>
      <w:r>
        <w:tab/>
      </w:r>
      <w:r w:rsidRPr="004707C0">
        <w:rPr>
          <w:b/>
        </w:rPr>
        <w:t>Про надання дозволу на розроблення проекту землеустрою щодо відведення земельної ділянки у власність МЯЛИКУ В.М.</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E31DCD">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E31DCD">
      <w:pPr>
        <w:pStyle w:val="NoSpacing"/>
      </w:pPr>
      <w:r w:rsidRPr="00D87BE4">
        <w:rPr>
          <w:b/>
        </w:rPr>
        <w:t>Вирішили:</w:t>
      </w:r>
      <w:r>
        <w:t xml:space="preserve"> Рішення №714  прийнято  за основу і в </w:t>
      </w:r>
      <w:r w:rsidRPr="00EF57F9">
        <w:t>цілому</w:t>
      </w:r>
      <w:r>
        <w:t xml:space="preserve"> (2/3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E31DCD">
      <w:pPr>
        <w:pStyle w:val="NoSpacing"/>
      </w:pPr>
      <w:r>
        <w:t>за – 21</w:t>
      </w:r>
    </w:p>
    <w:p w:rsidR="002D5BF9" w:rsidRPr="00EF57F9" w:rsidRDefault="002D5BF9" w:rsidP="00E31DCD">
      <w:pPr>
        <w:pStyle w:val="NoSpacing"/>
      </w:pPr>
      <w:r>
        <w:t>проти – 0</w:t>
      </w:r>
      <w:r w:rsidRPr="00EF57F9">
        <w:t xml:space="preserve"> </w:t>
      </w:r>
    </w:p>
    <w:p w:rsidR="002D5BF9" w:rsidRPr="00EF57F9" w:rsidRDefault="002D5BF9" w:rsidP="00E31DCD">
      <w:pPr>
        <w:pStyle w:val="NoSpacing"/>
      </w:pPr>
      <w:r>
        <w:t>утримався – 0</w:t>
      </w:r>
    </w:p>
    <w:p w:rsidR="002D5BF9" w:rsidRPr="00EF57F9" w:rsidRDefault="002D5BF9" w:rsidP="00E31DCD">
      <w:pPr>
        <w:pStyle w:val="NoSpacing"/>
      </w:pPr>
      <w:r w:rsidRPr="00EF57F9">
        <w:t xml:space="preserve">не голосували – </w:t>
      </w:r>
      <w:r>
        <w:t>0</w:t>
      </w:r>
    </w:p>
    <w:p w:rsidR="002D5BF9" w:rsidRDefault="002D5BF9" w:rsidP="00E31DCD">
      <w:pPr>
        <w:pStyle w:val="NoSpacing"/>
      </w:pPr>
      <w:r w:rsidRPr="00EF57F9">
        <w:t>відсутні –</w:t>
      </w:r>
      <w:r>
        <w:t xml:space="preserve"> 5 </w:t>
      </w:r>
      <w:r w:rsidRPr="00EF57F9">
        <w:t>(додаються).</w:t>
      </w:r>
    </w:p>
    <w:p w:rsidR="002D5BF9" w:rsidRDefault="002D5BF9" w:rsidP="00E31DCD">
      <w:pPr>
        <w:pStyle w:val="NoSpacing"/>
      </w:pPr>
    </w:p>
    <w:p w:rsidR="002D5BF9" w:rsidRDefault="002D5BF9" w:rsidP="00C5676A">
      <w:pPr>
        <w:pStyle w:val="NoSpacing"/>
      </w:pPr>
      <w:r>
        <w:tab/>
        <w:t>Міський голова проінформував присутніх про наявність конфлікту інтересів у Світлани БОЙКО (заява додається), яка не буде приймати участь в обговоренні та голосуванні наступного проєкту рішення.</w:t>
      </w:r>
    </w:p>
    <w:p w:rsidR="002D5BF9" w:rsidRDefault="002D5BF9" w:rsidP="00310E34">
      <w:pPr>
        <w:pStyle w:val="NoSpacing"/>
        <w:rPr>
          <w:b/>
          <w:lang w:val="ru-RU"/>
        </w:rPr>
      </w:pPr>
    </w:p>
    <w:p w:rsidR="002D5BF9" w:rsidRPr="004E7649" w:rsidRDefault="002D5BF9" w:rsidP="00310E34">
      <w:pPr>
        <w:pStyle w:val="NoSpacing"/>
        <w:rPr>
          <w:b/>
          <w:lang w:val="ru-RU"/>
        </w:rPr>
      </w:pPr>
    </w:p>
    <w:p w:rsidR="002D5BF9" w:rsidRDefault="002D5BF9" w:rsidP="00C5676A">
      <w:pPr>
        <w:pStyle w:val="NoSpacing"/>
      </w:pPr>
      <w:r>
        <w:rPr>
          <w:b/>
        </w:rPr>
        <w:t>45.</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C5676A" w:rsidRDefault="002D5BF9" w:rsidP="00C5676A">
      <w:pPr>
        <w:pStyle w:val="NoSpacing"/>
        <w:rPr>
          <w:b/>
        </w:rPr>
      </w:pPr>
      <w:r>
        <w:tab/>
      </w:r>
      <w:r w:rsidRPr="00C5676A">
        <w:rPr>
          <w:b/>
        </w:rPr>
        <w:t>Про надання дозволу на розроблення проекту землеустрою щодо відведення земельної ділянки у власність БОЙКУ С.В.</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310E34">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310E34">
      <w:pPr>
        <w:pStyle w:val="NoSpacing"/>
      </w:pPr>
      <w:r w:rsidRPr="00D87BE4">
        <w:rPr>
          <w:b/>
        </w:rPr>
        <w:t>Вирішили:</w:t>
      </w:r>
      <w:r>
        <w:t xml:space="preserve"> Рішення №715  прийнято  за основу і в </w:t>
      </w:r>
      <w:r w:rsidRPr="00EF57F9">
        <w:t>цілому</w:t>
      </w:r>
      <w:r>
        <w:t xml:space="preserve"> (2/3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310E34">
      <w:pPr>
        <w:pStyle w:val="NoSpacing"/>
      </w:pPr>
      <w:r>
        <w:t>за – 20</w:t>
      </w:r>
    </w:p>
    <w:p w:rsidR="002D5BF9" w:rsidRPr="00EF57F9" w:rsidRDefault="002D5BF9" w:rsidP="00310E34">
      <w:pPr>
        <w:pStyle w:val="NoSpacing"/>
      </w:pPr>
      <w:r>
        <w:t>проти – 0</w:t>
      </w:r>
      <w:r w:rsidRPr="00EF57F9">
        <w:t xml:space="preserve"> </w:t>
      </w:r>
    </w:p>
    <w:p w:rsidR="002D5BF9" w:rsidRPr="00EF57F9" w:rsidRDefault="002D5BF9" w:rsidP="00310E34">
      <w:pPr>
        <w:pStyle w:val="NoSpacing"/>
      </w:pPr>
      <w:r>
        <w:t>утримався – 0</w:t>
      </w:r>
    </w:p>
    <w:p w:rsidR="002D5BF9" w:rsidRPr="00EF57F9" w:rsidRDefault="002D5BF9" w:rsidP="00310E34">
      <w:pPr>
        <w:pStyle w:val="NoSpacing"/>
      </w:pPr>
      <w:r w:rsidRPr="00EF57F9">
        <w:t xml:space="preserve">не голосували – </w:t>
      </w:r>
      <w:r>
        <w:t>1</w:t>
      </w:r>
    </w:p>
    <w:p w:rsidR="002D5BF9" w:rsidRDefault="002D5BF9" w:rsidP="00310E34">
      <w:pPr>
        <w:pStyle w:val="NoSpacing"/>
      </w:pPr>
      <w:r w:rsidRPr="00EF57F9">
        <w:t>відсутні –</w:t>
      </w:r>
      <w:r>
        <w:t xml:space="preserve"> 5 </w:t>
      </w:r>
      <w:r w:rsidRPr="00EF57F9">
        <w:t>(додаються).</w:t>
      </w:r>
    </w:p>
    <w:p w:rsidR="002D5BF9" w:rsidRDefault="002D5BF9" w:rsidP="009E4728">
      <w:pPr>
        <w:pStyle w:val="NoSpacing"/>
        <w:rPr>
          <w:b/>
        </w:rPr>
      </w:pPr>
    </w:p>
    <w:p w:rsidR="002D5BF9" w:rsidRDefault="002D5BF9" w:rsidP="001F6354">
      <w:pPr>
        <w:pStyle w:val="NoSpacing"/>
      </w:pPr>
      <w:r>
        <w:rPr>
          <w:b/>
        </w:rPr>
        <w:t>46.</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1F6354" w:rsidRDefault="002D5BF9" w:rsidP="001F6354">
      <w:pPr>
        <w:pStyle w:val="NoSpacing"/>
        <w:rPr>
          <w:b/>
        </w:rPr>
      </w:pPr>
      <w:r>
        <w:tab/>
      </w:r>
      <w:r w:rsidRPr="001F6354">
        <w:rPr>
          <w:b/>
        </w:rPr>
        <w:t>Про надання дозволу на розроблення проекту землеустрою щодо відведення земельної ділянки у власність СТАШКЕВИЧУ Л.А.</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9E4728">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9E4728">
      <w:pPr>
        <w:pStyle w:val="NoSpacing"/>
      </w:pPr>
      <w:r w:rsidRPr="00D87BE4">
        <w:rPr>
          <w:b/>
        </w:rPr>
        <w:t>Вирішили:</w:t>
      </w:r>
      <w:r>
        <w:t xml:space="preserve"> Рішення №716  прийнято  за основу і в </w:t>
      </w:r>
      <w:r w:rsidRPr="00EF57F9">
        <w:t>цілому</w:t>
      </w:r>
      <w:r>
        <w:t xml:space="preserve"> (2/3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9E4728">
      <w:pPr>
        <w:pStyle w:val="NoSpacing"/>
      </w:pPr>
      <w:r>
        <w:t>за – 20</w:t>
      </w:r>
    </w:p>
    <w:p w:rsidR="002D5BF9" w:rsidRPr="00EF57F9" w:rsidRDefault="002D5BF9" w:rsidP="009E4728">
      <w:pPr>
        <w:pStyle w:val="NoSpacing"/>
      </w:pPr>
      <w:r>
        <w:t>проти – 0</w:t>
      </w:r>
      <w:r w:rsidRPr="00EF57F9">
        <w:t xml:space="preserve"> </w:t>
      </w:r>
    </w:p>
    <w:p w:rsidR="002D5BF9" w:rsidRPr="00EF57F9" w:rsidRDefault="002D5BF9" w:rsidP="009E4728">
      <w:pPr>
        <w:pStyle w:val="NoSpacing"/>
      </w:pPr>
      <w:r>
        <w:t>утримався – 0</w:t>
      </w:r>
    </w:p>
    <w:p w:rsidR="002D5BF9" w:rsidRPr="00EF57F9" w:rsidRDefault="002D5BF9" w:rsidP="009E4728">
      <w:pPr>
        <w:pStyle w:val="NoSpacing"/>
      </w:pPr>
      <w:r w:rsidRPr="00EF57F9">
        <w:t xml:space="preserve">не голосували – </w:t>
      </w:r>
      <w:r>
        <w:t>1</w:t>
      </w:r>
    </w:p>
    <w:p w:rsidR="002D5BF9" w:rsidRDefault="002D5BF9" w:rsidP="009E4728">
      <w:pPr>
        <w:pStyle w:val="NoSpacing"/>
      </w:pPr>
      <w:r w:rsidRPr="00EF57F9">
        <w:t>відсутні –</w:t>
      </w:r>
      <w:r>
        <w:t xml:space="preserve"> 5 </w:t>
      </w:r>
      <w:r w:rsidRPr="00EF57F9">
        <w:t>(додаються).</w:t>
      </w:r>
    </w:p>
    <w:p w:rsidR="002D5BF9" w:rsidRDefault="002D5BF9" w:rsidP="00180772">
      <w:pPr>
        <w:pStyle w:val="NoSpacing"/>
        <w:rPr>
          <w:b/>
        </w:rPr>
      </w:pPr>
    </w:p>
    <w:p w:rsidR="002D5BF9" w:rsidRDefault="002D5BF9" w:rsidP="001F6354">
      <w:pPr>
        <w:pStyle w:val="NoSpacing"/>
      </w:pPr>
      <w:r>
        <w:rPr>
          <w:b/>
        </w:rPr>
        <w:t>47.</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1F6354" w:rsidRDefault="002D5BF9" w:rsidP="001F6354">
      <w:pPr>
        <w:pStyle w:val="NoSpacing"/>
        <w:rPr>
          <w:b/>
        </w:rPr>
      </w:pPr>
      <w:r>
        <w:tab/>
      </w:r>
      <w:r w:rsidRPr="001F6354">
        <w:rPr>
          <w:b/>
        </w:rPr>
        <w:t>Про надання дозволу на розроблення проекту землеустрою щодо відведення земельної ділянки у власність ДРОВОРУБУ О.В.</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180772">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180772">
      <w:pPr>
        <w:pStyle w:val="NoSpacing"/>
      </w:pPr>
      <w:r w:rsidRPr="00D87BE4">
        <w:rPr>
          <w:b/>
        </w:rPr>
        <w:t>Вирішили:</w:t>
      </w:r>
      <w:r>
        <w:t xml:space="preserve"> Рішення №717  прийнято  за основу і в </w:t>
      </w:r>
      <w:r w:rsidRPr="00EF57F9">
        <w:t>цілому</w:t>
      </w:r>
      <w:r>
        <w:t>(2/3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180772">
      <w:pPr>
        <w:pStyle w:val="NoSpacing"/>
      </w:pPr>
      <w:r>
        <w:t>за – 17</w:t>
      </w:r>
    </w:p>
    <w:p w:rsidR="002D5BF9" w:rsidRPr="00EF57F9" w:rsidRDefault="002D5BF9" w:rsidP="00180772">
      <w:pPr>
        <w:pStyle w:val="NoSpacing"/>
      </w:pPr>
      <w:r>
        <w:t>проти – 0</w:t>
      </w:r>
      <w:r w:rsidRPr="00EF57F9">
        <w:t xml:space="preserve"> </w:t>
      </w:r>
    </w:p>
    <w:p w:rsidR="002D5BF9" w:rsidRPr="00EF57F9" w:rsidRDefault="002D5BF9" w:rsidP="00180772">
      <w:pPr>
        <w:pStyle w:val="NoSpacing"/>
      </w:pPr>
      <w:r>
        <w:t>утримався – 0</w:t>
      </w:r>
    </w:p>
    <w:p w:rsidR="002D5BF9" w:rsidRPr="00EF57F9" w:rsidRDefault="002D5BF9" w:rsidP="00180772">
      <w:pPr>
        <w:pStyle w:val="NoSpacing"/>
      </w:pPr>
      <w:r w:rsidRPr="00EF57F9">
        <w:t xml:space="preserve">не голосували – </w:t>
      </w:r>
      <w:r>
        <w:t>4</w:t>
      </w:r>
    </w:p>
    <w:p w:rsidR="002D5BF9" w:rsidRDefault="002D5BF9" w:rsidP="00180772">
      <w:pPr>
        <w:pStyle w:val="NoSpacing"/>
      </w:pPr>
      <w:r w:rsidRPr="00EF57F9">
        <w:t>відсутні –</w:t>
      </w:r>
      <w:r>
        <w:t xml:space="preserve"> 5 </w:t>
      </w:r>
      <w:r w:rsidRPr="00EF57F9">
        <w:t>(додаються).</w:t>
      </w:r>
    </w:p>
    <w:p w:rsidR="002D5BF9" w:rsidRDefault="002D5BF9" w:rsidP="00322081">
      <w:pPr>
        <w:pStyle w:val="NoSpacing"/>
        <w:rPr>
          <w:b/>
        </w:rPr>
      </w:pPr>
    </w:p>
    <w:p w:rsidR="002D5BF9" w:rsidRDefault="002D5BF9" w:rsidP="001F6354">
      <w:pPr>
        <w:pStyle w:val="NoSpacing"/>
      </w:pPr>
      <w:r>
        <w:rPr>
          <w:b/>
        </w:rPr>
        <w:t>48.</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1F6354" w:rsidRDefault="002D5BF9" w:rsidP="001F6354">
      <w:pPr>
        <w:pStyle w:val="NoSpacing"/>
        <w:rPr>
          <w:b/>
        </w:rPr>
      </w:pPr>
      <w:r>
        <w:tab/>
      </w:r>
      <w:r w:rsidRPr="001F6354">
        <w:rPr>
          <w:b/>
        </w:rPr>
        <w:t>Про надання дозволу на розроблення проекту землеустрою щодо відведення земельної ділянки у власність РАЦУ А.І.</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322081">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322081">
      <w:pPr>
        <w:pStyle w:val="NoSpacing"/>
      </w:pPr>
      <w:r w:rsidRPr="00D87BE4">
        <w:rPr>
          <w:b/>
        </w:rPr>
        <w:t>Вирішили:</w:t>
      </w:r>
      <w:r>
        <w:t xml:space="preserve"> Рішення №718  прийнято  за основу і в </w:t>
      </w:r>
      <w:r w:rsidRPr="00EF57F9">
        <w:t>цілому</w:t>
      </w:r>
      <w:r>
        <w:t>(2/3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322081">
      <w:pPr>
        <w:pStyle w:val="NoSpacing"/>
      </w:pPr>
      <w:r>
        <w:t>за – 19</w:t>
      </w:r>
    </w:p>
    <w:p w:rsidR="002D5BF9" w:rsidRPr="00EF57F9" w:rsidRDefault="002D5BF9" w:rsidP="00322081">
      <w:pPr>
        <w:pStyle w:val="NoSpacing"/>
      </w:pPr>
      <w:r>
        <w:t>проти – 0</w:t>
      </w:r>
      <w:r w:rsidRPr="00EF57F9">
        <w:t xml:space="preserve"> </w:t>
      </w:r>
    </w:p>
    <w:p w:rsidR="002D5BF9" w:rsidRPr="00EF57F9" w:rsidRDefault="002D5BF9" w:rsidP="00322081">
      <w:pPr>
        <w:pStyle w:val="NoSpacing"/>
      </w:pPr>
      <w:r>
        <w:t>утримався – 0</w:t>
      </w:r>
    </w:p>
    <w:p w:rsidR="002D5BF9" w:rsidRPr="00EF57F9" w:rsidRDefault="002D5BF9" w:rsidP="00322081">
      <w:pPr>
        <w:pStyle w:val="NoSpacing"/>
      </w:pPr>
      <w:r w:rsidRPr="00EF57F9">
        <w:t xml:space="preserve">не голосували – </w:t>
      </w:r>
      <w:r>
        <w:t>2</w:t>
      </w:r>
    </w:p>
    <w:p w:rsidR="002D5BF9" w:rsidRDefault="002D5BF9" w:rsidP="00322081">
      <w:pPr>
        <w:pStyle w:val="NoSpacing"/>
      </w:pPr>
      <w:r w:rsidRPr="00EF57F9">
        <w:t>відсутні –</w:t>
      </w:r>
      <w:r>
        <w:t xml:space="preserve"> 5 </w:t>
      </w:r>
      <w:r w:rsidRPr="00EF57F9">
        <w:t>(додаються).</w:t>
      </w:r>
    </w:p>
    <w:p w:rsidR="002D5BF9" w:rsidRDefault="002D5BF9" w:rsidP="008C5ACA">
      <w:pPr>
        <w:pStyle w:val="NoSpacing"/>
        <w:rPr>
          <w:b/>
        </w:rPr>
      </w:pPr>
    </w:p>
    <w:p w:rsidR="002D5BF9" w:rsidRDefault="002D5BF9" w:rsidP="0055584B">
      <w:pPr>
        <w:pStyle w:val="NoSpacing"/>
      </w:pPr>
      <w:r>
        <w:rPr>
          <w:b/>
        </w:rPr>
        <w:t>49.</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55584B" w:rsidRDefault="002D5BF9" w:rsidP="0055584B">
      <w:pPr>
        <w:pStyle w:val="NoSpacing"/>
        <w:rPr>
          <w:b/>
        </w:rPr>
      </w:pPr>
      <w:r>
        <w:tab/>
      </w:r>
      <w:r w:rsidRPr="0055584B">
        <w:rPr>
          <w:b/>
        </w:rPr>
        <w:t>Про надання дозволу на розроблення проекту землеустрою щодо відведення земельної ділянки у власність СТАДНІК О.Б.</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8C5ACA">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Default="002D5BF9" w:rsidP="008C5ACA">
      <w:pPr>
        <w:pStyle w:val="NoSpacing"/>
      </w:pPr>
      <w:r w:rsidRPr="00D87BE4">
        <w:rPr>
          <w:b/>
        </w:rPr>
        <w:t>Вирішили:</w:t>
      </w:r>
      <w:r>
        <w:t xml:space="preserve"> Рішення №719  прийнято  за основу</w:t>
      </w:r>
      <w:r w:rsidRPr="0055584B">
        <w:t xml:space="preserve"> </w:t>
      </w:r>
      <w:r>
        <w:t xml:space="preserve">і в </w:t>
      </w:r>
      <w:r w:rsidRPr="00EF57F9">
        <w:t>цілому</w:t>
      </w:r>
      <w:r>
        <w:t xml:space="preserve"> (2/3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8C5ACA">
      <w:pPr>
        <w:pStyle w:val="NoSpacing"/>
      </w:pPr>
      <w:r>
        <w:t>за – 18</w:t>
      </w:r>
    </w:p>
    <w:p w:rsidR="002D5BF9" w:rsidRPr="00EF57F9" w:rsidRDefault="002D5BF9" w:rsidP="008C5ACA">
      <w:pPr>
        <w:pStyle w:val="NoSpacing"/>
      </w:pPr>
      <w:r>
        <w:t>проти – 0</w:t>
      </w:r>
      <w:r w:rsidRPr="00EF57F9">
        <w:t xml:space="preserve"> </w:t>
      </w:r>
    </w:p>
    <w:p w:rsidR="002D5BF9" w:rsidRPr="00EF57F9" w:rsidRDefault="002D5BF9" w:rsidP="008C5ACA">
      <w:pPr>
        <w:pStyle w:val="NoSpacing"/>
      </w:pPr>
      <w:r>
        <w:t>утримався – 0</w:t>
      </w:r>
    </w:p>
    <w:p w:rsidR="002D5BF9" w:rsidRPr="00EF57F9" w:rsidRDefault="002D5BF9" w:rsidP="008C5ACA">
      <w:pPr>
        <w:pStyle w:val="NoSpacing"/>
      </w:pPr>
      <w:r w:rsidRPr="00EF57F9">
        <w:t xml:space="preserve">не голосували – </w:t>
      </w:r>
      <w:r>
        <w:t>3</w:t>
      </w:r>
    </w:p>
    <w:p w:rsidR="002D5BF9" w:rsidRDefault="002D5BF9" w:rsidP="008C5ACA">
      <w:pPr>
        <w:pStyle w:val="NoSpacing"/>
      </w:pPr>
      <w:r w:rsidRPr="00EF57F9">
        <w:t>відсутні –</w:t>
      </w:r>
      <w:r>
        <w:t xml:space="preserve"> 5 </w:t>
      </w:r>
      <w:r w:rsidRPr="00EF57F9">
        <w:t>(додаються).</w:t>
      </w:r>
    </w:p>
    <w:p w:rsidR="002D5BF9" w:rsidRDefault="002D5BF9" w:rsidP="00E97E8B">
      <w:pPr>
        <w:pStyle w:val="NoSpacing"/>
        <w:rPr>
          <w:b/>
        </w:rPr>
      </w:pPr>
    </w:p>
    <w:p w:rsidR="002D5BF9" w:rsidRDefault="002D5BF9" w:rsidP="00E7559E">
      <w:pPr>
        <w:pStyle w:val="NoSpacing"/>
      </w:pPr>
      <w:r>
        <w:rPr>
          <w:b/>
        </w:rPr>
        <w:t>50.</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E7559E" w:rsidRDefault="002D5BF9" w:rsidP="00E7559E">
      <w:pPr>
        <w:pStyle w:val="NoSpacing"/>
        <w:rPr>
          <w:b/>
        </w:rPr>
      </w:pPr>
      <w:r>
        <w:tab/>
      </w:r>
      <w:r w:rsidRPr="00E7559E">
        <w:rPr>
          <w:b/>
        </w:rPr>
        <w:t>Про надання дозволу на розроблення проекту землеустрою щодо відведення земельної ділянки у власність СЕМЕНКОВІЙ О.М.</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E97E8B">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E97E8B">
      <w:pPr>
        <w:pStyle w:val="NoSpacing"/>
      </w:pPr>
      <w:r w:rsidRPr="00D87BE4">
        <w:rPr>
          <w:b/>
        </w:rPr>
        <w:t>Вирішили:</w:t>
      </w:r>
      <w:r>
        <w:t xml:space="preserve"> Рішення №720  прийнято  за основу і в </w:t>
      </w:r>
      <w:r w:rsidRPr="00EF57F9">
        <w:t>цілому</w:t>
      </w:r>
      <w:r>
        <w:t xml:space="preserve"> (2/3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E97E8B">
      <w:pPr>
        <w:pStyle w:val="NoSpacing"/>
      </w:pPr>
      <w:r>
        <w:t>за – 19</w:t>
      </w:r>
    </w:p>
    <w:p w:rsidR="002D5BF9" w:rsidRPr="00EF57F9" w:rsidRDefault="002D5BF9" w:rsidP="00E97E8B">
      <w:pPr>
        <w:pStyle w:val="NoSpacing"/>
      </w:pPr>
      <w:r>
        <w:t>проти – 0</w:t>
      </w:r>
      <w:r w:rsidRPr="00EF57F9">
        <w:t xml:space="preserve"> </w:t>
      </w:r>
    </w:p>
    <w:p w:rsidR="002D5BF9" w:rsidRPr="00EF57F9" w:rsidRDefault="002D5BF9" w:rsidP="00E97E8B">
      <w:pPr>
        <w:pStyle w:val="NoSpacing"/>
      </w:pPr>
      <w:r>
        <w:t>утримався – 0</w:t>
      </w:r>
    </w:p>
    <w:p w:rsidR="002D5BF9" w:rsidRPr="00EF57F9" w:rsidRDefault="002D5BF9" w:rsidP="00E97E8B">
      <w:pPr>
        <w:pStyle w:val="NoSpacing"/>
      </w:pPr>
      <w:r w:rsidRPr="00EF57F9">
        <w:t xml:space="preserve">не голосували – </w:t>
      </w:r>
      <w:r>
        <w:t>2</w:t>
      </w:r>
    </w:p>
    <w:p w:rsidR="002D5BF9" w:rsidRDefault="002D5BF9" w:rsidP="00E97E8B">
      <w:pPr>
        <w:pStyle w:val="NoSpacing"/>
      </w:pPr>
      <w:r w:rsidRPr="00EF57F9">
        <w:t>відсутні –</w:t>
      </w:r>
      <w:r>
        <w:t xml:space="preserve"> 5 </w:t>
      </w:r>
      <w:r w:rsidRPr="00EF57F9">
        <w:t>(додаються).</w:t>
      </w:r>
    </w:p>
    <w:p w:rsidR="002D5BF9" w:rsidRDefault="002D5BF9" w:rsidP="00B26A3F">
      <w:pPr>
        <w:pStyle w:val="NoSpacing"/>
        <w:rPr>
          <w:b/>
        </w:rPr>
      </w:pPr>
    </w:p>
    <w:p w:rsidR="002D5BF9" w:rsidRDefault="002D5BF9" w:rsidP="00CD7E15">
      <w:pPr>
        <w:pStyle w:val="NoSpacing"/>
      </w:pPr>
      <w:r>
        <w:rPr>
          <w:b/>
        </w:rPr>
        <w:t>51.</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CD7E15" w:rsidRDefault="002D5BF9" w:rsidP="00CD7E15">
      <w:pPr>
        <w:pStyle w:val="NoSpacing"/>
        <w:rPr>
          <w:b/>
        </w:rPr>
      </w:pPr>
      <w:r>
        <w:tab/>
      </w:r>
      <w:r w:rsidRPr="00CD7E15">
        <w:rPr>
          <w:b/>
        </w:rPr>
        <w:t>Про надання дозволу на розроблення проекту землеустрою щодо відведення земельної ділянки у власність САЛЕНКУ О.І.</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B26A3F">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B26A3F">
      <w:pPr>
        <w:pStyle w:val="NoSpacing"/>
      </w:pPr>
      <w:r w:rsidRPr="00D87BE4">
        <w:rPr>
          <w:b/>
        </w:rPr>
        <w:t>Вирішили:</w:t>
      </w:r>
      <w:r>
        <w:t xml:space="preserve"> Рішення №721  прийнято  за основу і в </w:t>
      </w:r>
      <w:r w:rsidRPr="00EF57F9">
        <w:t>цілому</w:t>
      </w:r>
      <w:r>
        <w:t xml:space="preserve"> (2/3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B26A3F">
      <w:pPr>
        <w:pStyle w:val="NoSpacing"/>
      </w:pPr>
      <w:r>
        <w:t>за – 18</w:t>
      </w:r>
    </w:p>
    <w:p w:rsidR="002D5BF9" w:rsidRPr="00EF57F9" w:rsidRDefault="002D5BF9" w:rsidP="00B26A3F">
      <w:pPr>
        <w:pStyle w:val="NoSpacing"/>
      </w:pPr>
      <w:r>
        <w:t>проти – 0</w:t>
      </w:r>
      <w:r w:rsidRPr="00EF57F9">
        <w:t xml:space="preserve"> </w:t>
      </w:r>
    </w:p>
    <w:p w:rsidR="002D5BF9" w:rsidRPr="00EF57F9" w:rsidRDefault="002D5BF9" w:rsidP="00B26A3F">
      <w:pPr>
        <w:pStyle w:val="NoSpacing"/>
      </w:pPr>
      <w:r>
        <w:t>утримався – 0</w:t>
      </w:r>
    </w:p>
    <w:p w:rsidR="002D5BF9" w:rsidRPr="00EF57F9" w:rsidRDefault="002D5BF9" w:rsidP="00B26A3F">
      <w:pPr>
        <w:pStyle w:val="NoSpacing"/>
      </w:pPr>
      <w:r w:rsidRPr="00EF57F9">
        <w:t xml:space="preserve">не голосували – </w:t>
      </w:r>
      <w:r>
        <w:t>3</w:t>
      </w:r>
    </w:p>
    <w:p w:rsidR="002D5BF9" w:rsidRDefault="002D5BF9" w:rsidP="00B26A3F">
      <w:pPr>
        <w:pStyle w:val="NoSpacing"/>
      </w:pPr>
      <w:r w:rsidRPr="00EF57F9">
        <w:t>відсутні –</w:t>
      </w:r>
      <w:r>
        <w:t xml:space="preserve"> 5 </w:t>
      </w:r>
      <w:r w:rsidRPr="00EF57F9">
        <w:t>(додаються).</w:t>
      </w:r>
    </w:p>
    <w:p w:rsidR="002D5BF9" w:rsidRDefault="002D5BF9" w:rsidP="007C65D9">
      <w:pPr>
        <w:pStyle w:val="NoSpacing"/>
        <w:rPr>
          <w:b/>
        </w:rPr>
      </w:pPr>
    </w:p>
    <w:p w:rsidR="002D5BF9" w:rsidRDefault="002D5BF9" w:rsidP="00446E12">
      <w:pPr>
        <w:pStyle w:val="NoSpacing"/>
      </w:pPr>
      <w:r>
        <w:rPr>
          <w:b/>
        </w:rPr>
        <w:t>52.</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446E12" w:rsidRDefault="002D5BF9" w:rsidP="00446E12">
      <w:pPr>
        <w:pStyle w:val="NoSpacing"/>
        <w:rPr>
          <w:b/>
        </w:rPr>
      </w:pPr>
      <w:r>
        <w:tab/>
      </w:r>
      <w:r w:rsidRPr="00446E12">
        <w:rPr>
          <w:b/>
        </w:rPr>
        <w:t>Про надання дозволу на розроблення проекту землеустрою щодо відведення земельної ділянки у власність КОРЧИНСЬКОМУ С.Я.</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7C65D9">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w:t>
      </w:r>
      <w:r>
        <w:t>устрою та надзвичайних ситуацій</w:t>
      </w:r>
    </w:p>
    <w:p w:rsidR="002D5BF9" w:rsidRPr="00EF57F9" w:rsidRDefault="002D5BF9" w:rsidP="007C65D9">
      <w:pPr>
        <w:pStyle w:val="NoSpacing"/>
      </w:pPr>
      <w:r w:rsidRPr="00D87BE4">
        <w:rPr>
          <w:b/>
        </w:rPr>
        <w:t>Вирішили:</w:t>
      </w:r>
      <w:r>
        <w:t xml:space="preserve"> Рішення №722 прийнято  за основу і в </w:t>
      </w:r>
      <w:r w:rsidRPr="00EF57F9">
        <w:t>цілому</w:t>
      </w:r>
      <w:r>
        <w:t xml:space="preserve"> (2/3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7C65D9">
      <w:pPr>
        <w:pStyle w:val="NoSpacing"/>
      </w:pPr>
      <w:r>
        <w:t>за – 17</w:t>
      </w:r>
    </w:p>
    <w:p w:rsidR="002D5BF9" w:rsidRPr="00EF57F9" w:rsidRDefault="002D5BF9" w:rsidP="007C65D9">
      <w:pPr>
        <w:pStyle w:val="NoSpacing"/>
      </w:pPr>
      <w:r>
        <w:t>проти – 0</w:t>
      </w:r>
      <w:r w:rsidRPr="00EF57F9">
        <w:t xml:space="preserve"> </w:t>
      </w:r>
    </w:p>
    <w:p w:rsidR="002D5BF9" w:rsidRPr="00EF57F9" w:rsidRDefault="002D5BF9" w:rsidP="007C65D9">
      <w:pPr>
        <w:pStyle w:val="NoSpacing"/>
      </w:pPr>
      <w:r>
        <w:t>утримався – 0</w:t>
      </w:r>
    </w:p>
    <w:p w:rsidR="002D5BF9" w:rsidRPr="00EF57F9" w:rsidRDefault="002D5BF9" w:rsidP="007C65D9">
      <w:pPr>
        <w:pStyle w:val="NoSpacing"/>
      </w:pPr>
      <w:r w:rsidRPr="00EF57F9">
        <w:t xml:space="preserve">не голосували – </w:t>
      </w:r>
      <w:r>
        <w:t>4</w:t>
      </w:r>
    </w:p>
    <w:p w:rsidR="002D5BF9" w:rsidRDefault="002D5BF9" w:rsidP="007C65D9">
      <w:pPr>
        <w:pStyle w:val="NoSpacing"/>
      </w:pPr>
      <w:r w:rsidRPr="00EF57F9">
        <w:t>відсутні –</w:t>
      </w:r>
      <w:r>
        <w:t xml:space="preserve"> 5 </w:t>
      </w:r>
      <w:r w:rsidRPr="00EF57F9">
        <w:t>(додаються).</w:t>
      </w:r>
    </w:p>
    <w:p w:rsidR="002D5BF9" w:rsidRDefault="002D5BF9" w:rsidP="00EE618F">
      <w:pPr>
        <w:pStyle w:val="NoSpacing"/>
        <w:rPr>
          <w:b/>
        </w:rPr>
      </w:pPr>
    </w:p>
    <w:p w:rsidR="002D5BF9" w:rsidRDefault="002D5BF9" w:rsidP="0016323A">
      <w:pPr>
        <w:pStyle w:val="NoSpacing"/>
      </w:pPr>
      <w:r>
        <w:rPr>
          <w:b/>
        </w:rPr>
        <w:t>53.</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16323A" w:rsidRDefault="002D5BF9" w:rsidP="0016323A">
      <w:pPr>
        <w:pStyle w:val="NoSpacing"/>
        <w:rPr>
          <w:b/>
        </w:rPr>
      </w:pPr>
      <w:r>
        <w:tab/>
      </w:r>
      <w:r w:rsidRPr="0016323A">
        <w:rPr>
          <w:b/>
        </w:rPr>
        <w:t>Про надання дозволу на розроблення проекту землеустрою щодо відведення земельної ділянки у власність БАЦІ П.В.</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EE618F">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EE618F">
      <w:pPr>
        <w:pStyle w:val="NoSpacing"/>
      </w:pPr>
      <w:r w:rsidRPr="00D87BE4">
        <w:rPr>
          <w:b/>
        </w:rPr>
        <w:t>Вирішили:</w:t>
      </w:r>
      <w:r>
        <w:t xml:space="preserve"> Рішення №723 прийнято  за основу і в </w:t>
      </w:r>
      <w:r w:rsidRPr="00EF57F9">
        <w:t>цілому</w:t>
      </w:r>
      <w:r>
        <w:t xml:space="preserve"> (2/3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EE618F">
      <w:pPr>
        <w:pStyle w:val="NoSpacing"/>
      </w:pPr>
      <w:r>
        <w:t>за – 19</w:t>
      </w:r>
    </w:p>
    <w:p w:rsidR="002D5BF9" w:rsidRPr="00EF57F9" w:rsidRDefault="002D5BF9" w:rsidP="00EE618F">
      <w:pPr>
        <w:pStyle w:val="NoSpacing"/>
      </w:pPr>
      <w:r>
        <w:t>проти – 0</w:t>
      </w:r>
      <w:r w:rsidRPr="00EF57F9">
        <w:t xml:space="preserve"> </w:t>
      </w:r>
    </w:p>
    <w:p w:rsidR="002D5BF9" w:rsidRPr="00EF57F9" w:rsidRDefault="002D5BF9" w:rsidP="00EE618F">
      <w:pPr>
        <w:pStyle w:val="NoSpacing"/>
      </w:pPr>
      <w:r>
        <w:t>утримався – 0</w:t>
      </w:r>
    </w:p>
    <w:p w:rsidR="002D5BF9" w:rsidRPr="00EF57F9" w:rsidRDefault="002D5BF9" w:rsidP="00EE618F">
      <w:pPr>
        <w:pStyle w:val="NoSpacing"/>
      </w:pPr>
      <w:r w:rsidRPr="00EF57F9">
        <w:t xml:space="preserve">не голосували – </w:t>
      </w:r>
      <w:r>
        <w:t>1</w:t>
      </w:r>
    </w:p>
    <w:p w:rsidR="002D5BF9" w:rsidRDefault="002D5BF9" w:rsidP="00EE618F">
      <w:pPr>
        <w:pStyle w:val="NoSpacing"/>
      </w:pPr>
      <w:r w:rsidRPr="00EF57F9">
        <w:t>відсутні –</w:t>
      </w:r>
      <w:r>
        <w:t xml:space="preserve"> 6 </w:t>
      </w:r>
      <w:r w:rsidRPr="00EF57F9">
        <w:t>(додаються).</w:t>
      </w:r>
    </w:p>
    <w:p w:rsidR="002D5BF9" w:rsidRDefault="002D5BF9" w:rsidP="00F34D55">
      <w:pPr>
        <w:pStyle w:val="NoSpacing"/>
        <w:rPr>
          <w:b/>
        </w:rPr>
      </w:pPr>
    </w:p>
    <w:p w:rsidR="002D5BF9" w:rsidRDefault="002D5BF9" w:rsidP="0016323A">
      <w:pPr>
        <w:pStyle w:val="NoSpacing"/>
      </w:pPr>
      <w:r>
        <w:rPr>
          <w:b/>
        </w:rPr>
        <w:t>53.</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16323A" w:rsidRDefault="002D5BF9" w:rsidP="0016323A">
      <w:pPr>
        <w:pStyle w:val="NoSpacing"/>
        <w:rPr>
          <w:b/>
        </w:rPr>
      </w:pPr>
      <w:r>
        <w:tab/>
      </w:r>
      <w:r w:rsidRPr="0016323A">
        <w:rPr>
          <w:b/>
        </w:rPr>
        <w:t>Про надання дозволу на розроблення проекту землеустрою щодо відведення земельної ділянки у власність СЕМЕНОВУ П.І.</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F34D55">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F34D55">
      <w:pPr>
        <w:pStyle w:val="NoSpacing"/>
      </w:pPr>
      <w:r w:rsidRPr="00D87BE4">
        <w:rPr>
          <w:b/>
        </w:rPr>
        <w:t>Вирішили:</w:t>
      </w:r>
      <w:r>
        <w:t xml:space="preserve"> Рішення №724 прийнято  за основу і в </w:t>
      </w:r>
      <w:r w:rsidRPr="00EF57F9">
        <w:t>цілому</w:t>
      </w:r>
      <w:r>
        <w:t>(2/3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F34D55">
      <w:pPr>
        <w:pStyle w:val="NoSpacing"/>
      </w:pPr>
      <w:r>
        <w:t>за – 17</w:t>
      </w:r>
    </w:p>
    <w:p w:rsidR="002D5BF9" w:rsidRPr="00EF57F9" w:rsidRDefault="002D5BF9" w:rsidP="00F34D55">
      <w:pPr>
        <w:pStyle w:val="NoSpacing"/>
      </w:pPr>
      <w:r>
        <w:t>проти – 0</w:t>
      </w:r>
      <w:r w:rsidRPr="00EF57F9">
        <w:t xml:space="preserve"> </w:t>
      </w:r>
    </w:p>
    <w:p w:rsidR="002D5BF9" w:rsidRPr="00EF57F9" w:rsidRDefault="002D5BF9" w:rsidP="00F34D55">
      <w:pPr>
        <w:pStyle w:val="NoSpacing"/>
      </w:pPr>
      <w:r>
        <w:t>утримався – 0</w:t>
      </w:r>
    </w:p>
    <w:p w:rsidR="002D5BF9" w:rsidRPr="00EF57F9" w:rsidRDefault="002D5BF9" w:rsidP="00F34D55">
      <w:pPr>
        <w:pStyle w:val="NoSpacing"/>
      </w:pPr>
      <w:r w:rsidRPr="00EF57F9">
        <w:t xml:space="preserve">не голосували – </w:t>
      </w:r>
      <w:r>
        <w:t>4</w:t>
      </w:r>
    </w:p>
    <w:p w:rsidR="002D5BF9" w:rsidRDefault="002D5BF9" w:rsidP="004836F1">
      <w:pPr>
        <w:pStyle w:val="NoSpacing"/>
        <w:rPr>
          <w:lang w:val="ru-RU"/>
        </w:rPr>
      </w:pPr>
      <w:r w:rsidRPr="00EF57F9">
        <w:t>відсутні –</w:t>
      </w:r>
      <w:r>
        <w:t xml:space="preserve"> 5 </w:t>
      </w:r>
      <w:r w:rsidRPr="00EF57F9">
        <w:t>(додаються).</w:t>
      </w:r>
    </w:p>
    <w:p w:rsidR="002D5BF9" w:rsidRPr="004E7649" w:rsidRDefault="002D5BF9" w:rsidP="004836F1">
      <w:pPr>
        <w:pStyle w:val="NoSpacing"/>
        <w:rPr>
          <w:lang w:val="ru-RU"/>
        </w:rPr>
      </w:pPr>
    </w:p>
    <w:p w:rsidR="002D5BF9" w:rsidRDefault="002D5BF9" w:rsidP="0016323A">
      <w:pPr>
        <w:pStyle w:val="NoSpacing"/>
      </w:pPr>
      <w:r>
        <w:rPr>
          <w:b/>
        </w:rPr>
        <w:t>54.</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16323A" w:rsidRDefault="002D5BF9" w:rsidP="0016323A">
      <w:pPr>
        <w:pStyle w:val="NoSpacing"/>
        <w:rPr>
          <w:b/>
        </w:rPr>
      </w:pPr>
      <w:r>
        <w:tab/>
      </w:r>
      <w:r w:rsidRPr="0016323A">
        <w:rPr>
          <w:b/>
        </w:rPr>
        <w:t>Про надання дозволу на розроблення проекту землеустрою щодо відведення земельної ділянки у власність НОСКОВІЙ Н.І.</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4836F1">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4836F1">
      <w:pPr>
        <w:pStyle w:val="NoSpacing"/>
      </w:pPr>
      <w:r w:rsidRPr="00D87BE4">
        <w:rPr>
          <w:b/>
        </w:rPr>
        <w:t>Вирішили:</w:t>
      </w:r>
      <w:r>
        <w:t xml:space="preserve"> Рішення №725 прийнято  за основу і в </w:t>
      </w:r>
      <w:r w:rsidRPr="00EF57F9">
        <w:t>цілому</w:t>
      </w:r>
      <w:r>
        <w:t xml:space="preserve"> (2/3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4836F1">
      <w:pPr>
        <w:pStyle w:val="NoSpacing"/>
      </w:pPr>
      <w:r>
        <w:t>за – 19</w:t>
      </w:r>
    </w:p>
    <w:p w:rsidR="002D5BF9" w:rsidRPr="00EF57F9" w:rsidRDefault="002D5BF9" w:rsidP="004836F1">
      <w:pPr>
        <w:pStyle w:val="NoSpacing"/>
      </w:pPr>
      <w:r>
        <w:t>проти – 0</w:t>
      </w:r>
      <w:r w:rsidRPr="00EF57F9">
        <w:t xml:space="preserve"> </w:t>
      </w:r>
    </w:p>
    <w:p w:rsidR="002D5BF9" w:rsidRPr="00EF57F9" w:rsidRDefault="002D5BF9" w:rsidP="004836F1">
      <w:pPr>
        <w:pStyle w:val="NoSpacing"/>
      </w:pPr>
      <w:r>
        <w:t>утримався – 0</w:t>
      </w:r>
    </w:p>
    <w:p w:rsidR="002D5BF9" w:rsidRPr="00EF57F9" w:rsidRDefault="002D5BF9" w:rsidP="004836F1">
      <w:pPr>
        <w:pStyle w:val="NoSpacing"/>
      </w:pPr>
      <w:r w:rsidRPr="00EF57F9">
        <w:t xml:space="preserve">не голосували – </w:t>
      </w:r>
      <w:r>
        <w:t>2</w:t>
      </w:r>
    </w:p>
    <w:p w:rsidR="002D5BF9" w:rsidRDefault="002D5BF9" w:rsidP="004836F1">
      <w:pPr>
        <w:pStyle w:val="NoSpacing"/>
      </w:pPr>
      <w:r w:rsidRPr="00EF57F9">
        <w:t>відсутні –</w:t>
      </w:r>
      <w:r>
        <w:t xml:space="preserve"> 5 </w:t>
      </w:r>
      <w:r w:rsidRPr="00EF57F9">
        <w:t>(додаються).</w:t>
      </w:r>
    </w:p>
    <w:p w:rsidR="002D5BF9" w:rsidRPr="004E7649" w:rsidRDefault="002D5BF9" w:rsidP="00E65603">
      <w:pPr>
        <w:pStyle w:val="NoSpacing"/>
        <w:rPr>
          <w:b/>
          <w:lang w:val="ru-RU"/>
        </w:rPr>
      </w:pPr>
    </w:p>
    <w:p w:rsidR="002D5BF9" w:rsidRDefault="002D5BF9" w:rsidP="00DB68DF">
      <w:pPr>
        <w:pStyle w:val="NoSpacing"/>
      </w:pPr>
      <w:r>
        <w:rPr>
          <w:b/>
        </w:rPr>
        <w:t>55.</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DB68DF" w:rsidRDefault="002D5BF9" w:rsidP="00DB68DF">
      <w:pPr>
        <w:pStyle w:val="NoSpacing"/>
        <w:rPr>
          <w:b/>
        </w:rPr>
      </w:pPr>
      <w:r>
        <w:tab/>
      </w:r>
      <w:r w:rsidRPr="00DB68DF">
        <w:rPr>
          <w:b/>
        </w:rPr>
        <w:t>Про надання дозволу на розроблення проекту землеустрою щодо відведення земельної ділянки у власність МУСЕНКО Ф.С.</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E65603">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C47BB" w:rsidRDefault="002D5BF9" w:rsidP="000F53C2">
      <w:pPr>
        <w:pStyle w:val="NoSpacing"/>
        <w:outlineLvl w:val="0"/>
        <w:rPr>
          <w:b/>
        </w:rPr>
      </w:pPr>
      <w:r w:rsidRPr="00EC47BB">
        <w:rPr>
          <w:b/>
        </w:rPr>
        <w:t>Результати голосування:</w:t>
      </w:r>
    </w:p>
    <w:p w:rsidR="002D5BF9" w:rsidRPr="00EF57F9" w:rsidRDefault="002D5BF9" w:rsidP="00DB68DF">
      <w:pPr>
        <w:pStyle w:val="NoSpacing"/>
      </w:pPr>
      <w:r>
        <w:t>за – 3</w:t>
      </w:r>
    </w:p>
    <w:p w:rsidR="002D5BF9" w:rsidRPr="00EF57F9" w:rsidRDefault="002D5BF9" w:rsidP="00DB68DF">
      <w:pPr>
        <w:pStyle w:val="NoSpacing"/>
      </w:pPr>
      <w:r>
        <w:t>проти – 0</w:t>
      </w:r>
      <w:r w:rsidRPr="00EF57F9">
        <w:t xml:space="preserve"> </w:t>
      </w:r>
    </w:p>
    <w:p w:rsidR="002D5BF9" w:rsidRPr="00EF57F9" w:rsidRDefault="002D5BF9" w:rsidP="00DB68DF">
      <w:pPr>
        <w:pStyle w:val="NoSpacing"/>
      </w:pPr>
      <w:r>
        <w:t>утримався – 15</w:t>
      </w:r>
    </w:p>
    <w:p w:rsidR="002D5BF9" w:rsidRPr="00EF57F9" w:rsidRDefault="002D5BF9" w:rsidP="00DB68DF">
      <w:pPr>
        <w:pStyle w:val="NoSpacing"/>
      </w:pPr>
      <w:r w:rsidRPr="00EF57F9">
        <w:t xml:space="preserve">не голосували – </w:t>
      </w:r>
      <w:r>
        <w:t>3</w:t>
      </w:r>
    </w:p>
    <w:p w:rsidR="002D5BF9" w:rsidRDefault="002D5BF9" w:rsidP="00E65603">
      <w:pPr>
        <w:pStyle w:val="NoSpacing"/>
      </w:pPr>
      <w:r w:rsidRPr="00EF57F9">
        <w:t>відсутні –</w:t>
      </w:r>
      <w:r>
        <w:t xml:space="preserve"> 5 </w:t>
      </w:r>
      <w:r w:rsidRPr="00EF57F9">
        <w:t>(додаються).</w:t>
      </w:r>
    </w:p>
    <w:p w:rsidR="002D5BF9" w:rsidRDefault="002D5BF9" w:rsidP="00DB68DF">
      <w:pPr>
        <w:pStyle w:val="NoSpacing"/>
      </w:pPr>
      <w:r>
        <w:tab/>
        <w:t>Міським головою оголошено, що рішення -  «не приймається».</w:t>
      </w:r>
    </w:p>
    <w:p w:rsidR="002D5BF9" w:rsidRPr="00EF57F9" w:rsidRDefault="002D5BF9" w:rsidP="00DB68DF">
      <w:pPr>
        <w:pStyle w:val="NoSpacing"/>
      </w:pPr>
      <w:r>
        <w:tab/>
        <w:t>Р</w:t>
      </w:r>
      <w:r w:rsidRPr="00EF57F9">
        <w:t xml:space="preserve">езультат голосування </w:t>
      </w:r>
      <w:r>
        <w:t xml:space="preserve">автоматизованою системою голосування «ГОЛОС» відображено не коректно, а саме: при кількості голосів «за» - 3, результат голосування відображений, як «прийнято» (при мінімальній кількості голосів «за» при голосуванні за даний вид рішення   17 голосів). </w:t>
      </w:r>
    </w:p>
    <w:p w:rsidR="002D5BF9" w:rsidRPr="003C782E" w:rsidRDefault="002D5BF9" w:rsidP="00980F98">
      <w:pPr>
        <w:pStyle w:val="NoSpacing"/>
      </w:pPr>
      <w:r>
        <w:tab/>
        <w:t>Враховуючи вищезазначене, надійшла пропозиція повернутися до голосування за проєкт рішення №43 «</w:t>
      </w:r>
      <w:r w:rsidRPr="003C782E">
        <w:t>Про надання дозволу на розроблення проекту землеустрою щодо відведення земельної ділянки у власність НЕНИЦІ О.В.».</w:t>
      </w:r>
    </w:p>
    <w:p w:rsidR="002D5BF9" w:rsidRPr="00137153" w:rsidRDefault="002D5BF9" w:rsidP="00DB68DF">
      <w:pPr>
        <w:pStyle w:val="NoSpacing"/>
      </w:pPr>
      <w:r>
        <w:tab/>
        <w:t>Результати голосування «Про повернення до розгляду проєкту рішення №43»:</w:t>
      </w:r>
      <w:r>
        <w:tab/>
        <w:t xml:space="preserve"> «За» – 11, </w:t>
      </w:r>
      <w:r w:rsidRPr="00137153">
        <w:t>«Проти» – 0, «Утри</w:t>
      </w:r>
      <w:r>
        <w:t>мався» - 4,  «Не голосували» - 6</w:t>
      </w:r>
      <w:r w:rsidRPr="00137153">
        <w:t xml:space="preserve">, </w:t>
      </w:r>
      <w:r>
        <w:t xml:space="preserve"> </w:t>
      </w:r>
      <w:r w:rsidRPr="00137153">
        <w:t xml:space="preserve">«Відсутні» - </w:t>
      </w:r>
      <w:r>
        <w:t>6</w:t>
      </w:r>
      <w:r w:rsidRPr="00137153">
        <w:t xml:space="preserve"> (додаються).</w:t>
      </w:r>
    </w:p>
    <w:p w:rsidR="002D5BF9" w:rsidRDefault="002D5BF9" w:rsidP="00DB68DF">
      <w:pPr>
        <w:pStyle w:val="NoSpacing"/>
      </w:pPr>
      <w:r>
        <w:tab/>
      </w:r>
      <w:r w:rsidRPr="00137153">
        <w:t>Пропозиція приймається.</w:t>
      </w:r>
    </w:p>
    <w:p w:rsidR="002D5BF9" w:rsidRDefault="002D5BF9" w:rsidP="00980F98">
      <w:pPr>
        <w:pStyle w:val="NoSpacing"/>
      </w:pPr>
      <w:r>
        <w:tab/>
      </w:r>
    </w:p>
    <w:p w:rsidR="002D5BF9" w:rsidRDefault="002D5BF9" w:rsidP="00C47E16">
      <w:pPr>
        <w:pStyle w:val="NoSpacing"/>
      </w:pPr>
      <w:r>
        <w:rPr>
          <w:b/>
        </w:rPr>
        <w:t>56.</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EC47BB" w:rsidRDefault="002D5BF9" w:rsidP="00C47E16">
      <w:pPr>
        <w:pStyle w:val="NoSpacing"/>
        <w:rPr>
          <w:b/>
        </w:rPr>
      </w:pPr>
      <w:r>
        <w:rPr>
          <w:b/>
        </w:rPr>
        <w:tab/>
      </w:r>
      <w:r w:rsidRPr="00EC47BB">
        <w:rPr>
          <w:b/>
        </w:rPr>
        <w:t>Про надання дозволу на розроблення проекту землеустрою щодо відведення земельної ділянки у власність НЕНИЦІ О.В.</w:t>
      </w:r>
    </w:p>
    <w:p w:rsidR="002D5BF9" w:rsidRDefault="002D5BF9" w:rsidP="00C47E16">
      <w:pPr>
        <w:pStyle w:val="NoSpacing"/>
      </w:pPr>
      <w:r>
        <w:tab/>
      </w:r>
      <w:r>
        <w:tab/>
      </w:r>
      <w:r>
        <w:tab/>
      </w:r>
      <w:r>
        <w:tab/>
      </w:r>
      <w:r>
        <w:tab/>
      </w:r>
      <w:r>
        <w:tab/>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C47E16">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C47E16">
      <w:pPr>
        <w:pStyle w:val="NoSpacing"/>
      </w:pPr>
      <w:r w:rsidRPr="00D87BE4">
        <w:rPr>
          <w:b/>
        </w:rPr>
        <w:t>Вирішили:</w:t>
      </w:r>
      <w:r>
        <w:t xml:space="preserve"> Рішення не прийнято  </w:t>
      </w:r>
      <w:r w:rsidRPr="00EF57F9">
        <w:t>за результатами голосування (додається).</w:t>
      </w:r>
    </w:p>
    <w:p w:rsidR="002D5BF9" w:rsidRPr="00EF57F9" w:rsidRDefault="002D5BF9" w:rsidP="00C47E16">
      <w:pPr>
        <w:pStyle w:val="NoSpacing"/>
      </w:pPr>
      <w:r>
        <w:t>за – 3</w:t>
      </w:r>
    </w:p>
    <w:p w:rsidR="002D5BF9" w:rsidRPr="00EF57F9" w:rsidRDefault="002D5BF9" w:rsidP="00C47E16">
      <w:pPr>
        <w:pStyle w:val="NoSpacing"/>
      </w:pPr>
      <w:r>
        <w:t>проти – 0</w:t>
      </w:r>
      <w:r w:rsidRPr="00EF57F9">
        <w:t xml:space="preserve"> </w:t>
      </w:r>
    </w:p>
    <w:p w:rsidR="002D5BF9" w:rsidRPr="00EF57F9" w:rsidRDefault="002D5BF9" w:rsidP="00C47E16">
      <w:pPr>
        <w:pStyle w:val="NoSpacing"/>
      </w:pPr>
      <w:r>
        <w:t>утримався – 14</w:t>
      </w:r>
    </w:p>
    <w:p w:rsidR="002D5BF9" w:rsidRPr="00EF57F9" w:rsidRDefault="002D5BF9" w:rsidP="00C47E16">
      <w:pPr>
        <w:pStyle w:val="NoSpacing"/>
      </w:pPr>
      <w:r w:rsidRPr="00EF57F9">
        <w:t xml:space="preserve">не голосували – </w:t>
      </w:r>
      <w:r>
        <w:t>2</w:t>
      </w:r>
    </w:p>
    <w:p w:rsidR="002D5BF9" w:rsidRDefault="002D5BF9" w:rsidP="00C47E16">
      <w:pPr>
        <w:pStyle w:val="NoSpacing"/>
      </w:pPr>
      <w:r w:rsidRPr="00EF57F9">
        <w:t>відсутні –</w:t>
      </w:r>
      <w:r>
        <w:t xml:space="preserve"> 7 </w:t>
      </w:r>
      <w:r w:rsidRPr="00EF57F9">
        <w:t>(додаються).</w:t>
      </w:r>
    </w:p>
    <w:p w:rsidR="002D5BF9" w:rsidRDefault="002D5BF9" w:rsidP="00C47E16">
      <w:pPr>
        <w:pStyle w:val="NoSpacing"/>
      </w:pPr>
    </w:p>
    <w:p w:rsidR="002D5BF9" w:rsidRPr="003C782E" w:rsidRDefault="002D5BF9" w:rsidP="00C47E16">
      <w:pPr>
        <w:pStyle w:val="NoSpacing"/>
      </w:pPr>
      <w:r>
        <w:tab/>
        <w:t>Надійшла пропозиція повернутися також до голосування за проєкт рішення №57</w:t>
      </w:r>
      <w:r w:rsidRPr="003C782E">
        <w:rPr>
          <w:b/>
        </w:rPr>
        <w:t xml:space="preserve"> </w:t>
      </w:r>
      <w:r w:rsidRPr="003C782E">
        <w:t>«Про надання дозволу на розроблення проекту землеустрою щодо відведення земельної ділянки у власність МУСЕНКО Ф.С.».</w:t>
      </w:r>
    </w:p>
    <w:p w:rsidR="002D5BF9" w:rsidRPr="00137153" w:rsidRDefault="002D5BF9" w:rsidP="00C47E16">
      <w:pPr>
        <w:pStyle w:val="NoSpacing"/>
      </w:pPr>
      <w:r>
        <w:tab/>
        <w:t>Результати голосування «Про повернення до розгляду проєкту рішення №57»:</w:t>
      </w:r>
      <w:r>
        <w:tab/>
        <w:t xml:space="preserve"> «За» – 16, </w:t>
      </w:r>
      <w:r w:rsidRPr="00137153">
        <w:t>«Проти» – 0, «Утри</w:t>
      </w:r>
      <w:r>
        <w:t>мався» - 3,  «Не голосували» - 1</w:t>
      </w:r>
      <w:r w:rsidRPr="00137153">
        <w:t xml:space="preserve">, </w:t>
      </w:r>
      <w:r>
        <w:t xml:space="preserve"> </w:t>
      </w:r>
      <w:r w:rsidRPr="00137153">
        <w:t xml:space="preserve">«Відсутні» - </w:t>
      </w:r>
      <w:r>
        <w:t>7</w:t>
      </w:r>
      <w:r w:rsidRPr="00137153">
        <w:t xml:space="preserve"> (додаються).</w:t>
      </w:r>
    </w:p>
    <w:p w:rsidR="002D5BF9" w:rsidRDefault="002D5BF9" w:rsidP="00C47E16">
      <w:pPr>
        <w:pStyle w:val="NoSpacing"/>
      </w:pPr>
      <w:r>
        <w:tab/>
      </w:r>
      <w:r w:rsidRPr="00137153">
        <w:t>Пропозиція приймається.</w:t>
      </w:r>
    </w:p>
    <w:p w:rsidR="002D5BF9" w:rsidRDefault="002D5BF9" w:rsidP="00C47E16">
      <w:pPr>
        <w:pStyle w:val="NoSpacing"/>
      </w:pPr>
      <w:r>
        <w:rPr>
          <w:b/>
        </w:rPr>
        <w:t>57.</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C47E16" w:rsidRDefault="002D5BF9" w:rsidP="00C47E16">
      <w:pPr>
        <w:pStyle w:val="NoSpacing"/>
        <w:rPr>
          <w:b/>
        </w:rPr>
      </w:pPr>
      <w:r>
        <w:rPr>
          <w:b/>
        </w:rPr>
        <w:tab/>
      </w:r>
      <w:r w:rsidRPr="00DB68DF">
        <w:rPr>
          <w:b/>
        </w:rPr>
        <w:t>Про надання дозволу на розроблення проекту землеустрою щодо відведення земельної ділянки у власність МУСЕНКО Ф.С.</w:t>
      </w:r>
      <w:r>
        <w:tab/>
      </w:r>
      <w:r>
        <w:tab/>
      </w:r>
      <w:r>
        <w:tab/>
      </w:r>
      <w:r>
        <w:tab/>
      </w:r>
      <w:r>
        <w:tab/>
      </w:r>
      <w:r>
        <w:tab/>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C47E16">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C47E16">
      <w:pPr>
        <w:pStyle w:val="NoSpacing"/>
      </w:pPr>
      <w:r w:rsidRPr="00D87BE4">
        <w:rPr>
          <w:b/>
        </w:rPr>
        <w:t>Вирішили:</w:t>
      </w:r>
      <w:r>
        <w:t xml:space="preserve"> Рішення не прийнято  </w:t>
      </w:r>
      <w:r w:rsidRPr="00EF57F9">
        <w:t>за результатами голосування (додається).</w:t>
      </w:r>
    </w:p>
    <w:p w:rsidR="002D5BF9" w:rsidRPr="00EF57F9" w:rsidRDefault="002D5BF9" w:rsidP="00C47E16">
      <w:pPr>
        <w:pStyle w:val="NoSpacing"/>
      </w:pPr>
      <w:r>
        <w:t>за – 1</w:t>
      </w:r>
    </w:p>
    <w:p w:rsidR="002D5BF9" w:rsidRPr="00EF57F9" w:rsidRDefault="002D5BF9" w:rsidP="00C47E16">
      <w:pPr>
        <w:pStyle w:val="NoSpacing"/>
      </w:pPr>
      <w:r>
        <w:t>проти – 0</w:t>
      </w:r>
      <w:r w:rsidRPr="00EF57F9">
        <w:t xml:space="preserve"> </w:t>
      </w:r>
    </w:p>
    <w:p w:rsidR="002D5BF9" w:rsidRPr="00EF57F9" w:rsidRDefault="002D5BF9" w:rsidP="00C47E16">
      <w:pPr>
        <w:pStyle w:val="NoSpacing"/>
      </w:pPr>
      <w:r>
        <w:t>утримався – 16</w:t>
      </w:r>
    </w:p>
    <w:p w:rsidR="002D5BF9" w:rsidRPr="00EF57F9" w:rsidRDefault="002D5BF9" w:rsidP="00C47E16">
      <w:pPr>
        <w:pStyle w:val="NoSpacing"/>
      </w:pPr>
      <w:r w:rsidRPr="00EF57F9">
        <w:t xml:space="preserve">не голосували – </w:t>
      </w:r>
      <w:r>
        <w:t>2</w:t>
      </w:r>
    </w:p>
    <w:p w:rsidR="002D5BF9" w:rsidRDefault="002D5BF9" w:rsidP="00C47E16">
      <w:pPr>
        <w:pStyle w:val="NoSpacing"/>
      </w:pPr>
      <w:r w:rsidRPr="00EF57F9">
        <w:t>відсутні –</w:t>
      </w:r>
      <w:r>
        <w:t xml:space="preserve"> 7 </w:t>
      </w:r>
      <w:r w:rsidRPr="00EF57F9">
        <w:t>(додаються).</w:t>
      </w:r>
    </w:p>
    <w:p w:rsidR="002D5BF9" w:rsidRDefault="002D5BF9" w:rsidP="00980F98">
      <w:pPr>
        <w:pStyle w:val="NoSpacing"/>
      </w:pPr>
    </w:p>
    <w:p w:rsidR="002D5BF9" w:rsidRPr="00C47E16" w:rsidRDefault="002D5BF9" w:rsidP="00980F98">
      <w:pPr>
        <w:pStyle w:val="NoSpacing"/>
      </w:pPr>
    </w:p>
    <w:p w:rsidR="002D5BF9" w:rsidRDefault="002D5BF9" w:rsidP="00C47E16">
      <w:pPr>
        <w:pStyle w:val="NoSpacing"/>
      </w:pPr>
      <w:r>
        <w:rPr>
          <w:b/>
        </w:rPr>
        <w:t>58.</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C47E16" w:rsidRDefault="002D5BF9" w:rsidP="00C47E16">
      <w:pPr>
        <w:pStyle w:val="NoSpacing"/>
        <w:rPr>
          <w:b/>
        </w:rPr>
      </w:pPr>
      <w:r>
        <w:tab/>
      </w:r>
      <w:r w:rsidRPr="00C47E16">
        <w:rPr>
          <w:b/>
        </w:rPr>
        <w:t>Про надання дозволу на розроблення проекту землеустрою щодо відведення земельної ділянки у власність КУШНІРЕНКУ О.С.</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980F98">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980F98">
      <w:pPr>
        <w:pStyle w:val="NoSpacing"/>
      </w:pPr>
      <w:r w:rsidRPr="00D87BE4">
        <w:rPr>
          <w:b/>
        </w:rPr>
        <w:t>Вирішили:</w:t>
      </w:r>
      <w:r>
        <w:t xml:space="preserve"> Рішення не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980F98">
      <w:pPr>
        <w:pStyle w:val="NoSpacing"/>
      </w:pPr>
      <w:r>
        <w:t>за – 1</w:t>
      </w:r>
    </w:p>
    <w:p w:rsidR="002D5BF9" w:rsidRPr="00EF57F9" w:rsidRDefault="002D5BF9" w:rsidP="00980F98">
      <w:pPr>
        <w:pStyle w:val="NoSpacing"/>
      </w:pPr>
      <w:r>
        <w:t>проти – 0</w:t>
      </w:r>
      <w:r w:rsidRPr="00EF57F9">
        <w:t xml:space="preserve"> </w:t>
      </w:r>
    </w:p>
    <w:p w:rsidR="002D5BF9" w:rsidRPr="00EF57F9" w:rsidRDefault="002D5BF9" w:rsidP="00980F98">
      <w:pPr>
        <w:pStyle w:val="NoSpacing"/>
      </w:pPr>
      <w:r>
        <w:t>утримався – 15</w:t>
      </w:r>
    </w:p>
    <w:p w:rsidR="002D5BF9" w:rsidRPr="00EF57F9" w:rsidRDefault="002D5BF9" w:rsidP="00980F98">
      <w:pPr>
        <w:pStyle w:val="NoSpacing"/>
      </w:pPr>
      <w:r w:rsidRPr="00EF57F9">
        <w:t xml:space="preserve">не голосували – </w:t>
      </w:r>
      <w:r>
        <w:t>3</w:t>
      </w:r>
    </w:p>
    <w:p w:rsidR="002D5BF9" w:rsidRDefault="002D5BF9" w:rsidP="00980F98">
      <w:pPr>
        <w:pStyle w:val="NoSpacing"/>
      </w:pPr>
      <w:r w:rsidRPr="00EF57F9">
        <w:t>відсутні –</w:t>
      </w:r>
      <w:r>
        <w:t xml:space="preserve"> 7 </w:t>
      </w:r>
      <w:r w:rsidRPr="00EF57F9">
        <w:t>(додаються).</w:t>
      </w:r>
    </w:p>
    <w:p w:rsidR="002D5BF9" w:rsidRDefault="002D5BF9" w:rsidP="00980F98">
      <w:pPr>
        <w:pStyle w:val="NoSpacing"/>
        <w:rPr>
          <w:b/>
        </w:rPr>
      </w:pPr>
    </w:p>
    <w:p w:rsidR="002D5BF9" w:rsidRDefault="002D5BF9" w:rsidP="002E243A">
      <w:pPr>
        <w:pStyle w:val="NoSpacing"/>
      </w:pPr>
      <w:r>
        <w:rPr>
          <w:b/>
        </w:rPr>
        <w:t>59.</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2E243A" w:rsidRDefault="002D5BF9" w:rsidP="002E243A">
      <w:pPr>
        <w:pStyle w:val="NoSpacing"/>
        <w:rPr>
          <w:b/>
        </w:rPr>
      </w:pPr>
      <w:r>
        <w:tab/>
      </w:r>
      <w:r w:rsidRPr="002E243A">
        <w:rPr>
          <w:b/>
        </w:rPr>
        <w:t>Про надання дозволу на розроблення проекту землеустрою щодо відведення земельної ділянки у власність БОНДАРЕНКУ А.І.</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980F98">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980F98">
      <w:pPr>
        <w:pStyle w:val="NoSpacing"/>
      </w:pPr>
      <w:r w:rsidRPr="00D87BE4">
        <w:rPr>
          <w:b/>
        </w:rPr>
        <w:t>Вирішили:</w:t>
      </w:r>
      <w:r>
        <w:t xml:space="preserve"> Рішення не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980F98">
      <w:pPr>
        <w:pStyle w:val="NoSpacing"/>
      </w:pPr>
      <w:r>
        <w:t>за – 1</w:t>
      </w:r>
    </w:p>
    <w:p w:rsidR="002D5BF9" w:rsidRPr="00EF57F9" w:rsidRDefault="002D5BF9" w:rsidP="00980F98">
      <w:pPr>
        <w:pStyle w:val="NoSpacing"/>
      </w:pPr>
      <w:r>
        <w:t>проти – 0</w:t>
      </w:r>
      <w:r w:rsidRPr="00EF57F9">
        <w:t xml:space="preserve"> </w:t>
      </w:r>
    </w:p>
    <w:p w:rsidR="002D5BF9" w:rsidRPr="00EF57F9" w:rsidRDefault="002D5BF9" w:rsidP="00980F98">
      <w:pPr>
        <w:pStyle w:val="NoSpacing"/>
      </w:pPr>
      <w:r>
        <w:t>утримався – 16</w:t>
      </w:r>
    </w:p>
    <w:p w:rsidR="002D5BF9" w:rsidRPr="00EF57F9" w:rsidRDefault="002D5BF9" w:rsidP="00980F98">
      <w:pPr>
        <w:pStyle w:val="NoSpacing"/>
      </w:pPr>
      <w:r w:rsidRPr="00EF57F9">
        <w:t xml:space="preserve">не голосували – </w:t>
      </w:r>
      <w:r>
        <w:t>2</w:t>
      </w:r>
    </w:p>
    <w:p w:rsidR="002D5BF9" w:rsidRDefault="002D5BF9" w:rsidP="00980F98">
      <w:pPr>
        <w:pStyle w:val="NoSpacing"/>
      </w:pPr>
      <w:r w:rsidRPr="00EF57F9">
        <w:t>відсутні –</w:t>
      </w:r>
      <w:r>
        <w:t xml:space="preserve"> 7 </w:t>
      </w:r>
      <w:r w:rsidRPr="00EF57F9">
        <w:t>(додаються).</w:t>
      </w:r>
    </w:p>
    <w:p w:rsidR="002D5BF9" w:rsidRDefault="002D5BF9" w:rsidP="005F2C68">
      <w:pPr>
        <w:pStyle w:val="NoSpacing"/>
        <w:rPr>
          <w:b/>
        </w:rPr>
      </w:pPr>
    </w:p>
    <w:p w:rsidR="002D5BF9" w:rsidRDefault="002D5BF9" w:rsidP="002E243A">
      <w:pPr>
        <w:pStyle w:val="NoSpacing"/>
      </w:pPr>
      <w:r>
        <w:rPr>
          <w:b/>
        </w:rPr>
        <w:t>60.</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2E243A" w:rsidRDefault="002D5BF9" w:rsidP="002E243A">
      <w:pPr>
        <w:pStyle w:val="NoSpacing"/>
        <w:rPr>
          <w:b/>
        </w:rPr>
      </w:pPr>
      <w:r>
        <w:tab/>
      </w:r>
      <w:r w:rsidRPr="002E243A">
        <w:rPr>
          <w:b/>
        </w:rPr>
        <w:t>Про надання дозволу на розроблення проекту землеустрою щодо відведення земельної ділянки у власність САНДУЛЕНКО Д.А.</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5F2C68">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5F2C68">
      <w:pPr>
        <w:pStyle w:val="NoSpacing"/>
      </w:pPr>
      <w:r w:rsidRPr="00D87BE4">
        <w:rPr>
          <w:b/>
        </w:rPr>
        <w:t>Вирішили:</w:t>
      </w:r>
      <w:r>
        <w:t xml:space="preserve"> Рішення не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5F2C68">
      <w:pPr>
        <w:pStyle w:val="NoSpacing"/>
      </w:pPr>
      <w:r>
        <w:t>за – 1</w:t>
      </w:r>
    </w:p>
    <w:p w:rsidR="002D5BF9" w:rsidRPr="00EF57F9" w:rsidRDefault="002D5BF9" w:rsidP="005F2C68">
      <w:pPr>
        <w:pStyle w:val="NoSpacing"/>
      </w:pPr>
      <w:r>
        <w:t>проти – 0</w:t>
      </w:r>
      <w:r w:rsidRPr="00EF57F9">
        <w:t xml:space="preserve"> </w:t>
      </w:r>
    </w:p>
    <w:p w:rsidR="002D5BF9" w:rsidRPr="00EF57F9" w:rsidRDefault="002D5BF9" w:rsidP="005F2C68">
      <w:pPr>
        <w:pStyle w:val="NoSpacing"/>
      </w:pPr>
      <w:r>
        <w:t>утримався – 16</w:t>
      </w:r>
    </w:p>
    <w:p w:rsidR="002D5BF9" w:rsidRPr="00EF57F9" w:rsidRDefault="002D5BF9" w:rsidP="005F2C68">
      <w:pPr>
        <w:pStyle w:val="NoSpacing"/>
      </w:pPr>
      <w:r w:rsidRPr="00EF57F9">
        <w:t xml:space="preserve">не голосували – </w:t>
      </w:r>
      <w:r>
        <w:t>3</w:t>
      </w:r>
    </w:p>
    <w:p w:rsidR="002D5BF9" w:rsidRDefault="002D5BF9" w:rsidP="005F2C68">
      <w:pPr>
        <w:pStyle w:val="NoSpacing"/>
      </w:pPr>
      <w:r w:rsidRPr="00EF57F9">
        <w:t>відсутні –</w:t>
      </w:r>
      <w:r>
        <w:t xml:space="preserve"> 6 </w:t>
      </w:r>
      <w:r w:rsidRPr="00EF57F9">
        <w:t>(додаються).</w:t>
      </w:r>
    </w:p>
    <w:p w:rsidR="002D5BF9" w:rsidRDefault="002D5BF9" w:rsidP="00CB19CB">
      <w:pPr>
        <w:pStyle w:val="NoSpacing"/>
        <w:rPr>
          <w:b/>
        </w:rPr>
      </w:pPr>
    </w:p>
    <w:p w:rsidR="002D5BF9" w:rsidRDefault="002D5BF9" w:rsidP="00692AA6">
      <w:pPr>
        <w:pStyle w:val="NoSpacing"/>
      </w:pPr>
      <w:r>
        <w:rPr>
          <w:b/>
        </w:rPr>
        <w:t>61.</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692AA6" w:rsidRDefault="002D5BF9" w:rsidP="00692AA6">
      <w:pPr>
        <w:pStyle w:val="NoSpacing"/>
        <w:rPr>
          <w:b/>
        </w:rPr>
      </w:pPr>
      <w:r>
        <w:tab/>
      </w:r>
      <w:r w:rsidRPr="00692AA6">
        <w:rPr>
          <w:b/>
        </w:rPr>
        <w:t>Про надання дозволу на розроблення проекту землеустрою щодо відведення земельної ділянки у власність ЄРЕМЕНКУ І.М.</w:t>
      </w:r>
    </w:p>
    <w:p w:rsidR="002D5BF9" w:rsidRPr="006B3BE8" w:rsidRDefault="002D5BF9" w:rsidP="000F53C2">
      <w:pPr>
        <w:pStyle w:val="BodyText"/>
        <w:spacing w:after="0"/>
        <w:jc w:val="both"/>
        <w:outlineLvl w:val="0"/>
        <w:rPr>
          <w:b/>
          <w:lang w:val="uk-UA"/>
        </w:rPr>
      </w:pPr>
      <w:r>
        <w:rPr>
          <w:b/>
          <w:lang w:val="uk-UA"/>
        </w:rPr>
        <w:t>ІНФОРМУВАЛА</w:t>
      </w:r>
      <w:r w:rsidRPr="006B3BE8">
        <w:rPr>
          <w:b/>
          <w:lang w:val="uk-UA"/>
        </w:rPr>
        <w:t>:</w:t>
      </w:r>
    </w:p>
    <w:p w:rsidR="002D5BF9" w:rsidRDefault="002D5BF9" w:rsidP="00CB19CB">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CB19CB">
      <w:pPr>
        <w:pStyle w:val="NoSpacing"/>
      </w:pPr>
      <w:r w:rsidRPr="00D87BE4">
        <w:rPr>
          <w:b/>
        </w:rPr>
        <w:t>Вирішили:</w:t>
      </w:r>
      <w:r>
        <w:t xml:space="preserve"> Рішення не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CB19CB">
      <w:pPr>
        <w:pStyle w:val="NoSpacing"/>
      </w:pPr>
      <w:r>
        <w:t>за – 1</w:t>
      </w:r>
    </w:p>
    <w:p w:rsidR="002D5BF9" w:rsidRPr="00EF57F9" w:rsidRDefault="002D5BF9" w:rsidP="00CB19CB">
      <w:pPr>
        <w:pStyle w:val="NoSpacing"/>
      </w:pPr>
      <w:r>
        <w:t>проти – 0</w:t>
      </w:r>
      <w:r w:rsidRPr="00EF57F9">
        <w:t xml:space="preserve"> </w:t>
      </w:r>
    </w:p>
    <w:p w:rsidR="002D5BF9" w:rsidRPr="00EF57F9" w:rsidRDefault="002D5BF9" w:rsidP="00CB19CB">
      <w:pPr>
        <w:pStyle w:val="NoSpacing"/>
      </w:pPr>
      <w:r>
        <w:t>утримався – 16</w:t>
      </w:r>
    </w:p>
    <w:p w:rsidR="002D5BF9" w:rsidRPr="00EF57F9" w:rsidRDefault="002D5BF9" w:rsidP="00CB19CB">
      <w:pPr>
        <w:pStyle w:val="NoSpacing"/>
      </w:pPr>
      <w:r w:rsidRPr="00EF57F9">
        <w:t xml:space="preserve">не голосували – </w:t>
      </w:r>
      <w:r>
        <w:t>2</w:t>
      </w:r>
    </w:p>
    <w:p w:rsidR="002D5BF9" w:rsidRDefault="002D5BF9" w:rsidP="00CB19CB">
      <w:pPr>
        <w:pStyle w:val="NoSpacing"/>
      </w:pPr>
      <w:r w:rsidRPr="00EF57F9">
        <w:t>відсутні –</w:t>
      </w:r>
      <w:r>
        <w:t xml:space="preserve"> 7 </w:t>
      </w:r>
      <w:r w:rsidRPr="00EF57F9">
        <w:t>(додаються).</w:t>
      </w:r>
    </w:p>
    <w:p w:rsidR="002D5BF9" w:rsidRDefault="002D5BF9" w:rsidP="00CB19CB">
      <w:pPr>
        <w:pStyle w:val="NoSpacing"/>
      </w:pPr>
    </w:p>
    <w:p w:rsidR="002D5BF9" w:rsidRDefault="002D5BF9" w:rsidP="00692AA6">
      <w:pPr>
        <w:pStyle w:val="NoSpacing"/>
      </w:pPr>
      <w:r>
        <w:rPr>
          <w:b/>
        </w:rPr>
        <w:t>62.</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692AA6" w:rsidRDefault="002D5BF9" w:rsidP="00692AA6">
      <w:pPr>
        <w:pStyle w:val="NoSpacing"/>
        <w:rPr>
          <w:b/>
        </w:rPr>
      </w:pPr>
      <w:r>
        <w:tab/>
      </w:r>
      <w:r w:rsidRPr="00692AA6">
        <w:rPr>
          <w:b/>
        </w:rPr>
        <w:t>Про надання дозволу на розроблення проекту землеустрою щодо відведення земельної ділянки у власність КОРЖУ В.Г.</w:t>
      </w:r>
    </w:p>
    <w:p w:rsidR="002D5BF9" w:rsidRPr="00692AA6" w:rsidRDefault="002D5BF9" w:rsidP="000F53C2">
      <w:pPr>
        <w:pStyle w:val="NoSpacing"/>
        <w:outlineLvl w:val="0"/>
        <w:rPr>
          <w:b/>
        </w:rPr>
      </w:pPr>
      <w:r w:rsidRPr="00692AA6">
        <w:rPr>
          <w:b/>
        </w:rPr>
        <w:t>ІНФОРМУВАЛА:</w:t>
      </w:r>
    </w:p>
    <w:p w:rsidR="002D5BF9" w:rsidRDefault="002D5BF9" w:rsidP="00692AA6">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692AA6">
      <w:pPr>
        <w:pStyle w:val="NoSpacing"/>
      </w:pPr>
      <w:r w:rsidRPr="00D87BE4">
        <w:rPr>
          <w:b/>
        </w:rPr>
        <w:t>Вирішили:</w:t>
      </w:r>
      <w:r>
        <w:t xml:space="preserve"> Рішення не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692AA6">
      <w:pPr>
        <w:pStyle w:val="NoSpacing"/>
      </w:pPr>
      <w:r>
        <w:t>за – 1</w:t>
      </w:r>
    </w:p>
    <w:p w:rsidR="002D5BF9" w:rsidRPr="00EF57F9" w:rsidRDefault="002D5BF9" w:rsidP="00692AA6">
      <w:pPr>
        <w:pStyle w:val="NoSpacing"/>
      </w:pPr>
      <w:r>
        <w:t>проти – 0</w:t>
      </w:r>
      <w:r w:rsidRPr="00EF57F9">
        <w:t xml:space="preserve"> </w:t>
      </w:r>
    </w:p>
    <w:p w:rsidR="002D5BF9" w:rsidRPr="00EF57F9" w:rsidRDefault="002D5BF9" w:rsidP="00692AA6">
      <w:pPr>
        <w:pStyle w:val="NoSpacing"/>
      </w:pPr>
      <w:r>
        <w:t>утримався – 16</w:t>
      </w:r>
    </w:p>
    <w:p w:rsidR="002D5BF9" w:rsidRPr="00EF57F9" w:rsidRDefault="002D5BF9" w:rsidP="00692AA6">
      <w:pPr>
        <w:pStyle w:val="NoSpacing"/>
      </w:pPr>
      <w:r w:rsidRPr="00EF57F9">
        <w:t xml:space="preserve">не голосували – </w:t>
      </w:r>
      <w:r>
        <w:t>3</w:t>
      </w:r>
    </w:p>
    <w:p w:rsidR="002D5BF9" w:rsidRDefault="002D5BF9" w:rsidP="00692AA6">
      <w:pPr>
        <w:pStyle w:val="NoSpacing"/>
      </w:pPr>
      <w:r w:rsidRPr="00EF57F9">
        <w:t>відсутні –</w:t>
      </w:r>
      <w:r>
        <w:t xml:space="preserve"> 6 </w:t>
      </w:r>
      <w:r w:rsidRPr="00EF57F9">
        <w:t>(додаються).</w:t>
      </w:r>
    </w:p>
    <w:p w:rsidR="002D5BF9" w:rsidRDefault="002D5BF9" w:rsidP="00692AA6">
      <w:pPr>
        <w:pStyle w:val="NoSpacing"/>
      </w:pPr>
    </w:p>
    <w:p w:rsidR="002D5BF9" w:rsidRDefault="002D5BF9" w:rsidP="00692AA6">
      <w:pPr>
        <w:pStyle w:val="NoSpacing"/>
      </w:pPr>
      <w:r>
        <w:rPr>
          <w:b/>
        </w:rPr>
        <w:t>63.</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692AA6" w:rsidRDefault="002D5BF9" w:rsidP="00692AA6">
      <w:pPr>
        <w:pStyle w:val="NoSpacing"/>
        <w:rPr>
          <w:b/>
        </w:rPr>
      </w:pPr>
      <w:r>
        <w:tab/>
      </w:r>
      <w:r w:rsidRPr="00692AA6">
        <w:rPr>
          <w:b/>
        </w:rPr>
        <w:t>Про надання дозволу на розроблення проекту землеустрою щодо відведення земельної ділянки у власність ЄРЕМЕНКО Р.І.</w:t>
      </w:r>
    </w:p>
    <w:p w:rsidR="002D5BF9" w:rsidRPr="00692AA6" w:rsidRDefault="002D5BF9" w:rsidP="000F53C2">
      <w:pPr>
        <w:pStyle w:val="NoSpacing"/>
        <w:outlineLvl w:val="0"/>
        <w:rPr>
          <w:b/>
        </w:rPr>
      </w:pPr>
      <w:r w:rsidRPr="00692AA6">
        <w:rPr>
          <w:b/>
        </w:rPr>
        <w:t>ІНФОРМУВАЛА:</w:t>
      </w:r>
    </w:p>
    <w:p w:rsidR="002D5BF9" w:rsidRDefault="002D5BF9" w:rsidP="00692AA6">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692AA6">
      <w:pPr>
        <w:pStyle w:val="NoSpacing"/>
      </w:pPr>
      <w:r w:rsidRPr="00D87BE4">
        <w:rPr>
          <w:b/>
        </w:rPr>
        <w:t>Вирішили:</w:t>
      </w:r>
      <w:r>
        <w:t xml:space="preserve"> Рішення не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692AA6">
      <w:pPr>
        <w:pStyle w:val="NoSpacing"/>
      </w:pPr>
      <w:r>
        <w:t>за – 0</w:t>
      </w:r>
    </w:p>
    <w:p w:rsidR="002D5BF9" w:rsidRPr="00EF57F9" w:rsidRDefault="002D5BF9" w:rsidP="00692AA6">
      <w:pPr>
        <w:pStyle w:val="NoSpacing"/>
      </w:pPr>
      <w:r>
        <w:t>проти – 0</w:t>
      </w:r>
      <w:r w:rsidRPr="00EF57F9">
        <w:t xml:space="preserve"> </w:t>
      </w:r>
    </w:p>
    <w:p w:rsidR="002D5BF9" w:rsidRPr="00EF57F9" w:rsidRDefault="002D5BF9" w:rsidP="00692AA6">
      <w:pPr>
        <w:pStyle w:val="NoSpacing"/>
      </w:pPr>
      <w:r>
        <w:t>утримався – 17</w:t>
      </w:r>
    </w:p>
    <w:p w:rsidR="002D5BF9" w:rsidRPr="00EF57F9" w:rsidRDefault="002D5BF9" w:rsidP="00692AA6">
      <w:pPr>
        <w:pStyle w:val="NoSpacing"/>
      </w:pPr>
      <w:r w:rsidRPr="00EF57F9">
        <w:t xml:space="preserve">не голосували – </w:t>
      </w:r>
      <w:r>
        <w:t>2</w:t>
      </w:r>
    </w:p>
    <w:p w:rsidR="002D5BF9" w:rsidRDefault="002D5BF9" w:rsidP="00692AA6">
      <w:pPr>
        <w:pStyle w:val="NoSpacing"/>
      </w:pPr>
      <w:r w:rsidRPr="00EF57F9">
        <w:t>відсутні –</w:t>
      </w:r>
      <w:r>
        <w:t xml:space="preserve"> 7 </w:t>
      </w:r>
      <w:r w:rsidRPr="00EF57F9">
        <w:t>(додаються).</w:t>
      </w:r>
    </w:p>
    <w:p w:rsidR="002D5BF9" w:rsidRPr="004E7649" w:rsidRDefault="002D5BF9" w:rsidP="00692AA6">
      <w:pPr>
        <w:pStyle w:val="NoSpacing"/>
        <w:rPr>
          <w:lang w:val="ru-RU"/>
        </w:rPr>
      </w:pPr>
    </w:p>
    <w:p w:rsidR="002D5BF9" w:rsidRDefault="002D5BF9" w:rsidP="00692AA6">
      <w:pPr>
        <w:pStyle w:val="NoSpacing"/>
      </w:pPr>
      <w:r>
        <w:rPr>
          <w:b/>
        </w:rPr>
        <w:t>64.</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692AA6" w:rsidRDefault="002D5BF9" w:rsidP="00692AA6">
      <w:pPr>
        <w:pStyle w:val="NoSpacing"/>
        <w:rPr>
          <w:b/>
        </w:rPr>
      </w:pPr>
      <w:r>
        <w:tab/>
      </w:r>
      <w:r w:rsidRPr="00692AA6">
        <w:rPr>
          <w:b/>
        </w:rPr>
        <w:t>Про надання дозволу на розроблення проекту землеустрою щодо відведення земельної ділянки у власність САФРОНОВУ С.С.</w:t>
      </w:r>
    </w:p>
    <w:p w:rsidR="002D5BF9" w:rsidRPr="00692AA6" w:rsidRDefault="002D5BF9" w:rsidP="000F53C2">
      <w:pPr>
        <w:pStyle w:val="NoSpacing"/>
        <w:outlineLvl w:val="0"/>
        <w:rPr>
          <w:b/>
        </w:rPr>
      </w:pPr>
      <w:r w:rsidRPr="00692AA6">
        <w:rPr>
          <w:b/>
        </w:rPr>
        <w:t>ІНФОРМУВАЛА:</w:t>
      </w:r>
    </w:p>
    <w:p w:rsidR="002D5BF9" w:rsidRDefault="002D5BF9" w:rsidP="00692AA6">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692AA6">
      <w:pPr>
        <w:pStyle w:val="NoSpacing"/>
      </w:pPr>
      <w:r w:rsidRPr="00D87BE4">
        <w:rPr>
          <w:b/>
        </w:rPr>
        <w:t>Вирішили:</w:t>
      </w:r>
      <w:r>
        <w:t xml:space="preserve"> Рішення не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692AA6">
      <w:pPr>
        <w:pStyle w:val="NoSpacing"/>
      </w:pPr>
      <w:r>
        <w:t>за – 1</w:t>
      </w:r>
    </w:p>
    <w:p w:rsidR="002D5BF9" w:rsidRPr="00EF57F9" w:rsidRDefault="002D5BF9" w:rsidP="00692AA6">
      <w:pPr>
        <w:pStyle w:val="NoSpacing"/>
      </w:pPr>
      <w:r>
        <w:t>проти – 0</w:t>
      </w:r>
      <w:r w:rsidRPr="00EF57F9">
        <w:t xml:space="preserve"> </w:t>
      </w:r>
    </w:p>
    <w:p w:rsidR="002D5BF9" w:rsidRPr="00EF57F9" w:rsidRDefault="002D5BF9" w:rsidP="00692AA6">
      <w:pPr>
        <w:pStyle w:val="NoSpacing"/>
      </w:pPr>
      <w:r>
        <w:t>утримався – 16</w:t>
      </w:r>
    </w:p>
    <w:p w:rsidR="002D5BF9" w:rsidRPr="00EF57F9" w:rsidRDefault="002D5BF9" w:rsidP="00692AA6">
      <w:pPr>
        <w:pStyle w:val="NoSpacing"/>
      </w:pPr>
      <w:r w:rsidRPr="00EF57F9">
        <w:t xml:space="preserve">не голосували – </w:t>
      </w:r>
      <w:r>
        <w:t>2</w:t>
      </w:r>
    </w:p>
    <w:p w:rsidR="002D5BF9" w:rsidRDefault="002D5BF9" w:rsidP="00692AA6">
      <w:pPr>
        <w:pStyle w:val="NoSpacing"/>
      </w:pPr>
      <w:r w:rsidRPr="00EF57F9">
        <w:t>відсутні –</w:t>
      </w:r>
      <w:r>
        <w:t xml:space="preserve"> 7 </w:t>
      </w:r>
      <w:r w:rsidRPr="00EF57F9">
        <w:t>(додаються).</w:t>
      </w:r>
    </w:p>
    <w:p w:rsidR="002D5BF9" w:rsidRPr="000F53C2" w:rsidRDefault="002D5BF9" w:rsidP="00692AA6">
      <w:pPr>
        <w:pStyle w:val="NoSpacing"/>
      </w:pPr>
    </w:p>
    <w:p w:rsidR="002D5BF9" w:rsidRDefault="002D5BF9" w:rsidP="00692AA6">
      <w:pPr>
        <w:pStyle w:val="NoSpacing"/>
      </w:pPr>
      <w:r>
        <w:rPr>
          <w:b/>
        </w:rPr>
        <w:t>65.</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692AA6" w:rsidRDefault="002D5BF9" w:rsidP="00692AA6">
      <w:pPr>
        <w:pStyle w:val="NoSpacing"/>
        <w:rPr>
          <w:b/>
        </w:rPr>
      </w:pPr>
      <w:r>
        <w:tab/>
      </w:r>
      <w:r w:rsidRPr="00692AA6">
        <w:rPr>
          <w:b/>
        </w:rPr>
        <w:t>Про надання дозволу на розроблення проекту землеустрою щодо відведення земельної ділянки у власність ТУРЛЮКОВСЬКІЙ О.І.</w:t>
      </w:r>
    </w:p>
    <w:p w:rsidR="002D5BF9" w:rsidRPr="00692AA6" w:rsidRDefault="002D5BF9" w:rsidP="000F53C2">
      <w:pPr>
        <w:pStyle w:val="NoSpacing"/>
        <w:outlineLvl w:val="0"/>
        <w:rPr>
          <w:b/>
        </w:rPr>
      </w:pPr>
      <w:r w:rsidRPr="00692AA6">
        <w:rPr>
          <w:b/>
        </w:rPr>
        <w:t>ІНФОРМУВАЛА:</w:t>
      </w:r>
    </w:p>
    <w:p w:rsidR="002D5BF9" w:rsidRDefault="002D5BF9" w:rsidP="00692AA6">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692AA6">
      <w:pPr>
        <w:pStyle w:val="NoSpacing"/>
      </w:pPr>
      <w:r w:rsidRPr="00D87BE4">
        <w:rPr>
          <w:b/>
        </w:rPr>
        <w:t>Вирішили:</w:t>
      </w:r>
      <w:r>
        <w:t xml:space="preserve"> Рішення не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692AA6">
      <w:pPr>
        <w:pStyle w:val="NoSpacing"/>
      </w:pPr>
      <w:r>
        <w:t>за – 2</w:t>
      </w:r>
    </w:p>
    <w:p w:rsidR="002D5BF9" w:rsidRPr="00EF57F9" w:rsidRDefault="002D5BF9" w:rsidP="00692AA6">
      <w:pPr>
        <w:pStyle w:val="NoSpacing"/>
      </w:pPr>
      <w:r>
        <w:t>проти – 0</w:t>
      </w:r>
      <w:r w:rsidRPr="00EF57F9">
        <w:t xml:space="preserve"> </w:t>
      </w:r>
    </w:p>
    <w:p w:rsidR="002D5BF9" w:rsidRPr="00EF57F9" w:rsidRDefault="002D5BF9" w:rsidP="00692AA6">
      <w:pPr>
        <w:pStyle w:val="NoSpacing"/>
      </w:pPr>
      <w:r>
        <w:t>утримався – 15</w:t>
      </w:r>
    </w:p>
    <w:p w:rsidR="002D5BF9" w:rsidRPr="00EF57F9" w:rsidRDefault="002D5BF9" w:rsidP="00692AA6">
      <w:pPr>
        <w:pStyle w:val="NoSpacing"/>
      </w:pPr>
      <w:r w:rsidRPr="00EF57F9">
        <w:t xml:space="preserve">не голосували – </w:t>
      </w:r>
      <w:r>
        <w:t>3</w:t>
      </w:r>
    </w:p>
    <w:p w:rsidR="002D5BF9" w:rsidRDefault="002D5BF9" w:rsidP="00692AA6">
      <w:pPr>
        <w:pStyle w:val="NoSpacing"/>
      </w:pPr>
      <w:r w:rsidRPr="00EF57F9">
        <w:t>відсутні –</w:t>
      </w:r>
      <w:r>
        <w:t xml:space="preserve"> 6 </w:t>
      </w:r>
      <w:r w:rsidRPr="00EF57F9">
        <w:t>(додаються).</w:t>
      </w:r>
    </w:p>
    <w:p w:rsidR="002D5BF9" w:rsidRDefault="002D5BF9" w:rsidP="00692AA6">
      <w:pPr>
        <w:pStyle w:val="NoSpacing"/>
      </w:pPr>
    </w:p>
    <w:p w:rsidR="002D5BF9" w:rsidRDefault="002D5BF9" w:rsidP="00C878FB">
      <w:pPr>
        <w:pStyle w:val="NoSpacing"/>
      </w:pPr>
      <w:r>
        <w:rPr>
          <w:b/>
        </w:rPr>
        <w:t>66.</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C878FB" w:rsidRDefault="002D5BF9" w:rsidP="00C878FB">
      <w:pPr>
        <w:pStyle w:val="NoSpacing"/>
        <w:rPr>
          <w:b/>
        </w:rPr>
      </w:pPr>
      <w:r>
        <w:tab/>
      </w:r>
      <w:r w:rsidRPr="00C878FB">
        <w:rPr>
          <w:b/>
        </w:rPr>
        <w:t>Про надання дозволу на розроблення проекту землеустрою щодо відведення земельної ділянки у власність САНДУЛЕНКО Р.М.</w:t>
      </w:r>
    </w:p>
    <w:p w:rsidR="002D5BF9" w:rsidRPr="00692AA6" w:rsidRDefault="002D5BF9" w:rsidP="000F53C2">
      <w:pPr>
        <w:pStyle w:val="NoSpacing"/>
        <w:outlineLvl w:val="0"/>
        <w:rPr>
          <w:b/>
        </w:rPr>
      </w:pPr>
      <w:r w:rsidRPr="00692AA6">
        <w:rPr>
          <w:b/>
        </w:rPr>
        <w:t>ІНФОРМУВАЛА:</w:t>
      </w:r>
    </w:p>
    <w:p w:rsidR="002D5BF9" w:rsidRDefault="002D5BF9" w:rsidP="00C878FB">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C878FB">
      <w:pPr>
        <w:pStyle w:val="NoSpacing"/>
      </w:pPr>
      <w:r w:rsidRPr="00D87BE4">
        <w:rPr>
          <w:b/>
        </w:rPr>
        <w:t>Вирішили:</w:t>
      </w:r>
      <w:r>
        <w:t xml:space="preserve"> Рішення не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C878FB">
      <w:pPr>
        <w:pStyle w:val="NoSpacing"/>
      </w:pPr>
      <w:r>
        <w:t>за – 0</w:t>
      </w:r>
    </w:p>
    <w:p w:rsidR="002D5BF9" w:rsidRPr="00EF57F9" w:rsidRDefault="002D5BF9" w:rsidP="00C878FB">
      <w:pPr>
        <w:pStyle w:val="NoSpacing"/>
      </w:pPr>
      <w:r>
        <w:t>проти – 0</w:t>
      </w:r>
      <w:r w:rsidRPr="00EF57F9">
        <w:t xml:space="preserve"> </w:t>
      </w:r>
    </w:p>
    <w:p w:rsidR="002D5BF9" w:rsidRPr="00EF57F9" w:rsidRDefault="002D5BF9" w:rsidP="00C878FB">
      <w:pPr>
        <w:pStyle w:val="NoSpacing"/>
      </w:pPr>
      <w:r>
        <w:t>утримався – 16</w:t>
      </w:r>
    </w:p>
    <w:p w:rsidR="002D5BF9" w:rsidRPr="00EF57F9" w:rsidRDefault="002D5BF9" w:rsidP="00C878FB">
      <w:pPr>
        <w:pStyle w:val="NoSpacing"/>
      </w:pPr>
      <w:r w:rsidRPr="00EF57F9">
        <w:t xml:space="preserve">не голосували – </w:t>
      </w:r>
      <w:r>
        <w:t>4</w:t>
      </w:r>
    </w:p>
    <w:p w:rsidR="002D5BF9" w:rsidRDefault="002D5BF9" w:rsidP="00C878FB">
      <w:pPr>
        <w:pStyle w:val="NoSpacing"/>
      </w:pPr>
      <w:r w:rsidRPr="00EF57F9">
        <w:t>відсутні –</w:t>
      </w:r>
      <w:r>
        <w:t xml:space="preserve"> 6 </w:t>
      </w:r>
      <w:r w:rsidRPr="00EF57F9">
        <w:t>(додаються).</w:t>
      </w:r>
    </w:p>
    <w:p w:rsidR="002D5BF9" w:rsidRDefault="002D5BF9" w:rsidP="00C878FB">
      <w:pPr>
        <w:pStyle w:val="NoSpacing"/>
      </w:pPr>
    </w:p>
    <w:p w:rsidR="002D5BF9" w:rsidRDefault="002D5BF9" w:rsidP="00DE0853">
      <w:pPr>
        <w:pStyle w:val="NoSpacing"/>
      </w:pPr>
      <w:r>
        <w:rPr>
          <w:b/>
        </w:rPr>
        <w:t>67.</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DE0853" w:rsidRDefault="002D5BF9" w:rsidP="00DE0853">
      <w:pPr>
        <w:pStyle w:val="NoSpacing"/>
        <w:rPr>
          <w:b/>
        </w:rPr>
      </w:pPr>
      <w:r>
        <w:tab/>
      </w:r>
      <w:r w:rsidRPr="00DE0853">
        <w:rPr>
          <w:b/>
        </w:rPr>
        <w:t>Про надання дозволу на розроблення проекту землеустрою щодо відведення земельної ділянки у власність КОВАЛЕНКУ А.М.</w:t>
      </w:r>
    </w:p>
    <w:p w:rsidR="002D5BF9" w:rsidRPr="00692AA6" w:rsidRDefault="002D5BF9" w:rsidP="000F53C2">
      <w:pPr>
        <w:pStyle w:val="NoSpacing"/>
        <w:outlineLvl w:val="0"/>
        <w:rPr>
          <w:b/>
        </w:rPr>
      </w:pPr>
      <w:r w:rsidRPr="00692AA6">
        <w:rPr>
          <w:b/>
        </w:rPr>
        <w:t>ІНФОРМУВАЛА:</w:t>
      </w:r>
    </w:p>
    <w:p w:rsidR="002D5BF9" w:rsidRDefault="002D5BF9" w:rsidP="00C878FB">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C878FB">
      <w:pPr>
        <w:pStyle w:val="NoSpacing"/>
      </w:pPr>
      <w:r w:rsidRPr="00D87BE4">
        <w:rPr>
          <w:b/>
        </w:rPr>
        <w:t>Вирішили:</w:t>
      </w:r>
      <w:r>
        <w:t xml:space="preserve"> Рішення не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C878FB">
      <w:pPr>
        <w:pStyle w:val="NoSpacing"/>
      </w:pPr>
      <w:r>
        <w:t>за – 0</w:t>
      </w:r>
    </w:p>
    <w:p w:rsidR="002D5BF9" w:rsidRPr="00EF57F9" w:rsidRDefault="002D5BF9" w:rsidP="00C878FB">
      <w:pPr>
        <w:pStyle w:val="NoSpacing"/>
      </w:pPr>
      <w:r>
        <w:t>проти – 0</w:t>
      </w:r>
      <w:r w:rsidRPr="00EF57F9">
        <w:t xml:space="preserve"> </w:t>
      </w:r>
    </w:p>
    <w:p w:rsidR="002D5BF9" w:rsidRPr="00EF57F9" w:rsidRDefault="002D5BF9" w:rsidP="00C878FB">
      <w:pPr>
        <w:pStyle w:val="NoSpacing"/>
      </w:pPr>
      <w:r>
        <w:t>утримався – 17</w:t>
      </w:r>
    </w:p>
    <w:p w:rsidR="002D5BF9" w:rsidRPr="00EF57F9" w:rsidRDefault="002D5BF9" w:rsidP="00C878FB">
      <w:pPr>
        <w:pStyle w:val="NoSpacing"/>
      </w:pPr>
      <w:r w:rsidRPr="00EF57F9">
        <w:t xml:space="preserve">не голосували – </w:t>
      </w:r>
      <w:r>
        <w:t>2</w:t>
      </w:r>
    </w:p>
    <w:p w:rsidR="002D5BF9" w:rsidRDefault="002D5BF9" w:rsidP="00C878FB">
      <w:pPr>
        <w:pStyle w:val="NoSpacing"/>
      </w:pPr>
      <w:r w:rsidRPr="00EF57F9">
        <w:t>відсутні –</w:t>
      </w:r>
      <w:r>
        <w:t xml:space="preserve"> 7 </w:t>
      </w:r>
      <w:r w:rsidRPr="00EF57F9">
        <w:t>(додаються).</w:t>
      </w:r>
    </w:p>
    <w:p w:rsidR="002D5BF9" w:rsidRDefault="002D5BF9" w:rsidP="00C878FB">
      <w:pPr>
        <w:pStyle w:val="NoSpacing"/>
      </w:pPr>
    </w:p>
    <w:p w:rsidR="002D5BF9" w:rsidRDefault="002D5BF9" w:rsidP="009119F7">
      <w:pPr>
        <w:pStyle w:val="NoSpacing"/>
      </w:pPr>
      <w:r>
        <w:rPr>
          <w:b/>
        </w:rPr>
        <w:t>68.</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9119F7" w:rsidRDefault="002D5BF9" w:rsidP="009119F7">
      <w:pPr>
        <w:pStyle w:val="NoSpacing"/>
        <w:rPr>
          <w:b/>
        </w:rPr>
      </w:pPr>
      <w:r>
        <w:tab/>
      </w:r>
      <w:r w:rsidRPr="009119F7">
        <w:rPr>
          <w:b/>
        </w:rPr>
        <w:t>Про надання дозволу на розроблення проекту землеустрою щодо відведення земельних ділянок в оренду ПрАТ «Кіровоградобленерго».</w:t>
      </w:r>
    </w:p>
    <w:p w:rsidR="002D5BF9" w:rsidRPr="00692AA6" w:rsidRDefault="002D5BF9" w:rsidP="000F53C2">
      <w:pPr>
        <w:pStyle w:val="NoSpacing"/>
        <w:outlineLvl w:val="0"/>
        <w:rPr>
          <w:b/>
        </w:rPr>
      </w:pPr>
      <w:r w:rsidRPr="00692AA6">
        <w:rPr>
          <w:b/>
        </w:rPr>
        <w:t>ІНФОРМУВАЛА:</w:t>
      </w:r>
    </w:p>
    <w:p w:rsidR="002D5BF9" w:rsidRDefault="002D5BF9" w:rsidP="009119F7">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9119F7">
      <w:pPr>
        <w:pStyle w:val="NoSpacing"/>
      </w:pPr>
      <w:r w:rsidRPr="00D87BE4">
        <w:rPr>
          <w:b/>
        </w:rPr>
        <w:t>Вирішили:</w:t>
      </w:r>
      <w:r>
        <w:t xml:space="preserve"> Рішення №726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9119F7">
      <w:pPr>
        <w:pStyle w:val="NoSpacing"/>
      </w:pPr>
      <w:r>
        <w:t>за – 17</w:t>
      </w:r>
    </w:p>
    <w:p w:rsidR="002D5BF9" w:rsidRPr="00EF57F9" w:rsidRDefault="002D5BF9" w:rsidP="009119F7">
      <w:pPr>
        <w:pStyle w:val="NoSpacing"/>
      </w:pPr>
      <w:r>
        <w:t>проти – 0</w:t>
      </w:r>
      <w:r w:rsidRPr="00EF57F9">
        <w:t xml:space="preserve"> </w:t>
      </w:r>
    </w:p>
    <w:p w:rsidR="002D5BF9" w:rsidRPr="00EF57F9" w:rsidRDefault="002D5BF9" w:rsidP="009119F7">
      <w:pPr>
        <w:pStyle w:val="NoSpacing"/>
      </w:pPr>
      <w:r>
        <w:t>утримався – 0</w:t>
      </w:r>
    </w:p>
    <w:p w:rsidR="002D5BF9" w:rsidRPr="00EF57F9" w:rsidRDefault="002D5BF9" w:rsidP="009119F7">
      <w:pPr>
        <w:pStyle w:val="NoSpacing"/>
      </w:pPr>
      <w:r w:rsidRPr="00EF57F9">
        <w:t xml:space="preserve">не голосували – </w:t>
      </w:r>
      <w:r>
        <w:t>3</w:t>
      </w:r>
    </w:p>
    <w:p w:rsidR="002D5BF9" w:rsidRDefault="002D5BF9" w:rsidP="009119F7">
      <w:pPr>
        <w:pStyle w:val="NoSpacing"/>
      </w:pPr>
      <w:r w:rsidRPr="00EF57F9">
        <w:t>відсутні –</w:t>
      </w:r>
      <w:r>
        <w:t xml:space="preserve"> 7 </w:t>
      </w:r>
      <w:r w:rsidRPr="00EF57F9">
        <w:t>(додаються).</w:t>
      </w:r>
    </w:p>
    <w:p w:rsidR="002D5BF9" w:rsidRDefault="002D5BF9" w:rsidP="009119F7">
      <w:pPr>
        <w:pStyle w:val="NoSpacing"/>
      </w:pPr>
    </w:p>
    <w:p w:rsidR="002D5BF9" w:rsidRDefault="002D5BF9" w:rsidP="009119F7">
      <w:pPr>
        <w:pStyle w:val="NoSpacing"/>
      </w:pPr>
    </w:p>
    <w:p w:rsidR="002D5BF9" w:rsidRDefault="002D5BF9" w:rsidP="009119F7">
      <w:pPr>
        <w:pStyle w:val="NoSpacing"/>
      </w:pPr>
    </w:p>
    <w:p w:rsidR="002D5BF9" w:rsidRDefault="002D5BF9" w:rsidP="009119F7">
      <w:pPr>
        <w:pStyle w:val="NoSpacing"/>
      </w:pPr>
      <w:r>
        <w:rPr>
          <w:b/>
        </w:rPr>
        <w:t>69.</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9119F7" w:rsidRDefault="002D5BF9" w:rsidP="009119F7">
      <w:pPr>
        <w:pStyle w:val="NoSpacing"/>
        <w:rPr>
          <w:b/>
        </w:rPr>
      </w:pPr>
      <w:r>
        <w:tab/>
      </w:r>
      <w:r w:rsidRPr="009119F7">
        <w:rPr>
          <w:b/>
        </w:rPr>
        <w:t>Про надання дозволу на розроблення проекту землеустрою щодо відведення земельних ділянок в оренду ПрАТ «Кіровоградобленерго».</w:t>
      </w:r>
    </w:p>
    <w:p w:rsidR="002D5BF9" w:rsidRPr="00692AA6" w:rsidRDefault="002D5BF9" w:rsidP="000F53C2">
      <w:pPr>
        <w:pStyle w:val="NoSpacing"/>
        <w:outlineLvl w:val="0"/>
        <w:rPr>
          <w:b/>
        </w:rPr>
      </w:pPr>
      <w:r w:rsidRPr="00692AA6">
        <w:rPr>
          <w:b/>
        </w:rPr>
        <w:t>ІНФОРМУВАЛА:</w:t>
      </w:r>
    </w:p>
    <w:p w:rsidR="002D5BF9" w:rsidRDefault="002D5BF9" w:rsidP="009119F7">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9119F7">
      <w:pPr>
        <w:pStyle w:val="NoSpacing"/>
      </w:pPr>
      <w:r w:rsidRPr="00D87BE4">
        <w:rPr>
          <w:b/>
        </w:rPr>
        <w:t>Вирішили:</w:t>
      </w:r>
      <w:r>
        <w:t xml:space="preserve"> Рішення №727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9119F7">
      <w:pPr>
        <w:pStyle w:val="NoSpacing"/>
      </w:pPr>
      <w:r>
        <w:t>за – 18</w:t>
      </w:r>
    </w:p>
    <w:p w:rsidR="002D5BF9" w:rsidRPr="00EF57F9" w:rsidRDefault="002D5BF9" w:rsidP="009119F7">
      <w:pPr>
        <w:pStyle w:val="NoSpacing"/>
      </w:pPr>
      <w:r>
        <w:t>проти – 0</w:t>
      </w:r>
      <w:r w:rsidRPr="00EF57F9">
        <w:t xml:space="preserve"> </w:t>
      </w:r>
    </w:p>
    <w:p w:rsidR="002D5BF9" w:rsidRPr="00EF57F9" w:rsidRDefault="002D5BF9" w:rsidP="009119F7">
      <w:pPr>
        <w:pStyle w:val="NoSpacing"/>
      </w:pPr>
      <w:r>
        <w:t>утримався – 1</w:t>
      </w:r>
    </w:p>
    <w:p w:rsidR="002D5BF9" w:rsidRPr="00EF57F9" w:rsidRDefault="002D5BF9" w:rsidP="009119F7">
      <w:pPr>
        <w:pStyle w:val="NoSpacing"/>
      </w:pPr>
      <w:r w:rsidRPr="00EF57F9">
        <w:t xml:space="preserve">не голосували – </w:t>
      </w:r>
      <w:r>
        <w:t>2</w:t>
      </w:r>
    </w:p>
    <w:p w:rsidR="002D5BF9" w:rsidRDefault="002D5BF9" w:rsidP="009119F7">
      <w:pPr>
        <w:pStyle w:val="NoSpacing"/>
      </w:pPr>
      <w:r w:rsidRPr="00EF57F9">
        <w:t>відсутні –</w:t>
      </w:r>
      <w:r>
        <w:t xml:space="preserve"> 6 </w:t>
      </w:r>
      <w:r w:rsidRPr="00EF57F9">
        <w:t>(додаються).</w:t>
      </w:r>
    </w:p>
    <w:p w:rsidR="002D5BF9" w:rsidRDefault="002D5BF9" w:rsidP="009119F7">
      <w:pPr>
        <w:pStyle w:val="NoSpacing"/>
      </w:pPr>
    </w:p>
    <w:p w:rsidR="002D5BF9" w:rsidRDefault="002D5BF9" w:rsidP="008B733D">
      <w:pPr>
        <w:pStyle w:val="NoSpacing"/>
      </w:pPr>
      <w:r>
        <w:rPr>
          <w:b/>
        </w:rPr>
        <w:t>70.</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8B733D" w:rsidRDefault="002D5BF9" w:rsidP="008B733D">
      <w:pPr>
        <w:pStyle w:val="NoSpacing"/>
        <w:rPr>
          <w:b/>
        </w:rPr>
      </w:pPr>
      <w:r>
        <w:tab/>
      </w:r>
      <w:r w:rsidRPr="008B733D">
        <w:rPr>
          <w:b/>
        </w:rPr>
        <w:t>Про затвердження проектів землеустрою щодо відведення земельних ділянок у власність.</w:t>
      </w:r>
    </w:p>
    <w:p w:rsidR="002D5BF9" w:rsidRPr="00692AA6" w:rsidRDefault="002D5BF9" w:rsidP="000F53C2">
      <w:pPr>
        <w:pStyle w:val="NoSpacing"/>
        <w:outlineLvl w:val="0"/>
        <w:rPr>
          <w:b/>
        </w:rPr>
      </w:pPr>
      <w:r w:rsidRPr="00692AA6">
        <w:rPr>
          <w:b/>
        </w:rPr>
        <w:t>ІНФОРМУВАЛА:</w:t>
      </w:r>
    </w:p>
    <w:p w:rsidR="002D5BF9" w:rsidRDefault="002D5BF9" w:rsidP="008B733D">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8B733D">
      <w:pPr>
        <w:pStyle w:val="NoSpacing"/>
      </w:pPr>
      <w:r w:rsidRPr="00D87BE4">
        <w:rPr>
          <w:b/>
        </w:rPr>
        <w:t>Вирішили:</w:t>
      </w:r>
      <w:r>
        <w:t xml:space="preserve"> Рішення №728 прийнято  за основу і в </w:t>
      </w:r>
      <w:r w:rsidRPr="00EF57F9">
        <w:t>цілому</w:t>
      </w:r>
      <w:r>
        <w:t>(2/3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8B733D">
      <w:pPr>
        <w:pStyle w:val="NoSpacing"/>
      </w:pPr>
      <w:r>
        <w:t>за – 17</w:t>
      </w:r>
    </w:p>
    <w:p w:rsidR="002D5BF9" w:rsidRPr="00EF57F9" w:rsidRDefault="002D5BF9" w:rsidP="008B733D">
      <w:pPr>
        <w:pStyle w:val="NoSpacing"/>
      </w:pPr>
      <w:r>
        <w:t>проти – 0</w:t>
      </w:r>
      <w:r w:rsidRPr="00EF57F9">
        <w:t xml:space="preserve"> </w:t>
      </w:r>
    </w:p>
    <w:p w:rsidR="002D5BF9" w:rsidRPr="00EF57F9" w:rsidRDefault="002D5BF9" w:rsidP="008B733D">
      <w:pPr>
        <w:pStyle w:val="NoSpacing"/>
      </w:pPr>
      <w:r>
        <w:t>утримався – 0</w:t>
      </w:r>
    </w:p>
    <w:p w:rsidR="002D5BF9" w:rsidRPr="00EF57F9" w:rsidRDefault="002D5BF9" w:rsidP="008B733D">
      <w:pPr>
        <w:pStyle w:val="NoSpacing"/>
      </w:pPr>
      <w:r w:rsidRPr="00EF57F9">
        <w:t xml:space="preserve">не голосували – </w:t>
      </w:r>
      <w:r>
        <w:t>2</w:t>
      </w:r>
    </w:p>
    <w:p w:rsidR="002D5BF9" w:rsidRDefault="002D5BF9" w:rsidP="008B733D">
      <w:pPr>
        <w:pStyle w:val="NoSpacing"/>
      </w:pPr>
      <w:r w:rsidRPr="00EF57F9">
        <w:t>відсутні –</w:t>
      </w:r>
      <w:r>
        <w:t xml:space="preserve"> 7 </w:t>
      </w:r>
      <w:r w:rsidRPr="00EF57F9">
        <w:t>(додаються).</w:t>
      </w:r>
    </w:p>
    <w:p w:rsidR="002D5BF9" w:rsidRDefault="002D5BF9" w:rsidP="008B733D">
      <w:pPr>
        <w:pStyle w:val="NoSpacing"/>
      </w:pPr>
    </w:p>
    <w:p w:rsidR="002D5BF9" w:rsidRDefault="002D5BF9" w:rsidP="00477466">
      <w:pPr>
        <w:pStyle w:val="NoSpacing"/>
      </w:pPr>
      <w:r>
        <w:rPr>
          <w:b/>
        </w:rPr>
        <w:t>71.</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477466" w:rsidRDefault="002D5BF9" w:rsidP="00477466">
      <w:pPr>
        <w:pStyle w:val="NoSpacing"/>
        <w:rPr>
          <w:b/>
        </w:rPr>
      </w:pPr>
      <w:r>
        <w:tab/>
      </w:r>
      <w:r w:rsidRPr="00477466">
        <w:rPr>
          <w:b/>
        </w:rPr>
        <w:t>Про затвердження проекту землеустрою щодо відведення земельної ділянки у власність РЯБОВОЛУ Л.О.</w:t>
      </w:r>
    </w:p>
    <w:p w:rsidR="002D5BF9" w:rsidRPr="00692AA6" w:rsidRDefault="002D5BF9" w:rsidP="000F53C2">
      <w:pPr>
        <w:pStyle w:val="NoSpacing"/>
        <w:outlineLvl w:val="0"/>
        <w:rPr>
          <w:b/>
        </w:rPr>
      </w:pPr>
      <w:r w:rsidRPr="00692AA6">
        <w:rPr>
          <w:b/>
        </w:rPr>
        <w:t>ІНФОРМУВАЛА:</w:t>
      </w:r>
    </w:p>
    <w:p w:rsidR="002D5BF9" w:rsidRDefault="002D5BF9" w:rsidP="00477466">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477466">
      <w:pPr>
        <w:pStyle w:val="NoSpacing"/>
      </w:pPr>
      <w:r w:rsidRPr="00D87BE4">
        <w:rPr>
          <w:b/>
        </w:rPr>
        <w:t>Вирішили:</w:t>
      </w:r>
      <w:r>
        <w:t xml:space="preserve"> Рішення №729 прийнято  за основу і в </w:t>
      </w:r>
      <w:r w:rsidRPr="00EF57F9">
        <w:t>цілому</w:t>
      </w:r>
      <w:r>
        <w:t>(2/3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477466">
      <w:pPr>
        <w:pStyle w:val="NoSpacing"/>
      </w:pPr>
      <w:r>
        <w:t>за – 18</w:t>
      </w:r>
    </w:p>
    <w:p w:rsidR="002D5BF9" w:rsidRPr="00EF57F9" w:rsidRDefault="002D5BF9" w:rsidP="00477466">
      <w:pPr>
        <w:pStyle w:val="NoSpacing"/>
      </w:pPr>
      <w:r>
        <w:t>проти – 0</w:t>
      </w:r>
      <w:r w:rsidRPr="00EF57F9">
        <w:t xml:space="preserve"> </w:t>
      </w:r>
    </w:p>
    <w:p w:rsidR="002D5BF9" w:rsidRPr="00EF57F9" w:rsidRDefault="002D5BF9" w:rsidP="00477466">
      <w:pPr>
        <w:pStyle w:val="NoSpacing"/>
      </w:pPr>
      <w:r>
        <w:t>утримався – 0</w:t>
      </w:r>
    </w:p>
    <w:p w:rsidR="002D5BF9" w:rsidRPr="00EF57F9" w:rsidRDefault="002D5BF9" w:rsidP="00477466">
      <w:pPr>
        <w:pStyle w:val="NoSpacing"/>
      </w:pPr>
      <w:r w:rsidRPr="00EF57F9">
        <w:t xml:space="preserve">не голосували – </w:t>
      </w:r>
      <w:r>
        <w:t>2</w:t>
      </w:r>
    </w:p>
    <w:p w:rsidR="002D5BF9" w:rsidRDefault="002D5BF9" w:rsidP="00477466">
      <w:pPr>
        <w:pStyle w:val="NoSpacing"/>
      </w:pPr>
      <w:r w:rsidRPr="00EF57F9">
        <w:t>відсутні –</w:t>
      </w:r>
      <w:r>
        <w:t>6</w:t>
      </w:r>
      <w:r w:rsidRPr="00EF57F9">
        <w:t>(додаються).</w:t>
      </w:r>
    </w:p>
    <w:p w:rsidR="002D5BF9" w:rsidRDefault="002D5BF9" w:rsidP="009119F7">
      <w:pPr>
        <w:pStyle w:val="NoSpacing"/>
      </w:pPr>
    </w:p>
    <w:p w:rsidR="002D5BF9" w:rsidRDefault="002D5BF9" w:rsidP="00477466">
      <w:pPr>
        <w:pStyle w:val="NoSpacing"/>
      </w:pPr>
      <w:r>
        <w:rPr>
          <w:b/>
        </w:rPr>
        <w:t>72.</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477466" w:rsidRDefault="002D5BF9" w:rsidP="00477466">
      <w:pPr>
        <w:pStyle w:val="NoSpacing"/>
        <w:rPr>
          <w:b/>
        </w:rPr>
      </w:pPr>
      <w:r>
        <w:tab/>
      </w:r>
      <w:r w:rsidRPr="00477466">
        <w:rPr>
          <w:b/>
        </w:rPr>
        <w:t>Про затвердження проекту землеустрою щодо відведення земельної ділянки у власність ГАЛЬЧЕНКУ Ю.А.</w:t>
      </w:r>
    </w:p>
    <w:p w:rsidR="002D5BF9" w:rsidRPr="00692AA6" w:rsidRDefault="002D5BF9" w:rsidP="000F53C2">
      <w:pPr>
        <w:pStyle w:val="NoSpacing"/>
        <w:outlineLvl w:val="0"/>
        <w:rPr>
          <w:b/>
        </w:rPr>
      </w:pPr>
      <w:r w:rsidRPr="00692AA6">
        <w:rPr>
          <w:b/>
        </w:rPr>
        <w:t>ІНФОРМУВАЛА:</w:t>
      </w:r>
    </w:p>
    <w:p w:rsidR="002D5BF9" w:rsidRDefault="002D5BF9" w:rsidP="00477466">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477466">
      <w:pPr>
        <w:pStyle w:val="NoSpacing"/>
      </w:pPr>
      <w:r w:rsidRPr="00D87BE4">
        <w:rPr>
          <w:b/>
        </w:rPr>
        <w:t>Вирішили:</w:t>
      </w:r>
      <w:r>
        <w:t xml:space="preserve"> Рішення №730 прийнято  за основу і в </w:t>
      </w:r>
      <w:r w:rsidRPr="00EF57F9">
        <w:t>цілому</w:t>
      </w:r>
      <w:r>
        <w:t>(2/3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477466">
      <w:pPr>
        <w:pStyle w:val="NoSpacing"/>
      </w:pPr>
      <w:r>
        <w:t>за – 18</w:t>
      </w:r>
    </w:p>
    <w:p w:rsidR="002D5BF9" w:rsidRPr="00EF57F9" w:rsidRDefault="002D5BF9" w:rsidP="00477466">
      <w:pPr>
        <w:pStyle w:val="NoSpacing"/>
      </w:pPr>
      <w:r>
        <w:t>проти – 0</w:t>
      </w:r>
      <w:r w:rsidRPr="00EF57F9">
        <w:t xml:space="preserve"> </w:t>
      </w:r>
    </w:p>
    <w:p w:rsidR="002D5BF9" w:rsidRPr="00EF57F9" w:rsidRDefault="002D5BF9" w:rsidP="00477466">
      <w:pPr>
        <w:pStyle w:val="NoSpacing"/>
      </w:pPr>
      <w:r>
        <w:t>утримався – 0</w:t>
      </w:r>
    </w:p>
    <w:p w:rsidR="002D5BF9" w:rsidRPr="00EF57F9" w:rsidRDefault="002D5BF9" w:rsidP="00477466">
      <w:pPr>
        <w:pStyle w:val="NoSpacing"/>
      </w:pPr>
      <w:r w:rsidRPr="00EF57F9">
        <w:t xml:space="preserve">не голосували – </w:t>
      </w:r>
      <w:r>
        <w:t>0</w:t>
      </w:r>
    </w:p>
    <w:p w:rsidR="002D5BF9" w:rsidRDefault="002D5BF9" w:rsidP="00477466">
      <w:pPr>
        <w:pStyle w:val="NoSpacing"/>
      </w:pPr>
      <w:r w:rsidRPr="00EF57F9">
        <w:t>відсутні –</w:t>
      </w:r>
      <w:r>
        <w:t>8</w:t>
      </w:r>
      <w:r w:rsidRPr="00EF57F9">
        <w:t>(додаються).</w:t>
      </w:r>
    </w:p>
    <w:p w:rsidR="002D5BF9" w:rsidRDefault="002D5BF9" w:rsidP="00D23DEA">
      <w:pPr>
        <w:pStyle w:val="NoSpacing"/>
      </w:pPr>
      <w:r>
        <w:rPr>
          <w:b/>
        </w:rPr>
        <w:t>73.</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D23DEA" w:rsidRDefault="002D5BF9" w:rsidP="00D23DEA">
      <w:pPr>
        <w:pStyle w:val="NoSpacing"/>
        <w:rPr>
          <w:b/>
        </w:rPr>
      </w:pPr>
      <w:r>
        <w:tab/>
      </w:r>
      <w:r w:rsidRPr="00D23DEA">
        <w:rPr>
          <w:b/>
        </w:rPr>
        <w:t>Про затвердження проекту землеустрою щодо зміни цільового призначення земельної ділянки БОНДАРЕНКО В.А.</w:t>
      </w:r>
    </w:p>
    <w:p w:rsidR="002D5BF9" w:rsidRPr="00692AA6" w:rsidRDefault="002D5BF9" w:rsidP="000F53C2">
      <w:pPr>
        <w:pStyle w:val="NoSpacing"/>
        <w:outlineLvl w:val="0"/>
        <w:rPr>
          <w:b/>
        </w:rPr>
      </w:pPr>
      <w:r w:rsidRPr="00692AA6">
        <w:rPr>
          <w:b/>
        </w:rPr>
        <w:t>ІНФОРМУВАЛА:</w:t>
      </w:r>
    </w:p>
    <w:p w:rsidR="002D5BF9" w:rsidRDefault="002D5BF9" w:rsidP="00D23DEA">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D23DEA">
      <w:pPr>
        <w:pStyle w:val="NoSpacing"/>
      </w:pPr>
      <w:r w:rsidRPr="00D87BE4">
        <w:rPr>
          <w:b/>
        </w:rPr>
        <w:t>Вирішили:</w:t>
      </w:r>
      <w:r>
        <w:t xml:space="preserve"> Рішення №731 прийнято  за основу і в </w:t>
      </w:r>
      <w:r w:rsidRPr="00EF57F9">
        <w:t>цілому</w:t>
      </w:r>
      <w:r>
        <w:t>(2/3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D23DEA">
      <w:pPr>
        <w:pStyle w:val="NoSpacing"/>
      </w:pPr>
      <w:r>
        <w:t>за – 18</w:t>
      </w:r>
    </w:p>
    <w:p w:rsidR="002D5BF9" w:rsidRPr="00EF57F9" w:rsidRDefault="002D5BF9" w:rsidP="00D23DEA">
      <w:pPr>
        <w:pStyle w:val="NoSpacing"/>
      </w:pPr>
      <w:r>
        <w:t>проти – 0</w:t>
      </w:r>
      <w:r w:rsidRPr="00EF57F9">
        <w:t xml:space="preserve"> </w:t>
      </w:r>
    </w:p>
    <w:p w:rsidR="002D5BF9" w:rsidRPr="00EF57F9" w:rsidRDefault="002D5BF9" w:rsidP="00D23DEA">
      <w:pPr>
        <w:pStyle w:val="NoSpacing"/>
      </w:pPr>
      <w:r>
        <w:t>утримався – 0</w:t>
      </w:r>
    </w:p>
    <w:p w:rsidR="002D5BF9" w:rsidRPr="00EF57F9" w:rsidRDefault="002D5BF9" w:rsidP="00D23DEA">
      <w:pPr>
        <w:pStyle w:val="NoSpacing"/>
      </w:pPr>
      <w:r w:rsidRPr="00EF57F9">
        <w:t xml:space="preserve">не голосували – </w:t>
      </w:r>
      <w:r>
        <w:t>1</w:t>
      </w:r>
    </w:p>
    <w:p w:rsidR="002D5BF9" w:rsidRDefault="002D5BF9" w:rsidP="00D23DEA">
      <w:pPr>
        <w:pStyle w:val="NoSpacing"/>
      </w:pPr>
      <w:r w:rsidRPr="00EF57F9">
        <w:t>відсутні –</w:t>
      </w:r>
      <w:r>
        <w:t>7</w:t>
      </w:r>
      <w:r w:rsidRPr="00EF57F9">
        <w:t>(додаються).</w:t>
      </w:r>
    </w:p>
    <w:p w:rsidR="002D5BF9" w:rsidRDefault="002D5BF9" w:rsidP="00D23DEA">
      <w:pPr>
        <w:pStyle w:val="NoSpacing"/>
      </w:pPr>
      <w:r>
        <w:rPr>
          <w:b/>
        </w:rPr>
        <w:t>74.</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D23DEA" w:rsidRDefault="002D5BF9" w:rsidP="00D23DEA">
      <w:pPr>
        <w:pStyle w:val="NoSpacing"/>
        <w:rPr>
          <w:b/>
        </w:rPr>
      </w:pPr>
      <w:r>
        <w:tab/>
      </w:r>
      <w:r w:rsidRPr="00D23DEA">
        <w:rPr>
          <w:b/>
        </w:rPr>
        <w:t>Про затвердження проекту землеустрою щодо відведення земельної ділянки у власність ГНАТЧЕНКУ А.А.</w:t>
      </w:r>
    </w:p>
    <w:p w:rsidR="002D5BF9" w:rsidRPr="00692AA6" w:rsidRDefault="002D5BF9" w:rsidP="000F53C2">
      <w:pPr>
        <w:pStyle w:val="NoSpacing"/>
        <w:outlineLvl w:val="0"/>
        <w:rPr>
          <w:b/>
        </w:rPr>
      </w:pPr>
      <w:r w:rsidRPr="00692AA6">
        <w:rPr>
          <w:b/>
        </w:rPr>
        <w:t>ІНФОРМУВАЛА:</w:t>
      </w:r>
    </w:p>
    <w:p w:rsidR="002D5BF9" w:rsidRDefault="002D5BF9" w:rsidP="00D23DEA">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D23DEA">
      <w:pPr>
        <w:pStyle w:val="NoSpacing"/>
      </w:pPr>
      <w:r w:rsidRPr="00D87BE4">
        <w:rPr>
          <w:b/>
        </w:rPr>
        <w:t>Вирішили:</w:t>
      </w:r>
      <w:r>
        <w:t xml:space="preserve"> Рішення №732 прийнято  за основу і в </w:t>
      </w:r>
      <w:r w:rsidRPr="00EF57F9">
        <w:t>цілому</w:t>
      </w:r>
      <w:r>
        <w:t>(2/3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D23DEA">
      <w:pPr>
        <w:pStyle w:val="NoSpacing"/>
      </w:pPr>
      <w:r>
        <w:t>за – 18</w:t>
      </w:r>
    </w:p>
    <w:p w:rsidR="002D5BF9" w:rsidRPr="00EF57F9" w:rsidRDefault="002D5BF9" w:rsidP="00D23DEA">
      <w:pPr>
        <w:pStyle w:val="NoSpacing"/>
      </w:pPr>
      <w:r>
        <w:t>проти – 0</w:t>
      </w:r>
      <w:r w:rsidRPr="00EF57F9">
        <w:t xml:space="preserve"> </w:t>
      </w:r>
    </w:p>
    <w:p w:rsidR="002D5BF9" w:rsidRPr="00EF57F9" w:rsidRDefault="002D5BF9" w:rsidP="00D23DEA">
      <w:pPr>
        <w:pStyle w:val="NoSpacing"/>
      </w:pPr>
      <w:r>
        <w:t>утримався – 0</w:t>
      </w:r>
    </w:p>
    <w:p w:rsidR="002D5BF9" w:rsidRPr="00EF57F9" w:rsidRDefault="002D5BF9" w:rsidP="00D23DEA">
      <w:pPr>
        <w:pStyle w:val="NoSpacing"/>
      </w:pPr>
      <w:r w:rsidRPr="00EF57F9">
        <w:t xml:space="preserve">не голосували – </w:t>
      </w:r>
      <w:r>
        <w:t>2</w:t>
      </w:r>
    </w:p>
    <w:p w:rsidR="002D5BF9" w:rsidRDefault="002D5BF9" w:rsidP="00D23DEA">
      <w:pPr>
        <w:pStyle w:val="NoSpacing"/>
      </w:pPr>
      <w:r w:rsidRPr="00EF57F9">
        <w:t>відсутні –</w:t>
      </w:r>
      <w:r>
        <w:t>6</w:t>
      </w:r>
      <w:r w:rsidRPr="00EF57F9">
        <w:t>(додаються).</w:t>
      </w:r>
    </w:p>
    <w:p w:rsidR="002D5BF9" w:rsidRPr="000F53C2" w:rsidRDefault="002D5BF9" w:rsidP="00D23DEA">
      <w:pPr>
        <w:pStyle w:val="NoSpacing"/>
      </w:pPr>
    </w:p>
    <w:p w:rsidR="002D5BF9" w:rsidRDefault="002D5BF9" w:rsidP="0059695A">
      <w:pPr>
        <w:pStyle w:val="NoSpacing"/>
      </w:pPr>
      <w:r>
        <w:rPr>
          <w:b/>
        </w:rPr>
        <w:t>75.</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59695A" w:rsidRDefault="002D5BF9" w:rsidP="0059695A">
      <w:pPr>
        <w:pStyle w:val="NoSpacing"/>
        <w:rPr>
          <w:b/>
        </w:rPr>
      </w:pPr>
      <w:r>
        <w:tab/>
      </w:r>
      <w:r w:rsidRPr="0059695A">
        <w:rPr>
          <w:b/>
        </w:rPr>
        <w:t>Про затвердження проекту землеустрою щодо відведення земельної ділянки у власність ЗУБРЕНКУ І.С.</w:t>
      </w:r>
    </w:p>
    <w:p w:rsidR="002D5BF9" w:rsidRPr="00692AA6" w:rsidRDefault="002D5BF9" w:rsidP="000F53C2">
      <w:pPr>
        <w:pStyle w:val="NoSpacing"/>
        <w:outlineLvl w:val="0"/>
        <w:rPr>
          <w:b/>
        </w:rPr>
      </w:pPr>
      <w:r w:rsidRPr="00692AA6">
        <w:rPr>
          <w:b/>
        </w:rPr>
        <w:t>ІНФОРМУВАЛА:</w:t>
      </w:r>
    </w:p>
    <w:p w:rsidR="002D5BF9" w:rsidRDefault="002D5BF9" w:rsidP="0059695A">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59695A">
      <w:pPr>
        <w:pStyle w:val="NoSpacing"/>
      </w:pPr>
      <w:r w:rsidRPr="00D87BE4">
        <w:rPr>
          <w:b/>
        </w:rPr>
        <w:t>Вирішили:</w:t>
      </w:r>
      <w:r>
        <w:t xml:space="preserve"> Рішення №733 прийнято  за основу і в </w:t>
      </w:r>
      <w:r w:rsidRPr="00EF57F9">
        <w:t>цілому</w:t>
      </w:r>
      <w:r>
        <w:t>(2/3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59695A">
      <w:pPr>
        <w:pStyle w:val="NoSpacing"/>
      </w:pPr>
      <w:r>
        <w:t>за – 17</w:t>
      </w:r>
    </w:p>
    <w:p w:rsidR="002D5BF9" w:rsidRPr="00EF57F9" w:rsidRDefault="002D5BF9" w:rsidP="0059695A">
      <w:pPr>
        <w:pStyle w:val="NoSpacing"/>
      </w:pPr>
      <w:r>
        <w:t>проти – 0</w:t>
      </w:r>
      <w:r w:rsidRPr="00EF57F9">
        <w:t xml:space="preserve"> </w:t>
      </w:r>
    </w:p>
    <w:p w:rsidR="002D5BF9" w:rsidRPr="00EF57F9" w:rsidRDefault="002D5BF9" w:rsidP="0059695A">
      <w:pPr>
        <w:pStyle w:val="NoSpacing"/>
      </w:pPr>
      <w:r>
        <w:t>утримався – 0</w:t>
      </w:r>
    </w:p>
    <w:p w:rsidR="002D5BF9" w:rsidRPr="00EF57F9" w:rsidRDefault="002D5BF9" w:rsidP="0059695A">
      <w:pPr>
        <w:pStyle w:val="NoSpacing"/>
      </w:pPr>
      <w:r w:rsidRPr="00EF57F9">
        <w:t xml:space="preserve">не голосували – </w:t>
      </w:r>
      <w:r>
        <w:t>2</w:t>
      </w:r>
    </w:p>
    <w:p w:rsidR="002D5BF9" w:rsidRDefault="002D5BF9" w:rsidP="0059695A">
      <w:pPr>
        <w:pStyle w:val="NoSpacing"/>
      </w:pPr>
      <w:r w:rsidRPr="00EF57F9">
        <w:t>відсутні –</w:t>
      </w:r>
      <w:r>
        <w:t>7</w:t>
      </w:r>
      <w:r w:rsidRPr="00EF57F9">
        <w:t>(додаються).</w:t>
      </w:r>
    </w:p>
    <w:p w:rsidR="002D5BF9" w:rsidRDefault="002D5BF9" w:rsidP="00050527">
      <w:pPr>
        <w:pStyle w:val="NoSpacing"/>
        <w:rPr>
          <w:b/>
        </w:rPr>
      </w:pPr>
    </w:p>
    <w:p w:rsidR="002D5BF9" w:rsidRDefault="002D5BF9" w:rsidP="00050527">
      <w:pPr>
        <w:pStyle w:val="NoSpacing"/>
      </w:pPr>
      <w:r>
        <w:rPr>
          <w:b/>
        </w:rPr>
        <w:tab/>
      </w:r>
      <w:r w:rsidRPr="0059695A">
        <w:t>Міський голова проінформував, що у депутатки міської ради Наталії КЛИМЕНКО конфлікт інтересів ( заява додається), тому вона не буде приймати участь в обговоренні та голосуванні за наступний проєкт рішення.</w:t>
      </w:r>
    </w:p>
    <w:p w:rsidR="002D5BF9" w:rsidRPr="0059695A" w:rsidRDefault="002D5BF9" w:rsidP="00050527">
      <w:pPr>
        <w:pStyle w:val="NoSpacing"/>
      </w:pPr>
    </w:p>
    <w:p w:rsidR="002D5BF9" w:rsidRDefault="002D5BF9" w:rsidP="0059695A">
      <w:pPr>
        <w:pStyle w:val="NoSpacing"/>
      </w:pPr>
      <w:r>
        <w:rPr>
          <w:b/>
        </w:rPr>
        <w:t>76.</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59695A" w:rsidRDefault="002D5BF9" w:rsidP="0059695A">
      <w:pPr>
        <w:pStyle w:val="NoSpacing"/>
        <w:rPr>
          <w:b/>
        </w:rPr>
      </w:pPr>
      <w:r>
        <w:tab/>
      </w:r>
      <w:r w:rsidRPr="0059695A">
        <w:rPr>
          <w:b/>
        </w:rPr>
        <w:t>Про затвердження проекту землеустрою щодо відведення земельної ділянки у власність КРЮК А.А.</w:t>
      </w:r>
    </w:p>
    <w:p w:rsidR="002D5BF9" w:rsidRPr="00692AA6" w:rsidRDefault="002D5BF9" w:rsidP="000F53C2">
      <w:pPr>
        <w:pStyle w:val="NoSpacing"/>
        <w:outlineLvl w:val="0"/>
        <w:rPr>
          <w:b/>
        </w:rPr>
      </w:pPr>
      <w:r w:rsidRPr="00692AA6">
        <w:rPr>
          <w:b/>
        </w:rPr>
        <w:t>ІНФОРМУВАЛА:</w:t>
      </w:r>
    </w:p>
    <w:p w:rsidR="002D5BF9" w:rsidRDefault="002D5BF9" w:rsidP="0059695A">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59695A">
      <w:pPr>
        <w:pStyle w:val="NoSpacing"/>
      </w:pPr>
      <w:r w:rsidRPr="00D87BE4">
        <w:rPr>
          <w:b/>
        </w:rPr>
        <w:t>Вирішили:</w:t>
      </w:r>
      <w:r>
        <w:t xml:space="preserve"> Рішення №734 прийнято  за основу і в </w:t>
      </w:r>
      <w:r w:rsidRPr="00EF57F9">
        <w:t>цілому</w:t>
      </w:r>
      <w:r>
        <w:t>(2/3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59695A">
      <w:pPr>
        <w:pStyle w:val="NoSpacing"/>
      </w:pPr>
      <w:r>
        <w:t>за – 17</w:t>
      </w:r>
    </w:p>
    <w:p w:rsidR="002D5BF9" w:rsidRPr="00EF57F9" w:rsidRDefault="002D5BF9" w:rsidP="0059695A">
      <w:pPr>
        <w:pStyle w:val="NoSpacing"/>
      </w:pPr>
      <w:r>
        <w:t>проти – 0</w:t>
      </w:r>
      <w:r w:rsidRPr="00EF57F9">
        <w:t xml:space="preserve"> </w:t>
      </w:r>
    </w:p>
    <w:p w:rsidR="002D5BF9" w:rsidRPr="00EF57F9" w:rsidRDefault="002D5BF9" w:rsidP="0059695A">
      <w:pPr>
        <w:pStyle w:val="NoSpacing"/>
      </w:pPr>
      <w:r>
        <w:t>утримався – 0</w:t>
      </w:r>
    </w:p>
    <w:p w:rsidR="002D5BF9" w:rsidRPr="00EF57F9" w:rsidRDefault="002D5BF9" w:rsidP="0059695A">
      <w:pPr>
        <w:pStyle w:val="NoSpacing"/>
      </w:pPr>
      <w:r w:rsidRPr="00EF57F9">
        <w:t xml:space="preserve">не голосували – </w:t>
      </w:r>
      <w:r>
        <w:t>2</w:t>
      </w:r>
    </w:p>
    <w:p w:rsidR="002D5BF9" w:rsidRDefault="002D5BF9" w:rsidP="0059695A">
      <w:pPr>
        <w:pStyle w:val="NoSpacing"/>
      </w:pPr>
      <w:r w:rsidRPr="00EF57F9">
        <w:t>відсутні –</w:t>
      </w:r>
      <w:r>
        <w:t>7</w:t>
      </w:r>
      <w:r w:rsidRPr="00EF57F9">
        <w:t>(додаються).</w:t>
      </w:r>
    </w:p>
    <w:p w:rsidR="002D5BF9" w:rsidRDefault="002D5BF9" w:rsidP="0059695A">
      <w:pPr>
        <w:pStyle w:val="NoSpacing"/>
      </w:pPr>
    </w:p>
    <w:p w:rsidR="002D5BF9" w:rsidRDefault="002D5BF9" w:rsidP="003C00F9">
      <w:pPr>
        <w:pStyle w:val="NoSpacing"/>
      </w:pPr>
      <w:r>
        <w:rPr>
          <w:b/>
        </w:rPr>
        <w:t>77.</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3C00F9" w:rsidRDefault="002D5BF9" w:rsidP="003C00F9">
      <w:pPr>
        <w:pStyle w:val="NoSpacing"/>
        <w:rPr>
          <w:b/>
        </w:rPr>
      </w:pPr>
      <w:r>
        <w:tab/>
      </w:r>
      <w:r w:rsidRPr="003C00F9">
        <w:rPr>
          <w:b/>
        </w:rPr>
        <w:t>Про уточнення площі та затвердження проекту землеустрою щодо відведення земельної ділянки у власність ТОКАРЮ І.В.</w:t>
      </w:r>
    </w:p>
    <w:p w:rsidR="002D5BF9" w:rsidRPr="00692AA6" w:rsidRDefault="002D5BF9" w:rsidP="000F53C2">
      <w:pPr>
        <w:pStyle w:val="NoSpacing"/>
        <w:outlineLvl w:val="0"/>
        <w:rPr>
          <w:b/>
        </w:rPr>
      </w:pPr>
      <w:r w:rsidRPr="00692AA6">
        <w:rPr>
          <w:b/>
        </w:rPr>
        <w:t>ІНФОРМУВАЛА:</w:t>
      </w:r>
    </w:p>
    <w:p w:rsidR="002D5BF9" w:rsidRDefault="002D5BF9" w:rsidP="003C00F9">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3C00F9">
      <w:pPr>
        <w:pStyle w:val="NoSpacing"/>
      </w:pPr>
      <w:r w:rsidRPr="00D87BE4">
        <w:rPr>
          <w:b/>
        </w:rPr>
        <w:t>Вирішили:</w:t>
      </w:r>
      <w:r>
        <w:t xml:space="preserve"> Рішення №735 прийнято  за основу і в </w:t>
      </w:r>
      <w:r w:rsidRPr="00EF57F9">
        <w:t>цілому</w:t>
      </w:r>
      <w:r>
        <w:t>(2/3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3C00F9">
      <w:pPr>
        <w:pStyle w:val="NoSpacing"/>
      </w:pPr>
      <w:r>
        <w:t>за – 17</w:t>
      </w:r>
    </w:p>
    <w:p w:rsidR="002D5BF9" w:rsidRPr="00EF57F9" w:rsidRDefault="002D5BF9" w:rsidP="003C00F9">
      <w:pPr>
        <w:pStyle w:val="NoSpacing"/>
      </w:pPr>
      <w:r>
        <w:t>проти – 0</w:t>
      </w:r>
      <w:r w:rsidRPr="00EF57F9">
        <w:t xml:space="preserve"> </w:t>
      </w:r>
    </w:p>
    <w:p w:rsidR="002D5BF9" w:rsidRPr="00EF57F9" w:rsidRDefault="002D5BF9" w:rsidP="003C00F9">
      <w:pPr>
        <w:pStyle w:val="NoSpacing"/>
      </w:pPr>
      <w:r>
        <w:t>утримався – 0</w:t>
      </w:r>
    </w:p>
    <w:p w:rsidR="002D5BF9" w:rsidRPr="00EF57F9" w:rsidRDefault="002D5BF9" w:rsidP="003C00F9">
      <w:pPr>
        <w:pStyle w:val="NoSpacing"/>
      </w:pPr>
      <w:r w:rsidRPr="00EF57F9">
        <w:t xml:space="preserve">не голосували – </w:t>
      </w:r>
      <w:r>
        <w:t>2</w:t>
      </w:r>
    </w:p>
    <w:p w:rsidR="002D5BF9" w:rsidRDefault="002D5BF9" w:rsidP="003C00F9">
      <w:pPr>
        <w:pStyle w:val="NoSpacing"/>
      </w:pPr>
      <w:r w:rsidRPr="00EF57F9">
        <w:t>відсутні –</w:t>
      </w:r>
      <w:r>
        <w:t>7</w:t>
      </w:r>
      <w:r w:rsidRPr="00EF57F9">
        <w:t>(додаються).</w:t>
      </w:r>
    </w:p>
    <w:p w:rsidR="002D5BF9" w:rsidRDefault="002D5BF9" w:rsidP="003C00F9">
      <w:pPr>
        <w:pStyle w:val="NoSpacing"/>
      </w:pPr>
    </w:p>
    <w:p w:rsidR="002D5BF9" w:rsidRPr="004E7649" w:rsidRDefault="002D5BF9" w:rsidP="00050527">
      <w:pPr>
        <w:pStyle w:val="NoSpacing"/>
      </w:pPr>
      <w:r>
        <w:tab/>
      </w:r>
      <w:r w:rsidRPr="0059695A">
        <w:t>Міський голова проінформував, що у деп</w:t>
      </w:r>
      <w:r>
        <w:t>утатки міської ради Наталії БАЛИК</w:t>
      </w:r>
      <w:r w:rsidRPr="0059695A">
        <w:t xml:space="preserve"> конфлікт інтересів ( заява додається), тому вона не буде приймати участь в обговоренні та голосуванні за наступний проєкт рішення.</w:t>
      </w:r>
    </w:p>
    <w:p w:rsidR="002D5BF9" w:rsidRDefault="002D5BF9" w:rsidP="00050527">
      <w:pPr>
        <w:pStyle w:val="NoSpacing"/>
        <w:rPr>
          <w:b/>
        </w:rPr>
      </w:pPr>
    </w:p>
    <w:p w:rsidR="002D5BF9" w:rsidRDefault="002D5BF9" w:rsidP="003C00F9">
      <w:pPr>
        <w:pStyle w:val="NoSpacing"/>
      </w:pPr>
      <w:r>
        <w:rPr>
          <w:b/>
        </w:rPr>
        <w:t>78.</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3C00F9" w:rsidRDefault="002D5BF9" w:rsidP="003C00F9">
      <w:pPr>
        <w:pStyle w:val="NoSpacing"/>
        <w:rPr>
          <w:b/>
        </w:rPr>
      </w:pPr>
      <w:r>
        <w:tab/>
      </w:r>
      <w:r w:rsidRPr="003C00F9">
        <w:rPr>
          <w:b/>
        </w:rPr>
        <w:t>Про уточнення площі та затвердження проекту землеустрою щодо відведення земельної ділянки у власність КОВАЛЕНКО О.П.</w:t>
      </w:r>
    </w:p>
    <w:p w:rsidR="002D5BF9" w:rsidRPr="00692AA6" w:rsidRDefault="002D5BF9" w:rsidP="000F53C2">
      <w:pPr>
        <w:pStyle w:val="NoSpacing"/>
        <w:outlineLvl w:val="0"/>
        <w:rPr>
          <w:b/>
        </w:rPr>
      </w:pPr>
      <w:r w:rsidRPr="00692AA6">
        <w:rPr>
          <w:b/>
        </w:rPr>
        <w:t>ІНФОРМУВАЛА:</w:t>
      </w:r>
    </w:p>
    <w:p w:rsidR="002D5BF9" w:rsidRDefault="002D5BF9" w:rsidP="003C00F9">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3C00F9">
      <w:pPr>
        <w:pStyle w:val="NoSpacing"/>
      </w:pPr>
      <w:r w:rsidRPr="00D87BE4">
        <w:rPr>
          <w:b/>
        </w:rPr>
        <w:t>Вирішили:</w:t>
      </w:r>
      <w:r>
        <w:t xml:space="preserve"> Рішення №736 прийнято  за основу і в </w:t>
      </w:r>
      <w:r w:rsidRPr="00EF57F9">
        <w:t>цілому</w:t>
      </w:r>
      <w:r>
        <w:t>(2/3 від складу ради,</w:t>
      </w:r>
      <w:r w:rsidRPr="00457B93">
        <w:t xml:space="preserve"> голос міського голови не враховується</w:t>
      </w:r>
      <w:r>
        <w:t xml:space="preserve">) </w:t>
      </w:r>
      <w:r w:rsidRPr="00EF57F9">
        <w:t>за результатами голосування (додається).</w:t>
      </w:r>
    </w:p>
    <w:p w:rsidR="002D5BF9" w:rsidRPr="00EF57F9" w:rsidRDefault="002D5BF9" w:rsidP="003C00F9">
      <w:pPr>
        <w:pStyle w:val="NoSpacing"/>
      </w:pPr>
      <w:r>
        <w:t>за – 17</w:t>
      </w:r>
    </w:p>
    <w:p w:rsidR="002D5BF9" w:rsidRPr="00EF57F9" w:rsidRDefault="002D5BF9" w:rsidP="003C00F9">
      <w:pPr>
        <w:pStyle w:val="NoSpacing"/>
      </w:pPr>
      <w:r>
        <w:t>проти – 0</w:t>
      </w:r>
      <w:r w:rsidRPr="00EF57F9">
        <w:t xml:space="preserve"> </w:t>
      </w:r>
    </w:p>
    <w:p w:rsidR="002D5BF9" w:rsidRPr="00EF57F9" w:rsidRDefault="002D5BF9" w:rsidP="003C00F9">
      <w:pPr>
        <w:pStyle w:val="NoSpacing"/>
      </w:pPr>
      <w:r>
        <w:t>утримався – 0</w:t>
      </w:r>
    </w:p>
    <w:p w:rsidR="002D5BF9" w:rsidRPr="00EF57F9" w:rsidRDefault="002D5BF9" w:rsidP="003C00F9">
      <w:pPr>
        <w:pStyle w:val="NoSpacing"/>
      </w:pPr>
      <w:r w:rsidRPr="00EF57F9">
        <w:t xml:space="preserve">не голосували – </w:t>
      </w:r>
      <w:r>
        <w:t>2</w:t>
      </w:r>
    </w:p>
    <w:p w:rsidR="002D5BF9" w:rsidRDefault="002D5BF9" w:rsidP="003C00F9">
      <w:pPr>
        <w:pStyle w:val="NoSpacing"/>
      </w:pPr>
      <w:r w:rsidRPr="00EF57F9">
        <w:t>відсутні –</w:t>
      </w:r>
      <w:r>
        <w:t>7</w:t>
      </w:r>
      <w:r w:rsidRPr="00EF57F9">
        <w:t>(додаються).</w:t>
      </w:r>
    </w:p>
    <w:p w:rsidR="002D5BF9" w:rsidRDefault="002D5BF9" w:rsidP="003C00F9">
      <w:pPr>
        <w:pStyle w:val="NoSpacing"/>
        <w:rPr>
          <w:b/>
        </w:rPr>
      </w:pPr>
    </w:p>
    <w:p w:rsidR="002D5BF9" w:rsidRDefault="002D5BF9" w:rsidP="003C00F9">
      <w:pPr>
        <w:pStyle w:val="NoSpacing"/>
      </w:pPr>
      <w:r>
        <w:rPr>
          <w:b/>
        </w:rPr>
        <w:t>79.</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3C00F9" w:rsidRDefault="002D5BF9" w:rsidP="003C00F9">
      <w:pPr>
        <w:pStyle w:val="NoSpacing"/>
        <w:rPr>
          <w:b/>
        </w:rPr>
      </w:pPr>
      <w:r>
        <w:tab/>
      </w:r>
      <w:r w:rsidRPr="003C00F9">
        <w:rPr>
          <w:b/>
        </w:rPr>
        <w:t>Про надання дозволу на виготовлення технічної документації щодо встановлення меж земельної ділянки в натурі (на місцевості) у власність КУБІНЕЦЬ О.М.</w:t>
      </w:r>
    </w:p>
    <w:p w:rsidR="002D5BF9" w:rsidRPr="00692AA6" w:rsidRDefault="002D5BF9" w:rsidP="000F53C2">
      <w:pPr>
        <w:pStyle w:val="NoSpacing"/>
        <w:outlineLvl w:val="0"/>
        <w:rPr>
          <w:b/>
        </w:rPr>
      </w:pPr>
      <w:r w:rsidRPr="00692AA6">
        <w:rPr>
          <w:b/>
        </w:rPr>
        <w:t>ІНФОРМУВАЛА:</w:t>
      </w:r>
    </w:p>
    <w:p w:rsidR="002D5BF9" w:rsidRDefault="002D5BF9" w:rsidP="003C00F9">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3C00F9">
      <w:pPr>
        <w:pStyle w:val="NoSpacing"/>
      </w:pPr>
      <w:r w:rsidRPr="00D87BE4">
        <w:rPr>
          <w:b/>
        </w:rPr>
        <w:t>Вирішили:</w:t>
      </w:r>
      <w:r>
        <w:t xml:space="preserve"> Рішення №737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3C00F9">
      <w:pPr>
        <w:pStyle w:val="NoSpacing"/>
      </w:pPr>
      <w:r>
        <w:t>за – 18</w:t>
      </w:r>
    </w:p>
    <w:p w:rsidR="002D5BF9" w:rsidRPr="00EF57F9" w:rsidRDefault="002D5BF9" w:rsidP="003C00F9">
      <w:pPr>
        <w:pStyle w:val="NoSpacing"/>
      </w:pPr>
      <w:r>
        <w:t>проти – 0</w:t>
      </w:r>
      <w:r w:rsidRPr="00EF57F9">
        <w:t xml:space="preserve"> </w:t>
      </w:r>
    </w:p>
    <w:p w:rsidR="002D5BF9" w:rsidRPr="00EF57F9" w:rsidRDefault="002D5BF9" w:rsidP="003C00F9">
      <w:pPr>
        <w:pStyle w:val="NoSpacing"/>
      </w:pPr>
      <w:r>
        <w:t>утримався – 0</w:t>
      </w:r>
    </w:p>
    <w:p w:rsidR="002D5BF9" w:rsidRPr="00EF57F9" w:rsidRDefault="002D5BF9" w:rsidP="003C00F9">
      <w:pPr>
        <w:pStyle w:val="NoSpacing"/>
      </w:pPr>
      <w:r w:rsidRPr="00EF57F9">
        <w:t xml:space="preserve">не голосували – </w:t>
      </w:r>
      <w:r>
        <w:t>1</w:t>
      </w:r>
    </w:p>
    <w:p w:rsidR="002D5BF9" w:rsidRDefault="002D5BF9" w:rsidP="003C00F9">
      <w:pPr>
        <w:pStyle w:val="NoSpacing"/>
      </w:pPr>
      <w:r w:rsidRPr="00EF57F9">
        <w:t>відсутні –</w:t>
      </w:r>
      <w:r>
        <w:t>8</w:t>
      </w:r>
      <w:r w:rsidRPr="00EF57F9">
        <w:t>(додаються).</w:t>
      </w:r>
    </w:p>
    <w:p w:rsidR="002D5BF9" w:rsidRDefault="002D5BF9" w:rsidP="003C00F9">
      <w:pPr>
        <w:pStyle w:val="NoSpacing"/>
      </w:pPr>
    </w:p>
    <w:p w:rsidR="002D5BF9" w:rsidRDefault="002D5BF9" w:rsidP="003C00F9">
      <w:pPr>
        <w:pStyle w:val="NoSpacing"/>
      </w:pPr>
      <w:r>
        <w:rPr>
          <w:b/>
        </w:rPr>
        <w:t>80.</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3C00F9" w:rsidRDefault="002D5BF9" w:rsidP="003C00F9">
      <w:pPr>
        <w:pStyle w:val="NoSpacing"/>
        <w:rPr>
          <w:b/>
        </w:rPr>
      </w:pPr>
      <w:r>
        <w:tab/>
      </w:r>
      <w:r w:rsidRPr="003C00F9">
        <w:rPr>
          <w:b/>
        </w:rPr>
        <w:t>Про надання дозволу на виготовлення технічної документації щодо встановлення меж земельної ділянки в натурі (на місцевості) у власність ПЛОХОТНІКОВІЙ О.О. та ПЛОХОТНІКОВУ В.М.</w:t>
      </w:r>
    </w:p>
    <w:p w:rsidR="002D5BF9" w:rsidRPr="003C00F9" w:rsidRDefault="002D5BF9" w:rsidP="000F53C2">
      <w:pPr>
        <w:pStyle w:val="NoSpacing"/>
        <w:outlineLvl w:val="0"/>
      </w:pPr>
      <w:r w:rsidRPr="00692AA6">
        <w:rPr>
          <w:b/>
        </w:rPr>
        <w:t>ІНФОРМУВАЛА:</w:t>
      </w:r>
    </w:p>
    <w:p w:rsidR="002D5BF9" w:rsidRDefault="002D5BF9" w:rsidP="003C00F9">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3C00F9">
      <w:pPr>
        <w:pStyle w:val="NoSpacing"/>
      </w:pPr>
      <w:r w:rsidRPr="00D87BE4">
        <w:rPr>
          <w:b/>
        </w:rPr>
        <w:t>Вирішили:</w:t>
      </w:r>
      <w:r>
        <w:t xml:space="preserve"> Рішення №738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3C00F9">
      <w:pPr>
        <w:pStyle w:val="NoSpacing"/>
      </w:pPr>
      <w:r>
        <w:t>за – 17</w:t>
      </w:r>
    </w:p>
    <w:p w:rsidR="002D5BF9" w:rsidRPr="00EF57F9" w:rsidRDefault="002D5BF9" w:rsidP="003C00F9">
      <w:pPr>
        <w:pStyle w:val="NoSpacing"/>
      </w:pPr>
      <w:r>
        <w:t>проти – 0</w:t>
      </w:r>
      <w:r w:rsidRPr="00EF57F9">
        <w:t xml:space="preserve"> </w:t>
      </w:r>
    </w:p>
    <w:p w:rsidR="002D5BF9" w:rsidRPr="00EF57F9" w:rsidRDefault="002D5BF9" w:rsidP="003C00F9">
      <w:pPr>
        <w:pStyle w:val="NoSpacing"/>
      </w:pPr>
      <w:r>
        <w:t>утримався – 0</w:t>
      </w:r>
    </w:p>
    <w:p w:rsidR="002D5BF9" w:rsidRPr="00EF57F9" w:rsidRDefault="002D5BF9" w:rsidP="003C00F9">
      <w:pPr>
        <w:pStyle w:val="NoSpacing"/>
      </w:pPr>
      <w:r w:rsidRPr="00EF57F9">
        <w:t xml:space="preserve">не голосували – </w:t>
      </w:r>
      <w:r>
        <w:t>3</w:t>
      </w:r>
    </w:p>
    <w:p w:rsidR="002D5BF9" w:rsidRDefault="002D5BF9" w:rsidP="003C00F9">
      <w:pPr>
        <w:pStyle w:val="NoSpacing"/>
      </w:pPr>
      <w:r w:rsidRPr="00EF57F9">
        <w:t>відсутні –</w:t>
      </w:r>
      <w:r>
        <w:t>7</w:t>
      </w:r>
      <w:r w:rsidRPr="00EF57F9">
        <w:t xml:space="preserve"> (додаються).</w:t>
      </w:r>
    </w:p>
    <w:p w:rsidR="002D5BF9" w:rsidRDefault="002D5BF9" w:rsidP="003C00F9">
      <w:pPr>
        <w:pStyle w:val="NoSpacing"/>
      </w:pPr>
      <w:r>
        <w:rPr>
          <w:b/>
        </w:rPr>
        <w:t>81.</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3C00F9" w:rsidRDefault="002D5BF9" w:rsidP="003C00F9">
      <w:pPr>
        <w:pStyle w:val="NoSpacing"/>
        <w:rPr>
          <w:b/>
        </w:rPr>
      </w:pPr>
      <w:r>
        <w:tab/>
      </w:r>
      <w:r w:rsidRPr="003C00F9">
        <w:rPr>
          <w:b/>
        </w:rPr>
        <w:t>Про надання дозволу на виготовлення технічної документації щодо встановлення меж земельної ділянки в натурі (на місцевості) у власність ФЕДОРОВУ Д.В.</w:t>
      </w:r>
    </w:p>
    <w:p w:rsidR="002D5BF9" w:rsidRPr="003C00F9" w:rsidRDefault="002D5BF9" w:rsidP="000F53C2">
      <w:pPr>
        <w:pStyle w:val="NoSpacing"/>
        <w:outlineLvl w:val="0"/>
      </w:pPr>
      <w:r w:rsidRPr="00692AA6">
        <w:rPr>
          <w:b/>
        </w:rPr>
        <w:t>ІНФОРМУВАЛА:</w:t>
      </w:r>
    </w:p>
    <w:p w:rsidR="002D5BF9" w:rsidRDefault="002D5BF9" w:rsidP="003C00F9">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3C00F9">
      <w:pPr>
        <w:pStyle w:val="NoSpacing"/>
      </w:pPr>
      <w:r w:rsidRPr="00D87BE4">
        <w:rPr>
          <w:b/>
        </w:rPr>
        <w:t>Вирішили:</w:t>
      </w:r>
      <w:r>
        <w:t xml:space="preserve"> Рішення №739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3C00F9">
      <w:pPr>
        <w:pStyle w:val="NoSpacing"/>
      </w:pPr>
      <w:r>
        <w:t>за – 19</w:t>
      </w:r>
    </w:p>
    <w:p w:rsidR="002D5BF9" w:rsidRPr="00EF57F9" w:rsidRDefault="002D5BF9" w:rsidP="003C00F9">
      <w:pPr>
        <w:pStyle w:val="NoSpacing"/>
      </w:pPr>
      <w:r>
        <w:t>проти – 0</w:t>
      </w:r>
      <w:r w:rsidRPr="00EF57F9">
        <w:t xml:space="preserve"> </w:t>
      </w:r>
    </w:p>
    <w:p w:rsidR="002D5BF9" w:rsidRPr="00EF57F9" w:rsidRDefault="002D5BF9" w:rsidP="003C00F9">
      <w:pPr>
        <w:pStyle w:val="NoSpacing"/>
      </w:pPr>
      <w:r>
        <w:t>утримався – 0</w:t>
      </w:r>
    </w:p>
    <w:p w:rsidR="002D5BF9" w:rsidRPr="00EF57F9" w:rsidRDefault="002D5BF9" w:rsidP="003C00F9">
      <w:pPr>
        <w:pStyle w:val="NoSpacing"/>
      </w:pPr>
      <w:r w:rsidRPr="00EF57F9">
        <w:t xml:space="preserve">не голосували – </w:t>
      </w:r>
      <w:r>
        <w:t>1</w:t>
      </w:r>
    </w:p>
    <w:p w:rsidR="002D5BF9" w:rsidRDefault="002D5BF9" w:rsidP="003C00F9">
      <w:pPr>
        <w:pStyle w:val="NoSpacing"/>
      </w:pPr>
      <w:r w:rsidRPr="00EF57F9">
        <w:t>відсутні –</w:t>
      </w:r>
      <w:r>
        <w:t>7</w:t>
      </w:r>
      <w:r w:rsidRPr="00EF57F9">
        <w:t xml:space="preserve"> (додаються).</w:t>
      </w:r>
    </w:p>
    <w:p w:rsidR="002D5BF9" w:rsidRDefault="002D5BF9" w:rsidP="00050527">
      <w:pPr>
        <w:pStyle w:val="NoSpacing"/>
        <w:rPr>
          <w:b/>
        </w:rPr>
      </w:pPr>
    </w:p>
    <w:p w:rsidR="002D5BF9" w:rsidRDefault="002D5BF9" w:rsidP="00CC7CB2">
      <w:pPr>
        <w:pStyle w:val="NoSpacing"/>
      </w:pPr>
      <w:r>
        <w:rPr>
          <w:b/>
        </w:rPr>
        <w:t>82.</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CC7CB2" w:rsidRDefault="002D5BF9" w:rsidP="00CC7CB2">
      <w:pPr>
        <w:pStyle w:val="NoSpacing"/>
        <w:rPr>
          <w:b/>
        </w:rPr>
      </w:pPr>
      <w:r>
        <w:tab/>
      </w:r>
      <w:r w:rsidRPr="00CC7CB2">
        <w:rPr>
          <w:b/>
        </w:rPr>
        <w:t>Про надання дозволу на виготовлення технічної документації щодо встановлення меж земельної ділянки в натурі (на місцевості) у власність КРАВЦЮ І.І.</w:t>
      </w:r>
    </w:p>
    <w:p w:rsidR="002D5BF9" w:rsidRPr="003C00F9" w:rsidRDefault="002D5BF9" w:rsidP="000F53C2">
      <w:pPr>
        <w:pStyle w:val="NoSpacing"/>
        <w:outlineLvl w:val="0"/>
      </w:pPr>
      <w:r w:rsidRPr="00692AA6">
        <w:rPr>
          <w:b/>
        </w:rPr>
        <w:t>ІНФОРМУВАЛА:</w:t>
      </w:r>
    </w:p>
    <w:p w:rsidR="002D5BF9" w:rsidRDefault="002D5BF9" w:rsidP="00CC7CB2">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CC7CB2">
      <w:pPr>
        <w:pStyle w:val="NoSpacing"/>
      </w:pPr>
      <w:r w:rsidRPr="00D87BE4">
        <w:rPr>
          <w:b/>
        </w:rPr>
        <w:t>Вирішили:</w:t>
      </w:r>
      <w:r>
        <w:t xml:space="preserve"> Рішення №740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CC7CB2">
      <w:pPr>
        <w:pStyle w:val="NoSpacing"/>
      </w:pPr>
      <w:r>
        <w:t>за – 18</w:t>
      </w:r>
    </w:p>
    <w:p w:rsidR="002D5BF9" w:rsidRPr="00EF57F9" w:rsidRDefault="002D5BF9" w:rsidP="00CC7CB2">
      <w:pPr>
        <w:pStyle w:val="NoSpacing"/>
      </w:pPr>
      <w:r>
        <w:t>проти – 0</w:t>
      </w:r>
      <w:r w:rsidRPr="00EF57F9">
        <w:t xml:space="preserve"> </w:t>
      </w:r>
    </w:p>
    <w:p w:rsidR="002D5BF9" w:rsidRPr="00EF57F9" w:rsidRDefault="002D5BF9" w:rsidP="00CC7CB2">
      <w:pPr>
        <w:pStyle w:val="NoSpacing"/>
      </w:pPr>
      <w:r>
        <w:t>утримався – 0</w:t>
      </w:r>
    </w:p>
    <w:p w:rsidR="002D5BF9" w:rsidRPr="00EF57F9" w:rsidRDefault="002D5BF9" w:rsidP="00CC7CB2">
      <w:pPr>
        <w:pStyle w:val="NoSpacing"/>
      </w:pPr>
      <w:r w:rsidRPr="00EF57F9">
        <w:t xml:space="preserve">не голосували – </w:t>
      </w:r>
      <w:r>
        <w:t>2</w:t>
      </w:r>
    </w:p>
    <w:p w:rsidR="002D5BF9" w:rsidRDefault="002D5BF9" w:rsidP="00CC7CB2">
      <w:pPr>
        <w:pStyle w:val="NoSpacing"/>
      </w:pPr>
      <w:r w:rsidRPr="00EF57F9">
        <w:t>відсутні –</w:t>
      </w:r>
      <w:r>
        <w:t>7</w:t>
      </w:r>
      <w:r w:rsidRPr="00EF57F9">
        <w:t xml:space="preserve"> (додаються).</w:t>
      </w:r>
    </w:p>
    <w:p w:rsidR="002D5BF9" w:rsidRDefault="002D5BF9" w:rsidP="00CC7CB2">
      <w:pPr>
        <w:pStyle w:val="NoSpacing"/>
      </w:pPr>
    </w:p>
    <w:p w:rsidR="002D5BF9" w:rsidRDefault="002D5BF9" w:rsidP="00D618D8">
      <w:pPr>
        <w:pStyle w:val="NoSpacing"/>
      </w:pPr>
      <w:r>
        <w:rPr>
          <w:b/>
        </w:rPr>
        <w:t>83.</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D618D8" w:rsidRDefault="002D5BF9" w:rsidP="00D618D8">
      <w:pPr>
        <w:pStyle w:val="NoSpacing"/>
        <w:rPr>
          <w:b/>
        </w:rPr>
      </w:pPr>
      <w:r>
        <w:tab/>
      </w:r>
      <w:r w:rsidRPr="00D618D8">
        <w:rPr>
          <w:b/>
        </w:rPr>
        <w:t>Про надання дозволу на виготовлення технічної документації щодо встановлення меж земельної ділянки в натурі (на місцевості) у власність КРАВЕЦЬ М.В.</w:t>
      </w:r>
    </w:p>
    <w:p w:rsidR="002D5BF9" w:rsidRPr="003C00F9" w:rsidRDefault="002D5BF9" w:rsidP="000F53C2">
      <w:pPr>
        <w:pStyle w:val="NoSpacing"/>
        <w:outlineLvl w:val="0"/>
      </w:pPr>
      <w:r w:rsidRPr="00692AA6">
        <w:rPr>
          <w:b/>
        </w:rPr>
        <w:t>ІНФОРМУВАЛА:</w:t>
      </w:r>
    </w:p>
    <w:p w:rsidR="002D5BF9" w:rsidRDefault="002D5BF9" w:rsidP="00D618D8">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D618D8">
      <w:pPr>
        <w:pStyle w:val="NoSpacing"/>
      </w:pPr>
      <w:r w:rsidRPr="00D87BE4">
        <w:rPr>
          <w:b/>
        </w:rPr>
        <w:t>Вирішили:</w:t>
      </w:r>
      <w:r>
        <w:t xml:space="preserve"> Рішення №741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D618D8">
      <w:pPr>
        <w:pStyle w:val="NoSpacing"/>
      </w:pPr>
      <w:r>
        <w:t>за – 19</w:t>
      </w:r>
    </w:p>
    <w:p w:rsidR="002D5BF9" w:rsidRPr="00EF57F9" w:rsidRDefault="002D5BF9" w:rsidP="00D618D8">
      <w:pPr>
        <w:pStyle w:val="NoSpacing"/>
      </w:pPr>
      <w:r>
        <w:t>проти – 0</w:t>
      </w:r>
      <w:r w:rsidRPr="00EF57F9">
        <w:t xml:space="preserve"> </w:t>
      </w:r>
    </w:p>
    <w:p w:rsidR="002D5BF9" w:rsidRPr="00EF57F9" w:rsidRDefault="002D5BF9" w:rsidP="00D618D8">
      <w:pPr>
        <w:pStyle w:val="NoSpacing"/>
      </w:pPr>
      <w:r>
        <w:t>утримався – 0</w:t>
      </w:r>
    </w:p>
    <w:p w:rsidR="002D5BF9" w:rsidRPr="00EF57F9" w:rsidRDefault="002D5BF9" w:rsidP="00D618D8">
      <w:pPr>
        <w:pStyle w:val="NoSpacing"/>
      </w:pPr>
      <w:r w:rsidRPr="00EF57F9">
        <w:t xml:space="preserve">не голосували – </w:t>
      </w:r>
      <w:r>
        <w:t>1</w:t>
      </w:r>
    </w:p>
    <w:p w:rsidR="002D5BF9" w:rsidRDefault="002D5BF9" w:rsidP="00D618D8">
      <w:pPr>
        <w:pStyle w:val="NoSpacing"/>
      </w:pPr>
      <w:r w:rsidRPr="00EF57F9">
        <w:t>відсутні –</w:t>
      </w:r>
      <w:r>
        <w:t>7</w:t>
      </w:r>
      <w:r w:rsidRPr="00EF57F9">
        <w:t xml:space="preserve"> (додаються).</w:t>
      </w:r>
    </w:p>
    <w:p w:rsidR="002D5BF9" w:rsidRDefault="002D5BF9" w:rsidP="00050527">
      <w:pPr>
        <w:pStyle w:val="NoSpacing"/>
        <w:rPr>
          <w:b/>
        </w:rPr>
      </w:pPr>
    </w:p>
    <w:p w:rsidR="002D5BF9" w:rsidRDefault="002D5BF9" w:rsidP="00D618D8">
      <w:pPr>
        <w:pStyle w:val="NoSpacing"/>
      </w:pPr>
      <w:r>
        <w:rPr>
          <w:b/>
        </w:rPr>
        <w:t>84.</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D618D8" w:rsidRDefault="002D5BF9" w:rsidP="00D618D8">
      <w:pPr>
        <w:pStyle w:val="NoSpacing"/>
        <w:rPr>
          <w:b/>
        </w:rPr>
      </w:pPr>
      <w:r>
        <w:tab/>
        <w:t>Про надання дозволу на виготовлення технічної документації щодо встановлення меж земельної ділянки в натурі (на місцевості) у власність АДЖАМСЬКІЙ В.О.</w:t>
      </w:r>
    </w:p>
    <w:p w:rsidR="002D5BF9" w:rsidRPr="003C00F9" w:rsidRDefault="002D5BF9" w:rsidP="000F53C2">
      <w:pPr>
        <w:pStyle w:val="NoSpacing"/>
        <w:outlineLvl w:val="0"/>
      </w:pPr>
      <w:r w:rsidRPr="00692AA6">
        <w:rPr>
          <w:b/>
        </w:rPr>
        <w:t>ІНФОРМУВАЛА:</w:t>
      </w:r>
    </w:p>
    <w:p w:rsidR="002D5BF9" w:rsidRDefault="002D5BF9" w:rsidP="00D618D8">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D618D8">
      <w:pPr>
        <w:pStyle w:val="NoSpacing"/>
      </w:pPr>
      <w:r w:rsidRPr="00D87BE4">
        <w:rPr>
          <w:b/>
        </w:rPr>
        <w:t>Вирішили:</w:t>
      </w:r>
      <w:r>
        <w:t xml:space="preserve"> Рішення №742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D618D8">
      <w:pPr>
        <w:pStyle w:val="NoSpacing"/>
      </w:pPr>
      <w:r>
        <w:t>за – 19</w:t>
      </w:r>
    </w:p>
    <w:p w:rsidR="002D5BF9" w:rsidRPr="00EF57F9" w:rsidRDefault="002D5BF9" w:rsidP="00D618D8">
      <w:pPr>
        <w:pStyle w:val="NoSpacing"/>
      </w:pPr>
      <w:r>
        <w:t>проти – 0</w:t>
      </w:r>
      <w:r w:rsidRPr="00EF57F9">
        <w:t xml:space="preserve"> </w:t>
      </w:r>
    </w:p>
    <w:p w:rsidR="002D5BF9" w:rsidRPr="00EF57F9" w:rsidRDefault="002D5BF9" w:rsidP="00D618D8">
      <w:pPr>
        <w:pStyle w:val="NoSpacing"/>
      </w:pPr>
      <w:r>
        <w:t>утримався – 0</w:t>
      </w:r>
    </w:p>
    <w:p w:rsidR="002D5BF9" w:rsidRPr="00EF57F9" w:rsidRDefault="002D5BF9" w:rsidP="00D618D8">
      <w:pPr>
        <w:pStyle w:val="NoSpacing"/>
      </w:pPr>
      <w:r w:rsidRPr="00EF57F9">
        <w:t xml:space="preserve">не голосували – </w:t>
      </w:r>
      <w:r>
        <w:t>1</w:t>
      </w:r>
    </w:p>
    <w:p w:rsidR="002D5BF9" w:rsidRDefault="002D5BF9" w:rsidP="00D618D8">
      <w:pPr>
        <w:pStyle w:val="NoSpacing"/>
      </w:pPr>
      <w:r w:rsidRPr="00EF57F9">
        <w:t>відсутні –</w:t>
      </w:r>
      <w:r>
        <w:t>7</w:t>
      </w:r>
      <w:r w:rsidRPr="00EF57F9">
        <w:t xml:space="preserve"> (додаються).</w:t>
      </w:r>
    </w:p>
    <w:p w:rsidR="002D5BF9" w:rsidRDefault="002D5BF9" w:rsidP="00D618D8">
      <w:pPr>
        <w:pStyle w:val="NoSpacing"/>
      </w:pPr>
      <w:r>
        <w:rPr>
          <w:b/>
        </w:rPr>
        <w:t>85.</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A30DCA" w:rsidRDefault="002D5BF9" w:rsidP="00D618D8">
      <w:pPr>
        <w:pStyle w:val="NoSpacing"/>
        <w:rPr>
          <w:b/>
        </w:rPr>
      </w:pPr>
      <w:r>
        <w:tab/>
      </w:r>
      <w:r w:rsidRPr="00A30DCA">
        <w:rPr>
          <w:b/>
        </w:rPr>
        <w:t>Про надання дозволу на виготовлення технічної документації щодо встановлення меж земельної ділянки в натурі (на місцевості) у власність ГАФИЧУ С.В.</w:t>
      </w:r>
    </w:p>
    <w:p w:rsidR="002D5BF9" w:rsidRPr="003C00F9" w:rsidRDefault="002D5BF9" w:rsidP="000F53C2">
      <w:pPr>
        <w:pStyle w:val="NoSpacing"/>
        <w:outlineLvl w:val="0"/>
      </w:pPr>
      <w:r w:rsidRPr="00692AA6">
        <w:rPr>
          <w:b/>
        </w:rPr>
        <w:t>ІНФОРМУВАЛА:</w:t>
      </w:r>
    </w:p>
    <w:p w:rsidR="002D5BF9" w:rsidRDefault="002D5BF9" w:rsidP="00D618D8">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D618D8">
      <w:pPr>
        <w:pStyle w:val="NoSpacing"/>
      </w:pPr>
      <w:r w:rsidRPr="00D87BE4">
        <w:rPr>
          <w:b/>
        </w:rPr>
        <w:t>Вирішили:</w:t>
      </w:r>
      <w:r>
        <w:t xml:space="preserve"> Рішення №743 прийнято  за основу</w:t>
      </w:r>
      <w:r>
        <w:rPr>
          <w:lang w:val="ru-RU"/>
        </w:rPr>
        <w:t>, зі змінами</w:t>
      </w:r>
      <w:r>
        <w:t xml:space="preserve"> і в </w:t>
      </w:r>
      <w:r w:rsidRPr="00EF57F9">
        <w:t>цілому</w:t>
      </w:r>
      <w:r>
        <w:t xml:space="preserve"> </w:t>
      </w:r>
      <w:r w:rsidRPr="00EF57F9">
        <w:t>за результатами голосування (додається).</w:t>
      </w:r>
    </w:p>
    <w:p w:rsidR="002D5BF9" w:rsidRPr="00EF57F9" w:rsidRDefault="002D5BF9" w:rsidP="00D618D8">
      <w:pPr>
        <w:pStyle w:val="NoSpacing"/>
      </w:pPr>
      <w:r>
        <w:t>за – 18</w:t>
      </w:r>
    </w:p>
    <w:p w:rsidR="002D5BF9" w:rsidRPr="00EF57F9" w:rsidRDefault="002D5BF9" w:rsidP="00D618D8">
      <w:pPr>
        <w:pStyle w:val="NoSpacing"/>
      </w:pPr>
      <w:r>
        <w:t>проти – 0</w:t>
      </w:r>
      <w:r w:rsidRPr="00EF57F9">
        <w:t xml:space="preserve"> </w:t>
      </w:r>
    </w:p>
    <w:p w:rsidR="002D5BF9" w:rsidRPr="00EF57F9" w:rsidRDefault="002D5BF9" w:rsidP="00D618D8">
      <w:pPr>
        <w:pStyle w:val="NoSpacing"/>
      </w:pPr>
      <w:r>
        <w:t>утримався – 0</w:t>
      </w:r>
    </w:p>
    <w:p w:rsidR="002D5BF9" w:rsidRPr="00EF57F9" w:rsidRDefault="002D5BF9" w:rsidP="00D618D8">
      <w:pPr>
        <w:pStyle w:val="NoSpacing"/>
      </w:pPr>
      <w:r w:rsidRPr="00EF57F9">
        <w:t>не голосували –</w:t>
      </w:r>
      <w:r>
        <w:t>2</w:t>
      </w:r>
    </w:p>
    <w:p w:rsidR="002D5BF9" w:rsidRDefault="002D5BF9" w:rsidP="00D618D8">
      <w:pPr>
        <w:pStyle w:val="NoSpacing"/>
        <w:rPr>
          <w:lang w:val="ru-RU"/>
        </w:rPr>
      </w:pPr>
      <w:r w:rsidRPr="00EF57F9">
        <w:t>відсутні –</w:t>
      </w:r>
      <w:r>
        <w:t>7</w:t>
      </w:r>
      <w:r w:rsidRPr="00EF57F9">
        <w:t xml:space="preserve"> (додаються).</w:t>
      </w:r>
    </w:p>
    <w:p w:rsidR="002D5BF9" w:rsidRPr="00D25BCF" w:rsidRDefault="002D5BF9" w:rsidP="00D618D8">
      <w:pPr>
        <w:pStyle w:val="NoSpacing"/>
        <w:rPr>
          <w:lang w:val="ru-RU"/>
        </w:rPr>
      </w:pPr>
    </w:p>
    <w:p w:rsidR="002D5BF9" w:rsidRDefault="002D5BF9" w:rsidP="00D25BCF">
      <w:pPr>
        <w:pStyle w:val="NoSpacing"/>
        <w:rPr>
          <w:lang w:val="ru-RU"/>
        </w:rPr>
      </w:pPr>
      <w:r>
        <w:rPr>
          <w:b/>
        </w:rPr>
        <w:t>8</w:t>
      </w:r>
      <w:r>
        <w:rPr>
          <w:b/>
          <w:lang w:val="ru-RU"/>
        </w:rPr>
        <w:t>6</w:t>
      </w:r>
      <w:r>
        <w:rPr>
          <w:b/>
        </w:rPr>
        <w:t>.</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D25BCF" w:rsidRDefault="002D5BF9" w:rsidP="00D25BCF">
      <w:pPr>
        <w:pStyle w:val="NoSpacing"/>
        <w:rPr>
          <w:b/>
        </w:rPr>
      </w:pPr>
      <w:r>
        <w:tab/>
      </w:r>
      <w:r w:rsidRPr="00D25BCF">
        <w:rPr>
          <w:b/>
        </w:rPr>
        <w:t>Про уточнення площі та затвердження технічних документацій щодо встановлення меж земельної ділянки в натурі (на місцевості) у власність та оренду.</w:t>
      </w:r>
    </w:p>
    <w:p w:rsidR="002D5BF9" w:rsidRPr="003C00F9" w:rsidRDefault="002D5BF9" w:rsidP="000F53C2">
      <w:pPr>
        <w:pStyle w:val="NoSpacing"/>
        <w:outlineLvl w:val="0"/>
      </w:pPr>
      <w:r w:rsidRPr="00692AA6">
        <w:rPr>
          <w:b/>
        </w:rPr>
        <w:t>ІНФОРМУВАЛА:</w:t>
      </w:r>
    </w:p>
    <w:p w:rsidR="002D5BF9" w:rsidRDefault="002D5BF9" w:rsidP="00D25BCF">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D25BCF">
      <w:pPr>
        <w:pStyle w:val="NoSpacing"/>
      </w:pPr>
      <w:r w:rsidRPr="00D87BE4">
        <w:rPr>
          <w:b/>
        </w:rPr>
        <w:t>Вирішили:</w:t>
      </w:r>
      <w:r>
        <w:t xml:space="preserve"> Рішення №744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D25BCF">
      <w:pPr>
        <w:pStyle w:val="NoSpacing"/>
      </w:pPr>
      <w:r>
        <w:t>за – 17</w:t>
      </w:r>
    </w:p>
    <w:p w:rsidR="002D5BF9" w:rsidRPr="00EF57F9" w:rsidRDefault="002D5BF9" w:rsidP="00D25BCF">
      <w:pPr>
        <w:pStyle w:val="NoSpacing"/>
      </w:pPr>
      <w:r>
        <w:t>проти – 0</w:t>
      </w:r>
      <w:r w:rsidRPr="00EF57F9">
        <w:t xml:space="preserve"> </w:t>
      </w:r>
    </w:p>
    <w:p w:rsidR="002D5BF9" w:rsidRPr="00EF57F9" w:rsidRDefault="002D5BF9" w:rsidP="00D25BCF">
      <w:pPr>
        <w:pStyle w:val="NoSpacing"/>
      </w:pPr>
      <w:r>
        <w:t>утримався – 0</w:t>
      </w:r>
    </w:p>
    <w:p w:rsidR="002D5BF9" w:rsidRPr="00EF57F9" w:rsidRDefault="002D5BF9" w:rsidP="00D25BCF">
      <w:pPr>
        <w:pStyle w:val="NoSpacing"/>
      </w:pPr>
      <w:r w:rsidRPr="00EF57F9">
        <w:t xml:space="preserve">не голосували – </w:t>
      </w:r>
      <w:r>
        <w:t>4</w:t>
      </w:r>
    </w:p>
    <w:p w:rsidR="002D5BF9" w:rsidRDefault="002D5BF9" w:rsidP="00D25BCF">
      <w:pPr>
        <w:pStyle w:val="NoSpacing"/>
      </w:pPr>
      <w:r w:rsidRPr="00EF57F9">
        <w:t>відсутні –</w:t>
      </w:r>
      <w:r>
        <w:t>6</w:t>
      </w:r>
      <w:r w:rsidRPr="00EF57F9">
        <w:t xml:space="preserve"> (додаються).</w:t>
      </w:r>
    </w:p>
    <w:p w:rsidR="002D5BF9" w:rsidRDefault="002D5BF9" w:rsidP="00D25BCF">
      <w:pPr>
        <w:pStyle w:val="NoSpacing"/>
        <w:rPr>
          <w:b/>
        </w:rPr>
      </w:pPr>
    </w:p>
    <w:p w:rsidR="002D5BF9" w:rsidRDefault="002D5BF9" w:rsidP="00993ACF">
      <w:pPr>
        <w:pStyle w:val="NoSpacing"/>
      </w:pPr>
      <w:r>
        <w:rPr>
          <w:b/>
        </w:rPr>
        <w:t>8</w:t>
      </w:r>
      <w:r w:rsidRPr="004E7649">
        <w:rPr>
          <w:b/>
        </w:rPr>
        <w:t>7</w:t>
      </w:r>
      <w:r>
        <w:rPr>
          <w:b/>
        </w:rPr>
        <w:t>.</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4E7649" w:rsidRDefault="002D5BF9" w:rsidP="00993ACF">
      <w:pPr>
        <w:pStyle w:val="NoSpacing"/>
        <w:rPr>
          <w:b/>
        </w:rPr>
      </w:pPr>
      <w:r>
        <w:tab/>
      </w:r>
      <w:r w:rsidRPr="00993ACF">
        <w:rPr>
          <w:b/>
        </w:rPr>
        <w:t>Про затвердження технічної документації щодо встановлення меж земельної ділянки в натурі (на місцевості) у власність СЕМЕНКОВІЙ Т.М.</w:t>
      </w:r>
    </w:p>
    <w:p w:rsidR="002D5BF9" w:rsidRPr="003C00F9" w:rsidRDefault="002D5BF9" w:rsidP="000F53C2">
      <w:pPr>
        <w:pStyle w:val="NoSpacing"/>
        <w:outlineLvl w:val="0"/>
      </w:pPr>
      <w:r w:rsidRPr="00692AA6">
        <w:rPr>
          <w:b/>
        </w:rPr>
        <w:t>ІНФОРМУВАЛА:</w:t>
      </w:r>
    </w:p>
    <w:p w:rsidR="002D5BF9" w:rsidRDefault="002D5BF9" w:rsidP="00993ACF">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993ACF">
      <w:pPr>
        <w:pStyle w:val="NoSpacing"/>
      </w:pPr>
      <w:r w:rsidRPr="00D87BE4">
        <w:rPr>
          <w:b/>
        </w:rPr>
        <w:t>Вирішили:</w:t>
      </w:r>
      <w:r>
        <w:t xml:space="preserve"> Рішення №745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993ACF">
      <w:pPr>
        <w:pStyle w:val="NoSpacing"/>
      </w:pPr>
      <w:r>
        <w:t>за – 19</w:t>
      </w:r>
    </w:p>
    <w:p w:rsidR="002D5BF9" w:rsidRPr="00EF57F9" w:rsidRDefault="002D5BF9" w:rsidP="00993ACF">
      <w:pPr>
        <w:pStyle w:val="NoSpacing"/>
      </w:pPr>
      <w:r>
        <w:t>проти – 0</w:t>
      </w:r>
      <w:r w:rsidRPr="00EF57F9">
        <w:t xml:space="preserve"> </w:t>
      </w:r>
    </w:p>
    <w:p w:rsidR="002D5BF9" w:rsidRPr="00EF57F9" w:rsidRDefault="002D5BF9" w:rsidP="00993ACF">
      <w:pPr>
        <w:pStyle w:val="NoSpacing"/>
      </w:pPr>
      <w:r>
        <w:t>утримався – 0</w:t>
      </w:r>
    </w:p>
    <w:p w:rsidR="002D5BF9" w:rsidRPr="00EF57F9" w:rsidRDefault="002D5BF9" w:rsidP="00993ACF">
      <w:pPr>
        <w:pStyle w:val="NoSpacing"/>
      </w:pPr>
      <w:r w:rsidRPr="00EF57F9">
        <w:t xml:space="preserve">не голосували – </w:t>
      </w:r>
      <w:r>
        <w:t>1</w:t>
      </w:r>
    </w:p>
    <w:p w:rsidR="002D5BF9" w:rsidRDefault="002D5BF9" w:rsidP="00993ACF">
      <w:pPr>
        <w:pStyle w:val="NoSpacing"/>
      </w:pPr>
      <w:r w:rsidRPr="00EF57F9">
        <w:t>відсутні –</w:t>
      </w:r>
      <w:r>
        <w:t>7</w:t>
      </w:r>
      <w:r w:rsidRPr="00EF57F9">
        <w:t xml:space="preserve"> (додаються).</w:t>
      </w:r>
    </w:p>
    <w:p w:rsidR="002D5BF9" w:rsidRDefault="002D5BF9" w:rsidP="00D618D8">
      <w:pPr>
        <w:pStyle w:val="NoSpacing"/>
        <w:rPr>
          <w:b/>
        </w:rPr>
      </w:pPr>
    </w:p>
    <w:p w:rsidR="002D5BF9" w:rsidRDefault="002D5BF9" w:rsidP="00993ACF">
      <w:pPr>
        <w:pStyle w:val="NoSpacing"/>
      </w:pPr>
      <w:r>
        <w:rPr>
          <w:b/>
        </w:rPr>
        <w:t>88.</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993ACF" w:rsidRDefault="002D5BF9" w:rsidP="00993ACF">
      <w:pPr>
        <w:pStyle w:val="NoSpacing"/>
        <w:rPr>
          <w:b/>
        </w:rPr>
      </w:pPr>
      <w:r>
        <w:tab/>
      </w:r>
      <w:r w:rsidRPr="00993ACF">
        <w:rPr>
          <w:b/>
        </w:rPr>
        <w:t>Про затвердження технічної документації щодо встановлення меж земельної ділянки в натурі (на місцевості) у власність КОЗЛОВУ С.О.</w:t>
      </w:r>
    </w:p>
    <w:p w:rsidR="002D5BF9" w:rsidRPr="003C00F9" w:rsidRDefault="002D5BF9" w:rsidP="000F53C2">
      <w:pPr>
        <w:pStyle w:val="NoSpacing"/>
        <w:outlineLvl w:val="0"/>
      </w:pPr>
      <w:r w:rsidRPr="00692AA6">
        <w:rPr>
          <w:b/>
        </w:rPr>
        <w:t>ІНФОРМУВАЛА:</w:t>
      </w:r>
    </w:p>
    <w:p w:rsidR="002D5BF9" w:rsidRDefault="002D5BF9" w:rsidP="00993ACF">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993ACF">
      <w:pPr>
        <w:pStyle w:val="NoSpacing"/>
      </w:pPr>
      <w:r w:rsidRPr="00D87BE4">
        <w:rPr>
          <w:b/>
        </w:rPr>
        <w:t>Вирішили:</w:t>
      </w:r>
      <w:r>
        <w:t xml:space="preserve"> Рішення №746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993ACF">
      <w:pPr>
        <w:pStyle w:val="NoSpacing"/>
      </w:pPr>
      <w:r>
        <w:t>за – 19</w:t>
      </w:r>
    </w:p>
    <w:p w:rsidR="002D5BF9" w:rsidRPr="00EF57F9" w:rsidRDefault="002D5BF9" w:rsidP="00993ACF">
      <w:pPr>
        <w:pStyle w:val="NoSpacing"/>
      </w:pPr>
      <w:r>
        <w:t>проти – 0</w:t>
      </w:r>
      <w:r w:rsidRPr="00EF57F9">
        <w:t xml:space="preserve"> </w:t>
      </w:r>
    </w:p>
    <w:p w:rsidR="002D5BF9" w:rsidRPr="00EF57F9" w:rsidRDefault="002D5BF9" w:rsidP="00993ACF">
      <w:pPr>
        <w:pStyle w:val="NoSpacing"/>
      </w:pPr>
      <w:r>
        <w:t>утримався – 0</w:t>
      </w:r>
    </w:p>
    <w:p w:rsidR="002D5BF9" w:rsidRPr="00EF57F9" w:rsidRDefault="002D5BF9" w:rsidP="00993ACF">
      <w:pPr>
        <w:pStyle w:val="NoSpacing"/>
      </w:pPr>
      <w:r w:rsidRPr="00EF57F9">
        <w:t xml:space="preserve">не голосували – </w:t>
      </w:r>
      <w:r>
        <w:t>2</w:t>
      </w:r>
    </w:p>
    <w:p w:rsidR="002D5BF9" w:rsidRDefault="002D5BF9" w:rsidP="00993ACF">
      <w:pPr>
        <w:pStyle w:val="NoSpacing"/>
      </w:pPr>
      <w:r w:rsidRPr="00EF57F9">
        <w:t>відсутні –</w:t>
      </w:r>
      <w:r>
        <w:t>6</w:t>
      </w:r>
      <w:r w:rsidRPr="00EF57F9">
        <w:t xml:space="preserve"> (додаються).</w:t>
      </w:r>
    </w:p>
    <w:p w:rsidR="002D5BF9" w:rsidRDefault="002D5BF9" w:rsidP="00050527">
      <w:pPr>
        <w:pStyle w:val="NoSpacing"/>
        <w:rPr>
          <w:b/>
        </w:rPr>
      </w:pPr>
    </w:p>
    <w:p w:rsidR="002D5BF9" w:rsidRDefault="002D5BF9" w:rsidP="00DA6CCF">
      <w:pPr>
        <w:pStyle w:val="NoSpacing"/>
      </w:pPr>
      <w:r>
        <w:rPr>
          <w:b/>
        </w:rPr>
        <w:t>89.</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DA6CCF" w:rsidRDefault="002D5BF9" w:rsidP="00DA6CCF">
      <w:pPr>
        <w:pStyle w:val="NoSpacing"/>
        <w:rPr>
          <w:b/>
        </w:rPr>
      </w:pPr>
      <w:r>
        <w:tab/>
      </w:r>
      <w:r w:rsidRPr="00DA6CCF">
        <w:rPr>
          <w:b/>
        </w:rPr>
        <w:t>Про уточнення площі та видачу документів підтверджуючих право власності на земельну ділянку КІСЛІЧЕНКО  С.П.</w:t>
      </w:r>
    </w:p>
    <w:p w:rsidR="002D5BF9" w:rsidRPr="003C00F9" w:rsidRDefault="002D5BF9" w:rsidP="000F53C2">
      <w:pPr>
        <w:pStyle w:val="NoSpacing"/>
        <w:outlineLvl w:val="0"/>
      </w:pPr>
      <w:r w:rsidRPr="00692AA6">
        <w:rPr>
          <w:b/>
        </w:rPr>
        <w:t>ІНФОРМУВАЛА:</w:t>
      </w:r>
    </w:p>
    <w:p w:rsidR="002D5BF9" w:rsidRDefault="002D5BF9" w:rsidP="00DA6CCF">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DA6CCF">
      <w:pPr>
        <w:pStyle w:val="NoSpacing"/>
      </w:pPr>
      <w:r w:rsidRPr="00D87BE4">
        <w:rPr>
          <w:b/>
        </w:rPr>
        <w:t>Вирішили:</w:t>
      </w:r>
      <w:r>
        <w:t xml:space="preserve"> Рішення №747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DA6CCF">
      <w:pPr>
        <w:pStyle w:val="NoSpacing"/>
      </w:pPr>
      <w:r>
        <w:t>за – 19</w:t>
      </w:r>
    </w:p>
    <w:p w:rsidR="002D5BF9" w:rsidRPr="00EF57F9" w:rsidRDefault="002D5BF9" w:rsidP="00DA6CCF">
      <w:pPr>
        <w:pStyle w:val="NoSpacing"/>
      </w:pPr>
      <w:r>
        <w:t>проти – 0</w:t>
      </w:r>
      <w:r w:rsidRPr="00EF57F9">
        <w:t xml:space="preserve"> </w:t>
      </w:r>
    </w:p>
    <w:p w:rsidR="002D5BF9" w:rsidRPr="00EF57F9" w:rsidRDefault="002D5BF9" w:rsidP="00DA6CCF">
      <w:pPr>
        <w:pStyle w:val="NoSpacing"/>
      </w:pPr>
      <w:r>
        <w:t>утримався – 0</w:t>
      </w:r>
    </w:p>
    <w:p w:rsidR="002D5BF9" w:rsidRPr="00EF57F9" w:rsidRDefault="002D5BF9" w:rsidP="00DA6CCF">
      <w:pPr>
        <w:pStyle w:val="NoSpacing"/>
      </w:pPr>
      <w:r w:rsidRPr="00EF57F9">
        <w:t xml:space="preserve">не голосували – </w:t>
      </w:r>
      <w:r>
        <w:t>1</w:t>
      </w:r>
    </w:p>
    <w:p w:rsidR="002D5BF9" w:rsidRDefault="002D5BF9" w:rsidP="00DA6CCF">
      <w:pPr>
        <w:pStyle w:val="NoSpacing"/>
      </w:pPr>
      <w:r w:rsidRPr="00EF57F9">
        <w:t>відсутні –</w:t>
      </w:r>
      <w:r>
        <w:t>7</w:t>
      </w:r>
      <w:r w:rsidRPr="00EF57F9">
        <w:t xml:space="preserve"> (додаються).</w:t>
      </w:r>
    </w:p>
    <w:p w:rsidR="002D5BF9" w:rsidRDefault="002D5BF9" w:rsidP="00DA6CCF">
      <w:pPr>
        <w:pStyle w:val="NoSpacing"/>
      </w:pPr>
      <w:r>
        <w:rPr>
          <w:b/>
        </w:rPr>
        <w:t>90.</w:t>
      </w:r>
      <w:r w:rsidRPr="00EF57F9">
        <w:rPr>
          <w:b/>
        </w:rPr>
        <w:t xml:space="preserve"> </w:t>
      </w:r>
      <w:r w:rsidRPr="00EF57F9">
        <w:rPr>
          <w:b/>
          <w:lang w:val="en-US"/>
        </w:rPr>
        <w:t>C</w:t>
      </w:r>
      <w:r w:rsidRPr="00EF57F9">
        <w:rPr>
          <w:b/>
        </w:rPr>
        <w:t>ЛУХАЛИ:</w:t>
      </w:r>
      <w:r w:rsidRPr="00EF57F9">
        <w:t xml:space="preserve"> </w:t>
      </w:r>
      <w:r>
        <w:t xml:space="preserve"> </w:t>
      </w:r>
    </w:p>
    <w:p w:rsidR="002D5BF9" w:rsidRDefault="002D5BF9" w:rsidP="00DA6CCF">
      <w:pPr>
        <w:pStyle w:val="NoSpacing"/>
      </w:pPr>
      <w:r w:rsidRPr="00DA6CCF">
        <w:tab/>
      </w:r>
      <w:r w:rsidRPr="00DA6CCF">
        <w:rPr>
          <w:b/>
        </w:rPr>
        <w:t>Про уточнення площі та видачу документів підтверджуючих право власності на земельну ділянку РВАЧОВУ В.В.</w:t>
      </w:r>
    </w:p>
    <w:p w:rsidR="002D5BF9" w:rsidRPr="003C00F9" w:rsidRDefault="002D5BF9" w:rsidP="000F53C2">
      <w:pPr>
        <w:pStyle w:val="NoSpacing"/>
        <w:outlineLvl w:val="0"/>
      </w:pPr>
      <w:r w:rsidRPr="00692AA6">
        <w:rPr>
          <w:b/>
        </w:rPr>
        <w:t>ІНФОРМУВАЛА:</w:t>
      </w:r>
    </w:p>
    <w:p w:rsidR="002D5BF9" w:rsidRDefault="002D5BF9" w:rsidP="00DA6CCF">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DA6CCF">
      <w:pPr>
        <w:pStyle w:val="NoSpacing"/>
      </w:pPr>
      <w:r w:rsidRPr="00D87BE4">
        <w:rPr>
          <w:b/>
        </w:rPr>
        <w:t>Вирішили:</w:t>
      </w:r>
      <w:r>
        <w:t xml:space="preserve"> Рішення №748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DA6CCF">
      <w:pPr>
        <w:pStyle w:val="NoSpacing"/>
      </w:pPr>
      <w:r>
        <w:t>за – 18</w:t>
      </w:r>
    </w:p>
    <w:p w:rsidR="002D5BF9" w:rsidRPr="00EF57F9" w:rsidRDefault="002D5BF9" w:rsidP="00DA6CCF">
      <w:pPr>
        <w:pStyle w:val="NoSpacing"/>
      </w:pPr>
      <w:r>
        <w:t>проти – 0</w:t>
      </w:r>
      <w:r w:rsidRPr="00EF57F9">
        <w:t xml:space="preserve"> </w:t>
      </w:r>
    </w:p>
    <w:p w:rsidR="002D5BF9" w:rsidRPr="00EF57F9" w:rsidRDefault="002D5BF9" w:rsidP="00DA6CCF">
      <w:pPr>
        <w:pStyle w:val="NoSpacing"/>
      </w:pPr>
      <w:r>
        <w:t>утримався – 0</w:t>
      </w:r>
    </w:p>
    <w:p w:rsidR="002D5BF9" w:rsidRPr="00EF57F9" w:rsidRDefault="002D5BF9" w:rsidP="00DA6CCF">
      <w:pPr>
        <w:pStyle w:val="NoSpacing"/>
      </w:pPr>
      <w:r w:rsidRPr="00EF57F9">
        <w:t xml:space="preserve">не голосували – </w:t>
      </w:r>
      <w:r>
        <w:t>2</w:t>
      </w:r>
    </w:p>
    <w:p w:rsidR="002D5BF9" w:rsidRPr="004672B8" w:rsidRDefault="002D5BF9" w:rsidP="00DA6CCF">
      <w:pPr>
        <w:pStyle w:val="NoSpacing"/>
      </w:pPr>
      <w:r w:rsidRPr="00EF57F9">
        <w:t>відсутні –</w:t>
      </w:r>
      <w:r>
        <w:t>7</w:t>
      </w:r>
      <w:r w:rsidRPr="00EF57F9">
        <w:t xml:space="preserve"> (додаються).</w:t>
      </w:r>
    </w:p>
    <w:p w:rsidR="002D5BF9" w:rsidRDefault="002D5BF9" w:rsidP="00A30DCA">
      <w:pPr>
        <w:pStyle w:val="NoSpacing"/>
      </w:pPr>
      <w:r>
        <w:rPr>
          <w:b/>
        </w:rPr>
        <w:t>91.</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A30DCA" w:rsidRDefault="002D5BF9" w:rsidP="00DA6CCF">
      <w:pPr>
        <w:pStyle w:val="NoSpacing"/>
        <w:rPr>
          <w:b/>
        </w:rPr>
      </w:pPr>
      <w:r w:rsidRPr="00A30DCA">
        <w:tab/>
      </w:r>
      <w:r w:rsidRPr="00A30DCA">
        <w:rPr>
          <w:b/>
        </w:rPr>
        <w:t>Про внесення змін до рішення сесії Знам’янської Другої селищної ради від 25 листопада 2020 року №832.</w:t>
      </w:r>
    </w:p>
    <w:p w:rsidR="002D5BF9" w:rsidRPr="003C00F9" w:rsidRDefault="002D5BF9" w:rsidP="000F53C2">
      <w:pPr>
        <w:pStyle w:val="NoSpacing"/>
        <w:outlineLvl w:val="0"/>
      </w:pPr>
      <w:r w:rsidRPr="00692AA6">
        <w:rPr>
          <w:b/>
        </w:rPr>
        <w:t>ІНФОРМУВАЛА:</w:t>
      </w:r>
    </w:p>
    <w:p w:rsidR="002D5BF9" w:rsidRDefault="002D5BF9" w:rsidP="00DA6CCF">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DA6CCF">
      <w:pPr>
        <w:pStyle w:val="NoSpacing"/>
      </w:pPr>
      <w:r w:rsidRPr="00D87BE4">
        <w:rPr>
          <w:b/>
        </w:rPr>
        <w:t>Вирішили:</w:t>
      </w:r>
      <w:r>
        <w:t xml:space="preserve"> Рішення №749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DA6CCF">
      <w:pPr>
        <w:pStyle w:val="NoSpacing"/>
      </w:pPr>
      <w:r>
        <w:t>за – 16</w:t>
      </w:r>
    </w:p>
    <w:p w:rsidR="002D5BF9" w:rsidRPr="00EF57F9" w:rsidRDefault="002D5BF9" w:rsidP="00DA6CCF">
      <w:pPr>
        <w:pStyle w:val="NoSpacing"/>
      </w:pPr>
      <w:r>
        <w:t>проти – 0</w:t>
      </w:r>
      <w:r w:rsidRPr="00EF57F9">
        <w:t xml:space="preserve"> </w:t>
      </w:r>
    </w:p>
    <w:p w:rsidR="002D5BF9" w:rsidRPr="00EF57F9" w:rsidRDefault="002D5BF9" w:rsidP="00DA6CCF">
      <w:pPr>
        <w:pStyle w:val="NoSpacing"/>
      </w:pPr>
      <w:r>
        <w:t>утримався – 0</w:t>
      </w:r>
    </w:p>
    <w:p w:rsidR="002D5BF9" w:rsidRPr="00EF57F9" w:rsidRDefault="002D5BF9" w:rsidP="00DA6CCF">
      <w:pPr>
        <w:pStyle w:val="NoSpacing"/>
      </w:pPr>
      <w:r w:rsidRPr="00EF57F9">
        <w:t xml:space="preserve">не голосували – </w:t>
      </w:r>
      <w:r>
        <w:t>4</w:t>
      </w:r>
    </w:p>
    <w:p w:rsidR="002D5BF9" w:rsidRPr="004672B8" w:rsidRDefault="002D5BF9" w:rsidP="00DA6CCF">
      <w:pPr>
        <w:pStyle w:val="NoSpacing"/>
      </w:pPr>
      <w:r w:rsidRPr="00EF57F9">
        <w:t>відсутні –</w:t>
      </w:r>
      <w:r>
        <w:t>7</w:t>
      </w:r>
      <w:r w:rsidRPr="00EF57F9">
        <w:t xml:space="preserve"> (додаються).</w:t>
      </w:r>
    </w:p>
    <w:p w:rsidR="002D5BF9" w:rsidRDefault="002D5BF9" w:rsidP="00BE1703">
      <w:pPr>
        <w:pStyle w:val="NoSpacing"/>
      </w:pPr>
      <w:r>
        <w:rPr>
          <w:b/>
        </w:rPr>
        <w:t>92.</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BE1703" w:rsidRDefault="002D5BF9" w:rsidP="00BE1703">
      <w:pPr>
        <w:pStyle w:val="NoSpacing"/>
        <w:rPr>
          <w:b/>
        </w:rPr>
      </w:pPr>
      <w:r w:rsidRPr="00A30DCA">
        <w:tab/>
      </w:r>
      <w:r w:rsidRPr="00BE1703">
        <w:rPr>
          <w:b/>
        </w:rPr>
        <w:t>Про надання дозволу на розроблення технічної документації щодо інвентаризації земель.</w:t>
      </w:r>
    </w:p>
    <w:p w:rsidR="002D5BF9" w:rsidRPr="003C00F9" w:rsidRDefault="002D5BF9" w:rsidP="000F53C2">
      <w:pPr>
        <w:pStyle w:val="NoSpacing"/>
        <w:outlineLvl w:val="0"/>
      </w:pPr>
      <w:r w:rsidRPr="00692AA6">
        <w:rPr>
          <w:b/>
        </w:rPr>
        <w:t>ІНФОРМУВАЛА:</w:t>
      </w:r>
    </w:p>
    <w:p w:rsidR="002D5BF9" w:rsidRDefault="002D5BF9" w:rsidP="00BE1703">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BE1703">
      <w:pPr>
        <w:pStyle w:val="NoSpacing"/>
      </w:pPr>
      <w:r w:rsidRPr="00D87BE4">
        <w:rPr>
          <w:b/>
        </w:rPr>
        <w:t>Вирішили:</w:t>
      </w:r>
      <w:r>
        <w:t xml:space="preserve"> Рішення №750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BE1703">
      <w:pPr>
        <w:pStyle w:val="NoSpacing"/>
      </w:pPr>
      <w:r>
        <w:t>за – 17</w:t>
      </w:r>
    </w:p>
    <w:p w:rsidR="002D5BF9" w:rsidRPr="00EF57F9" w:rsidRDefault="002D5BF9" w:rsidP="00BE1703">
      <w:pPr>
        <w:pStyle w:val="NoSpacing"/>
      </w:pPr>
      <w:r>
        <w:t>проти – 0</w:t>
      </w:r>
      <w:r w:rsidRPr="00EF57F9">
        <w:t xml:space="preserve"> </w:t>
      </w:r>
    </w:p>
    <w:p w:rsidR="002D5BF9" w:rsidRPr="00EF57F9" w:rsidRDefault="002D5BF9" w:rsidP="00BE1703">
      <w:pPr>
        <w:pStyle w:val="NoSpacing"/>
      </w:pPr>
      <w:r>
        <w:t>утримався – 0</w:t>
      </w:r>
    </w:p>
    <w:p w:rsidR="002D5BF9" w:rsidRPr="00EF57F9" w:rsidRDefault="002D5BF9" w:rsidP="00BE1703">
      <w:pPr>
        <w:pStyle w:val="NoSpacing"/>
      </w:pPr>
      <w:r w:rsidRPr="00EF57F9">
        <w:t xml:space="preserve">не голосували – </w:t>
      </w:r>
      <w:r>
        <w:t>3</w:t>
      </w:r>
    </w:p>
    <w:p w:rsidR="002D5BF9" w:rsidRDefault="002D5BF9" w:rsidP="00BE1703">
      <w:pPr>
        <w:pStyle w:val="NoSpacing"/>
      </w:pPr>
      <w:r w:rsidRPr="00EF57F9">
        <w:t>відсутні –</w:t>
      </w:r>
      <w:r>
        <w:t>7</w:t>
      </w:r>
      <w:r w:rsidRPr="00EF57F9">
        <w:t xml:space="preserve"> (додаються).</w:t>
      </w:r>
    </w:p>
    <w:p w:rsidR="002D5BF9" w:rsidRDefault="002D5BF9" w:rsidP="00BE1703">
      <w:pPr>
        <w:pStyle w:val="NoSpacing"/>
      </w:pPr>
      <w:r>
        <w:rPr>
          <w:b/>
        </w:rPr>
        <w:t>93.</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BE1703" w:rsidRDefault="002D5BF9" w:rsidP="00BE1703">
      <w:pPr>
        <w:pStyle w:val="NoSpacing"/>
        <w:rPr>
          <w:b/>
        </w:rPr>
      </w:pPr>
      <w:r>
        <w:tab/>
      </w:r>
      <w:r w:rsidRPr="00BE1703">
        <w:rPr>
          <w:b/>
        </w:rPr>
        <w:t>Про затвердження проекту землеустрою щодо зміни цільового призначення земельної ділянки ГОЛОВЧИЦУ О.В.</w:t>
      </w:r>
    </w:p>
    <w:p w:rsidR="002D5BF9" w:rsidRPr="003C00F9" w:rsidRDefault="002D5BF9" w:rsidP="000F53C2">
      <w:pPr>
        <w:pStyle w:val="NoSpacing"/>
        <w:outlineLvl w:val="0"/>
      </w:pPr>
      <w:r w:rsidRPr="00692AA6">
        <w:rPr>
          <w:b/>
        </w:rPr>
        <w:t>ІНФОРМУВАЛА:</w:t>
      </w:r>
    </w:p>
    <w:p w:rsidR="002D5BF9" w:rsidRDefault="002D5BF9" w:rsidP="00BE1703">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BE1703">
      <w:pPr>
        <w:pStyle w:val="NoSpacing"/>
      </w:pPr>
      <w:r w:rsidRPr="00D87BE4">
        <w:rPr>
          <w:b/>
        </w:rPr>
        <w:t>Вирішили:</w:t>
      </w:r>
      <w:r>
        <w:t xml:space="preserve"> Рішення №751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BE1703">
      <w:pPr>
        <w:pStyle w:val="NoSpacing"/>
      </w:pPr>
      <w:r>
        <w:t>за – 18</w:t>
      </w:r>
    </w:p>
    <w:p w:rsidR="002D5BF9" w:rsidRPr="00EF57F9" w:rsidRDefault="002D5BF9" w:rsidP="00BE1703">
      <w:pPr>
        <w:pStyle w:val="NoSpacing"/>
      </w:pPr>
      <w:r>
        <w:t>проти – 0</w:t>
      </w:r>
      <w:r w:rsidRPr="00EF57F9">
        <w:t xml:space="preserve"> </w:t>
      </w:r>
    </w:p>
    <w:p w:rsidR="002D5BF9" w:rsidRPr="00EF57F9" w:rsidRDefault="002D5BF9" w:rsidP="00BE1703">
      <w:pPr>
        <w:pStyle w:val="NoSpacing"/>
      </w:pPr>
      <w:r>
        <w:t>утримався – 0</w:t>
      </w:r>
    </w:p>
    <w:p w:rsidR="002D5BF9" w:rsidRPr="00EF57F9" w:rsidRDefault="002D5BF9" w:rsidP="00BE1703">
      <w:pPr>
        <w:pStyle w:val="NoSpacing"/>
      </w:pPr>
      <w:r w:rsidRPr="00EF57F9">
        <w:t xml:space="preserve">не голосували – </w:t>
      </w:r>
      <w:r>
        <w:t>2</w:t>
      </w:r>
    </w:p>
    <w:p w:rsidR="002D5BF9" w:rsidRPr="004672B8" w:rsidRDefault="002D5BF9" w:rsidP="00BE1703">
      <w:pPr>
        <w:pStyle w:val="NoSpacing"/>
      </w:pPr>
      <w:r w:rsidRPr="00EF57F9">
        <w:t>відсутні –</w:t>
      </w:r>
      <w:r>
        <w:t>7</w:t>
      </w:r>
      <w:r w:rsidRPr="00EF57F9">
        <w:t xml:space="preserve"> (додаються).</w:t>
      </w:r>
    </w:p>
    <w:p w:rsidR="002D5BF9" w:rsidRDefault="002D5BF9" w:rsidP="00260C1C">
      <w:pPr>
        <w:pStyle w:val="NoSpacing"/>
      </w:pPr>
      <w:r>
        <w:rPr>
          <w:b/>
        </w:rPr>
        <w:t>94.</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260C1C" w:rsidRDefault="002D5BF9" w:rsidP="00260C1C">
      <w:pPr>
        <w:pStyle w:val="NoSpacing"/>
        <w:rPr>
          <w:b/>
        </w:rPr>
      </w:pPr>
      <w:r>
        <w:tab/>
      </w:r>
      <w:r w:rsidRPr="00260C1C">
        <w:rPr>
          <w:b/>
        </w:rPr>
        <w:t>Про затвердження проекту землеустрою щодо зміни цільового призначення земельної ділянки КРУВАНДУ Б.О.</w:t>
      </w:r>
    </w:p>
    <w:p w:rsidR="002D5BF9" w:rsidRPr="003C00F9" w:rsidRDefault="002D5BF9" w:rsidP="000F53C2">
      <w:pPr>
        <w:pStyle w:val="NoSpacing"/>
        <w:outlineLvl w:val="0"/>
      </w:pPr>
      <w:r w:rsidRPr="00692AA6">
        <w:rPr>
          <w:b/>
        </w:rPr>
        <w:t>ІНФОРМУВАЛА:</w:t>
      </w:r>
    </w:p>
    <w:p w:rsidR="002D5BF9" w:rsidRDefault="002D5BF9" w:rsidP="00260C1C">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260C1C">
      <w:pPr>
        <w:pStyle w:val="NoSpacing"/>
      </w:pPr>
      <w:r w:rsidRPr="00D87BE4">
        <w:rPr>
          <w:b/>
        </w:rPr>
        <w:t>Вирішили:</w:t>
      </w:r>
      <w:r>
        <w:t xml:space="preserve"> Рішення №752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260C1C">
      <w:pPr>
        <w:pStyle w:val="NoSpacing"/>
      </w:pPr>
      <w:r>
        <w:t>за – 18</w:t>
      </w:r>
    </w:p>
    <w:p w:rsidR="002D5BF9" w:rsidRPr="00EF57F9" w:rsidRDefault="002D5BF9" w:rsidP="00260C1C">
      <w:pPr>
        <w:pStyle w:val="NoSpacing"/>
      </w:pPr>
      <w:r>
        <w:t>проти – 0</w:t>
      </w:r>
      <w:r w:rsidRPr="00EF57F9">
        <w:t xml:space="preserve"> </w:t>
      </w:r>
    </w:p>
    <w:p w:rsidR="002D5BF9" w:rsidRPr="00EF57F9" w:rsidRDefault="002D5BF9" w:rsidP="00260C1C">
      <w:pPr>
        <w:pStyle w:val="NoSpacing"/>
      </w:pPr>
      <w:r>
        <w:t>утримався – 0</w:t>
      </w:r>
    </w:p>
    <w:p w:rsidR="002D5BF9" w:rsidRPr="00EF57F9" w:rsidRDefault="002D5BF9" w:rsidP="00260C1C">
      <w:pPr>
        <w:pStyle w:val="NoSpacing"/>
      </w:pPr>
      <w:r w:rsidRPr="00EF57F9">
        <w:t xml:space="preserve">не голосували – </w:t>
      </w:r>
      <w:r>
        <w:t>2</w:t>
      </w:r>
    </w:p>
    <w:p w:rsidR="002D5BF9" w:rsidRDefault="002D5BF9" w:rsidP="00260C1C">
      <w:pPr>
        <w:pStyle w:val="NoSpacing"/>
      </w:pPr>
      <w:r w:rsidRPr="00EF57F9">
        <w:t>відсутні –</w:t>
      </w:r>
      <w:r>
        <w:t>7</w:t>
      </w:r>
      <w:r w:rsidRPr="00EF57F9">
        <w:t xml:space="preserve"> (додаються).</w:t>
      </w:r>
    </w:p>
    <w:p w:rsidR="002D5BF9" w:rsidRDefault="002D5BF9" w:rsidP="00260C1C">
      <w:pPr>
        <w:pStyle w:val="NoSpacing"/>
      </w:pPr>
      <w:r>
        <w:rPr>
          <w:b/>
        </w:rPr>
        <w:t>95.</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260C1C" w:rsidRDefault="002D5BF9" w:rsidP="000F53C2">
      <w:pPr>
        <w:pStyle w:val="BodyText"/>
        <w:spacing w:after="0"/>
        <w:ind w:left="360"/>
        <w:jc w:val="both"/>
        <w:outlineLvl w:val="0"/>
        <w:rPr>
          <w:b/>
          <w:lang w:val="uk-UA"/>
        </w:rPr>
      </w:pPr>
      <w:r>
        <w:tab/>
      </w:r>
      <w:r w:rsidRPr="00260C1C">
        <w:rPr>
          <w:b/>
        </w:rPr>
        <w:t>Про вилучення земельної ділянки у АТ «РАЙФФАЙЗЕН БАНК АВАЛЬ».</w:t>
      </w:r>
    </w:p>
    <w:p w:rsidR="002D5BF9" w:rsidRPr="003C00F9" w:rsidRDefault="002D5BF9" w:rsidP="000F53C2">
      <w:pPr>
        <w:pStyle w:val="NoSpacing"/>
        <w:outlineLvl w:val="0"/>
      </w:pPr>
      <w:r w:rsidRPr="00692AA6">
        <w:rPr>
          <w:b/>
        </w:rPr>
        <w:t>ІНФОРМУВАЛА:</w:t>
      </w:r>
    </w:p>
    <w:p w:rsidR="002D5BF9" w:rsidRDefault="002D5BF9" w:rsidP="00260C1C">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260C1C">
      <w:pPr>
        <w:pStyle w:val="NoSpacing"/>
      </w:pPr>
      <w:r w:rsidRPr="00D87BE4">
        <w:rPr>
          <w:b/>
        </w:rPr>
        <w:t>Вирішили:</w:t>
      </w:r>
      <w:r>
        <w:t xml:space="preserve"> Рішення не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260C1C">
      <w:pPr>
        <w:pStyle w:val="NoSpacing"/>
      </w:pPr>
      <w:r>
        <w:t>за – 2</w:t>
      </w:r>
    </w:p>
    <w:p w:rsidR="002D5BF9" w:rsidRPr="00EF57F9" w:rsidRDefault="002D5BF9" w:rsidP="00260C1C">
      <w:pPr>
        <w:pStyle w:val="NoSpacing"/>
      </w:pPr>
      <w:r>
        <w:t>проти – 0</w:t>
      </w:r>
      <w:r w:rsidRPr="00EF57F9">
        <w:t xml:space="preserve"> </w:t>
      </w:r>
    </w:p>
    <w:p w:rsidR="002D5BF9" w:rsidRPr="00EF57F9" w:rsidRDefault="002D5BF9" w:rsidP="00260C1C">
      <w:pPr>
        <w:pStyle w:val="NoSpacing"/>
      </w:pPr>
      <w:r>
        <w:t>утримався – 16</w:t>
      </w:r>
    </w:p>
    <w:p w:rsidR="002D5BF9" w:rsidRPr="00EF57F9" w:rsidRDefault="002D5BF9" w:rsidP="00260C1C">
      <w:pPr>
        <w:pStyle w:val="NoSpacing"/>
      </w:pPr>
      <w:r w:rsidRPr="00EF57F9">
        <w:t xml:space="preserve">не голосували – </w:t>
      </w:r>
      <w:r>
        <w:t>2</w:t>
      </w:r>
    </w:p>
    <w:p w:rsidR="002D5BF9" w:rsidRDefault="002D5BF9" w:rsidP="00260C1C">
      <w:pPr>
        <w:pStyle w:val="NoSpacing"/>
      </w:pPr>
      <w:r w:rsidRPr="00EF57F9">
        <w:t>відсутні –</w:t>
      </w:r>
      <w:r>
        <w:t>7</w:t>
      </w:r>
      <w:r w:rsidRPr="00EF57F9">
        <w:t xml:space="preserve"> (додаються).</w:t>
      </w:r>
    </w:p>
    <w:p w:rsidR="002D5BF9" w:rsidRDefault="002D5BF9" w:rsidP="00260C1C">
      <w:pPr>
        <w:pStyle w:val="NoSpacing"/>
      </w:pPr>
      <w:r>
        <w:rPr>
          <w:b/>
        </w:rPr>
        <w:t>96.</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260C1C" w:rsidRDefault="002D5BF9" w:rsidP="000F53C2">
      <w:pPr>
        <w:pStyle w:val="NoSpacing"/>
        <w:outlineLvl w:val="0"/>
        <w:rPr>
          <w:b/>
        </w:rPr>
      </w:pPr>
      <w:r>
        <w:tab/>
      </w:r>
      <w:r w:rsidRPr="00260C1C">
        <w:rPr>
          <w:b/>
        </w:rPr>
        <w:t>Про вилучення земельної ділянки у МОРОЗА В.А.</w:t>
      </w:r>
    </w:p>
    <w:p w:rsidR="002D5BF9" w:rsidRPr="00260C1C" w:rsidRDefault="002D5BF9" w:rsidP="000F53C2">
      <w:pPr>
        <w:pStyle w:val="NoSpacing"/>
        <w:outlineLvl w:val="0"/>
        <w:rPr>
          <w:b/>
        </w:rPr>
      </w:pPr>
      <w:r w:rsidRPr="00260C1C">
        <w:rPr>
          <w:b/>
        </w:rPr>
        <w:t>ІНФОРМУВАЛА:</w:t>
      </w:r>
    </w:p>
    <w:p w:rsidR="002D5BF9" w:rsidRDefault="002D5BF9" w:rsidP="00260C1C">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260C1C">
      <w:pPr>
        <w:pStyle w:val="NoSpacing"/>
      </w:pPr>
      <w:r w:rsidRPr="00D87BE4">
        <w:rPr>
          <w:b/>
        </w:rPr>
        <w:t>Вирішили:</w:t>
      </w:r>
      <w:r>
        <w:t xml:space="preserve"> Рішення №753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260C1C">
      <w:pPr>
        <w:pStyle w:val="NoSpacing"/>
      </w:pPr>
      <w:r>
        <w:t>за – 17</w:t>
      </w:r>
    </w:p>
    <w:p w:rsidR="002D5BF9" w:rsidRPr="00EF57F9" w:rsidRDefault="002D5BF9" w:rsidP="00260C1C">
      <w:pPr>
        <w:pStyle w:val="NoSpacing"/>
      </w:pPr>
      <w:r>
        <w:t>проти – 0</w:t>
      </w:r>
      <w:r w:rsidRPr="00EF57F9">
        <w:t xml:space="preserve"> </w:t>
      </w:r>
    </w:p>
    <w:p w:rsidR="002D5BF9" w:rsidRPr="00EF57F9" w:rsidRDefault="002D5BF9" w:rsidP="00260C1C">
      <w:pPr>
        <w:pStyle w:val="NoSpacing"/>
      </w:pPr>
      <w:r>
        <w:t>утримався – 0</w:t>
      </w:r>
    </w:p>
    <w:p w:rsidR="002D5BF9" w:rsidRPr="00EF57F9" w:rsidRDefault="002D5BF9" w:rsidP="00260C1C">
      <w:pPr>
        <w:pStyle w:val="NoSpacing"/>
      </w:pPr>
      <w:r w:rsidRPr="00EF57F9">
        <w:t>не голосували –</w:t>
      </w:r>
      <w:r>
        <w:t xml:space="preserve"> 1</w:t>
      </w:r>
    </w:p>
    <w:p w:rsidR="002D5BF9" w:rsidRPr="004672B8" w:rsidRDefault="002D5BF9" w:rsidP="00BE1703">
      <w:pPr>
        <w:pStyle w:val="NoSpacing"/>
      </w:pPr>
      <w:r w:rsidRPr="00EF57F9">
        <w:t>відсутні –</w:t>
      </w:r>
      <w:r>
        <w:t>9</w:t>
      </w:r>
      <w:r w:rsidRPr="00EF57F9">
        <w:t xml:space="preserve"> (додаються).</w:t>
      </w:r>
    </w:p>
    <w:p w:rsidR="002D5BF9" w:rsidRDefault="002D5BF9" w:rsidP="00EF1188">
      <w:pPr>
        <w:pStyle w:val="NoSpacing"/>
      </w:pPr>
      <w:r>
        <w:rPr>
          <w:b/>
        </w:rPr>
        <w:t>97.</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EF1188" w:rsidRDefault="002D5BF9" w:rsidP="000F53C2">
      <w:pPr>
        <w:pStyle w:val="BodyText"/>
        <w:spacing w:after="0"/>
        <w:ind w:left="360"/>
        <w:jc w:val="both"/>
        <w:outlineLvl w:val="0"/>
        <w:rPr>
          <w:b/>
          <w:lang w:val="uk-UA"/>
        </w:rPr>
      </w:pPr>
      <w:r>
        <w:tab/>
      </w:r>
      <w:r w:rsidRPr="00EF1188">
        <w:rPr>
          <w:b/>
        </w:rPr>
        <w:t>Про надання в оренду земельної ділянки ОХРІМЧУКУ Р.О.</w:t>
      </w:r>
    </w:p>
    <w:p w:rsidR="002D5BF9" w:rsidRPr="00260C1C" w:rsidRDefault="002D5BF9" w:rsidP="000F53C2">
      <w:pPr>
        <w:pStyle w:val="NoSpacing"/>
        <w:outlineLvl w:val="0"/>
        <w:rPr>
          <w:b/>
        </w:rPr>
      </w:pPr>
      <w:r w:rsidRPr="00260C1C">
        <w:rPr>
          <w:b/>
        </w:rPr>
        <w:t>ІНФОРМУВАЛА:</w:t>
      </w:r>
    </w:p>
    <w:p w:rsidR="002D5BF9" w:rsidRDefault="002D5BF9" w:rsidP="00EF1188">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EF1188">
      <w:pPr>
        <w:pStyle w:val="NoSpacing"/>
      </w:pPr>
      <w:r w:rsidRPr="00D87BE4">
        <w:rPr>
          <w:b/>
        </w:rPr>
        <w:t>Вирішили:</w:t>
      </w:r>
      <w:r>
        <w:t xml:space="preserve"> Рішення №754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EF1188">
      <w:pPr>
        <w:pStyle w:val="NoSpacing"/>
      </w:pPr>
      <w:r>
        <w:t>за – 15</w:t>
      </w:r>
    </w:p>
    <w:p w:rsidR="002D5BF9" w:rsidRPr="00EF57F9" w:rsidRDefault="002D5BF9" w:rsidP="00EF1188">
      <w:pPr>
        <w:pStyle w:val="NoSpacing"/>
      </w:pPr>
      <w:r>
        <w:t>проти – 0</w:t>
      </w:r>
      <w:r w:rsidRPr="00EF57F9">
        <w:t xml:space="preserve"> </w:t>
      </w:r>
    </w:p>
    <w:p w:rsidR="002D5BF9" w:rsidRPr="00EF57F9" w:rsidRDefault="002D5BF9" w:rsidP="00EF1188">
      <w:pPr>
        <w:pStyle w:val="NoSpacing"/>
      </w:pPr>
      <w:r>
        <w:t>утримався – 0</w:t>
      </w:r>
    </w:p>
    <w:p w:rsidR="002D5BF9" w:rsidRPr="00EF57F9" w:rsidRDefault="002D5BF9" w:rsidP="00EF1188">
      <w:pPr>
        <w:pStyle w:val="NoSpacing"/>
      </w:pPr>
      <w:r w:rsidRPr="00EF57F9">
        <w:t>не голосували –</w:t>
      </w:r>
      <w:r>
        <w:t xml:space="preserve"> 5</w:t>
      </w:r>
    </w:p>
    <w:p w:rsidR="002D5BF9" w:rsidRPr="004672B8" w:rsidRDefault="002D5BF9" w:rsidP="00EF1188">
      <w:pPr>
        <w:pStyle w:val="NoSpacing"/>
      </w:pPr>
      <w:r w:rsidRPr="00EF57F9">
        <w:t>відсутні –</w:t>
      </w:r>
      <w:r>
        <w:t>7</w:t>
      </w:r>
      <w:r w:rsidRPr="00EF57F9">
        <w:t xml:space="preserve"> (додаються).</w:t>
      </w:r>
    </w:p>
    <w:p w:rsidR="002D5BF9" w:rsidRDefault="002D5BF9" w:rsidP="00B037A6">
      <w:pPr>
        <w:pStyle w:val="NoSpacing"/>
      </w:pPr>
      <w:r>
        <w:rPr>
          <w:b/>
        </w:rPr>
        <w:t>98.</w:t>
      </w:r>
      <w:r w:rsidRPr="00EF57F9">
        <w:rPr>
          <w:b/>
        </w:rPr>
        <w:t xml:space="preserve"> </w:t>
      </w:r>
      <w:r w:rsidRPr="00EF57F9">
        <w:rPr>
          <w:b/>
          <w:lang w:val="en-US"/>
        </w:rPr>
        <w:t>C</w:t>
      </w:r>
      <w:r w:rsidRPr="00EF57F9">
        <w:rPr>
          <w:b/>
        </w:rPr>
        <w:t>ЛУХАЛИ:</w:t>
      </w:r>
      <w:r w:rsidRPr="00EF57F9">
        <w:t xml:space="preserve"> </w:t>
      </w:r>
      <w:r>
        <w:t xml:space="preserve"> </w:t>
      </w:r>
    </w:p>
    <w:p w:rsidR="002D5BF9" w:rsidRPr="00B037A6" w:rsidRDefault="002D5BF9" w:rsidP="00B037A6">
      <w:pPr>
        <w:pStyle w:val="NoSpacing"/>
        <w:rPr>
          <w:b/>
        </w:rPr>
      </w:pPr>
      <w:r w:rsidRPr="00B037A6">
        <w:tab/>
      </w:r>
      <w:r w:rsidRPr="00B037A6">
        <w:rPr>
          <w:b/>
        </w:rPr>
        <w:t>Про затвердження технічної документації щодо встановлення меж земельної ділянки в натурі (на місцевості) в оренду ІВАНЧЕНКО Т.І., ІВАНЧЕНКУ М.С. та ІВАНЧЕНКО О.С.</w:t>
      </w:r>
    </w:p>
    <w:p w:rsidR="002D5BF9" w:rsidRPr="00B037A6" w:rsidRDefault="002D5BF9" w:rsidP="000F53C2">
      <w:pPr>
        <w:pStyle w:val="NoSpacing"/>
        <w:outlineLvl w:val="0"/>
        <w:rPr>
          <w:b/>
        </w:rPr>
      </w:pPr>
      <w:r w:rsidRPr="00B037A6">
        <w:rPr>
          <w:b/>
        </w:rPr>
        <w:t>ІНФОРМУВАЛА:</w:t>
      </w:r>
    </w:p>
    <w:p w:rsidR="002D5BF9" w:rsidRDefault="002D5BF9" w:rsidP="00B037A6">
      <w:pPr>
        <w:pStyle w:val="NoSpacing"/>
      </w:pPr>
      <w:r>
        <w:rPr>
          <w:b/>
        </w:rPr>
        <w:t xml:space="preserve">ГРИЦЮК  Алла – </w:t>
      </w:r>
      <w:r w:rsidRPr="007E3304">
        <w:t xml:space="preserve">начальник відділу земельних питань  </w:t>
      </w:r>
      <w:r w:rsidRPr="0084390A">
        <w:t>управління земельних ресурсів, екології, благоустрою та надзвичайних ситуацій.</w:t>
      </w:r>
    </w:p>
    <w:p w:rsidR="002D5BF9" w:rsidRPr="00EF57F9" w:rsidRDefault="002D5BF9" w:rsidP="00B037A6">
      <w:pPr>
        <w:pStyle w:val="NoSpacing"/>
      </w:pPr>
      <w:r w:rsidRPr="00D87BE4">
        <w:rPr>
          <w:b/>
        </w:rPr>
        <w:t>Вирішили:</w:t>
      </w:r>
      <w:r>
        <w:t xml:space="preserve"> Рішення №755 прийнято  за основу і в </w:t>
      </w:r>
      <w:r w:rsidRPr="00EF57F9">
        <w:t>цілому</w:t>
      </w:r>
      <w:r>
        <w:t xml:space="preserve"> </w:t>
      </w:r>
      <w:r w:rsidRPr="00EF57F9">
        <w:t>за результатами голосування (додається).</w:t>
      </w:r>
    </w:p>
    <w:p w:rsidR="002D5BF9" w:rsidRPr="00EF57F9" w:rsidRDefault="002D5BF9" w:rsidP="00B037A6">
      <w:pPr>
        <w:pStyle w:val="NoSpacing"/>
      </w:pPr>
      <w:r>
        <w:t>за – 17</w:t>
      </w:r>
    </w:p>
    <w:p w:rsidR="002D5BF9" w:rsidRPr="00EF57F9" w:rsidRDefault="002D5BF9" w:rsidP="00B037A6">
      <w:pPr>
        <w:pStyle w:val="NoSpacing"/>
      </w:pPr>
      <w:r>
        <w:t>проти – 0</w:t>
      </w:r>
      <w:r w:rsidRPr="00EF57F9">
        <w:t xml:space="preserve"> </w:t>
      </w:r>
    </w:p>
    <w:p w:rsidR="002D5BF9" w:rsidRPr="00EF57F9" w:rsidRDefault="002D5BF9" w:rsidP="00B037A6">
      <w:pPr>
        <w:pStyle w:val="NoSpacing"/>
      </w:pPr>
      <w:r>
        <w:t>утримався – 0</w:t>
      </w:r>
    </w:p>
    <w:p w:rsidR="002D5BF9" w:rsidRPr="00EF57F9" w:rsidRDefault="002D5BF9" w:rsidP="00B037A6">
      <w:pPr>
        <w:pStyle w:val="NoSpacing"/>
      </w:pPr>
      <w:r w:rsidRPr="00EF57F9">
        <w:t>не голосували –</w:t>
      </w:r>
      <w:r>
        <w:t xml:space="preserve"> 4</w:t>
      </w:r>
    </w:p>
    <w:p w:rsidR="002D5BF9" w:rsidRPr="004672B8" w:rsidRDefault="002D5BF9" w:rsidP="00050527">
      <w:pPr>
        <w:pStyle w:val="NoSpacing"/>
      </w:pPr>
      <w:r w:rsidRPr="00EF57F9">
        <w:t>відсутні –</w:t>
      </w:r>
      <w:r>
        <w:t>6</w:t>
      </w:r>
      <w:r w:rsidRPr="00EF57F9">
        <w:t xml:space="preserve"> (додаються).</w:t>
      </w:r>
    </w:p>
    <w:p w:rsidR="002D5BF9" w:rsidRPr="000B48D8" w:rsidRDefault="002D5BF9" w:rsidP="00050527">
      <w:pPr>
        <w:pStyle w:val="NoSpacing"/>
        <w:rPr>
          <w:b/>
        </w:rPr>
      </w:pPr>
      <w:r>
        <w:rPr>
          <w:b/>
        </w:rPr>
        <w:t>99</w:t>
      </w:r>
      <w:r w:rsidRPr="000B48D8">
        <w:rPr>
          <w:b/>
        </w:rPr>
        <w:t xml:space="preserve">. </w:t>
      </w:r>
      <w:r w:rsidRPr="000B48D8">
        <w:rPr>
          <w:b/>
          <w:lang w:val="en-US"/>
        </w:rPr>
        <w:t>C</w:t>
      </w:r>
      <w:r w:rsidRPr="000B48D8">
        <w:rPr>
          <w:b/>
        </w:rPr>
        <w:t xml:space="preserve">ЛУХАЛИ: </w:t>
      </w:r>
    </w:p>
    <w:p w:rsidR="002D5BF9" w:rsidRPr="000B48D8" w:rsidRDefault="002D5BF9" w:rsidP="000F53C2">
      <w:pPr>
        <w:pStyle w:val="NoSpacing"/>
        <w:outlineLvl w:val="0"/>
        <w:rPr>
          <w:b/>
        </w:rPr>
      </w:pPr>
      <w:r w:rsidRPr="000B48D8">
        <w:rPr>
          <w:b/>
        </w:rPr>
        <w:t>Про депутатські запити.</w:t>
      </w:r>
    </w:p>
    <w:p w:rsidR="002D5BF9" w:rsidRPr="00A420D2" w:rsidRDefault="002D5BF9" w:rsidP="00050527">
      <w:pPr>
        <w:pStyle w:val="NoSpacing"/>
      </w:pPr>
      <w:r w:rsidRPr="00A420D2">
        <w:t>Голосували:</w:t>
      </w:r>
    </w:p>
    <w:p w:rsidR="002D5BF9" w:rsidRPr="00A420D2" w:rsidRDefault="002D5BF9" w:rsidP="00050527">
      <w:pPr>
        <w:pStyle w:val="NoSpacing"/>
      </w:pPr>
      <w:r w:rsidRPr="00A420D2">
        <w:t>Про депутатські запити за основу.</w:t>
      </w:r>
    </w:p>
    <w:p w:rsidR="002D5BF9" w:rsidRPr="004672B8" w:rsidRDefault="002D5BF9" w:rsidP="00050527">
      <w:pPr>
        <w:pStyle w:val="NoSpacing"/>
      </w:pPr>
      <w:r>
        <w:t>Результати голосування: «За» - 15</w:t>
      </w:r>
      <w:r w:rsidRPr="00A420D2">
        <w:t xml:space="preserve">, «Проти» - 0, «Утримався» - </w:t>
      </w:r>
      <w:r>
        <w:t>1</w:t>
      </w:r>
      <w:r w:rsidRPr="00A420D2">
        <w:t>, «Не голосували» -</w:t>
      </w:r>
      <w:r>
        <w:t xml:space="preserve"> 4</w:t>
      </w:r>
      <w:r w:rsidRPr="00A420D2">
        <w:t xml:space="preserve">; «Відсутні» - </w:t>
      </w:r>
      <w:r>
        <w:t>7</w:t>
      </w:r>
      <w:r w:rsidRPr="00A420D2">
        <w:t xml:space="preserve"> (додаються).</w:t>
      </w:r>
    </w:p>
    <w:p w:rsidR="002D5BF9" w:rsidRDefault="002D5BF9" w:rsidP="00050527">
      <w:pPr>
        <w:pStyle w:val="NoSpacing"/>
      </w:pPr>
      <w:r>
        <w:rPr>
          <w:b/>
        </w:rPr>
        <w:t>ІНФОРМУВАЛА</w:t>
      </w:r>
      <w:r w:rsidRPr="000B48D8">
        <w:rPr>
          <w:b/>
        </w:rPr>
        <w:t xml:space="preserve">:  </w:t>
      </w:r>
      <w:r>
        <w:t>Наталія КЛИМЕНКО</w:t>
      </w:r>
      <w:r w:rsidRPr="00C856AE">
        <w:t xml:space="preserve"> </w:t>
      </w:r>
      <w:r>
        <w:t xml:space="preserve">про звернення депутатів Знам’янської міської ради восьмого скликання до Президента України, Верховної Ради України та Кабінету Міністрів України </w:t>
      </w:r>
      <w:r w:rsidRPr="00573299">
        <w:rPr>
          <w:color w:val="000000"/>
        </w:rPr>
        <w:t>щодо неприйняття окремих змін законопроекту № 6062, що матимуть негативний вплив на фінансову спроможність місцевого самоврядування</w:t>
      </w:r>
      <w:r>
        <w:t xml:space="preserve"> (додається).</w:t>
      </w:r>
    </w:p>
    <w:p w:rsidR="002D5BF9" w:rsidRPr="00A420D2" w:rsidRDefault="002D5BF9" w:rsidP="00050527">
      <w:pPr>
        <w:pStyle w:val="NoSpacing"/>
      </w:pPr>
      <w:r w:rsidRPr="00A420D2">
        <w:t>Голосували:</w:t>
      </w:r>
    </w:p>
    <w:p w:rsidR="002D5BF9" w:rsidRPr="00A420D2" w:rsidRDefault="002D5BF9" w:rsidP="00050527">
      <w:pPr>
        <w:pStyle w:val="NoSpacing"/>
      </w:pPr>
      <w:r w:rsidRPr="00A420D2">
        <w:t>Підтримати депутатський запит.</w:t>
      </w:r>
    </w:p>
    <w:p w:rsidR="002D5BF9" w:rsidRPr="00A420D2" w:rsidRDefault="002D5BF9" w:rsidP="00050527">
      <w:pPr>
        <w:pStyle w:val="NoSpacing"/>
      </w:pPr>
      <w:r>
        <w:t>Результати голосування: «За» - 18</w:t>
      </w:r>
      <w:r w:rsidRPr="00A420D2">
        <w:t xml:space="preserve">, «Проти» - 0, «Утримався» - 0, «Не голосували» - </w:t>
      </w:r>
      <w:r>
        <w:t>3</w:t>
      </w:r>
      <w:r w:rsidRPr="00A420D2">
        <w:t>; «Відсут</w:t>
      </w:r>
      <w:r>
        <w:t>ні» - 6</w:t>
      </w:r>
      <w:r w:rsidRPr="00A420D2">
        <w:t xml:space="preserve"> (додаються).</w:t>
      </w:r>
    </w:p>
    <w:p w:rsidR="002D5BF9" w:rsidRPr="004672B8" w:rsidRDefault="002D5BF9" w:rsidP="004E7649">
      <w:pPr>
        <w:pStyle w:val="NoSpacing"/>
      </w:pPr>
      <w:r w:rsidRPr="00FA1805">
        <w:rPr>
          <w:b/>
        </w:rPr>
        <w:t>Вирішили:</w:t>
      </w:r>
      <w:r w:rsidRPr="00A420D2">
        <w:t xml:space="preserve"> Рішення №</w:t>
      </w:r>
      <w:r>
        <w:t>756</w:t>
      </w:r>
      <w:r w:rsidRPr="00A420D2">
        <w:t xml:space="preserve"> прийнято </w:t>
      </w:r>
      <w:r>
        <w:t xml:space="preserve">зі змінами, доповненнями та </w:t>
      </w:r>
      <w:r w:rsidRPr="00A420D2">
        <w:t>в цілому за результатами голосування (додається).</w:t>
      </w:r>
    </w:p>
    <w:p w:rsidR="002D5BF9" w:rsidRDefault="002D5BF9" w:rsidP="00275641">
      <w:pPr>
        <w:pStyle w:val="NoSpacing"/>
        <w:rPr>
          <w:b/>
        </w:rPr>
      </w:pPr>
      <w:r>
        <w:rPr>
          <w:b/>
        </w:rPr>
        <w:t>ІНФОРМУВАЛА</w:t>
      </w:r>
      <w:r w:rsidRPr="000B48D8">
        <w:rPr>
          <w:b/>
        </w:rPr>
        <w:t xml:space="preserve">:  </w:t>
      </w:r>
      <w:r>
        <w:t xml:space="preserve">Наталія КЛИМЕНКО про звернення депутатів Знам’янської міської ради восьмого скликання до Президента України, Верховної Ради України, Кабінету Міністрів України, </w:t>
      </w:r>
      <w:r w:rsidRPr="000067F9">
        <w:t>Національної служби здоров’я України</w:t>
      </w:r>
      <w:r>
        <w:t xml:space="preserve"> з приводу належного фінансового забезпечення сфери охорони здоров’я. (</w:t>
      </w:r>
      <w:r w:rsidRPr="00C856AE">
        <w:t>додається).</w:t>
      </w:r>
    </w:p>
    <w:p w:rsidR="002D5BF9" w:rsidRPr="00A420D2" w:rsidRDefault="002D5BF9" w:rsidP="00275641">
      <w:pPr>
        <w:pStyle w:val="NoSpacing"/>
      </w:pPr>
      <w:r w:rsidRPr="00A420D2">
        <w:t>Голосували:</w:t>
      </w:r>
    </w:p>
    <w:p w:rsidR="002D5BF9" w:rsidRPr="00A420D2" w:rsidRDefault="002D5BF9" w:rsidP="00275641">
      <w:pPr>
        <w:pStyle w:val="NoSpacing"/>
      </w:pPr>
      <w:r w:rsidRPr="00A420D2">
        <w:t>Підтримати депутатський запит.</w:t>
      </w:r>
    </w:p>
    <w:p w:rsidR="002D5BF9" w:rsidRPr="00A420D2" w:rsidRDefault="002D5BF9" w:rsidP="00275641">
      <w:pPr>
        <w:pStyle w:val="NoSpacing"/>
      </w:pPr>
      <w:r>
        <w:t>Результати голосування: «За» - 16</w:t>
      </w:r>
      <w:r w:rsidRPr="00A420D2">
        <w:t xml:space="preserve">, «Проти» - 0, «Утримався» - 0, «Не голосували» - </w:t>
      </w:r>
      <w:r>
        <w:t>5</w:t>
      </w:r>
      <w:r w:rsidRPr="00A420D2">
        <w:t>; «Відсут</w:t>
      </w:r>
      <w:r>
        <w:t>ні» - 6</w:t>
      </w:r>
      <w:r w:rsidRPr="00A420D2">
        <w:t xml:space="preserve"> (додаються).</w:t>
      </w:r>
    </w:p>
    <w:p w:rsidR="002D5BF9" w:rsidRPr="004672B8" w:rsidRDefault="002D5BF9" w:rsidP="00081C11">
      <w:pPr>
        <w:pStyle w:val="NoSpacing"/>
      </w:pPr>
      <w:r w:rsidRPr="00FA1805">
        <w:rPr>
          <w:b/>
        </w:rPr>
        <w:t>Вирішили:</w:t>
      </w:r>
      <w:r w:rsidRPr="00A420D2">
        <w:t xml:space="preserve"> Рішення №</w:t>
      </w:r>
      <w:r>
        <w:t>757</w:t>
      </w:r>
      <w:r w:rsidRPr="00A420D2">
        <w:t xml:space="preserve"> прийнято </w:t>
      </w:r>
      <w:r>
        <w:t xml:space="preserve">зі змінами, доповненнями та </w:t>
      </w:r>
      <w:r w:rsidRPr="00A420D2">
        <w:t>в цілому за результатами голосування (додається).</w:t>
      </w:r>
    </w:p>
    <w:p w:rsidR="002D5BF9" w:rsidRPr="00F13907" w:rsidRDefault="002D5BF9" w:rsidP="00CD3D50">
      <w:pPr>
        <w:pStyle w:val="NoSpacing"/>
        <w:rPr>
          <w:i/>
        </w:rPr>
      </w:pPr>
      <w:r>
        <w:rPr>
          <w:b/>
        </w:rPr>
        <w:t>ІНФОРМУВАВ</w:t>
      </w:r>
      <w:r w:rsidRPr="000B48D8">
        <w:rPr>
          <w:b/>
        </w:rPr>
        <w:t xml:space="preserve">:  </w:t>
      </w:r>
      <w:r w:rsidRPr="00081C11">
        <w:t xml:space="preserve">Анатолій ТЕСЛЕНКО </w:t>
      </w:r>
      <w:r>
        <w:t>щодо забезпечення належного контролю за видачею дозвільних документів під час порушення об’єктів благоустрою та дотриманням вимог, що ними встановлюються.</w:t>
      </w:r>
    </w:p>
    <w:p w:rsidR="002D5BF9" w:rsidRPr="00A420D2" w:rsidRDefault="002D5BF9" w:rsidP="00CD3D50">
      <w:pPr>
        <w:pStyle w:val="NoSpacing"/>
      </w:pPr>
      <w:r w:rsidRPr="00A420D2">
        <w:t>Голосували:</w:t>
      </w:r>
    </w:p>
    <w:p w:rsidR="002D5BF9" w:rsidRPr="00A420D2" w:rsidRDefault="002D5BF9" w:rsidP="00CD3D50">
      <w:pPr>
        <w:pStyle w:val="NoSpacing"/>
      </w:pPr>
      <w:r w:rsidRPr="00A420D2">
        <w:t>Підтримати</w:t>
      </w:r>
      <w:r>
        <w:t xml:space="preserve"> усний</w:t>
      </w:r>
      <w:r w:rsidRPr="00A420D2">
        <w:t xml:space="preserve"> депутатський запит.</w:t>
      </w:r>
    </w:p>
    <w:p w:rsidR="002D5BF9" w:rsidRPr="00A420D2" w:rsidRDefault="002D5BF9" w:rsidP="00CD3D50">
      <w:pPr>
        <w:pStyle w:val="NoSpacing"/>
      </w:pPr>
      <w:r>
        <w:t>Результати голосування: «За» - 20</w:t>
      </w:r>
      <w:r w:rsidRPr="00A420D2">
        <w:t xml:space="preserve">, «Проти» - 0, «Утримався» - 0, «Не голосували» - </w:t>
      </w:r>
      <w:r>
        <w:t>0</w:t>
      </w:r>
      <w:r w:rsidRPr="00A420D2">
        <w:t>; «Відсут</w:t>
      </w:r>
      <w:r>
        <w:t>ні» - 7</w:t>
      </w:r>
      <w:r w:rsidRPr="00A420D2">
        <w:t xml:space="preserve"> (додаються).</w:t>
      </w:r>
    </w:p>
    <w:p w:rsidR="002D5BF9" w:rsidRPr="004672B8" w:rsidRDefault="002D5BF9" w:rsidP="00F13907">
      <w:pPr>
        <w:pStyle w:val="NoSpacing"/>
      </w:pPr>
      <w:r w:rsidRPr="00FA1805">
        <w:rPr>
          <w:b/>
        </w:rPr>
        <w:t>Вирішили:</w:t>
      </w:r>
      <w:r w:rsidRPr="00A420D2">
        <w:t xml:space="preserve"> Рішення №</w:t>
      </w:r>
      <w:r>
        <w:t>758</w:t>
      </w:r>
      <w:r w:rsidRPr="00A420D2">
        <w:t xml:space="preserve"> прийнято в цілому за результатами голосування (додається).</w:t>
      </w:r>
    </w:p>
    <w:p w:rsidR="002D5BF9" w:rsidRPr="00F13907" w:rsidRDefault="002D5BF9" w:rsidP="00CD3D50">
      <w:pPr>
        <w:pStyle w:val="NoSpacing"/>
        <w:rPr>
          <w:i/>
        </w:rPr>
      </w:pPr>
      <w:r w:rsidRPr="00F13907">
        <w:rPr>
          <w:b/>
        </w:rPr>
        <w:t xml:space="preserve">ІНФОРМУВАВ:  </w:t>
      </w:r>
      <w:r w:rsidRPr="00F13907">
        <w:t xml:space="preserve">Ігор КАЧАНОВ </w:t>
      </w:r>
      <w:r>
        <w:t>про направлення звернення до провайдерів мобільного зв’язку з метою здійснення ними технічного обстеження споруд та інших технічних конструкцій «труби, мачти, вежі, тощо» різної форми власності, які вони орендують у комерційних цілях.</w:t>
      </w:r>
    </w:p>
    <w:p w:rsidR="002D5BF9" w:rsidRPr="00A420D2" w:rsidRDefault="002D5BF9" w:rsidP="00CD3D50">
      <w:pPr>
        <w:pStyle w:val="NoSpacing"/>
      </w:pPr>
      <w:r w:rsidRPr="00A420D2">
        <w:t>Голосували:</w:t>
      </w:r>
    </w:p>
    <w:p w:rsidR="002D5BF9" w:rsidRPr="00A420D2" w:rsidRDefault="002D5BF9" w:rsidP="00CD3D50">
      <w:pPr>
        <w:pStyle w:val="NoSpacing"/>
      </w:pPr>
      <w:r w:rsidRPr="00A420D2">
        <w:t>Підтримати депутатський запит.</w:t>
      </w:r>
    </w:p>
    <w:p w:rsidR="002D5BF9" w:rsidRPr="00A420D2" w:rsidRDefault="002D5BF9" w:rsidP="00CD3D50">
      <w:pPr>
        <w:pStyle w:val="NoSpacing"/>
      </w:pPr>
      <w:r>
        <w:t>Результати голосування: «За» - 17</w:t>
      </w:r>
      <w:r w:rsidRPr="00A420D2">
        <w:t xml:space="preserve">, «Проти» - </w:t>
      </w:r>
      <w:r>
        <w:t>1</w:t>
      </w:r>
      <w:r w:rsidRPr="00A420D2">
        <w:t xml:space="preserve">, «Утримався» - 0, «Не голосували» - </w:t>
      </w:r>
      <w:r>
        <w:t>2</w:t>
      </w:r>
      <w:r w:rsidRPr="00A420D2">
        <w:t>; «Відсут</w:t>
      </w:r>
      <w:r>
        <w:t>ні» -7</w:t>
      </w:r>
      <w:r w:rsidRPr="00A420D2">
        <w:t xml:space="preserve"> (додаються).</w:t>
      </w:r>
    </w:p>
    <w:p w:rsidR="002D5BF9" w:rsidRPr="004672B8" w:rsidRDefault="002D5BF9" w:rsidP="00CD3D50">
      <w:pPr>
        <w:pStyle w:val="NoSpacing"/>
      </w:pPr>
      <w:r w:rsidRPr="00FA1805">
        <w:rPr>
          <w:b/>
        </w:rPr>
        <w:t>Вирішили:</w:t>
      </w:r>
      <w:r w:rsidRPr="00A420D2">
        <w:t xml:space="preserve"> Рішення №</w:t>
      </w:r>
      <w:r>
        <w:t>759</w:t>
      </w:r>
      <w:r w:rsidRPr="00A420D2">
        <w:t xml:space="preserve"> прийнято в цілому за результатами голосування (додається).</w:t>
      </w:r>
    </w:p>
    <w:p w:rsidR="002D5BF9" w:rsidRDefault="002D5BF9" w:rsidP="00EA2CC6">
      <w:pPr>
        <w:pStyle w:val="NoSpacing"/>
        <w:rPr>
          <w:b/>
        </w:rPr>
      </w:pPr>
      <w:r>
        <w:rPr>
          <w:b/>
        </w:rPr>
        <w:t>ІНФОРМУВАВ</w:t>
      </w:r>
      <w:r w:rsidRPr="000B48D8">
        <w:rPr>
          <w:b/>
        </w:rPr>
        <w:t xml:space="preserve">:  </w:t>
      </w:r>
      <w:r w:rsidRPr="00F13907">
        <w:t>Ігор КАЧАНОВ</w:t>
      </w:r>
      <w:r>
        <w:t xml:space="preserve"> щодо вільного пересування через ринок у центрі міста (зняти ворота).</w:t>
      </w:r>
    </w:p>
    <w:p w:rsidR="002D5BF9" w:rsidRPr="00A420D2" w:rsidRDefault="002D5BF9" w:rsidP="00EA2CC6">
      <w:pPr>
        <w:pStyle w:val="NoSpacing"/>
      </w:pPr>
      <w:r w:rsidRPr="00A420D2">
        <w:t>Голосували:</w:t>
      </w:r>
    </w:p>
    <w:p w:rsidR="002D5BF9" w:rsidRPr="00A420D2" w:rsidRDefault="002D5BF9" w:rsidP="00EA2CC6">
      <w:pPr>
        <w:pStyle w:val="NoSpacing"/>
      </w:pPr>
      <w:r w:rsidRPr="00A420D2">
        <w:t xml:space="preserve">Підтримати </w:t>
      </w:r>
      <w:r>
        <w:t xml:space="preserve">усний </w:t>
      </w:r>
      <w:r w:rsidRPr="00A420D2">
        <w:t>депутатський запит.</w:t>
      </w:r>
    </w:p>
    <w:p w:rsidR="002D5BF9" w:rsidRPr="00A420D2" w:rsidRDefault="002D5BF9" w:rsidP="00EA2CC6">
      <w:pPr>
        <w:pStyle w:val="NoSpacing"/>
      </w:pPr>
      <w:r>
        <w:t>Результати голосування: «За» - 8</w:t>
      </w:r>
      <w:r w:rsidRPr="00A420D2">
        <w:t>, «Проти» -</w:t>
      </w:r>
      <w:r>
        <w:t>1</w:t>
      </w:r>
      <w:r w:rsidRPr="00A420D2">
        <w:t xml:space="preserve">, «Утримався» - </w:t>
      </w:r>
      <w:r>
        <w:t>6</w:t>
      </w:r>
      <w:r w:rsidRPr="00A420D2">
        <w:t xml:space="preserve">, «Не голосували» - </w:t>
      </w:r>
      <w:r>
        <w:t>5</w:t>
      </w:r>
      <w:r w:rsidRPr="00A420D2">
        <w:t>; «Відсут</w:t>
      </w:r>
      <w:r>
        <w:t>ні» - 7</w:t>
      </w:r>
      <w:r w:rsidRPr="00A420D2">
        <w:t xml:space="preserve"> (додаються).</w:t>
      </w:r>
    </w:p>
    <w:p w:rsidR="002D5BF9" w:rsidRPr="004672B8" w:rsidRDefault="002D5BF9" w:rsidP="00F13907">
      <w:pPr>
        <w:pStyle w:val="NoSpacing"/>
      </w:pPr>
      <w:r w:rsidRPr="00FA1805">
        <w:rPr>
          <w:b/>
        </w:rPr>
        <w:t>Вирішили:</w:t>
      </w:r>
      <w:r w:rsidRPr="00A420D2">
        <w:t xml:space="preserve"> Рішення </w:t>
      </w:r>
      <w:r>
        <w:t>не</w:t>
      </w:r>
      <w:r w:rsidRPr="00A420D2">
        <w:t xml:space="preserve"> прийнято в цілому за результатами голосування (додається).</w:t>
      </w:r>
    </w:p>
    <w:p w:rsidR="002D5BF9" w:rsidRPr="00F13907" w:rsidRDefault="002D5BF9" w:rsidP="00933DE2">
      <w:pPr>
        <w:pStyle w:val="NoSpacing"/>
        <w:rPr>
          <w:i/>
        </w:rPr>
      </w:pPr>
      <w:r w:rsidRPr="00F13907">
        <w:rPr>
          <w:b/>
        </w:rPr>
        <w:t xml:space="preserve">ІНФОРМУВАЛА:  </w:t>
      </w:r>
      <w:r w:rsidRPr="00F13907">
        <w:t>Світлана БОЙКО</w:t>
      </w:r>
      <w:r w:rsidRPr="00F13907">
        <w:rPr>
          <w:b/>
        </w:rPr>
        <w:t xml:space="preserve"> </w:t>
      </w:r>
      <w:r>
        <w:t>про комісійне обстеження, внесення до переліку об’єктів, що потребують ремонту (капітального чи поточного - за рішенням комісії), фінансування робіт у 2022 році наступних об’єктів: асфальтування вулиці Маяковського (приватний сектор, від №1 до №47) та прилеглих провулків (провулки Григорія Сковороди, Добролюбова, Жасміновий, Кутузова, Лермонтова, Некрасова, Толстого, Чернишевського) (додається).</w:t>
      </w:r>
    </w:p>
    <w:p w:rsidR="002D5BF9" w:rsidRPr="00A420D2" w:rsidRDefault="002D5BF9" w:rsidP="00933DE2">
      <w:pPr>
        <w:pStyle w:val="NoSpacing"/>
      </w:pPr>
      <w:r w:rsidRPr="00A420D2">
        <w:t>Голосували:</w:t>
      </w:r>
    </w:p>
    <w:p w:rsidR="002D5BF9" w:rsidRPr="00A420D2" w:rsidRDefault="002D5BF9" w:rsidP="00933DE2">
      <w:pPr>
        <w:pStyle w:val="NoSpacing"/>
      </w:pPr>
      <w:r w:rsidRPr="00A420D2">
        <w:t>Підтримати депутатський запит.</w:t>
      </w:r>
    </w:p>
    <w:p w:rsidR="002D5BF9" w:rsidRPr="00A420D2" w:rsidRDefault="002D5BF9" w:rsidP="00933DE2">
      <w:pPr>
        <w:pStyle w:val="NoSpacing"/>
      </w:pPr>
      <w:r>
        <w:t>Результати голосування: «За» - 18</w:t>
      </w:r>
      <w:r w:rsidRPr="00A420D2">
        <w:t xml:space="preserve">, «Проти» - 0, «Утримався» - 0, «Не голосували» - </w:t>
      </w:r>
      <w:r>
        <w:t>2</w:t>
      </w:r>
      <w:r w:rsidRPr="00A420D2">
        <w:t>; «Відсут</w:t>
      </w:r>
      <w:r>
        <w:t>ні» - 7</w:t>
      </w:r>
      <w:r w:rsidRPr="00A420D2">
        <w:t xml:space="preserve"> (додаються).</w:t>
      </w:r>
    </w:p>
    <w:p w:rsidR="002D5BF9" w:rsidRPr="004672B8" w:rsidRDefault="002D5BF9" w:rsidP="00F13907">
      <w:pPr>
        <w:pStyle w:val="NoSpacing"/>
      </w:pPr>
      <w:r w:rsidRPr="00FA1805">
        <w:rPr>
          <w:b/>
        </w:rPr>
        <w:t>Вирішили:</w:t>
      </w:r>
      <w:r w:rsidRPr="00A420D2">
        <w:t xml:space="preserve"> Рішення №</w:t>
      </w:r>
      <w:r>
        <w:t>760</w:t>
      </w:r>
      <w:r w:rsidRPr="00A420D2">
        <w:t xml:space="preserve"> прийнято в цілому за результатами голосування (додається).</w:t>
      </w:r>
    </w:p>
    <w:p w:rsidR="002D5BF9" w:rsidRPr="00F13907" w:rsidRDefault="002D5BF9" w:rsidP="00F13907">
      <w:pPr>
        <w:pStyle w:val="NoSpacing"/>
      </w:pPr>
      <w:r w:rsidRPr="00F13907">
        <w:rPr>
          <w:b/>
        </w:rPr>
        <w:t>ІНФОРМУВА</w:t>
      </w:r>
      <w:r>
        <w:rPr>
          <w:b/>
        </w:rPr>
        <w:t>В</w:t>
      </w:r>
      <w:r w:rsidRPr="00F13907">
        <w:rPr>
          <w:b/>
        </w:rPr>
        <w:t xml:space="preserve">: </w:t>
      </w:r>
      <w:r w:rsidRPr="00F13907">
        <w:t>Олександр РОЗДОБУДЬКО</w:t>
      </w:r>
      <w:r w:rsidRPr="00F13907">
        <w:rPr>
          <w:b/>
        </w:rPr>
        <w:t xml:space="preserve"> </w:t>
      </w:r>
      <w:r>
        <w:t>щодо виділення коштів на капітальний ремонт електромережі від електрощитової до лічильника обліку електроенергії в квартирах будинку, електромережі підвального приміщення та електромережі зовнішнього освітлення житлового будинку №4 по вул.Привокзальній. При плануванні бюджету на 2022 рік передбачити виділення коштів на виготовлення ПКД з подальшим проведенням капітального ремонту електромережі (додається).</w:t>
      </w:r>
    </w:p>
    <w:p w:rsidR="002D5BF9" w:rsidRPr="00A420D2" w:rsidRDefault="002D5BF9" w:rsidP="00F13907">
      <w:pPr>
        <w:pStyle w:val="NoSpacing"/>
      </w:pPr>
      <w:r w:rsidRPr="00A420D2">
        <w:t>Голосували:</w:t>
      </w:r>
    </w:p>
    <w:p w:rsidR="002D5BF9" w:rsidRPr="00A420D2" w:rsidRDefault="002D5BF9" w:rsidP="00F13907">
      <w:pPr>
        <w:pStyle w:val="NoSpacing"/>
      </w:pPr>
      <w:r w:rsidRPr="00A420D2">
        <w:t>Підтримати депутатський запит.</w:t>
      </w:r>
    </w:p>
    <w:p w:rsidR="002D5BF9" w:rsidRPr="00A420D2" w:rsidRDefault="002D5BF9" w:rsidP="00F13907">
      <w:pPr>
        <w:pStyle w:val="NoSpacing"/>
      </w:pPr>
      <w:r>
        <w:t>Результати голосування: «За» - 20</w:t>
      </w:r>
      <w:r w:rsidRPr="00A420D2">
        <w:t xml:space="preserve">, «Проти» - 0, «Утримався» - 0, «Не голосували» - </w:t>
      </w:r>
      <w:r>
        <w:t>0</w:t>
      </w:r>
      <w:r w:rsidRPr="00A420D2">
        <w:t>; «Відсут</w:t>
      </w:r>
      <w:r>
        <w:t>ні» - 7</w:t>
      </w:r>
      <w:r w:rsidRPr="00A420D2">
        <w:t xml:space="preserve"> (додаються).</w:t>
      </w:r>
    </w:p>
    <w:p w:rsidR="002D5BF9" w:rsidRPr="004672B8" w:rsidRDefault="002D5BF9" w:rsidP="00F13907">
      <w:pPr>
        <w:pStyle w:val="NoSpacing"/>
      </w:pPr>
      <w:r w:rsidRPr="00FA1805">
        <w:rPr>
          <w:b/>
        </w:rPr>
        <w:t>Вирішили:</w:t>
      </w:r>
      <w:r w:rsidRPr="00A420D2">
        <w:t xml:space="preserve"> Рішення №</w:t>
      </w:r>
      <w:r>
        <w:t>761</w:t>
      </w:r>
      <w:r w:rsidRPr="00A420D2">
        <w:t xml:space="preserve"> прийнято в цілому за результатами голосування (додається).</w:t>
      </w:r>
    </w:p>
    <w:p w:rsidR="002D5BF9" w:rsidRPr="00F13907" w:rsidRDefault="002D5BF9" w:rsidP="00F13907">
      <w:pPr>
        <w:pStyle w:val="NoSpacing"/>
      </w:pPr>
      <w:r w:rsidRPr="00F13907">
        <w:rPr>
          <w:b/>
        </w:rPr>
        <w:t xml:space="preserve">ІНФОРМУВАВ: </w:t>
      </w:r>
      <w:r w:rsidRPr="00F13907">
        <w:t xml:space="preserve">Олег ТІТАРЄВ </w:t>
      </w:r>
      <w:r>
        <w:t>при формуванні бюджету на 2022 рік включити в перелік робіт ремонт вимощень і прибудинкових територій житлових будинків №№14,18,20 по вул. Скирди шляхом улаштування асфальтобетонного покриття(додається).</w:t>
      </w:r>
    </w:p>
    <w:p w:rsidR="002D5BF9" w:rsidRPr="00A420D2" w:rsidRDefault="002D5BF9" w:rsidP="00F13907">
      <w:pPr>
        <w:pStyle w:val="NoSpacing"/>
      </w:pPr>
      <w:r w:rsidRPr="00A420D2">
        <w:t>Голосували:</w:t>
      </w:r>
    </w:p>
    <w:p w:rsidR="002D5BF9" w:rsidRPr="00A420D2" w:rsidRDefault="002D5BF9" w:rsidP="00F13907">
      <w:pPr>
        <w:pStyle w:val="NoSpacing"/>
      </w:pPr>
      <w:r w:rsidRPr="00A420D2">
        <w:t>Підтримати депутатський запит.</w:t>
      </w:r>
    </w:p>
    <w:p w:rsidR="002D5BF9" w:rsidRPr="00A420D2" w:rsidRDefault="002D5BF9" w:rsidP="00F13907">
      <w:pPr>
        <w:pStyle w:val="NoSpacing"/>
      </w:pPr>
      <w:r>
        <w:t>Результати голосування: «За» - 19</w:t>
      </w:r>
      <w:r w:rsidRPr="00A420D2">
        <w:t xml:space="preserve">, «Проти» - 0, «Утримався» - 0, «Не голосували» - </w:t>
      </w:r>
      <w:r>
        <w:t>1</w:t>
      </w:r>
      <w:r w:rsidRPr="00A420D2">
        <w:t>; «Відсут</w:t>
      </w:r>
      <w:r>
        <w:t>ні» - 7</w:t>
      </w:r>
      <w:r w:rsidRPr="00A420D2">
        <w:t xml:space="preserve"> (додаються).</w:t>
      </w:r>
    </w:p>
    <w:p w:rsidR="002D5BF9" w:rsidRPr="004672B8" w:rsidRDefault="002D5BF9" w:rsidP="00A347C0">
      <w:pPr>
        <w:pStyle w:val="NoSpacing"/>
      </w:pPr>
      <w:r w:rsidRPr="00FA1805">
        <w:rPr>
          <w:b/>
        </w:rPr>
        <w:t>Вирішили:</w:t>
      </w:r>
      <w:r w:rsidRPr="00A420D2">
        <w:t xml:space="preserve"> Рішення №</w:t>
      </w:r>
      <w:r>
        <w:t>762</w:t>
      </w:r>
      <w:r w:rsidRPr="00A420D2">
        <w:t xml:space="preserve"> прийнято в цілому за результатами голосування (додається).</w:t>
      </w:r>
    </w:p>
    <w:p w:rsidR="002D5BF9" w:rsidRPr="00A420D2" w:rsidRDefault="002D5BF9" w:rsidP="00A347C0">
      <w:pPr>
        <w:pStyle w:val="NoSpacing"/>
      </w:pPr>
      <w:r w:rsidRPr="00A347C0">
        <w:rPr>
          <w:b/>
        </w:rPr>
        <w:t xml:space="preserve">ІНФОРМУВАВ: </w:t>
      </w:r>
      <w:r w:rsidRPr="00A347C0">
        <w:t xml:space="preserve">Олег ТІТАРЄВ </w:t>
      </w:r>
      <w:r>
        <w:t>Створити комісію по обстеженню будинку №32 по         вул. Чайковського. Визначитися з вартістю робіт по заміні  всієї системи водовідведення, як від будинку до каналізаційних колодязів, так і по стоякам. При формуванні бюджету на 2022 рік включити капітальний ремонт системи водовідведення</w:t>
      </w:r>
      <w:r w:rsidRPr="00E411F4">
        <w:t xml:space="preserve"> </w:t>
      </w:r>
      <w:r>
        <w:t>будинку №32 по вул.Чайковського у перелік робіт (додається).</w:t>
      </w:r>
    </w:p>
    <w:p w:rsidR="002D5BF9" w:rsidRPr="00A420D2" w:rsidRDefault="002D5BF9" w:rsidP="00A347C0">
      <w:pPr>
        <w:pStyle w:val="NoSpacing"/>
      </w:pPr>
      <w:r w:rsidRPr="00A420D2">
        <w:t>Підтримати депутатський запит.</w:t>
      </w:r>
    </w:p>
    <w:p w:rsidR="002D5BF9" w:rsidRPr="00A420D2" w:rsidRDefault="002D5BF9" w:rsidP="00A347C0">
      <w:pPr>
        <w:pStyle w:val="NoSpacing"/>
      </w:pPr>
      <w:r>
        <w:t>Результати голосування: «За» - 19</w:t>
      </w:r>
      <w:r w:rsidRPr="00A420D2">
        <w:t xml:space="preserve">, «Проти» - 0, «Утримався» - 0, «Не голосували» - </w:t>
      </w:r>
      <w:r>
        <w:t>2</w:t>
      </w:r>
      <w:r w:rsidRPr="00A420D2">
        <w:t>; «Відсут</w:t>
      </w:r>
      <w:r>
        <w:t>ні» - 6</w:t>
      </w:r>
      <w:r w:rsidRPr="00A420D2">
        <w:t xml:space="preserve"> (додаються).</w:t>
      </w:r>
    </w:p>
    <w:p w:rsidR="002D5BF9" w:rsidRPr="00F778CA" w:rsidRDefault="002D5BF9" w:rsidP="00933DE2">
      <w:pPr>
        <w:pStyle w:val="NoSpacing"/>
      </w:pPr>
      <w:r w:rsidRPr="00FA1805">
        <w:rPr>
          <w:b/>
        </w:rPr>
        <w:t>Вирішили:</w:t>
      </w:r>
      <w:r w:rsidRPr="00A420D2">
        <w:t xml:space="preserve"> Рішення №</w:t>
      </w:r>
      <w:r>
        <w:t>763</w:t>
      </w:r>
      <w:r w:rsidRPr="00A420D2">
        <w:t xml:space="preserve"> прийнято в цілому за результатами голосування (додається).</w:t>
      </w:r>
    </w:p>
    <w:p w:rsidR="002D5BF9" w:rsidRDefault="002D5BF9" w:rsidP="004B5F02">
      <w:pPr>
        <w:pStyle w:val="NoSpacing"/>
      </w:pPr>
      <w:r>
        <w:t>Про депутатські запити в цілому.</w:t>
      </w:r>
    </w:p>
    <w:p w:rsidR="002D5BF9" w:rsidRDefault="002D5BF9" w:rsidP="004B5F02">
      <w:pPr>
        <w:pStyle w:val="NoSpacing"/>
      </w:pPr>
      <w:r w:rsidRPr="00A420D2">
        <w:t xml:space="preserve">Результати голосування: «За» - </w:t>
      </w:r>
      <w:r>
        <w:t>20</w:t>
      </w:r>
      <w:r w:rsidRPr="00A420D2">
        <w:t xml:space="preserve">, «Проти» - 0, «Утримався» - </w:t>
      </w:r>
      <w:r>
        <w:t>0</w:t>
      </w:r>
      <w:r w:rsidRPr="00A420D2">
        <w:t xml:space="preserve">, «Не голосували» - </w:t>
      </w:r>
      <w:r>
        <w:t>0</w:t>
      </w:r>
      <w:r w:rsidRPr="00A420D2">
        <w:t xml:space="preserve">; «Відсутні» - </w:t>
      </w:r>
      <w:r>
        <w:t>7</w:t>
      </w:r>
      <w:r w:rsidRPr="00A420D2">
        <w:t xml:space="preserve"> (додаються).</w:t>
      </w:r>
    </w:p>
    <w:p w:rsidR="002D5BF9" w:rsidRDefault="002D5BF9" w:rsidP="004B5F02">
      <w:pPr>
        <w:pStyle w:val="NoSpacing"/>
      </w:pPr>
    </w:p>
    <w:p w:rsidR="002D5BF9" w:rsidRDefault="002D5BF9" w:rsidP="00457B93">
      <w:pPr>
        <w:pStyle w:val="BodyText"/>
        <w:spacing w:after="0"/>
        <w:ind w:firstLine="708"/>
        <w:jc w:val="both"/>
        <w:rPr>
          <w:color w:val="000000"/>
          <w:shd w:val="clear" w:color="auto" w:fill="FFFFFF"/>
          <w:lang w:val="uk-UA"/>
        </w:rPr>
      </w:pPr>
      <w:r w:rsidRPr="00A347C0">
        <w:rPr>
          <w:color w:val="000000"/>
          <w:shd w:val="clear" w:color="auto" w:fill="FFFFFF"/>
          <w:lang w:val="uk-UA"/>
        </w:rPr>
        <w:t xml:space="preserve">У різному, </w:t>
      </w:r>
      <w:r>
        <w:rPr>
          <w:color w:val="000000"/>
          <w:shd w:val="clear" w:color="auto" w:fill="FFFFFF"/>
          <w:lang w:val="uk-UA"/>
        </w:rPr>
        <w:t xml:space="preserve">керуючий справами (секретар) виконавчого комітету Знам’янської міської ради Лілія МЕРЕНКОВА та заступник міського голови з питань діяльності виконавчих органів Олег ГРЕБЕНЮК прозвітували про свою роботу </w:t>
      </w:r>
      <w:r w:rsidRPr="00F778CA">
        <w:rPr>
          <w:color w:val="000000"/>
          <w:shd w:val="clear" w:color="auto" w:fill="FFFFFF"/>
          <w:lang w:val="uk-UA"/>
        </w:rPr>
        <w:t>за І півріччя 2021 року.</w:t>
      </w:r>
    </w:p>
    <w:p w:rsidR="002D5BF9" w:rsidRDefault="002D5BF9" w:rsidP="00457B93">
      <w:pPr>
        <w:pStyle w:val="BodyText"/>
        <w:spacing w:after="0"/>
        <w:ind w:firstLine="708"/>
        <w:jc w:val="both"/>
        <w:rPr>
          <w:lang w:val="uk-UA"/>
        </w:rPr>
      </w:pPr>
      <w:r>
        <w:rPr>
          <w:color w:val="000000"/>
          <w:shd w:val="clear" w:color="auto" w:fill="FFFFFF"/>
          <w:lang w:val="uk-UA"/>
        </w:rPr>
        <w:t>Лілія МЕРЕНКОВА у своєму виступі зокрема відзначила, що до планів її роботи зокрема включено: запровадження нових методів роботи апарату управління; удосконалення роботи; підвищення рівня освіти, як працівників апарату управління, так і своєї. Перераховано підпорядковані структурні підрозділи</w:t>
      </w:r>
      <w:r>
        <w:rPr>
          <w:lang w:val="uk-UA"/>
        </w:rPr>
        <w:t xml:space="preserve">, а саме: </w:t>
      </w:r>
    </w:p>
    <w:p w:rsidR="002D5BF9" w:rsidRDefault="002D5BF9" w:rsidP="00457B93">
      <w:pPr>
        <w:pStyle w:val="BodyText"/>
        <w:spacing w:after="0"/>
        <w:ind w:firstLine="708"/>
        <w:jc w:val="both"/>
        <w:rPr>
          <w:color w:val="000000"/>
          <w:shd w:val="clear" w:color="auto" w:fill="FFFFFF"/>
          <w:lang w:val="uk-UA"/>
        </w:rPr>
      </w:pPr>
      <w:r w:rsidRPr="00F1593A">
        <w:rPr>
          <w:lang w:val="uk-UA"/>
        </w:rPr>
        <w:t>в</w:t>
      </w:r>
      <w:r w:rsidRPr="00F1593A">
        <w:rPr>
          <w:color w:val="000000"/>
          <w:shd w:val="clear" w:color="auto" w:fill="FFFFFF"/>
          <w:lang w:val="uk-UA"/>
        </w:rPr>
        <w:t>ідділ організаційно-кадрової роботи;</w:t>
      </w:r>
    </w:p>
    <w:p w:rsidR="002D5BF9" w:rsidRDefault="002D5BF9" w:rsidP="00457B93">
      <w:pPr>
        <w:pStyle w:val="BodyText"/>
        <w:spacing w:after="0"/>
        <w:ind w:firstLine="708"/>
        <w:jc w:val="both"/>
        <w:rPr>
          <w:color w:val="000000"/>
          <w:shd w:val="clear" w:color="auto" w:fill="FFFFFF"/>
          <w:lang w:val="uk-UA"/>
        </w:rPr>
      </w:pPr>
      <w:r>
        <w:rPr>
          <w:color w:val="000000"/>
          <w:lang w:val="uk-UA"/>
        </w:rPr>
        <w:t>в</w:t>
      </w:r>
      <w:r w:rsidRPr="00F1593A">
        <w:rPr>
          <w:color w:val="000000"/>
          <w:shd w:val="clear" w:color="auto" w:fill="FFFFFF"/>
          <w:lang w:val="uk-UA"/>
        </w:rPr>
        <w:t>ідділ загальний, контролю та роботи із зверненнями громадян;</w:t>
      </w:r>
      <w:r w:rsidRPr="00F1593A">
        <w:rPr>
          <w:color w:val="000000"/>
          <w:shd w:val="clear" w:color="auto" w:fill="FFFFFF"/>
        </w:rPr>
        <w:t> </w:t>
      </w:r>
    </w:p>
    <w:p w:rsidR="002D5BF9" w:rsidRDefault="002D5BF9" w:rsidP="00457B93">
      <w:pPr>
        <w:pStyle w:val="BodyText"/>
        <w:spacing w:after="0"/>
        <w:ind w:firstLine="708"/>
        <w:jc w:val="both"/>
        <w:rPr>
          <w:color w:val="000000"/>
          <w:shd w:val="clear" w:color="auto" w:fill="FFFFFF"/>
          <w:lang w:val="uk-UA"/>
        </w:rPr>
      </w:pPr>
      <w:r>
        <w:rPr>
          <w:color w:val="000000"/>
          <w:lang w:val="uk-UA"/>
        </w:rPr>
        <w:t>ю</w:t>
      </w:r>
      <w:r w:rsidRPr="00F1593A">
        <w:rPr>
          <w:color w:val="000000"/>
          <w:shd w:val="clear" w:color="auto" w:fill="FFFFFF"/>
          <w:lang w:val="uk-UA"/>
        </w:rPr>
        <w:t>ридичний відділ;</w:t>
      </w:r>
    </w:p>
    <w:p w:rsidR="002D5BF9" w:rsidRDefault="002D5BF9" w:rsidP="00457B93">
      <w:pPr>
        <w:pStyle w:val="BodyText"/>
        <w:spacing w:after="0"/>
        <w:ind w:firstLine="708"/>
        <w:jc w:val="both"/>
        <w:rPr>
          <w:color w:val="000000"/>
          <w:shd w:val="clear" w:color="auto" w:fill="FFFFFF"/>
          <w:lang w:val="uk-UA"/>
        </w:rPr>
      </w:pPr>
      <w:r>
        <w:rPr>
          <w:color w:val="000000"/>
          <w:shd w:val="clear" w:color="auto" w:fill="FFFFFF"/>
          <w:lang w:val="uk-UA"/>
        </w:rPr>
        <w:t>в</w:t>
      </w:r>
      <w:r w:rsidRPr="00F1593A">
        <w:rPr>
          <w:color w:val="000000"/>
          <w:shd w:val="clear" w:color="auto" w:fill="FFFFFF"/>
          <w:lang w:val="uk-UA"/>
        </w:rPr>
        <w:t>ідділ культури і туризму;</w:t>
      </w:r>
    </w:p>
    <w:p w:rsidR="002D5BF9" w:rsidRDefault="002D5BF9" w:rsidP="00457B93">
      <w:pPr>
        <w:pStyle w:val="BodyText"/>
        <w:spacing w:after="0"/>
        <w:ind w:firstLine="708"/>
        <w:jc w:val="both"/>
        <w:rPr>
          <w:color w:val="000000"/>
          <w:shd w:val="clear" w:color="auto" w:fill="FFFFFF"/>
          <w:lang w:val="uk-UA"/>
        </w:rPr>
      </w:pPr>
      <w:r>
        <w:rPr>
          <w:color w:val="000000"/>
          <w:shd w:val="clear" w:color="auto" w:fill="FFFFFF"/>
          <w:lang w:val="uk-UA"/>
        </w:rPr>
        <w:t>с</w:t>
      </w:r>
      <w:r w:rsidRPr="00F1593A">
        <w:rPr>
          <w:color w:val="000000"/>
          <w:shd w:val="clear" w:color="auto" w:fill="FFFFFF"/>
          <w:lang w:val="uk-UA"/>
        </w:rPr>
        <w:t>лужба у справах дітей;</w:t>
      </w:r>
    </w:p>
    <w:p w:rsidR="002D5BF9" w:rsidRDefault="002D5BF9" w:rsidP="00457B93">
      <w:pPr>
        <w:pStyle w:val="BodyText"/>
        <w:spacing w:after="0"/>
        <w:ind w:firstLine="708"/>
        <w:jc w:val="both"/>
        <w:rPr>
          <w:color w:val="000000"/>
          <w:shd w:val="clear" w:color="auto" w:fill="FFFFFF"/>
          <w:lang w:val="uk-UA"/>
        </w:rPr>
      </w:pPr>
      <w:r>
        <w:rPr>
          <w:color w:val="000000"/>
          <w:shd w:val="clear" w:color="auto" w:fill="FFFFFF"/>
          <w:lang w:val="uk-UA"/>
        </w:rPr>
        <w:t>Знам’янський міський центр соціальних служб</w:t>
      </w:r>
      <w:r w:rsidRPr="00F1593A">
        <w:rPr>
          <w:color w:val="000000"/>
          <w:shd w:val="clear" w:color="auto" w:fill="FFFFFF"/>
          <w:lang w:val="uk-UA"/>
        </w:rPr>
        <w:t>;</w:t>
      </w:r>
      <w:r w:rsidRPr="00F1593A">
        <w:rPr>
          <w:color w:val="000000"/>
          <w:shd w:val="clear" w:color="auto" w:fill="FFFFFF"/>
        </w:rPr>
        <w:t> </w:t>
      </w:r>
    </w:p>
    <w:p w:rsidR="002D5BF9" w:rsidRDefault="002D5BF9" w:rsidP="00457B93">
      <w:pPr>
        <w:pStyle w:val="BodyText"/>
        <w:spacing w:after="0"/>
        <w:ind w:firstLine="708"/>
        <w:jc w:val="both"/>
        <w:rPr>
          <w:color w:val="000000"/>
          <w:shd w:val="clear" w:color="auto" w:fill="FFFFFF"/>
          <w:lang w:val="uk-UA"/>
        </w:rPr>
      </w:pPr>
      <w:r>
        <w:rPr>
          <w:color w:val="000000"/>
          <w:shd w:val="clear" w:color="auto" w:fill="FFFFFF"/>
          <w:lang w:val="uk-UA"/>
        </w:rPr>
        <w:t>в</w:t>
      </w:r>
      <w:r w:rsidRPr="00F1593A">
        <w:rPr>
          <w:color w:val="000000"/>
          <w:shd w:val="clear" w:color="auto" w:fill="FFFFFF"/>
          <w:lang w:val="uk-UA"/>
        </w:rPr>
        <w:t>ідділ фінансово-господарського забезпечення;</w:t>
      </w:r>
    </w:p>
    <w:p w:rsidR="002D5BF9" w:rsidRDefault="002D5BF9" w:rsidP="00457B93">
      <w:pPr>
        <w:pStyle w:val="BodyText"/>
        <w:spacing w:after="0"/>
        <w:ind w:firstLine="708"/>
        <w:jc w:val="both"/>
        <w:rPr>
          <w:color w:val="000000"/>
          <w:shd w:val="clear" w:color="auto" w:fill="FFFFFF"/>
          <w:lang w:val="uk-UA"/>
        </w:rPr>
      </w:pPr>
      <w:r>
        <w:rPr>
          <w:color w:val="000000"/>
          <w:lang w:val="uk-UA"/>
        </w:rPr>
        <w:t>в</w:t>
      </w:r>
      <w:r w:rsidRPr="00F1593A">
        <w:rPr>
          <w:color w:val="000000"/>
          <w:shd w:val="clear" w:color="auto" w:fill="FFFFFF"/>
          <w:lang w:val="uk-UA"/>
        </w:rPr>
        <w:t>ідділ молоді та спорту.</w:t>
      </w:r>
    </w:p>
    <w:p w:rsidR="002D5BF9" w:rsidRDefault="002D5BF9" w:rsidP="00457B93">
      <w:pPr>
        <w:pStyle w:val="BodyText"/>
        <w:spacing w:after="0"/>
        <w:ind w:firstLine="708"/>
        <w:jc w:val="both"/>
        <w:rPr>
          <w:color w:val="000000"/>
          <w:lang w:val="uk-UA"/>
        </w:rPr>
      </w:pPr>
      <w:r>
        <w:rPr>
          <w:color w:val="000000"/>
          <w:lang w:val="uk-UA"/>
        </w:rPr>
        <w:t>Лілія Іванівна відзначила, що за час роботи нею проведено декілька нарад щодо дотримання трудової та виконавської дисципліни. Щотижня формується аналітична довідка про стан виконавської дисципліни. На постійному контролі розгляд звернень громадян (наразі позитивно вирішених звернень 51,8%). Щопонеділка проводяться наради з підпорядкованими відділами, службами, центрами. З метою підвищення фахового рівня та рівня освіти працівників, надано доручення начальнику відділу організаційно-кадрової роботи відстежувати та приймати участь у тренінгах, он-лайн нарадах. За окремим графіком проводяться правові навчання. Запроваджено новий підхід у проведенні організаційних комітетів (формування заходів здійснюється з урахуванням думок членів організаційного комітету). Проводяться аналізи заходів, що відбулися. Є досягнення, є й помилки, які ми аналізуємо, враховуємо в роботі. Проблемні питання намагаємося вирішувати самостійно та вчасно.</w:t>
      </w:r>
    </w:p>
    <w:p w:rsidR="002D5BF9" w:rsidRDefault="002D5BF9" w:rsidP="00457B93">
      <w:pPr>
        <w:pStyle w:val="BodyText"/>
        <w:spacing w:after="0"/>
        <w:ind w:firstLine="708"/>
        <w:jc w:val="both"/>
        <w:rPr>
          <w:color w:val="000000"/>
          <w:lang w:val="uk-UA"/>
        </w:rPr>
      </w:pPr>
      <w:r>
        <w:rPr>
          <w:color w:val="000000"/>
          <w:lang w:val="uk-UA"/>
        </w:rPr>
        <w:t>Надійшли запитання від депутатів міської ради, на які Лілія Іванівна надала відповіді.</w:t>
      </w:r>
    </w:p>
    <w:p w:rsidR="002D5BF9" w:rsidRDefault="002D5BF9" w:rsidP="00457B93">
      <w:pPr>
        <w:pStyle w:val="BodyText"/>
        <w:spacing w:after="0"/>
        <w:ind w:firstLine="708"/>
        <w:jc w:val="both"/>
        <w:rPr>
          <w:color w:val="000000"/>
          <w:lang w:val="uk-UA"/>
        </w:rPr>
      </w:pPr>
      <w:r>
        <w:rPr>
          <w:color w:val="000000"/>
          <w:lang w:val="uk-UA"/>
        </w:rPr>
        <w:t xml:space="preserve">Анатолій ТЕСЛЕНКО звернувся із запитанням щодо результатів роботи юридичного відділу по кількості поданих регресних позовів. </w:t>
      </w:r>
    </w:p>
    <w:p w:rsidR="002D5BF9" w:rsidRDefault="002D5BF9" w:rsidP="00457B93">
      <w:pPr>
        <w:pStyle w:val="BodyText"/>
        <w:spacing w:after="0"/>
        <w:ind w:firstLine="708"/>
        <w:jc w:val="both"/>
        <w:rPr>
          <w:color w:val="000000"/>
          <w:lang w:val="uk-UA"/>
        </w:rPr>
      </w:pPr>
      <w:r>
        <w:rPr>
          <w:color w:val="000000"/>
          <w:lang w:val="uk-UA"/>
        </w:rPr>
        <w:t>Лілія МЕРЕНКОВА: «Робота розпочата. На даний час подано один регресний позов, засідання призначено на 19 листопада 2021 року».</w:t>
      </w:r>
    </w:p>
    <w:p w:rsidR="002D5BF9" w:rsidRDefault="002D5BF9" w:rsidP="00457B93">
      <w:pPr>
        <w:pStyle w:val="BodyText"/>
        <w:spacing w:after="0"/>
        <w:ind w:firstLine="708"/>
        <w:jc w:val="both"/>
        <w:rPr>
          <w:color w:val="000000"/>
          <w:lang w:val="uk-UA"/>
        </w:rPr>
      </w:pPr>
      <w:r>
        <w:rPr>
          <w:color w:val="000000"/>
          <w:lang w:val="uk-UA"/>
        </w:rPr>
        <w:t>Депутатка Світлана БАБАЄВА звернулася із запитанням, чи було проведено аналіз роботи юридичного відділу щодо понесених містом збитків в результаті його діяльності?</w:t>
      </w:r>
    </w:p>
    <w:p w:rsidR="002D5BF9" w:rsidRDefault="002D5BF9" w:rsidP="00457B93">
      <w:pPr>
        <w:pStyle w:val="BodyText"/>
        <w:spacing w:after="0"/>
        <w:ind w:firstLine="708"/>
        <w:jc w:val="both"/>
        <w:rPr>
          <w:color w:val="000000"/>
          <w:lang w:val="uk-UA"/>
        </w:rPr>
      </w:pPr>
      <w:r>
        <w:rPr>
          <w:color w:val="000000"/>
          <w:lang w:val="uk-UA"/>
        </w:rPr>
        <w:t>Оксана ПЕРЕМОТ: рішення приймав керівник, говорити про збитки, завдані юридичним відділом, некоректно.</w:t>
      </w:r>
    </w:p>
    <w:p w:rsidR="002D5BF9" w:rsidRDefault="002D5BF9" w:rsidP="00457B93">
      <w:pPr>
        <w:pStyle w:val="BodyText"/>
        <w:spacing w:after="0"/>
        <w:ind w:firstLine="708"/>
        <w:jc w:val="both"/>
        <w:rPr>
          <w:color w:val="000000"/>
          <w:lang w:val="uk-UA"/>
        </w:rPr>
      </w:pPr>
      <w:r>
        <w:rPr>
          <w:color w:val="000000"/>
          <w:lang w:val="uk-UA"/>
        </w:rPr>
        <w:t>Анатолій ТЕСЛЕНКО: завдяки міському голові Володимиру СОКИРКУ, у нас у міській раді запроваджено демократію. Тому, юридичному відділу слід теж працювати в більш демократичному напрямку.</w:t>
      </w:r>
    </w:p>
    <w:p w:rsidR="002D5BF9" w:rsidRDefault="002D5BF9" w:rsidP="00457B93">
      <w:pPr>
        <w:pStyle w:val="BodyText"/>
        <w:spacing w:after="0"/>
        <w:ind w:firstLine="708"/>
        <w:jc w:val="both"/>
        <w:rPr>
          <w:color w:val="000000"/>
          <w:lang w:val="uk-UA"/>
        </w:rPr>
      </w:pPr>
      <w:r>
        <w:rPr>
          <w:color w:val="000000"/>
          <w:lang w:val="uk-UA"/>
        </w:rPr>
        <w:t>Оксана ПЕРЕМОТ: необхідно більше робочих моментів міської ради та виконавчого комітету  висвітлювати в соціальних мережах.  Радитися з громадою шляхом проведення опитувань, розміщувати повідомлення тощо. Звернути увагу на змісти інформацій та подавати їх по іншому.</w:t>
      </w:r>
    </w:p>
    <w:p w:rsidR="002D5BF9" w:rsidRDefault="002D5BF9" w:rsidP="00457B93">
      <w:pPr>
        <w:pStyle w:val="BodyText"/>
        <w:spacing w:after="0"/>
        <w:ind w:firstLine="708"/>
        <w:jc w:val="both"/>
        <w:rPr>
          <w:color w:val="000000"/>
          <w:lang w:val="uk-UA"/>
        </w:rPr>
      </w:pPr>
    </w:p>
    <w:p w:rsidR="002D5BF9" w:rsidRDefault="002D5BF9" w:rsidP="00457B93">
      <w:pPr>
        <w:pStyle w:val="BodyText"/>
        <w:spacing w:after="0"/>
        <w:ind w:firstLine="708"/>
        <w:jc w:val="both"/>
        <w:rPr>
          <w:color w:val="000000"/>
          <w:lang w:val="uk-UA"/>
        </w:rPr>
      </w:pPr>
      <w:r>
        <w:rPr>
          <w:color w:val="000000"/>
          <w:lang w:val="uk-UA"/>
        </w:rPr>
        <w:t>Олег ГРЕБЕНЮК розпочав свій виступ з окреслення основних завдань своєї діяльності. Відзначив, що його функціональні обов’язки – координація роботи галузі житлово-комунального господарства громади. Наголосив на тому, що зі створенням громади, на 40% збільшилася територія обслуговування, кількість населення. Як наслідок, збільшення навантаження на КП «Знам’янський ККП». Необхідно збільшити фінансування, щоб реалізувати усі потреби та вирішити усі проблемні питання. Реалізовуються нові ідеї. Є необхідність розширення переліку послуг, що надаються КП «Знам’янський ККП». У 2021 році було впроваджено експеримент – підприємство своїми силами виконало роботи по ремонту дорожнього покриття. Економія від робіт склала 704 тис.грн. Є бачення про необхідність відкриття власного деревообробного цеху.</w:t>
      </w:r>
    </w:p>
    <w:p w:rsidR="002D5BF9" w:rsidRDefault="002D5BF9" w:rsidP="00457B93">
      <w:pPr>
        <w:pStyle w:val="BodyText"/>
        <w:spacing w:after="0"/>
        <w:ind w:firstLine="708"/>
        <w:jc w:val="both"/>
        <w:rPr>
          <w:color w:val="000000"/>
          <w:lang w:val="uk-UA"/>
        </w:rPr>
      </w:pPr>
      <w:r>
        <w:rPr>
          <w:color w:val="000000"/>
          <w:lang w:val="uk-UA"/>
        </w:rPr>
        <w:t>Депутат Володимир ДЖУЛАЙ запропонував придбати для КП «</w:t>
      </w:r>
      <w:r w:rsidRPr="002929C5">
        <w:rPr>
          <w:color w:val="000000"/>
          <w:lang w:val="uk-UA"/>
        </w:rPr>
        <w:t>повітрядуйку</w:t>
      </w:r>
      <w:r>
        <w:rPr>
          <w:color w:val="000000"/>
          <w:lang w:val="uk-UA"/>
        </w:rPr>
        <w:t xml:space="preserve">», що дасть можливість економити за рахунок зменшення робочого часу двірників. Звернувся із пропозицією розглянути можливість створення розрахункової групи, наприклад при БТІ. </w:t>
      </w:r>
    </w:p>
    <w:p w:rsidR="002D5BF9" w:rsidRDefault="002D5BF9" w:rsidP="00457B93">
      <w:pPr>
        <w:pStyle w:val="BodyText"/>
        <w:spacing w:after="0"/>
        <w:ind w:firstLine="708"/>
        <w:jc w:val="both"/>
        <w:rPr>
          <w:color w:val="000000"/>
          <w:lang w:val="uk-UA"/>
        </w:rPr>
      </w:pPr>
      <w:r>
        <w:rPr>
          <w:color w:val="000000"/>
          <w:lang w:val="uk-UA"/>
        </w:rPr>
        <w:t xml:space="preserve">Олег Володимирович відповів, що наразі є людина, яка рахує невеликі кошториси. Великі кошториси повинні розраховувати професіонали. Погодився, що є потреба у спеціальних механізмах, але можливо краще придбати  спеціальний пилосос. </w:t>
      </w:r>
    </w:p>
    <w:p w:rsidR="002D5BF9" w:rsidRDefault="002D5BF9" w:rsidP="00457B93">
      <w:pPr>
        <w:pStyle w:val="BodyText"/>
        <w:spacing w:after="0"/>
        <w:ind w:firstLine="708"/>
        <w:jc w:val="both"/>
        <w:rPr>
          <w:color w:val="000000"/>
          <w:lang w:val="uk-UA"/>
        </w:rPr>
      </w:pPr>
      <w:r>
        <w:rPr>
          <w:color w:val="000000"/>
          <w:lang w:val="uk-UA"/>
        </w:rPr>
        <w:t>Світлана БАБАЄВА поставила посадовцю ряд запитань та надала пропозиції щодо вдосконалення роботи , а саме:</w:t>
      </w:r>
    </w:p>
    <w:p w:rsidR="002D5BF9" w:rsidRDefault="002D5BF9" w:rsidP="00712061">
      <w:pPr>
        <w:pStyle w:val="BodyText"/>
        <w:numPr>
          <w:ilvl w:val="0"/>
          <w:numId w:val="19"/>
        </w:numPr>
        <w:spacing w:after="0"/>
        <w:jc w:val="both"/>
        <w:rPr>
          <w:color w:val="000000"/>
          <w:lang w:val="uk-UA"/>
        </w:rPr>
      </w:pPr>
      <w:r>
        <w:rPr>
          <w:color w:val="000000"/>
          <w:lang w:val="uk-UA"/>
        </w:rPr>
        <w:t>визначити відповідальну особу та навчити її ландшафтному дизайну;</w:t>
      </w:r>
    </w:p>
    <w:p w:rsidR="002D5BF9" w:rsidRDefault="002D5BF9" w:rsidP="00712061">
      <w:pPr>
        <w:pStyle w:val="BodyText"/>
        <w:numPr>
          <w:ilvl w:val="0"/>
          <w:numId w:val="19"/>
        </w:numPr>
        <w:spacing w:after="0"/>
        <w:jc w:val="both"/>
        <w:rPr>
          <w:color w:val="000000"/>
          <w:lang w:val="uk-UA"/>
        </w:rPr>
      </w:pPr>
      <w:r>
        <w:rPr>
          <w:color w:val="000000"/>
          <w:lang w:val="uk-UA"/>
        </w:rPr>
        <w:t>розмістити інформацію про платні послуги, що надає КП «ЗККП», у «людних» місцях;</w:t>
      </w:r>
    </w:p>
    <w:p w:rsidR="002D5BF9" w:rsidRDefault="002D5BF9" w:rsidP="00712061">
      <w:pPr>
        <w:pStyle w:val="BodyText"/>
        <w:numPr>
          <w:ilvl w:val="0"/>
          <w:numId w:val="19"/>
        </w:numPr>
        <w:spacing w:after="0"/>
        <w:jc w:val="both"/>
        <w:rPr>
          <w:color w:val="000000"/>
          <w:lang w:val="uk-UA"/>
        </w:rPr>
      </w:pPr>
      <w:r>
        <w:rPr>
          <w:color w:val="000000"/>
          <w:lang w:val="uk-UA"/>
        </w:rPr>
        <w:t>чи потрібні єдині правила розміщення МАФів?;</w:t>
      </w:r>
    </w:p>
    <w:p w:rsidR="002D5BF9" w:rsidRDefault="002D5BF9" w:rsidP="002929C5">
      <w:pPr>
        <w:pStyle w:val="BodyText"/>
        <w:numPr>
          <w:ilvl w:val="0"/>
          <w:numId w:val="19"/>
        </w:numPr>
        <w:spacing w:after="0"/>
        <w:jc w:val="both"/>
        <w:rPr>
          <w:color w:val="000000"/>
          <w:lang w:val="uk-UA"/>
        </w:rPr>
      </w:pPr>
      <w:r>
        <w:rPr>
          <w:color w:val="000000"/>
          <w:lang w:val="uk-UA"/>
        </w:rPr>
        <w:t>розробити нові правила благоустрою Знам’янської міської територіальної громади.</w:t>
      </w:r>
    </w:p>
    <w:p w:rsidR="002D5BF9" w:rsidRDefault="002D5BF9" w:rsidP="002929C5">
      <w:pPr>
        <w:pStyle w:val="BodyText"/>
        <w:spacing w:after="0"/>
        <w:jc w:val="both"/>
        <w:rPr>
          <w:color w:val="000000"/>
          <w:lang w:val="uk-UA"/>
        </w:rPr>
      </w:pPr>
      <w:r>
        <w:rPr>
          <w:color w:val="000000"/>
          <w:lang w:val="uk-UA"/>
        </w:rPr>
        <w:tab/>
        <w:t>Світлана БОЙКО відзначила позитивні моменти роботи Олега ГРЕБЕНЮКА, а саме: систематизація потреб галузі, що ним проведена.</w:t>
      </w:r>
    </w:p>
    <w:p w:rsidR="002D5BF9" w:rsidRDefault="002D5BF9" w:rsidP="002929C5">
      <w:pPr>
        <w:pStyle w:val="BodyText"/>
        <w:spacing w:after="0"/>
        <w:jc w:val="both"/>
        <w:rPr>
          <w:color w:val="000000"/>
          <w:lang w:val="uk-UA"/>
        </w:rPr>
      </w:pPr>
      <w:r>
        <w:rPr>
          <w:color w:val="000000"/>
          <w:lang w:val="uk-UA"/>
        </w:rPr>
        <w:tab/>
        <w:t>Тетяна ІВАСЬКІВ надала пропозицію опрацювати проекти галузі, визначити першочергові пріоритети та роботи, що потребують виконання. Скласти перелік.</w:t>
      </w:r>
    </w:p>
    <w:p w:rsidR="002D5BF9" w:rsidRDefault="002D5BF9" w:rsidP="002929C5">
      <w:pPr>
        <w:pStyle w:val="BodyText"/>
        <w:spacing w:after="0"/>
        <w:jc w:val="both"/>
        <w:rPr>
          <w:color w:val="000000"/>
          <w:lang w:val="uk-UA"/>
        </w:rPr>
      </w:pPr>
      <w:r>
        <w:rPr>
          <w:color w:val="000000"/>
          <w:lang w:val="uk-UA"/>
        </w:rPr>
        <w:tab/>
        <w:t>Олег Володимирович наголосив на тому, що він підтримує ідею спільної зустрічі депутатів, заступника, старост з метою визначення першочергових потреб.</w:t>
      </w:r>
    </w:p>
    <w:p w:rsidR="002D5BF9" w:rsidRDefault="002D5BF9" w:rsidP="002929C5">
      <w:pPr>
        <w:pStyle w:val="BodyText"/>
        <w:spacing w:after="0"/>
        <w:jc w:val="both"/>
        <w:rPr>
          <w:color w:val="000000"/>
          <w:lang w:val="uk-UA"/>
        </w:rPr>
      </w:pPr>
      <w:r>
        <w:rPr>
          <w:color w:val="000000"/>
          <w:lang w:val="uk-UA"/>
        </w:rPr>
        <w:tab/>
        <w:t>Анатолій ТЕСЛЕНКО – щодо потреби укладання договорів на вивезення ТПВ з мешканцями с.Петрове, смт.Знам’янка Друга та інших населених пунктів громади. Що недопрацьовує КП «ЗККП»? На асфальтному заводі відсутній орендар.</w:t>
      </w:r>
    </w:p>
    <w:p w:rsidR="002D5BF9" w:rsidRDefault="002D5BF9" w:rsidP="002929C5">
      <w:pPr>
        <w:pStyle w:val="BodyText"/>
        <w:spacing w:after="0"/>
        <w:jc w:val="both"/>
        <w:rPr>
          <w:color w:val="000000"/>
          <w:lang w:val="uk-UA"/>
        </w:rPr>
      </w:pPr>
      <w:r>
        <w:rPr>
          <w:color w:val="000000"/>
          <w:lang w:val="uk-UA"/>
        </w:rPr>
        <w:tab/>
        <w:t>Міський голова відзначив, що відсутній покупець на АБЗ.</w:t>
      </w:r>
    </w:p>
    <w:p w:rsidR="002D5BF9" w:rsidRDefault="002D5BF9" w:rsidP="002929C5">
      <w:pPr>
        <w:pStyle w:val="BodyText"/>
        <w:spacing w:after="0"/>
        <w:jc w:val="both"/>
        <w:rPr>
          <w:color w:val="000000"/>
          <w:lang w:val="uk-UA"/>
        </w:rPr>
      </w:pPr>
      <w:r>
        <w:rPr>
          <w:color w:val="000000"/>
          <w:lang w:val="uk-UA"/>
        </w:rPr>
        <w:tab/>
        <w:t>Анатолій ТЕСЛЕНКО: що з майном КП «Шляховик», яке зникло?</w:t>
      </w:r>
    </w:p>
    <w:p w:rsidR="002D5BF9" w:rsidRDefault="002D5BF9" w:rsidP="002929C5">
      <w:pPr>
        <w:pStyle w:val="BodyText"/>
        <w:spacing w:after="0"/>
        <w:jc w:val="both"/>
        <w:rPr>
          <w:color w:val="000000"/>
          <w:lang w:val="uk-UA"/>
        </w:rPr>
      </w:pPr>
      <w:r>
        <w:rPr>
          <w:color w:val="000000"/>
          <w:lang w:val="uk-UA"/>
        </w:rPr>
        <w:tab/>
        <w:t>Олег ГРЕБЕНЮК: тривають слідчі дії.</w:t>
      </w:r>
    </w:p>
    <w:p w:rsidR="002D5BF9" w:rsidRDefault="002D5BF9" w:rsidP="002929C5">
      <w:pPr>
        <w:pStyle w:val="BodyText"/>
        <w:spacing w:after="0"/>
        <w:jc w:val="both"/>
        <w:rPr>
          <w:color w:val="000000"/>
          <w:lang w:val="uk-UA"/>
        </w:rPr>
      </w:pPr>
      <w:r>
        <w:rPr>
          <w:color w:val="000000"/>
          <w:lang w:val="uk-UA"/>
        </w:rPr>
        <w:tab/>
        <w:t>Анатолій ТЕСЛЕНКО: що з утриманням кладовищ у смт.Знам’янка Друга? с.Петрове?</w:t>
      </w:r>
    </w:p>
    <w:p w:rsidR="002D5BF9" w:rsidRDefault="002D5BF9" w:rsidP="002929C5">
      <w:pPr>
        <w:pStyle w:val="BodyText"/>
        <w:spacing w:after="0"/>
        <w:jc w:val="both"/>
        <w:rPr>
          <w:color w:val="000000"/>
          <w:lang w:val="uk-UA"/>
        </w:rPr>
      </w:pPr>
      <w:r>
        <w:rPr>
          <w:color w:val="000000"/>
          <w:lang w:val="uk-UA"/>
        </w:rPr>
        <w:tab/>
        <w:t>Олег ГРЕБЕНЮК: вирішується земельне питання.</w:t>
      </w:r>
    </w:p>
    <w:p w:rsidR="002D5BF9" w:rsidRDefault="002D5BF9" w:rsidP="002929C5">
      <w:pPr>
        <w:pStyle w:val="BodyText"/>
        <w:spacing w:after="0"/>
        <w:jc w:val="both"/>
        <w:rPr>
          <w:color w:val="000000"/>
          <w:lang w:val="uk-UA"/>
        </w:rPr>
      </w:pPr>
      <w:r>
        <w:rPr>
          <w:color w:val="000000"/>
          <w:lang w:val="uk-UA"/>
        </w:rPr>
        <w:tab/>
        <w:t>Анатолій ТЕСЛЕНКО: треба щоб був кошторисник, є потреба у введенні цієї посади. Під час розгляду структури була пропозиція про створення відділу капітального будівництва. Наголосив на тому, що є потреба перевіряти те, що надходить до УМА та ЖКГ, обраховувати.</w:t>
      </w:r>
    </w:p>
    <w:p w:rsidR="002D5BF9" w:rsidRDefault="002D5BF9" w:rsidP="002929C5">
      <w:pPr>
        <w:pStyle w:val="BodyText"/>
        <w:spacing w:after="0"/>
        <w:jc w:val="both"/>
        <w:rPr>
          <w:color w:val="000000"/>
          <w:lang w:val="uk-UA"/>
        </w:rPr>
      </w:pPr>
      <w:r>
        <w:rPr>
          <w:color w:val="000000"/>
          <w:lang w:val="uk-UA"/>
        </w:rPr>
        <w:tab/>
        <w:t>Олександр РОЗДОБУДЬКО: можливо створити кошторисну групу при КП «ЗККП»?</w:t>
      </w:r>
    </w:p>
    <w:p w:rsidR="002D5BF9" w:rsidRDefault="002D5BF9" w:rsidP="002929C5">
      <w:pPr>
        <w:pStyle w:val="BodyText"/>
        <w:spacing w:after="0"/>
        <w:jc w:val="both"/>
        <w:rPr>
          <w:color w:val="000000"/>
          <w:lang w:val="uk-UA"/>
        </w:rPr>
      </w:pPr>
      <w:r>
        <w:rPr>
          <w:color w:val="000000"/>
          <w:lang w:val="uk-UA"/>
        </w:rPr>
        <w:tab/>
        <w:t xml:space="preserve">Анатолій ТЕСЛЕНКО: щодо виконання робіт з послідуючим укладанням договорів. Про необхідність дотримання вимог чинного законодавства. </w:t>
      </w:r>
    </w:p>
    <w:p w:rsidR="002D5BF9" w:rsidRDefault="002D5BF9" w:rsidP="00F778CA">
      <w:pPr>
        <w:pStyle w:val="BodyText"/>
        <w:spacing w:after="0"/>
        <w:jc w:val="both"/>
        <w:rPr>
          <w:lang w:val="uk-UA"/>
        </w:rPr>
      </w:pPr>
      <w:r>
        <w:tab/>
        <w:t>Анатолій Вікторович подякував посадовцям за доповіді, побажав успіхів та вдалої подальшої роботи.</w:t>
      </w:r>
    </w:p>
    <w:p w:rsidR="002D5BF9" w:rsidRPr="0003613D" w:rsidRDefault="002D5BF9" w:rsidP="00F778CA">
      <w:pPr>
        <w:pStyle w:val="BodyText"/>
        <w:spacing w:after="0"/>
        <w:jc w:val="both"/>
        <w:rPr>
          <w:color w:val="000000"/>
          <w:lang w:val="uk-UA"/>
        </w:rPr>
      </w:pPr>
    </w:p>
    <w:p w:rsidR="002D5BF9" w:rsidRPr="003E5EDF" w:rsidRDefault="002D5BF9" w:rsidP="004B5F02">
      <w:pPr>
        <w:pStyle w:val="NoSpacing"/>
        <w:ind w:firstLine="685"/>
      </w:pPr>
      <w:r w:rsidRPr="003E5EDF">
        <w:t>Міський голова Володимир СОКИРКО повідомив що питання, внесені до порядку денного, розглянуто. Запитав чи є зауваження, пропозиції щодо роботи сесії? Зауважень та пропозицій не надійшло.</w:t>
      </w:r>
    </w:p>
    <w:p w:rsidR="002D5BF9" w:rsidRPr="00554B2E" w:rsidRDefault="002D5BF9" w:rsidP="004B5F02">
      <w:pPr>
        <w:autoSpaceDE w:val="0"/>
        <w:autoSpaceDN w:val="0"/>
        <w:adjustRightInd w:val="0"/>
        <w:ind w:firstLine="708"/>
        <w:jc w:val="both"/>
        <w:rPr>
          <w:rFonts w:ascii="Times New Roman" w:hAnsi="Times New Roman" w:cs="Times New Roman"/>
          <w:sz w:val="24"/>
          <w:szCs w:val="24"/>
        </w:rPr>
      </w:pPr>
      <w:r w:rsidRPr="003E5EDF">
        <w:rPr>
          <w:rFonts w:ascii="Times New Roman" w:hAnsi="Times New Roman" w:cs="Times New Roman"/>
          <w:sz w:val="24"/>
          <w:szCs w:val="24"/>
        </w:rPr>
        <w:t>Оголоси</w:t>
      </w:r>
      <w:r w:rsidRPr="003E5EDF">
        <w:rPr>
          <w:rFonts w:ascii="Times New Roman" w:hAnsi="Times New Roman" w:cs="Times New Roman"/>
          <w:sz w:val="24"/>
          <w:szCs w:val="24"/>
          <w:lang w:val="uk-UA"/>
        </w:rPr>
        <w:t xml:space="preserve">в </w:t>
      </w:r>
      <w:r>
        <w:rPr>
          <w:rFonts w:ascii="Times New Roman" w:hAnsi="Times New Roman" w:cs="Times New Roman"/>
          <w:sz w:val="24"/>
          <w:szCs w:val="24"/>
          <w:lang w:val="uk-UA"/>
        </w:rPr>
        <w:t>вісімнадцяту</w:t>
      </w:r>
      <w:r w:rsidRPr="003E5EDF">
        <w:rPr>
          <w:rFonts w:ascii="Times New Roman" w:hAnsi="Times New Roman" w:cs="Times New Roman"/>
          <w:sz w:val="24"/>
          <w:szCs w:val="24"/>
          <w:lang w:val="uk-UA"/>
        </w:rPr>
        <w:t xml:space="preserve"> </w:t>
      </w:r>
      <w:r w:rsidRPr="003E5EDF">
        <w:rPr>
          <w:rFonts w:ascii="Times New Roman" w:hAnsi="Times New Roman" w:cs="Times New Roman"/>
          <w:sz w:val="24"/>
          <w:szCs w:val="24"/>
        </w:rPr>
        <w:t xml:space="preserve">сесію </w:t>
      </w:r>
      <w:r w:rsidRPr="003E5EDF">
        <w:rPr>
          <w:rFonts w:ascii="Times New Roman" w:hAnsi="Times New Roman" w:cs="Times New Roman"/>
          <w:sz w:val="24"/>
          <w:szCs w:val="24"/>
          <w:lang w:val="uk-UA"/>
        </w:rPr>
        <w:t xml:space="preserve"> Знам’янської </w:t>
      </w:r>
      <w:r w:rsidRPr="003E5EDF">
        <w:rPr>
          <w:rFonts w:ascii="Times New Roman" w:hAnsi="Times New Roman" w:cs="Times New Roman"/>
          <w:sz w:val="24"/>
          <w:szCs w:val="24"/>
        </w:rPr>
        <w:t xml:space="preserve">міської ради </w:t>
      </w:r>
      <w:r w:rsidRPr="003E5EDF">
        <w:rPr>
          <w:rFonts w:ascii="Times New Roman" w:hAnsi="Times New Roman" w:cs="Times New Roman"/>
          <w:sz w:val="24"/>
          <w:szCs w:val="24"/>
          <w:lang w:val="uk-UA"/>
        </w:rPr>
        <w:t xml:space="preserve">восьмого  </w:t>
      </w:r>
      <w:r w:rsidRPr="003E5EDF">
        <w:rPr>
          <w:rFonts w:ascii="Times New Roman" w:hAnsi="Times New Roman" w:cs="Times New Roman"/>
          <w:sz w:val="24"/>
          <w:szCs w:val="24"/>
        </w:rPr>
        <w:t xml:space="preserve">скликання </w:t>
      </w:r>
      <w:r w:rsidRPr="003E5EDF">
        <w:rPr>
          <w:rFonts w:ascii="Times New Roman" w:hAnsi="Times New Roman" w:cs="Times New Roman"/>
          <w:sz w:val="24"/>
          <w:szCs w:val="24"/>
          <w:lang w:val="uk-UA"/>
        </w:rPr>
        <w:t xml:space="preserve"> </w:t>
      </w:r>
      <w:r w:rsidRPr="003E5EDF">
        <w:rPr>
          <w:rFonts w:ascii="Times New Roman" w:hAnsi="Times New Roman" w:cs="Times New Roman"/>
          <w:sz w:val="24"/>
          <w:szCs w:val="24"/>
        </w:rPr>
        <w:t>закритою.</w:t>
      </w:r>
    </w:p>
    <w:p w:rsidR="002D5BF9" w:rsidRPr="0003613D" w:rsidRDefault="002D5BF9" w:rsidP="004B5F02">
      <w:pPr>
        <w:autoSpaceDE w:val="0"/>
        <w:autoSpaceDN w:val="0"/>
        <w:adjustRightInd w:val="0"/>
        <w:jc w:val="center"/>
        <w:rPr>
          <w:rFonts w:ascii="Times New Roman" w:hAnsi="Times New Roman" w:cs="Times New Roman"/>
          <w:i/>
          <w:iCs/>
          <w:lang w:val="uk-UA"/>
        </w:rPr>
      </w:pPr>
      <w:r w:rsidRPr="0003613D">
        <w:rPr>
          <w:rFonts w:ascii="Times New Roman" w:hAnsi="Times New Roman" w:cs="Times New Roman"/>
          <w:i/>
          <w:iCs/>
          <w:lang w:val="uk-UA"/>
        </w:rPr>
        <w:t>/прозвучав Державний Гімн України/</w:t>
      </w:r>
    </w:p>
    <w:p w:rsidR="002D5BF9" w:rsidRDefault="002D5BF9" w:rsidP="004B5F02">
      <w:pPr>
        <w:autoSpaceDE w:val="0"/>
        <w:autoSpaceDN w:val="0"/>
        <w:adjustRightInd w:val="0"/>
        <w:jc w:val="center"/>
        <w:rPr>
          <w:i/>
          <w:iCs/>
          <w:lang w:val="uk-UA"/>
        </w:rPr>
      </w:pPr>
    </w:p>
    <w:p w:rsidR="002D5BF9" w:rsidRPr="009730BA" w:rsidRDefault="002D5BF9" w:rsidP="004B5F02">
      <w:pPr>
        <w:pStyle w:val="BodyText"/>
        <w:spacing w:after="0"/>
        <w:jc w:val="both"/>
        <w:rPr>
          <w:b/>
        </w:rPr>
      </w:pPr>
      <w:r w:rsidRPr="009730BA">
        <w:rPr>
          <w:b/>
        </w:rPr>
        <w:t>Знам’янський міський голова</w:t>
      </w:r>
      <w:r w:rsidRPr="009730BA">
        <w:rPr>
          <w:b/>
        </w:rPr>
        <w:tab/>
      </w:r>
      <w:r w:rsidRPr="009730BA">
        <w:rPr>
          <w:b/>
        </w:rPr>
        <w:tab/>
      </w:r>
      <w:r w:rsidRPr="009730BA">
        <w:rPr>
          <w:b/>
        </w:rPr>
        <w:tab/>
      </w:r>
      <w:r w:rsidRPr="009730BA">
        <w:rPr>
          <w:b/>
        </w:rPr>
        <w:tab/>
      </w:r>
      <w:r w:rsidRPr="009730BA">
        <w:rPr>
          <w:b/>
        </w:rPr>
        <w:tab/>
        <w:t>Володимир СОКИРКО</w:t>
      </w:r>
    </w:p>
    <w:p w:rsidR="002D5BF9" w:rsidRDefault="002D5BF9" w:rsidP="004B5F02">
      <w:pPr>
        <w:jc w:val="center"/>
        <w:rPr>
          <w:b/>
          <w:lang w:val="uk-UA"/>
        </w:rPr>
      </w:pPr>
    </w:p>
    <w:p w:rsidR="002D5BF9" w:rsidRDefault="002D5BF9" w:rsidP="00DB357A">
      <w:pPr>
        <w:rPr>
          <w:lang w:val="uk-UA"/>
        </w:rPr>
      </w:pPr>
    </w:p>
    <w:p w:rsidR="002D5BF9" w:rsidRDefault="002D5BF9" w:rsidP="00DB357A">
      <w:pPr>
        <w:rPr>
          <w:lang w:val="uk-UA"/>
        </w:rPr>
      </w:pPr>
    </w:p>
    <w:p w:rsidR="002D5BF9" w:rsidRDefault="002D5BF9" w:rsidP="00DB357A">
      <w:pPr>
        <w:rPr>
          <w:lang w:val="uk-UA"/>
        </w:rPr>
      </w:pPr>
    </w:p>
    <w:p w:rsidR="002D5BF9" w:rsidRDefault="002D5BF9" w:rsidP="00DB357A">
      <w:pPr>
        <w:rPr>
          <w:lang w:val="uk-UA"/>
        </w:rPr>
      </w:pPr>
    </w:p>
    <w:p w:rsidR="002D5BF9" w:rsidRDefault="002D5BF9" w:rsidP="00DB357A">
      <w:pPr>
        <w:rPr>
          <w:lang w:val="uk-UA"/>
        </w:rPr>
      </w:pPr>
    </w:p>
    <w:p w:rsidR="002D5BF9" w:rsidRDefault="002D5BF9" w:rsidP="00DB357A">
      <w:pPr>
        <w:rPr>
          <w:lang w:val="uk-UA"/>
        </w:rPr>
      </w:pPr>
    </w:p>
    <w:p w:rsidR="002D5BF9" w:rsidRPr="009730BA" w:rsidRDefault="002D5BF9" w:rsidP="000F53C2">
      <w:pPr>
        <w:pStyle w:val="NoSpacing"/>
        <w:jc w:val="center"/>
        <w:outlineLvl w:val="0"/>
        <w:rPr>
          <w:b/>
        </w:rPr>
      </w:pPr>
      <w:r w:rsidRPr="009730BA">
        <w:rPr>
          <w:b/>
        </w:rPr>
        <w:t>Список депутатів  Знам’янської міської ради</w:t>
      </w:r>
    </w:p>
    <w:p w:rsidR="002D5BF9" w:rsidRPr="009730BA" w:rsidRDefault="002D5BF9" w:rsidP="006B41AA">
      <w:pPr>
        <w:pStyle w:val="NoSpacing"/>
        <w:jc w:val="center"/>
        <w:rPr>
          <w:b/>
        </w:rPr>
      </w:pPr>
      <w:r w:rsidRPr="009730BA">
        <w:rPr>
          <w:b/>
        </w:rPr>
        <w:t xml:space="preserve">Кропивницького району Кіровоградської області </w:t>
      </w:r>
      <w:r w:rsidRPr="009730BA">
        <w:rPr>
          <w:b/>
          <w:lang w:val="en-US"/>
        </w:rPr>
        <w:t>VIII</w:t>
      </w:r>
      <w:r w:rsidRPr="009730BA">
        <w:rPr>
          <w:b/>
        </w:rPr>
        <w:t xml:space="preserve"> скликання,</w:t>
      </w:r>
    </w:p>
    <w:p w:rsidR="002D5BF9" w:rsidRPr="009730BA" w:rsidRDefault="002D5BF9" w:rsidP="006B41AA">
      <w:pPr>
        <w:pStyle w:val="NoSpacing"/>
        <w:jc w:val="center"/>
        <w:rPr>
          <w:b/>
        </w:rPr>
      </w:pPr>
      <w:r w:rsidRPr="009730BA">
        <w:rPr>
          <w:b/>
        </w:rPr>
        <w:t xml:space="preserve">присутніх на  пленарному засіданні  </w:t>
      </w:r>
      <w:r>
        <w:rPr>
          <w:b/>
        </w:rPr>
        <w:t>вісімнадцятої</w:t>
      </w:r>
      <w:r w:rsidRPr="009730BA">
        <w:rPr>
          <w:b/>
        </w:rPr>
        <w:t xml:space="preserve"> сесії</w:t>
      </w:r>
    </w:p>
    <w:p w:rsidR="002D5BF9" w:rsidRPr="009730BA" w:rsidRDefault="002D5BF9" w:rsidP="006B41AA">
      <w:pPr>
        <w:pStyle w:val="NoSpacing"/>
        <w:jc w:val="center"/>
        <w:rPr>
          <w:b/>
        </w:rPr>
      </w:pPr>
      <w:r>
        <w:rPr>
          <w:b/>
        </w:rPr>
        <w:t xml:space="preserve">22 жовтня </w:t>
      </w:r>
      <w:r w:rsidRPr="009730BA">
        <w:rPr>
          <w:b/>
        </w:rPr>
        <w:t xml:space="preserve"> 2021 року</w:t>
      </w:r>
    </w:p>
    <w:p w:rsidR="002D5BF9" w:rsidRDefault="002D5BF9" w:rsidP="006B41AA">
      <w:pPr>
        <w:jc w:val="center"/>
        <w:rPr>
          <w:b/>
          <w:lang w:val="uk-UA"/>
        </w:rPr>
      </w:pPr>
    </w:p>
    <w:p w:rsidR="002D5BF9"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БАБАЄВА Світлана</w:t>
      </w:r>
    </w:p>
    <w:p w:rsidR="002D5BF9" w:rsidRPr="002B13B7"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 xml:space="preserve">БАЛИК  Наталія </w:t>
      </w:r>
    </w:p>
    <w:p w:rsidR="002D5BF9"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 xml:space="preserve">БОЙКО </w:t>
      </w:r>
      <w:r w:rsidRPr="000B7525">
        <w:rPr>
          <w:rFonts w:ascii="Times New Roman" w:hAnsi="Times New Roman"/>
          <w:sz w:val="24"/>
        </w:rPr>
        <w:t xml:space="preserve"> Світлана </w:t>
      </w:r>
    </w:p>
    <w:p w:rsidR="002D5BF9"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 xml:space="preserve">БОЙЧУК  Ольга </w:t>
      </w:r>
    </w:p>
    <w:p w:rsidR="002D5BF9"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ВОЙЧИШИНА Оксана</w:t>
      </w:r>
    </w:p>
    <w:p w:rsidR="002D5BF9"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ДАНАСІЄНКО Неля</w:t>
      </w:r>
    </w:p>
    <w:p w:rsidR="002D5BF9"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 xml:space="preserve">ДЖУЛАЙ </w:t>
      </w:r>
      <w:r w:rsidRPr="000B7525">
        <w:rPr>
          <w:rFonts w:ascii="Times New Roman" w:hAnsi="Times New Roman"/>
          <w:sz w:val="24"/>
        </w:rPr>
        <w:t xml:space="preserve"> Володимир </w:t>
      </w:r>
    </w:p>
    <w:p w:rsidR="002D5BF9"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 xml:space="preserve">ЗАХАРЧУК </w:t>
      </w:r>
      <w:r w:rsidRPr="000B7525">
        <w:rPr>
          <w:rFonts w:ascii="Times New Roman" w:hAnsi="Times New Roman"/>
          <w:sz w:val="24"/>
        </w:rPr>
        <w:t xml:space="preserve"> Тетяна </w:t>
      </w:r>
    </w:p>
    <w:p w:rsidR="002D5BF9" w:rsidRDefault="002D5BF9" w:rsidP="006C48FF">
      <w:pPr>
        <w:pStyle w:val="ListParagraph"/>
        <w:numPr>
          <w:ilvl w:val="0"/>
          <w:numId w:val="4"/>
        </w:numPr>
        <w:spacing w:after="0" w:line="276" w:lineRule="auto"/>
        <w:rPr>
          <w:rFonts w:ascii="Times New Roman" w:hAnsi="Times New Roman"/>
          <w:sz w:val="24"/>
        </w:rPr>
      </w:pPr>
      <w:r>
        <w:rPr>
          <w:rFonts w:ascii="Times New Roman" w:hAnsi="Times New Roman"/>
          <w:sz w:val="24"/>
        </w:rPr>
        <w:t xml:space="preserve">ЗЕЛЕНСЬКА </w:t>
      </w:r>
      <w:r w:rsidRPr="000B7525">
        <w:rPr>
          <w:rFonts w:ascii="Times New Roman" w:hAnsi="Times New Roman"/>
          <w:sz w:val="24"/>
        </w:rPr>
        <w:t xml:space="preserve"> Вікторія</w:t>
      </w:r>
    </w:p>
    <w:p w:rsidR="002D5BF9"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ЗІНЬКОВСЬКА  Ірина</w:t>
      </w:r>
    </w:p>
    <w:p w:rsidR="002D5BF9"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 xml:space="preserve">ІВАСЬКІВ Тетяна </w:t>
      </w:r>
    </w:p>
    <w:p w:rsidR="002D5BF9"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КАЧАНОВ Ігор</w:t>
      </w:r>
    </w:p>
    <w:p w:rsidR="002D5BF9"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КЛИМЕНКО Наталія</w:t>
      </w:r>
    </w:p>
    <w:p w:rsidR="002D5BF9"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КОНДРАТЬЄВ Роман</w:t>
      </w:r>
    </w:p>
    <w:p w:rsidR="002D5BF9"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КРИЖАНОВСЬКИЙ Ігор</w:t>
      </w:r>
    </w:p>
    <w:p w:rsidR="002D5BF9" w:rsidRPr="002B13B7"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ЛУК’ЯНИЦЯ Майя</w:t>
      </w:r>
    </w:p>
    <w:p w:rsidR="002D5BF9" w:rsidRDefault="002D5BF9" w:rsidP="006C48FF">
      <w:pPr>
        <w:pStyle w:val="ListParagraph"/>
        <w:numPr>
          <w:ilvl w:val="0"/>
          <w:numId w:val="4"/>
        </w:numPr>
        <w:spacing w:after="0" w:line="276" w:lineRule="auto"/>
        <w:rPr>
          <w:rFonts w:ascii="Times New Roman" w:hAnsi="Times New Roman"/>
          <w:sz w:val="24"/>
        </w:rPr>
      </w:pPr>
      <w:r>
        <w:rPr>
          <w:rFonts w:ascii="Times New Roman" w:hAnsi="Times New Roman"/>
          <w:sz w:val="24"/>
        </w:rPr>
        <w:t>ПАШКО Сергій</w:t>
      </w:r>
    </w:p>
    <w:p w:rsidR="002D5BF9" w:rsidRPr="002B13B7"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ПЕРЕМОТ Оксана</w:t>
      </w:r>
    </w:p>
    <w:p w:rsidR="002D5BF9"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РОЗДОБУДЬКО Олександр</w:t>
      </w:r>
    </w:p>
    <w:p w:rsidR="002D5BF9"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ТІТАРЄВ Олег</w:t>
      </w:r>
    </w:p>
    <w:p w:rsidR="002D5BF9" w:rsidRPr="008A3785" w:rsidRDefault="002D5BF9" w:rsidP="006B41AA">
      <w:pPr>
        <w:pStyle w:val="ListParagraph"/>
        <w:numPr>
          <w:ilvl w:val="0"/>
          <w:numId w:val="4"/>
        </w:numPr>
        <w:spacing w:after="0" w:line="276" w:lineRule="auto"/>
        <w:rPr>
          <w:rFonts w:ascii="Times New Roman" w:hAnsi="Times New Roman"/>
          <w:sz w:val="24"/>
        </w:rPr>
      </w:pPr>
      <w:r>
        <w:rPr>
          <w:rFonts w:ascii="Times New Roman" w:hAnsi="Times New Roman"/>
          <w:sz w:val="24"/>
        </w:rPr>
        <w:t>ТЕСЛЕНКО Анатолій</w:t>
      </w:r>
      <w:r w:rsidRPr="008A3785">
        <w:rPr>
          <w:rFonts w:ascii="Times New Roman" w:hAnsi="Times New Roman"/>
          <w:sz w:val="24"/>
        </w:rPr>
        <w:t xml:space="preserve"> </w:t>
      </w:r>
    </w:p>
    <w:p w:rsidR="002D5BF9" w:rsidRDefault="002D5BF9" w:rsidP="006B41AA">
      <w:pPr>
        <w:rPr>
          <w:b/>
          <w:lang w:val="uk-UA"/>
        </w:rPr>
      </w:pPr>
    </w:p>
    <w:p w:rsidR="002D5BF9" w:rsidRPr="009730BA" w:rsidRDefault="002D5BF9" w:rsidP="000F53C2">
      <w:pPr>
        <w:pStyle w:val="NoSpacing"/>
        <w:jc w:val="center"/>
        <w:outlineLvl w:val="0"/>
        <w:rPr>
          <w:b/>
        </w:rPr>
      </w:pPr>
      <w:r w:rsidRPr="009730BA">
        <w:rPr>
          <w:b/>
        </w:rPr>
        <w:t>Список депутатів  Знам’янської міської ради</w:t>
      </w:r>
    </w:p>
    <w:p w:rsidR="002D5BF9" w:rsidRPr="009730BA" w:rsidRDefault="002D5BF9" w:rsidP="006B41AA">
      <w:pPr>
        <w:pStyle w:val="NoSpacing"/>
        <w:jc w:val="center"/>
        <w:rPr>
          <w:b/>
        </w:rPr>
      </w:pPr>
      <w:r w:rsidRPr="009730BA">
        <w:rPr>
          <w:b/>
        </w:rPr>
        <w:t xml:space="preserve">Кропивницького району Кіровоградської області </w:t>
      </w:r>
      <w:r w:rsidRPr="009730BA">
        <w:rPr>
          <w:b/>
          <w:lang w:val="en-US"/>
        </w:rPr>
        <w:t>VIII</w:t>
      </w:r>
      <w:r w:rsidRPr="009730BA">
        <w:rPr>
          <w:b/>
        </w:rPr>
        <w:t xml:space="preserve"> скликання,</w:t>
      </w:r>
    </w:p>
    <w:p w:rsidR="002D5BF9" w:rsidRPr="009730BA" w:rsidRDefault="002D5BF9" w:rsidP="006B41AA">
      <w:pPr>
        <w:pStyle w:val="NoSpacing"/>
        <w:jc w:val="center"/>
        <w:rPr>
          <w:b/>
        </w:rPr>
      </w:pPr>
      <w:r w:rsidRPr="009730BA">
        <w:rPr>
          <w:b/>
        </w:rPr>
        <w:t xml:space="preserve">відсутніх на  пленарному засіданні </w:t>
      </w:r>
      <w:r>
        <w:rPr>
          <w:b/>
        </w:rPr>
        <w:t xml:space="preserve">вісімнадцятої </w:t>
      </w:r>
      <w:r w:rsidRPr="009730BA">
        <w:rPr>
          <w:b/>
        </w:rPr>
        <w:t>сесії</w:t>
      </w:r>
    </w:p>
    <w:p w:rsidR="002D5BF9" w:rsidRDefault="002D5BF9" w:rsidP="006B41AA">
      <w:pPr>
        <w:pStyle w:val="NoSpacing"/>
        <w:jc w:val="center"/>
        <w:rPr>
          <w:b/>
        </w:rPr>
      </w:pPr>
      <w:r>
        <w:rPr>
          <w:b/>
        </w:rPr>
        <w:t>22 жовтня</w:t>
      </w:r>
      <w:r w:rsidRPr="009730BA">
        <w:rPr>
          <w:b/>
        </w:rPr>
        <w:t xml:space="preserve">  2021 року</w:t>
      </w:r>
    </w:p>
    <w:p w:rsidR="002D5BF9" w:rsidRDefault="002D5BF9" w:rsidP="006B41AA">
      <w:pPr>
        <w:pStyle w:val="NoSpacing"/>
        <w:jc w:val="center"/>
        <w:rPr>
          <w:b/>
        </w:rPr>
      </w:pPr>
    </w:p>
    <w:p w:rsidR="002D5BF9" w:rsidRPr="009730BA" w:rsidRDefault="002D5BF9" w:rsidP="006B41AA">
      <w:pPr>
        <w:pStyle w:val="NoSpacing"/>
        <w:jc w:val="center"/>
        <w:rPr>
          <w:b/>
        </w:rPr>
      </w:pPr>
    </w:p>
    <w:p w:rsidR="002D5BF9" w:rsidRDefault="002D5BF9" w:rsidP="006B41AA">
      <w:pPr>
        <w:pStyle w:val="ListParagraph"/>
        <w:numPr>
          <w:ilvl w:val="0"/>
          <w:numId w:val="6"/>
        </w:numPr>
        <w:spacing w:after="200" w:line="276" w:lineRule="auto"/>
        <w:rPr>
          <w:rFonts w:ascii="Times New Roman" w:hAnsi="Times New Roman"/>
          <w:sz w:val="24"/>
        </w:rPr>
      </w:pPr>
      <w:r>
        <w:rPr>
          <w:rFonts w:ascii="Times New Roman" w:hAnsi="Times New Roman"/>
          <w:sz w:val="24"/>
        </w:rPr>
        <w:t>ГМИРІНА Вікторія – по хворобі.</w:t>
      </w:r>
    </w:p>
    <w:p w:rsidR="002D5BF9" w:rsidRDefault="002D5BF9" w:rsidP="006B41AA">
      <w:pPr>
        <w:pStyle w:val="ListParagraph"/>
        <w:numPr>
          <w:ilvl w:val="0"/>
          <w:numId w:val="6"/>
        </w:numPr>
        <w:spacing w:after="200" w:line="276" w:lineRule="auto"/>
        <w:rPr>
          <w:rFonts w:ascii="Times New Roman" w:hAnsi="Times New Roman"/>
          <w:sz w:val="24"/>
        </w:rPr>
      </w:pPr>
      <w:r>
        <w:rPr>
          <w:rFonts w:ascii="Times New Roman" w:hAnsi="Times New Roman"/>
          <w:sz w:val="24"/>
        </w:rPr>
        <w:t>ГРИГОРАШ  Юрій – лікарняний.</w:t>
      </w:r>
    </w:p>
    <w:p w:rsidR="002D5BF9" w:rsidRDefault="002D5BF9" w:rsidP="006B41AA">
      <w:pPr>
        <w:pStyle w:val="ListParagraph"/>
        <w:numPr>
          <w:ilvl w:val="0"/>
          <w:numId w:val="6"/>
        </w:numPr>
        <w:spacing w:after="200" w:line="276" w:lineRule="auto"/>
        <w:rPr>
          <w:rFonts w:ascii="Times New Roman" w:hAnsi="Times New Roman"/>
          <w:sz w:val="24"/>
        </w:rPr>
      </w:pPr>
      <w:r>
        <w:rPr>
          <w:rFonts w:ascii="Times New Roman" w:hAnsi="Times New Roman"/>
          <w:sz w:val="24"/>
        </w:rPr>
        <w:t>КУЗІН Олег – виробнича необхідність.</w:t>
      </w:r>
    </w:p>
    <w:p w:rsidR="002D5BF9" w:rsidRDefault="002D5BF9" w:rsidP="006B41AA">
      <w:pPr>
        <w:pStyle w:val="ListParagraph"/>
        <w:numPr>
          <w:ilvl w:val="0"/>
          <w:numId w:val="6"/>
        </w:numPr>
        <w:spacing w:after="200" w:line="276" w:lineRule="auto"/>
        <w:rPr>
          <w:rFonts w:ascii="Times New Roman" w:hAnsi="Times New Roman"/>
          <w:sz w:val="24"/>
        </w:rPr>
      </w:pPr>
      <w:r>
        <w:rPr>
          <w:rFonts w:ascii="Times New Roman" w:hAnsi="Times New Roman"/>
          <w:sz w:val="24"/>
        </w:rPr>
        <w:t>ЛУЦ Олексій – по хворобі.</w:t>
      </w:r>
    </w:p>
    <w:p w:rsidR="002D5BF9" w:rsidRDefault="002D5BF9" w:rsidP="006B41AA">
      <w:pPr>
        <w:pStyle w:val="ListParagraph"/>
        <w:numPr>
          <w:ilvl w:val="0"/>
          <w:numId w:val="6"/>
        </w:numPr>
        <w:spacing w:after="200" w:line="276" w:lineRule="auto"/>
        <w:rPr>
          <w:rFonts w:ascii="Times New Roman" w:hAnsi="Times New Roman"/>
          <w:sz w:val="24"/>
        </w:rPr>
      </w:pPr>
      <w:r>
        <w:rPr>
          <w:rFonts w:ascii="Times New Roman" w:hAnsi="Times New Roman"/>
          <w:sz w:val="24"/>
        </w:rPr>
        <w:t>СЕМИНІНА Людмила – виробнича необхідність.</w:t>
      </w:r>
    </w:p>
    <w:p w:rsidR="002D5BF9" w:rsidRDefault="002D5BF9" w:rsidP="006B41AA">
      <w:pPr>
        <w:pStyle w:val="NoSpacing"/>
        <w:jc w:val="center"/>
        <w:rPr>
          <w:b/>
        </w:rPr>
      </w:pPr>
    </w:p>
    <w:p w:rsidR="002D5BF9" w:rsidRDefault="002D5BF9" w:rsidP="006B41AA">
      <w:pPr>
        <w:pStyle w:val="NoSpacing"/>
        <w:jc w:val="center"/>
        <w:rPr>
          <w:b/>
        </w:rPr>
      </w:pPr>
    </w:p>
    <w:p w:rsidR="002D5BF9" w:rsidRDefault="002D5BF9" w:rsidP="006B41AA">
      <w:pPr>
        <w:pStyle w:val="NoSpacing"/>
        <w:jc w:val="center"/>
        <w:rPr>
          <w:b/>
        </w:rPr>
      </w:pPr>
    </w:p>
    <w:p w:rsidR="002D5BF9" w:rsidRDefault="002D5BF9" w:rsidP="006B41AA">
      <w:pPr>
        <w:pStyle w:val="NoSpacing"/>
        <w:jc w:val="center"/>
        <w:rPr>
          <w:b/>
        </w:rPr>
      </w:pPr>
    </w:p>
    <w:p w:rsidR="002D5BF9" w:rsidRDefault="002D5BF9" w:rsidP="006B41AA">
      <w:pPr>
        <w:pStyle w:val="NoSpacing"/>
        <w:jc w:val="center"/>
        <w:rPr>
          <w:b/>
          <w:lang w:val="ru-RU"/>
        </w:rPr>
      </w:pPr>
    </w:p>
    <w:p w:rsidR="002D5BF9" w:rsidRDefault="002D5BF9" w:rsidP="006B41AA">
      <w:pPr>
        <w:pStyle w:val="NoSpacing"/>
        <w:jc w:val="center"/>
        <w:rPr>
          <w:b/>
          <w:lang w:val="ru-RU"/>
        </w:rPr>
      </w:pPr>
    </w:p>
    <w:p w:rsidR="002D5BF9" w:rsidRPr="004E7649" w:rsidRDefault="002D5BF9" w:rsidP="006B41AA">
      <w:pPr>
        <w:pStyle w:val="NoSpacing"/>
        <w:jc w:val="center"/>
        <w:rPr>
          <w:b/>
          <w:lang w:val="ru-RU"/>
        </w:rPr>
      </w:pPr>
    </w:p>
    <w:p w:rsidR="002D5BF9" w:rsidRDefault="002D5BF9" w:rsidP="006B41AA">
      <w:pPr>
        <w:pStyle w:val="NoSpacing"/>
        <w:jc w:val="center"/>
        <w:rPr>
          <w:b/>
        </w:rPr>
      </w:pPr>
    </w:p>
    <w:p w:rsidR="002D5BF9" w:rsidRPr="00E41E4F" w:rsidRDefault="002D5BF9" w:rsidP="000F53C2">
      <w:pPr>
        <w:pStyle w:val="NoSpacing"/>
        <w:jc w:val="center"/>
        <w:outlineLvl w:val="0"/>
        <w:rPr>
          <w:b/>
        </w:rPr>
      </w:pPr>
      <w:r w:rsidRPr="00E41E4F">
        <w:rPr>
          <w:b/>
        </w:rPr>
        <w:t>Список</w:t>
      </w:r>
    </w:p>
    <w:p w:rsidR="002D5BF9" w:rsidRPr="00E41E4F" w:rsidRDefault="002D5BF9" w:rsidP="006B41AA">
      <w:pPr>
        <w:pStyle w:val="NoSpacing"/>
        <w:jc w:val="center"/>
        <w:rPr>
          <w:b/>
        </w:rPr>
      </w:pPr>
      <w:r w:rsidRPr="00E41E4F">
        <w:rPr>
          <w:b/>
        </w:rPr>
        <w:t>запрошених та присутніх на  пленарному засіданні</w:t>
      </w:r>
    </w:p>
    <w:p w:rsidR="002D5BF9" w:rsidRPr="00E41E4F" w:rsidRDefault="002D5BF9" w:rsidP="006B41AA">
      <w:pPr>
        <w:pStyle w:val="NoSpacing"/>
        <w:jc w:val="center"/>
        <w:rPr>
          <w:b/>
        </w:rPr>
      </w:pPr>
      <w:r>
        <w:rPr>
          <w:b/>
        </w:rPr>
        <w:t xml:space="preserve">вісімнадцятої </w:t>
      </w:r>
      <w:r w:rsidRPr="00E41E4F">
        <w:rPr>
          <w:b/>
        </w:rPr>
        <w:t>сесії  Знам’янської міської ради</w:t>
      </w:r>
    </w:p>
    <w:p w:rsidR="002D5BF9" w:rsidRPr="00E41E4F" w:rsidRDefault="002D5BF9" w:rsidP="006B41AA">
      <w:pPr>
        <w:pStyle w:val="NoSpacing"/>
        <w:jc w:val="center"/>
        <w:rPr>
          <w:b/>
        </w:rPr>
      </w:pPr>
      <w:r>
        <w:rPr>
          <w:b/>
        </w:rPr>
        <w:t>22 жовтня</w:t>
      </w:r>
      <w:r w:rsidRPr="00E41E4F">
        <w:rPr>
          <w:b/>
        </w:rPr>
        <w:t xml:space="preserve"> 2021 року</w:t>
      </w:r>
    </w:p>
    <w:p w:rsidR="002D5BF9" w:rsidRPr="00A93B36" w:rsidRDefault="002D5BF9" w:rsidP="00A93B36">
      <w:pPr>
        <w:spacing w:after="0"/>
        <w:jc w:val="both"/>
        <w:rPr>
          <w:rFonts w:ascii="Times New Roman" w:hAnsi="Times New Roman" w:cs="Times New Roman"/>
          <w:sz w:val="24"/>
          <w:szCs w:val="24"/>
          <w:lang w:val="uk-UA"/>
        </w:rPr>
      </w:pPr>
    </w:p>
    <w:p w:rsidR="002D5BF9" w:rsidRPr="00A93B36" w:rsidRDefault="002D5BF9" w:rsidP="006B41AA">
      <w:pPr>
        <w:pStyle w:val="ListParagraph"/>
        <w:numPr>
          <w:ilvl w:val="0"/>
          <w:numId w:val="5"/>
        </w:numPr>
        <w:jc w:val="both"/>
        <w:rPr>
          <w:rFonts w:ascii="Times New Roman" w:hAnsi="Times New Roman"/>
          <w:sz w:val="24"/>
          <w:szCs w:val="24"/>
        </w:rPr>
      </w:pPr>
      <w:r w:rsidRPr="00A93B36">
        <w:rPr>
          <w:rFonts w:ascii="Times New Roman" w:hAnsi="Times New Roman"/>
          <w:sz w:val="24"/>
          <w:szCs w:val="24"/>
        </w:rPr>
        <w:t>БАЛАН Сергій - завсектором з питань надзвичайних ситуацій, охорони праці, екології та благоустрою управління земельних ресурсів, екології, благоустрою та надзвичайних ситуацій виконавчого комітету Знам’янської міської ради.</w:t>
      </w:r>
    </w:p>
    <w:p w:rsidR="002D5BF9" w:rsidRDefault="002D5BF9" w:rsidP="006B41AA">
      <w:pPr>
        <w:pStyle w:val="ListParagraph"/>
        <w:numPr>
          <w:ilvl w:val="0"/>
          <w:numId w:val="5"/>
        </w:numPr>
        <w:jc w:val="both"/>
        <w:rPr>
          <w:rFonts w:ascii="Times New Roman" w:hAnsi="Times New Roman"/>
          <w:sz w:val="24"/>
        </w:rPr>
      </w:pPr>
      <w:r>
        <w:rPr>
          <w:rFonts w:ascii="Times New Roman" w:hAnsi="Times New Roman"/>
          <w:sz w:val="24"/>
        </w:rPr>
        <w:t>БІЛІЧЕНКО Наталія – начальник відділу забезпечення діяльності міської ради.</w:t>
      </w:r>
    </w:p>
    <w:p w:rsidR="002D5BF9" w:rsidRDefault="002D5BF9" w:rsidP="006B41AA">
      <w:pPr>
        <w:pStyle w:val="ListParagraph"/>
        <w:numPr>
          <w:ilvl w:val="0"/>
          <w:numId w:val="5"/>
        </w:numPr>
        <w:jc w:val="both"/>
        <w:rPr>
          <w:rFonts w:ascii="Times New Roman" w:hAnsi="Times New Roman"/>
          <w:sz w:val="24"/>
        </w:rPr>
      </w:pPr>
      <w:r>
        <w:rPr>
          <w:rFonts w:ascii="Times New Roman" w:hAnsi="Times New Roman"/>
          <w:sz w:val="24"/>
        </w:rPr>
        <w:t>ВОЛОШИНА  Алла – начальник управління соціального захисту населення.</w:t>
      </w:r>
    </w:p>
    <w:p w:rsidR="002D5BF9" w:rsidRDefault="002D5BF9" w:rsidP="000476C0">
      <w:pPr>
        <w:pStyle w:val="ListParagraph"/>
        <w:numPr>
          <w:ilvl w:val="0"/>
          <w:numId w:val="5"/>
        </w:numPr>
        <w:jc w:val="both"/>
        <w:rPr>
          <w:rFonts w:ascii="Times New Roman" w:hAnsi="Times New Roman"/>
          <w:sz w:val="24"/>
        </w:rPr>
      </w:pPr>
      <w:r>
        <w:rPr>
          <w:rFonts w:ascii="Times New Roman" w:hAnsi="Times New Roman"/>
          <w:sz w:val="24"/>
        </w:rPr>
        <w:t>ГРИЦЮК Алла – начальник відділу земельних питань управління земельних ресурсів, екології, благоустрою та надзвичайних ситуацій виконавчого комітету Знам’янської міської ради.</w:t>
      </w:r>
    </w:p>
    <w:p w:rsidR="002D5BF9" w:rsidRDefault="002D5BF9" w:rsidP="000476C0">
      <w:pPr>
        <w:pStyle w:val="ListParagraph"/>
        <w:numPr>
          <w:ilvl w:val="0"/>
          <w:numId w:val="5"/>
        </w:numPr>
        <w:jc w:val="both"/>
        <w:rPr>
          <w:rFonts w:ascii="Times New Roman" w:hAnsi="Times New Roman"/>
          <w:sz w:val="24"/>
        </w:rPr>
      </w:pPr>
      <w:r>
        <w:rPr>
          <w:rFonts w:ascii="Times New Roman" w:hAnsi="Times New Roman"/>
          <w:sz w:val="24"/>
        </w:rPr>
        <w:t>ДАНІЛЬЧЕНКО Юрій – начальник юридичного відділу.</w:t>
      </w:r>
    </w:p>
    <w:p w:rsidR="002D5BF9" w:rsidRDefault="002D5BF9" w:rsidP="000476C0">
      <w:pPr>
        <w:pStyle w:val="ListParagraph"/>
        <w:numPr>
          <w:ilvl w:val="0"/>
          <w:numId w:val="5"/>
        </w:numPr>
        <w:jc w:val="both"/>
        <w:rPr>
          <w:rFonts w:ascii="Times New Roman" w:hAnsi="Times New Roman"/>
          <w:sz w:val="24"/>
        </w:rPr>
      </w:pPr>
      <w:r>
        <w:rPr>
          <w:rFonts w:ascii="Times New Roman" w:hAnsi="Times New Roman"/>
          <w:sz w:val="24"/>
        </w:rPr>
        <w:t>КАРПУК Лариса – начальник служби у справах дітей.</w:t>
      </w:r>
    </w:p>
    <w:p w:rsidR="002D5BF9" w:rsidRDefault="002D5BF9" w:rsidP="000476C0">
      <w:pPr>
        <w:pStyle w:val="ListParagraph"/>
        <w:numPr>
          <w:ilvl w:val="0"/>
          <w:numId w:val="5"/>
        </w:numPr>
        <w:jc w:val="both"/>
        <w:rPr>
          <w:rFonts w:ascii="Times New Roman" w:hAnsi="Times New Roman"/>
          <w:sz w:val="24"/>
        </w:rPr>
      </w:pPr>
      <w:r>
        <w:rPr>
          <w:rFonts w:ascii="Times New Roman" w:hAnsi="Times New Roman"/>
          <w:sz w:val="24"/>
        </w:rPr>
        <w:t>КЛИМЕНКО Людмила – начальник відділу освіти.</w:t>
      </w:r>
    </w:p>
    <w:p w:rsidR="002D5BF9" w:rsidRDefault="002D5BF9" w:rsidP="006B41AA">
      <w:pPr>
        <w:pStyle w:val="ListParagraph"/>
        <w:numPr>
          <w:ilvl w:val="0"/>
          <w:numId w:val="5"/>
        </w:numPr>
        <w:jc w:val="both"/>
        <w:rPr>
          <w:rFonts w:ascii="Times New Roman" w:hAnsi="Times New Roman"/>
          <w:sz w:val="24"/>
        </w:rPr>
      </w:pPr>
      <w:r>
        <w:rPr>
          <w:rFonts w:ascii="Times New Roman" w:hAnsi="Times New Roman"/>
          <w:sz w:val="24"/>
        </w:rPr>
        <w:t>КОНОВАЛЕНКО Микола – в.о. директора КНП «Знам’янський міський центр первинної медико-санітарної допомоги» Знам’янської міської ради.</w:t>
      </w:r>
    </w:p>
    <w:p w:rsidR="002D5BF9" w:rsidRDefault="002D5BF9" w:rsidP="006B41AA">
      <w:pPr>
        <w:pStyle w:val="ListParagraph"/>
        <w:numPr>
          <w:ilvl w:val="0"/>
          <w:numId w:val="5"/>
        </w:numPr>
        <w:jc w:val="both"/>
        <w:rPr>
          <w:rFonts w:ascii="Times New Roman" w:hAnsi="Times New Roman"/>
          <w:sz w:val="24"/>
        </w:rPr>
      </w:pPr>
      <w:r>
        <w:rPr>
          <w:rFonts w:ascii="Times New Roman" w:hAnsi="Times New Roman"/>
          <w:sz w:val="24"/>
        </w:rPr>
        <w:t>КРИЛОВА Світлана – заявниця.</w:t>
      </w:r>
    </w:p>
    <w:p w:rsidR="002D5BF9" w:rsidRDefault="002D5BF9" w:rsidP="006B41AA">
      <w:pPr>
        <w:pStyle w:val="ListParagraph"/>
        <w:numPr>
          <w:ilvl w:val="0"/>
          <w:numId w:val="5"/>
        </w:numPr>
        <w:jc w:val="both"/>
        <w:rPr>
          <w:rFonts w:ascii="Times New Roman" w:hAnsi="Times New Roman"/>
          <w:sz w:val="24"/>
        </w:rPr>
      </w:pPr>
      <w:r>
        <w:rPr>
          <w:rFonts w:ascii="Times New Roman" w:hAnsi="Times New Roman"/>
          <w:sz w:val="24"/>
        </w:rPr>
        <w:t>КУЗІНА Інна – начальник відділу економічного розвитку, підприємництва, промисловості та торгівлі.</w:t>
      </w:r>
    </w:p>
    <w:p w:rsidR="002D5BF9" w:rsidRDefault="002D5BF9" w:rsidP="006B41AA">
      <w:pPr>
        <w:pStyle w:val="ListParagraph"/>
        <w:numPr>
          <w:ilvl w:val="0"/>
          <w:numId w:val="5"/>
        </w:numPr>
        <w:jc w:val="both"/>
        <w:rPr>
          <w:rFonts w:ascii="Times New Roman" w:hAnsi="Times New Roman"/>
          <w:sz w:val="24"/>
        </w:rPr>
      </w:pPr>
      <w:r>
        <w:rPr>
          <w:rFonts w:ascii="Times New Roman" w:hAnsi="Times New Roman"/>
          <w:sz w:val="24"/>
        </w:rPr>
        <w:t>ЛАДОЖИНСЬКА Руслана – начальник відділу молоді та спорту.</w:t>
      </w:r>
    </w:p>
    <w:p w:rsidR="002D5BF9" w:rsidRDefault="002D5BF9" w:rsidP="006B41AA">
      <w:pPr>
        <w:pStyle w:val="ListParagraph"/>
        <w:numPr>
          <w:ilvl w:val="0"/>
          <w:numId w:val="5"/>
        </w:numPr>
        <w:jc w:val="both"/>
        <w:rPr>
          <w:rFonts w:ascii="Times New Roman" w:hAnsi="Times New Roman"/>
          <w:sz w:val="24"/>
        </w:rPr>
      </w:pPr>
      <w:r>
        <w:rPr>
          <w:rFonts w:ascii="Times New Roman" w:hAnsi="Times New Roman"/>
          <w:sz w:val="24"/>
        </w:rPr>
        <w:t>ЛЕПЕТКО Олена – начальник фінансового управління.</w:t>
      </w:r>
    </w:p>
    <w:p w:rsidR="002D5BF9" w:rsidRPr="00AF4F9F" w:rsidRDefault="002D5BF9" w:rsidP="006B41AA">
      <w:pPr>
        <w:pStyle w:val="ListParagraph"/>
        <w:numPr>
          <w:ilvl w:val="0"/>
          <w:numId w:val="5"/>
        </w:numPr>
        <w:jc w:val="both"/>
        <w:rPr>
          <w:rFonts w:ascii="Times New Roman" w:hAnsi="Times New Roman"/>
          <w:sz w:val="24"/>
        </w:rPr>
      </w:pPr>
      <w:r>
        <w:rPr>
          <w:rFonts w:ascii="Times New Roman" w:hAnsi="Times New Roman"/>
          <w:sz w:val="24"/>
        </w:rPr>
        <w:t>МОЛОДЧЕНКО Дмитро – заступник міського голови з питань діяльності виконавчих органів.</w:t>
      </w:r>
    </w:p>
    <w:p w:rsidR="002D5BF9" w:rsidRPr="00C97118" w:rsidRDefault="002D5BF9" w:rsidP="006B41AA">
      <w:pPr>
        <w:pStyle w:val="ListParagraph"/>
        <w:numPr>
          <w:ilvl w:val="0"/>
          <w:numId w:val="5"/>
        </w:numPr>
        <w:jc w:val="both"/>
        <w:rPr>
          <w:rFonts w:ascii="Times New Roman" w:hAnsi="Times New Roman"/>
          <w:sz w:val="24"/>
          <w:szCs w:val="24"/>
        </w:rPr>
      </w:pPr>
      <w:r>
        <w:rPr>
          <w:rFonts w:ascii="Times New Roman" w:hAnsi="Times New Roman"/>
          <w:sz w:val="24"/>
        </w:rPr>
        <w:t>МУХУРОВ Володимир – радник міського голови.</w:t>
      </w:r>
    </w:p>
    <w:p w:rsidR="002D5BF9" w:rsidRDefault="002D5BF9" w:rsidP="006B41AA">
      <w:pPr>
        <w:pStyle w:val="ListParagraph"/>
        <w:numPr>
          <w:ilvl w:val="0"/>
          <w:numId w:val="5"/>
        </w:numPr>
        <w:jc w:val="both"/>
        <w:rPr>
          <w:rFonts w:ascii="Times New Roman" w:hAnsi="Times New Roman"/>
          <w:sz w:val="24"/>
          <w:szCs w:val="24"/>
        </w:rPr>
      </w:pPr>
      <w:r>
        <w:rPr>
          <w:rFonts w:ascii="Times New Roman" w:hAnsi="Times New Roman"/>
          <w:sz w:val="24"/>
          <w:szCs w:val="24"/>
        </w:rPr>
        <w:t>ПЕРЕСАДЧЕНКО Ліана – заступник міського голови з питань діяльності виконавчих органів.</w:t>
      </w:r>
    </w:p>
    <w:p w:rsidR="002D5BF9" w:rsidRDefault="002D5BF9" w:rsidP="000476C0">
      <w:pPr>
        <w:pStyle w:val="ListParagraph"/>
        <w:numPr>
          <w:ilvl w:val="0"/>
          <w:numId w:val="5"/>
        </w:numPr>
        <w:jc w:val="both"/>
        <w:rPr>
          <w:rFonts w:ascii="Times New Roman" w:hAnsi="Times New Roman"/>
          <w:sz w:val="24"/>
        </w:rPr>
      </w:pPr>
      <w:r>
        <w:rPr>
          <w:rFonts w:ascii="Times New Roman" w:hAnsi="Times New Roman"/>
          <w:sz w:val="24"/>
          <w:szCs w:val="24"/>
        </w:rPr>
        <w:t xml:space="preserve">ПРИХОДЬКО Віталій – головний спеціаліст з правових питань відділу </w:t>
      </w:r>
      <w:r>
        <w:rPr>
          <w:rFonts w:ascii="Times New Roman" w:hAnsi="Times New Roman"/>
          <w:sz w:val="24"/>
        </w:rPr>
        <w:t>забезпечення діяльності міської ради.</w:t>
      </w:r>
    </w:p>
    <w:p w:rsidR="002D5BF9" w:rsidRPr="000476C0" w:rsidRDefault="002D5BF9" w:rsidP="000476C0">
      <w:pPr>
        <w:pStyle w:val="ListParagraph"/>
        <w:numPr>
          <w:ilvl w:val="0"/>
          <w:numId w:val="5"/>
        </w:numPr>
        <w:jc w:val="both"/>
        <w:rPr>
          <w:rFonts w:ascii="Times New Roman" w:hAnsi="Times New Roman"/>
          <w:sz w:val="24"/>
        </w:rPr>
      </w:pPr>
      <w:r>
        <w:rPr>
          <w:rFonts w:ascii="Times New Roman" w:hAnsi="Times New Roman"/>
          <w:sz w:val="24"/>
        </w:rPr>
        <w:t>ПУШКАРЕНКО Руслан – директор КНП «Знам’янська міська лікарня ім.. А.В.Лисенка» Знам’янської міської ради.</w:t>
      </w:r>
    </w:p>
    <w:p w:rsidR="002D5BF9" w:rsidRPr="000476C0" w:rsidRDefault="002D5BF9" w:rsidP="006B41AA">
      <w:pPr>
        <w:pStyle w:val="ListParagraph"/>
        <w:numPr>
          <w:ilvl w:val="0"/>
          <w:numId w:val="5"/>
        </w:numPr>
        <w:jc w:val="both"/>
        <w:rPr>
          <w:rFonts w:ascii="Times New Roman" w:hAnsi="Times New Roman"/>
          <w:sz w:val="24"/>
          <w:szCs w:val="24"/>
        </w:rPr>
      </w:pPr>
      <w:r>
        <w:rPr>
          <w:rFonts w:ascii="Times New Roman" w:hAnsi="Times New Roman"/>
          <w:sz w:val="24"/>
        </w:rPr>
        <w:t>СВИРИДЕНКО Микола – головний спеціаліст інформаційно-комп’ютерного забезпечення відділу інформаційної діяльності та комунікацій з громадськістю.</w:t>
      </w:r>
    </w:p>
    <w:p w:rsidR="002D5BF9" w:rsidRPr="00A93B36" w:rsidRDefault="002D5BF9" w:rsidP="006B41AA">
      <w:pPr>
        <w:pStyle w:val="ListParagraph"/>
        <w:numPr>
          <w:ilvl w:val="0"/>
          <w:numId w:val="5"/>
        </w:numPr>
        <w:jc w:val="both"/>
        <w:rPr>
          <w:rFonts w:ascii="Times New Roman" w:hAnsi="Times New Roman"/>
          <w:sz w:val="24"/>
          <w:szCs w:val="24"/>
        </w:rPr>
      </w:pPr>
      <w:r>
        <w:rPr>
          <w:rFonts w:ascii="Times New Roman" w:hAnsi="Times New Roman"/>
          <w:sz w:val="24"/>
        </w:rPr>
        <w:t>ТАРАН Юлія – в.о. директора територіального центру.</w:t>
      </w:r>
    </w:p>
    <w:p w:rsidR="002D5BF9" w:rsidRPr="000476C0" w:rsidRDefault="002D5BF9" w:rsidP="006B41AA">
      <w:pPr>
        <w:pStyle w:val="ListParagraph"/>
        <w:numPr>
          <w:ilvl w:val="0"/>
          <w:numId w:val="5"/>
        </w:numPr>
        <w:jc w:val="both"/>
        <w:rPr>
          <w:rFonts w:ascii="Times New Roman" w:hAnsi="Times New Roman"/>
          <w:sz w:val="24"/>
          <w:szCs w:val="24"/>
        </w:rPr>
      </w:pPr>
      <w:r>
        <w:rPr>
          <w:rFonts w:ascii="Times New Roman" w:hAnsi="Times New Roman"/>
          <w:sz w:val="24"/>
        </w:rPr>
        <w:t>ЧЕРВАНЬ А. – представник гр. КАРАБАНОВА О.О.</w:t>
      </w:r>
    </w:p>
    <w:p w:rsidR="002D5BF9" w:rsidRPr="00AF4F9F" w:rsidRDefault="002D5BF9" w:rsidP="00A93B36">
      <w:pPr>
        <w:pStyle w:val="ListParagraph"/>
        <w:numPr>
          <w:ilvl w:val="0"/>
          <w:numId w:val="5"/>
        </w:numPr>
        <w:jc w:val="both"/>
        <w:rPr>
          <w:rFonts w:ascii="Times New Roman" w:hAnsi="Times New Roman"/>
          <w:sz w:val="24"/>
          <w:szCs w:val="24"/>
        </w:rPr>
      </w:pPr>
      <w:r>
        <w:rPr>
          <w:rFonts w:ascii="Times New Roman" w:hAnsi="Times New Roman"/>
          <w:sz w:val="24"/>
        </w:rPr>
        <w:t>ШЕВЧЕНКО Наталія – директор Знам’янського центра соціальних служб.</w:t>
      </w:r>
    </w:p>
    <w:p w:rsidR="002D5BF9" w:rsidRPr="006A4978" w:rsidRDefault="002D5BF9" w:rsidP="006B41AA">
      <w:pPr>
        <w:jc w:val="center"/>
        <w:rPr>
          <w:b/>
          <w:lang w:val="uk-UA"/>
        </w:rPr>
      </w:pPr>
    </w:p>
    <w:p w:rsidR="002D5BF9" w:rsidRDefault="002D5BF9" w:rsidP="006B41AA">
      <w:pPr>
        <w:rPr>
          <w:lang w:val="uk-UA"/>
        </w:rPr>
      </w:pPr>
    </w:p>
    <w:p w:rsidR="002D5BF9" w:rsidRDefault="002D5BF9" w:rsidP="006B41AA">
      <w:pPr>
        <w:rPr>
          <w:lang w:val="uk-UA"/>
        </w:rPr>
      </w:pPr>
    </w:p>
    <w:p w:rsidR="002D5BF9" w:rsidRDefault="002D5BF9" w:rsidP="00DB357A">
      <w:pPr>
        <w:rPr>
          <w:lang w:val="uk-UA"/>
        </w:rPr>
      </w:pPr>
    </w:p>
    <w:sectPr w:rsidR="002D5BF9" w:rsidSect="00926C93">
      <w:headerReference w:type="default" r:id="rId8"/>
      <w:footerReference w:type="even" r:id="rId9"/>
      <w:footerReference w:type="default" r:id="rId10"/>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BF9" w:rsidRDefault="002D5BF9" w:rsidP="00641446">
      <w:pPr>
        <w:spacing w:after="0" w:line="240" w:lineRule="auto"/>
      </w:pPr>
      <w:r>
        <w:separator/>
      </w:r>
    </w:p>
  </w:endnote>
  <w:endnote w:type="continuationSeparator" w:id="0">
    <w:p w:rsidR="002D5BF9" w:rsidRDefault="002D5BF9" w:rsidP="006414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ont188">
    <w:altName w:val="Arial Unicode MS"/>
    <w:panose1 w:val="00000000000000000000"/>
    <w:charset w:val="80"/>
    <w:family w:val="auto"/>
    <w:notTrueType/>
    <w:pitch w:val="variable"/>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BF9" w:rsidRDefault="002D5BF9" w:rsidP="004464D2">
    <w:pPr>
      <w:pStyle w:val="Footer"/>
      <w:framePr w:wrap="around" w:vAnchor="text" w:hAnchor="margin" w:xAlign="right" w:y="1"/>
      <w:rPr>
        <w:rStyle w:val="PageNumber"/>
        <w:rFonts w:cs="font188"/>
      </w:rPr>
    </w:pPr>
    <w:r>
      <w:rPr>
        <w:rStyle w:val="PageNumber"/>
        <w:rFonts w:cs="font188"/>
      </w:rPr>
      <w:fldChar w:fldCharType="begin"/>
    </w:r>
    <w:r>
      <w:rPr>
        <w:rStyle w:val="PageNumber"/>
        <w:rFonts w:cs="font188"/>
      </w:rPr>
      <w:instrText xml:space="preserve">PAGE  </w:instrText>
    </w:r>
    <w:r>
      <w:rPr>
        <w:rStyle w:val="PageNumber"/>
        <w:rFonts w:cs="font188"/>
      </w:rPr>
      <w:fldChar w:fldCharType="end"/>
    </w:r>
  </w:p>
  <w:p w:rsidR="002D5BF9" w:rsidRDefault="002D5BF9" w:rsidP="00926C9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BF9" w:rsidRDefault="002D5BF9" w:rsidP="00926C9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BF9" w:rsidRDefault="002D5BF9" w:rsidP="00641446">
      <w:pPr>
        <w:spacing w:after="0" w:line="240" w:lineRule="auto"/>
      </w:pPr>
      <w:r>
        <w:separator/>
      </w:r>
    </w:p>
  </w:footnote>
  <w:footnote w:type="continuationSeparator" w:id="0">
    <w:p w:rsidR="002D5BF9" w:rsidRDefault="002D5BF9" w:rsidP="006414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BF9" w:rsidRDefault="002D5BF9">
    <w:pPr>
      <w:pStyle w:val="Header"/>
      <w:jc w:val="center"/>
    </w:pPr>
  </w:p>
  <w:p w:rsidR="002D5BF9" w:rsidRDefault="002D5B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350AED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132F46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4CA9CF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4F09D3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0E664B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3F87A0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0621F7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30CAA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736E49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1F2BCDA"/>
    <w:lvl w:ilvl="0">
      <w:start w:val="1"/>
      <w:numFmt w:val="bullet"/>
      <w:lvlText w:val=""/>
      <w:lvlJc w:val="left"/>
      <w:pPr>
        <w:tabs>
          <w:tab w:val="num" w:pos="360"/>
        </w:tabs>
        <w:ind w:left="360" w:hanging="360"/>
      </w:pPr>
      <w:rPr>
        <w:rFonts w:ascii="Symbol" w:hAnsi="Symbol" w:hint="default"/>
      </w:rPr>
    </w:lvl>
  </w:abstractNum>
  <w:abstractNum w:abstractNumId="10">
    <w:nsid w:val="0E614398"/>
    <w:multiLevelType w:val="hybridMultilevel"/>
    <w:tmpl w:val="183052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1CE3A51"/>
    <w:multiLevelType w:val="hybridMultilevel"/>
    <w:tmpl w:val="007E44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4412729"/>
    <w:multiLevelType w:val="hybridMultilevel"/>
    <w:tmpl w:val="53EAAD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23B6FDD"/>
    <w:multiLevelType w:val="hybridMultilevel"/>
    <w:tmpl w:val="5006590A"/>
    <w:lvl w:ilvl="0" w:tplc="299485D2">
      <w:start w:val="1"/>
      <w:numFmt w:val="decimal"/>
      <w:lvlText w:val="%1."/>
      <w:lvlJc w:val="left"/>
      <w:pPr>
        <w:ind w:left="383" w:hanging="360"/>
      </w:pPr>
      <w:rPr>
        <w:rFonts w:cs="Times New Roman" w:hint="default"/>
        <w:b/>
      </w:rPr>
    </w:lvl>
    <w:lvl w:ilvl="1" w:tplc="04190019" w:tentative="1">
      <w:start w:val="1"/>
      <w:numFmt w:val="lowerLetter"/>
      <w:lvlText w:val="%2."/>
      <w:lvlJc w:val="left"/>
      <w:pPr>
        <w:ind w:left="1103" w:hanging="360"/>
      </w:pPr>
      <w:rPr>
        <w:rFonts w:cs="Times New Roman"/>
      </w:rPr>
    </w:lvl>
    <w:lvl w:ilvl="2" w:tplc="0419001B" w:tentative="1">
      <w:start w:val="1"/>
      <w:numFmt w:val="lowerRoman"/>
      <w:lvlText w:val="%3."/>
      <w:lvlJc w:val="right"/>
      <w:pPr>
        <w:ind w:left="1823" w:hanging="180"/>
      </w:pPr>
      <w:rPr>
        <w:rFonts w:cs="Times New Roman"/>
      </w:rPr>
    </w:lvl>
    <w:lvl w:ilvl="3" w:tplc="0419000F" w:tentative="1">
      <w:start w:val="1"/>
      <w:numFmt w:val="decimal"/>
      <w:lvlText w:val="%4."/>
      <w:lvlJc w:val="left"/>
      <w:pPr>
        <w:ind w:left="2543" w:hanging="360"/>
      </w:pPr>
      <w:rPr>
        <w:rFonts w:cs="Times New Roman"/>
      </w:rPr>
    </w:lvl>
    <w:lvl w:ilvl="4" w:tplc="04190019" w:tentative="1">
      <w:start w:val="1"/>
      <w:numFmt w:val="lowerLetter"/>
      <w:lvlText w:val="%5."/>
      <w:lvlJc w:val="left"/>
      <w:pPr>
        <w:ind w:left="3263" w:hanging="360"/>
      </w:pPr>
      <w:rPr>
        <w:rFonts w:cs="Times New Roman"/>
      </w:rPr>
    </w:lvl>
    <w:lvl w:ilvl="5" w:tplc="0419001B" w:tentative="1">
      <w:start w:val="1"/>
      <w:numFmt w:val="lowerRoman"/>
      <w:lvlText w:val="%6."/>
      <w:lvlJc w:val="right"/>
      <w:pPr>
        <w:ind w:left="3983" w:hanging="180"/>
      </w:pPr>
      <w:rPr>
        <w:rFonts w:cs="Times New Roman"/>
      </w:rPr>
    </w:lvl>
    <w:lvl w:ilvl="6" w:tplc="0419000F" w:tentative="1">
      <w:start w:val="1"/>
      <w:numFmt w:val="decimal"/>
      <w:lvlText w:val="%7."/>
      <w:lvlJc w:val="left"/>
      <w:pPr>
        <w:ind w:left="4703" w:hanging="360"/>
      </w:pPr>
      <w:rPr>
        <w:rFonts w:cs="Times New Roman"/>
      </w:rPr>
    </w:lvl>
    <w:lvl w:ilvl="7" w:tplc="04190019" w:tentative="1">
      <w:start w:val="1"/>
      <w:numFmt w:val="lowerLetter"/>
      <w:lvlText w:val="%8."/>
      <w:lvlJc w:val="left"/>
      <w:pPr>
        <w:ind w:left="5423" w:hanging="360"/>
      </w:pPr>
      <w:rPr>
        <w:rFonts w:cs="Times New Roman"/>
      </w:rPr>
    </w:lvl>
    <w:lvl w:ilvl="8" w:tplc="0419001B" w:tentative="1">
      <w:start w:val="1"/>
      <w:numFmt w:val="lowerRoman"/>
      <w:lvlText w:val="%9."/>
      <w:lvlJc w:val="right"/>
      <w:pPr>
        <w:ind w:left="6143" w:hanging="180"/>
      </w:pPr>
      <w:rPr>
        <w:rFonts w:cs="Times New Roman"/>
      </w:rPr>
    </w:lvl>
  </w:abstractNum>
  <w:abstractNum w:abstractNumId="14">
    <w:nsid w:val="25711878"/>
    <w:multiLevelType w:val="hybridMultilevel"/>
    <w:tmpl w:val="CF965C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64876D8"/>
    <w:multiLevelType w:val="hybridMultilevel"/>
    <w:tmpl w:val="9E50CE3C"/>
    <w:lvl w:ilvl="0" w:tplc="E69C86AA">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6">
    <w:nsid w:val="49173DC1"/>
    <w:multiLevelType w:val="hybridMultilevel"/>
    <w:tmpl w:val="49A222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3CB48A6"/>
    <w:multiLevelType w:val="hybridMultilevel"/>
    <w:tmpl w:val="CB366E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3B56182"/>
    <w:multiLevelType w:val="multilevel"/>
    <w:tmpl w:val="A766A2EA"/>
    <w:lvl w:ilvl="0">
      <w:start w:val="1"/>
      <w:numFmt w:val="decimal"/>
      <w:lvlText w:val="%1."/>
      <w:lvlJc w:val="left"/>
      <w:pPr>
        <w:ind w:left="720" w:hanging="360"/>
      </w:pPr>
      <w:rPr>
        <w:rFonts w:cs="Times New Roman" w:hint="default"/>
      </w:rPr>
    </w:lvl>
    <w:lvl w:ilvl="1">
      <w:start w:val="1"/>
      <w:numFmt w:val="decimal"/>
      <w:isLgl/>
      <w:lvlText w:val="%1.%2."/>
      <w:lvlJc w:val="left"/>
      <w:pPr>
        <w:ind w:left="1070" w:hanging="360"/>
      </w:pPr>
      <w:rPr>
        <w:rFonts w:cs="Times New Roman" w:hint="default"/>
        <w:i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abstractNumId w:val="12"/>
  </w:num>
  <w:num w:numId="2">
    <w:abstractNumId w:val="13"/>
  </w:num>
  <w:num w:numId="3">
    <w:abstractNumId w:val="10"/>
  </w:num>
  <w:num w:numId="4">
    <w:abstractNumId w:val="16"/>
  </w:num>
  <w:num w:numId="5">
    <w:abstractNumId w:val="17"/>
  </w:num>
  <w:num w:numId="6">
    <w:abstractNumId w:val="11"/>
  </w:num>
  <w:num w:numId="7">
    <w:abstractNumId w:val="18"/>
  </w:num>
  <w:num w:numId="8">
    <w:abstractNumId w:val="1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6DD2"/>
    <w:rsid w:val="000067F9"/>
    <w:rsid w:val="000133AA"/>
    <w:rsid w:val="00025DB1"/>
    <w:rsid w:val="00033582"/>
    <w:rsid w:val="00035689"/>
    <w:rsid w:val="0003613D"/>
    <w:rsid w:val="000437AD"/>
    <w:rsid w:val="000476C0"/>
    <w:rsid w:val="00050527"/>
    <w:rsid w:val="0006358D"/>
    <w:rsid w:val="00073C04"/>
    <w:rsid w:val="00081C11"/>
    <w:rsid w:val="00085457"/>
    <w:rsid w:val="000947F5"/>
    <w:rsid w:val="000B48D8"/>
    <w:rsid w:val="000B7525"/>
    <w:rsid w:val="000F53C2"/>
    <w:rsid w:val="00113812"/>
    <w:rsid w:val="00123853"/>
    <w:rsid w:val="0012587A"/>
    <w:rsid w:val="001343D8"/>
    <w:rsid w:val="00135D4C"/>
    <w:rsid w:val="00137153"/>
    <w:rsid w:val="0016323A"/>
    <w:rsid w:val="001662C5"/>
    <w:rsid w:val="00170D51"/>
    <w:rsid w:val="0017506C"/>
    <w:rsid w:val="00180772"/>
    <w:rsid w:val="00183671"/>
    <w:rsid w:val="00197EF4"/>
    <w:rsid w:val="001C51C2"/>
    <w:rsid w:val="001C55D4"/>
    <w:rsid w:val="001D008B"/>
    <w:rsid w:val="001D466B"/>
    <w:rsid w:val="001F0AE0"/>
    <w:rsid w:val="001F61E5"/>
    <w:rsid w:val="001F6354"/>
    <w:rsid w:val="00200804"/>
    <w:rsid w:val="00202BB2"/>
    <w:rsid w:val="00232E2C"/>
    <w:rsid w:val="00260C1C"/>
    <w:rsid w:val="002635E2"/>
    <w:rsid w:val="00273ED2"/>
    <w:rsid w:val="00275641"/>
    <w:rsid w:val="002915B1"/>
    <w:rsid w:val="002929C5"/>
    <w:rsid w:val="00293BB9"/>
    <w:rsid w:val="002B13B7"/>
    <w:rsid w:val="002C5378"/>
    <w:rsid w:val="002D5BF9"/>
    <w:rsid w:val="002D7124"/>
    <w:rsid w:val="002E243A"/>
    <w:rsid w:val="003008C4"/>
    <w:rsid w:val="00310E34"/>
    <w:rsid w:val="003143F4"/>
    <w:rsid w:val="00322081"/>
    <w:rsid w:val="0033784C"/>
    <w:rsid w:val="00353E13"/>
    <w:rsid w:val="00354394"/>
    <w:rsid w:val="00365854"/>
    <w:rsid w:val="0036646C"/>
    <w:rsid w:val="003829BB"/>
    <w:rsid w:val="003C00F9"/>
    <w:rsid w:val="003C76CF"/>
    <w:rsid w:val="003C782E"/>
    <w:rsid w:val="003D008F"/>
    <w:rsid w:val="003E5EDF"/>
    <w:rsid w:val="00433CD4"/>
    <w:rsid w:val="004464D2"/>
    <w:rsid w:val="0044671D"/>
    <w:rsid w:val="00446E12"/>
    <w:rsid w:val="00450C94"/>
    <w:rsid w:val="00457B93"/>
    <w:rsid w:val="004672B8"/>
    <w:rsid w:val="004707C0"/>
    <w:rsid w:val="00470FEB"/>
    <w:rsid w:val="00473B27"/>
    <w:rsid w:val="00477466"/>
    <w:rsid w:val="004836F1"/>
    <w:rsid w:val="0049693D"/>
    <w:rsid w:val="004B5F02"/>
    <w:rsid w:val="004B7FEF"/>
    <w:rsid w:val="004C6207"/>
    <w:rsid w:val="004E7649"/>
    <w:rsid w:val="004E7B12"/>
    <w:rsid w:val="005037B2"/>
    <w:rsid w:val="005170DF"/>
    <w:rsid w:val="00526335"/>
    <w:rsid w:val="00547BB1"/>
    <w:rsid w:val="00552C31"/>
    <w:rsid w:val="00554B2E"/>
    <w:rsid w:val="0055584B"/>
    <w:rsid w:val="00565660"/>
    <w:rsid w:val="00573299"/>
    <w:rsid w:val="005751B0"/>
    <w:rsid w:val="00581533"/>
    <w:rsid w:val="00583A47"/>
    <w:rsid w:val="00584C16"/>
    <w:rsid w:val="005949B3"/>
    <w:rsid w:val="0059695A"/>
    <w:rsid w:val="005A746E"/>
    <w:rsid w:val="005B08DE"/>
    <w:rsid w:val="005B1690"/>
    <w:rsid w:val="005B6CED"/>
    <w:rsid w:val="005B6F6C"/>
    <w:rsid w:val="005D58FD"/>
    <w:rsid w:val="005E7823"/>
    <w:rsid w:val="005F2C68"/>
    <w:rsid w:val="005F43C8"/>
    <w:rsid w:val="005F570D"/>
    <w:rsid w:val="00604A57"/>
    <w:rsid w:val="00626058"/>
    <w:rsid w:val="00626DD2"/>
    <w:rsid w:val="00641446"/>
    <w:rsid w:val="00671132"/>
    <w:rsid w:val="00692AA6"/>
    <w:rsid w:val="006A4978"/>
    <w:rsid w:val="006B3BE8"/>
    <w:rsid w:val="006B41AA"/>
    <w:rsid w:val="006C2EB4"/>
    <w:rsid w:val="006C48FF"/>
    <w:rsid w:val="006C4E82"/>
    <w:rsid w:val="006D5C09"/>
    <w:rsid w:val="006D6529"/>
    <w:rsid w:val="00712061"/>
    <w:rsid w:val="00717CA4"/>
    <w:rsid w:val="0072526F"/>
    <w:rsid w:val="00747117"/>
    <w:rsid w:val="007525FC"/>
    <w:rsid w:val="00760CA1"/>
    <w:rsid w:val="00775DAD"/>
    <w:rsid w:val="007A38A8"/>
    <w:rsid w:val="007C65D9"/>
    <w:rsid w:val="007C7D3C"/>
    <w:rsid w:val="007E3304"/>
    <w:rsid w:val="00802115"/>
    <w:rsid w:val="0080315E"/>
    <w:rsid w:val="008050E9"/>
    <w:rsid w:val="0081246B"/>
    <w:rsid w:val="008337A5"/>
    <w:rsid w:val="00842614"/>
    <w:rsid w:val="0084390A"/>
    <w:rsid w:val="00851D44"/>
    <w:rsid w:val="00855249"/>
    <w:rsid w:val="00857799"/>
    <w:rsid w:val="00895479"/>
    <w:rsid w:val="0089756D"/>
    <w:rsid w:val="008A2DB5"/>
    <w:rsid w:val="008A3785"/>
    <w:rsid w:val="008A7241"/>
    <w:rsid w:val="008B733D"/>
    <w:rsid w:val="008C5ACA"/>
    <w:rsid w:val="008E5A24"/>
    <w:rsid w:val="008F511E"/>
    <w:rsid w:val="00906F7C"/>
    <w:rsid w:val="009119F7"/>
    <w:rsid w:val="00913773"/>
    <w:rsid w:val="00922526"/>
    <w:rsid w:val="00922EC1"/>
    <w:rsid w:val="00926C93"/>
    <w:rsid w:val="00933DE2"/>
    <w:rsid w:val="00934894"/>
    <w:rsid w:val="00955DDB"/>
    <w:rsid w:val="00965460"/>
    <w:rsid w:val="00967005"/>
    <w:rsid w:val="009711DD"/>
    <w:rsid w:val="009730BA"/>
    <w:rsid w:val="00980F98"/>
    <w:rsid w:val="009915A7"/>
    <w:rsid w:val="00993ACF"/>
    <w:rsid w:val="009A7EC8"/>
    <w:rsid w:val="009B4CFC"/>
    <w:rsid w:val="009B5041"/>
    <w:rsid w:val="009C5CD6"/>
    <w:rsid w:val="009D34F0"/>
    <w:rsid w:val="009E02F0"/>
    <w:rsid w:val="009E4728"/>
    <w:rsid w:val="009E669A"/>
    <w:rsid w:val="00A1712B"/>
    <w:rsid w:val="00A30DCA"/>
    <w:rsid w:val="00A323BC"/>
    <w:rsid w:val="00A347C0"/>
    <w:rsid w:val="00A420D2"/>
    <w:rsid w:val="00A6010E"/>
    <w:rsid w:val="00A61CF0"/>
    <w:rsid w:val="00A72FD2"/>
    <w:rsid w:val="00A82A49"/>
    <w:rsid w:val="00A87FE8"/>
    <w:rsid w:val="00A90A5B"/>
    <w:rsid w:val="00A93B36"/>
    <w:rsid w:val="00AB08CE"/>
    <w:rsid w:val="00AB30A7"/>
    <w:rsid w:val="00AD58D9"/>
    <w:rsid w:val="00AE4704"/>
    <w:rsid w:val="00AF4F9F"/>
    <w:rsid w:val="00B02A66"/>
    <w:rsid w:val="00B02D2A"/>
    <w:rsid w:val="00B037A6"/>
    <w:rsid w:val="00B07A85"/>
    <w:rsid w:val="00B110D5"/>
    <w:rsid w:val="00B1130A"/>
    <w:rsid w:val="00B16F2A"/>
    <w:rsid w:val="00B26A3F"/>
    <w:rsid w:val="00B43D01"/>
    <w:rsid w:val="00B46E7A"/>
    <w:rsid w:val="00B4715F"/>
    <w:rsid w:val="00B54081"/>
    <w:rsid w:val="00B62FB8"/>
    <w:rsid w:val="00B63A14"/>
    <w:rsid w:val="00B73B50"/>
    <w:rsid w:val="00B77BDD"/>
    <w:rsid w:val="00B824F5"/>
    <w:rsid w:val="00B83B62"/>
    <w:rsid w:val="00B83C12"/>
    <w:rsid w:val="00B84EAE"/>
    <w:rsid w:val="00BC4F9C"/>
    <w:rsid w:val="00BC7212"/>
    <w:rsid w:val="00BC7B91"/>
    <w:rsid w:val="00BD007F"/>
    <w:rsid w:val="00BD12B4"/>
    <w:rsid w:val="00BE1703"/>
    <w:rsid w:val="00BE2C5B"/>
    <w:rsid w:val="00BF5FFC"/>
    <w:rsid w:val="00C01059"/>
    <w:rsid w:val="00C45327"/>
    <w:rsid w:val="00C47E16"/>
    <w:rsid w:val="00C52DFC"/>
    <w:rsid w:val="00C5676A"/>
    <w:rsid w:val="00C6565C"/>
    <w:rsid w:val="00C67C21"/>
    <w:rsid w:val="00C856AE"/>
    <w:rsid w:val="00C878FB"/>
    <w:rsid w:val="00C953E4"/>
    <w:rsid w:val="00C97118"/>
    <w:rsid w:val="00C97EDE"/>
    <w:rsid w:val="00CB19CB"/>
    <w:rsid w:val="00CC7CB2"/>
    <w:rsid w:val="00CD3D50"/>
    <w:rsid w:val="00CD62B5"/>
    <w:rsid w:val="00CD7E15"/>
    <w:rsid w:val="00CF2158"/>
    <w:rsid w:val="00D03102"/>
    <w:rsid w:val="00D143D2"/>
    <w:rsid w:val="00D172EC"/>
    <w:rsid w:val="00D23DEA"/>
    <w:rsid w:val="00D25BCF"/>
    <w:rsid w:val="00D3190E"/>
    <w:rsid w:val="00D54CA2"/>
    <w:rsid w:val="00D618D8"/>
    <w:rsid w:val="00D75FAF"/>
    <w:rsid w:val="00D81EBE"/>
    <w:rsid w:val="00D85550"/>
    <w:rsid w:val="00D87BE4"/>
    <w:rsid w:val="00D93FE3"/>
    <w:rsid w:val="00D941E7"/>
    <w:rsid w:val="00DA5561"/>
    <w:rsid w:val="00DA65ED"/>
    <w:rsid w:val="00DA6CCF"/>
    <w:rsid w:val="00DB357A"/>
    <w:rsid w:val="00DB68DF"/>
    <w:rsid w:val="00DC1A46"/>
    <w:rsid w:val="00DE0853"/>
    <w:rsid w:val="00DF0645"/>
    <w:rsid w:val="00E015BE"/>
    <w:rsid w:val="00E052A2"/>
    <w:rsid w:val="00E10300"/>
    <w:rsid w:val="00E31DCD"/>
    <w:rsid w:val="00E411F4"/>
    <w:rsid w:val="00E41E4F"/>
    <w:rsid w:val="00E420B3"/>
    <w:rsid w:val="00E44AFD"/>
    <w:rsid w:val="00E54A8C"/>
    <w:rsid w:val="00E62CF0"/>
    <w:rsid w:val="00E63CD7"/>
    <w:rsid w:val="00E65603"/>
    <w:rsid w:val="00E74EDE"/>
    <w:rsid w:val="00E7559E"/>
    <w:rsid w:val="00E75ABC"/>
    <w:rsid w:val="00E77CD2"/>
    <w:rsid w:val="00E80739"/>
    <w:rsid w:val="00E93E44"/>
    <w:rsid w:val="00E97E8B"/>
    <w:rsid w:val="00EA2CC6"/>
    <w:rsid w:val="00EA38B0"/>
    <w:rsid w:val="00EA571D"/>
    <w:rsid w:val="00EA621B"/>
    <w:rsid w:val="00EB1BBD"/>
    <w:rsid w:val="00EB230A"/>
    <w:rsid w:val="00EB5CD6"/>
    <w:rsid w:val="00EC0DE6"/>
    <w:rsid w:val="00EC47BB"/>
    <w:rsid w:val="00EC75AA"/>
    <w:rsid w:val="00ED73D3"/>
    <w:rsid w:val="00EE618F"/>
    <w:rsid w:val="00EF1188"/>
    <w:rsid w:val="00EF27CF"/>
    <w:rsid w:val="00EF57F9"/>
    <w:rsid w:val="00F03BBC"/>
    <w:rsid w:val="00F13907"/>
    <w:rsid w:val="00F1593A"/>
    <w:rsid w:val="00F262B8"/>
    <w:rsid w:val="00F34D55"/>
    <w:rsid w:val="00F35211"/>
    <w:rsid w:val="00F369C5"/>
    <w:rsid w:val="00F37ECA"/>
    <w:rsid w:val="00F4054E"/>
    <w:rsid w:val="00F40945"/>
    <w:rsid w:val="00F47C15"/>
    <w:rsid w:val="00F5121F"/>
    <w:rsid w:val="00F60E62"/>
    <w:rsid w:val="00F7705E"/>
    <w:rsid w:val="00F778CA"/>
    <w:rsid w:val="00F8113C"/>
    <w:rsid w:val="00F81E63"/>
    <w:rsid w:val="00F909E7"/>
    <w:rsid w:val="00FA1805"/>
    <w:rsid w:val="00FA19A1"/>
    <w:rsid w:val="00FA5DCE"/>
    <w:rsid w:val="00FB62FC"/>
    <w:rsid w:val="00FC064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DD2"/>
    <w:pPr>
      <w:suppressAutoHyphens/>
      <w:spacing w:after="200" w:line="276" w:lineRule="auto"/>
    </w:pPr>
    <w:rPr>
      <w:rFonts w:eastAsia="font188" w:cs="font18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626DD2"/>
    <w:pPr>
      <w:suppressAutoHyphens w:val="0"/>
      <w:spacing w:after="0" w:line="240" w:lineRule="auto"/>
      <w:jc w:val="center"/>
    </w:pPr>
    <w:rPr>
      <w:rFonts w:ascii="Times New Roman" w:eastAsia="Times New Roman" w:hAnsi="Times New Roman" w:cs="Times New Roman"/>
      <w:b/>
      <w:bCs/>
      <w:sz w:val="24"/>
      <w:szCs w:val="24"/>
      <w:lang w:val="uk-UA"/>
    </w:rPr>
  </w:style>
  <w:style w:type="character" w:customStyle="1" w:styleId="TitleChar">
    <w:name w:val="Title Char"/>
    <w:basedOn w:val="DefaultParagraphFont"/>
    <w:link w:val="Title"/>
    <w:uiPriority w:val="99"/>
    <w:locked/>
    <w:rsid w:val="00626DD2"/>
    <w:rPr>
      <w:rFonts w:ascii="Times New Roman" w:hAnsi="Times New Roman" w:cs="Times New Roman"/>
      <w:b/>
      <w:bCs/>
      <w:sz w:val="24"/>
      <w:szCs w:val="24"/>
      <w:lang w:val="uk-UA" w:eastAsia="ru-RU"/>
    </w:rPr>
  </w:style>
  <w:style w:type="paragraph" w:styleId="NoSpacing">
    <w:name w:val="No Spacing"/>
    <w:link w:val="NoSpacingChar"/>
    <w:uiPriority w:val="99"/>
    <w:qFormat/>
    <w:rsid w:val="00626DD2"/>
    <w:pPr>
      <w:ind w:left="23"/>
      <w:jc w:val="both"/>
    </w:pPr>
    <w:rPr>
      <w:rFonts w:ascii="Times New Roman" w:eastAsia="Times New Roman" w:hAnsi="Times New Roman"/>
      <w:sz w:val="24"/>
      <w:szCs w:val="24"/>
      <w:lang w:val="uk-UA"/>
    </w:rPr>
  </w:style>
  <w:style w:type="paragraph" w:styleId="NormalWeb">
    <w:name w:val="Normal (Web)"/>
    <w:basedOn w:val="Normal"/>
    <w:uiPriority w:val="99"/>
    <w:rsid w:val="00626DD2"/>
    <w:pPr>
      <w:suppressAutoHyphens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99"/>
    <w:locked/>
    <w:rsid w:val="00626DD2"/>
    <w:rPr>
      <w:rFonts w:ascii="Times New Roman" w:hAnsi="Times New Roman" w:cs="Times New Roman"/>
      <w:sz w:val="24"/>
      <w:szCs w:val="24"/>
      <w:lang w:val="uk-UA" w:eastAsia="ru-RU" w:bidi="ar-SA"/>
    </w:rPr>
  </w:style>
  <w:style w:type="paragraph" w:styleId="BalloonText">
    <w:name w:val="Balloon Text"/>
    <w:basedOn w:val="Normal"/>
    <w:link w:val="BalloonTextChar"/>
    <w:uiPriority w:val="99"/>
    <w:semiHidden/>
    <w:rsid w:val="00626D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6DD2"/>
    <w:rPr>
      <w:rFonts w:ascii="Tahoma" w:eastAsia="font188" w:hAnsi="Tahoma" w:cs="Tahoma"/>
      <w:sz w:val="16"/>
      <w:szCs w:val="16"/>
      <w:lang w:eastAsia="ru-RU"/>
    </w:rPr>
  </w:style>
  <w:style w:type="paragraph" w:styleId="BodyText">
    <w:name w:val="Body Text"/>
    <w:aliases w:val="Знак,Знак2"/>
    <w:basedOn w:val="Normal"/>
    <w:link w:val="BodyTextChar"/>
    <w:uiPriority w:val="99"/>
    <w:rsid w:val="0017506C"/>
    <w:pPr>
      <w:suppressAutoHyphens w:val="0"/>
      <w:spacing w:after="120" w:line="240" w:lineRule="auto"/>
    </w:pPr>
    <w:rPr>
      <w:rFonts w:ascii="Times New Roman" w:eastAsia="Times New Roman" w:hAnsi="Times New Roman" w:cs="Times New Roman"/>
      <w:sz w:val="24"/>
      <w:szCs w:val="24"/>
    </w:rPr>
  </w:style>
  <w:style w:type="character" w:customStyle="1" w:styleId="BodyTextChar">
    <w:name w:val="Body Text Char"/>
    <w:aliases w:val="Знак Char,Знак2 Char"/>
    <w:basedOn w:val="DefaultParagraphFont"/>
    <w:link w:val="BodyText"/>
    <w:uiPriority w:val="99"/>
    <w:locked/>
    <w:rsid w:val="0017506C"/>
    <w:rPr>
      <w:rFonts w:ascii="Times New Roman" w:hAnsi="Times New Roman" w:cs="Times New Roman"/>
      <w:sz w:val="24"/>
      <w:szCs w:val="24"/>
      <w:lang w:eastAsia="ru-RU"/>
    </w:rPr>
  </w:style>
  <w:style w:type="character" w:customStyle="1" w:styleId="a">
    <w:name w:val="Основной текст Знак"/>
    <w:basedOn w:val="DefaultParagraphFont"/>
    <w:uiPriority w:val="99"/>
    <w:semiHidden/>
    <w:rsid w:val="0017506C"/>
    <w:rPr>
      <w:rFonts w:ascii="Calibri" w:eastAsia="font188" w:hAnsi="Calibri" w:cs="font188"/>
      <w:lang w:eastAsia="ru-RU"/>
    </w:rPr>
  </w:style>
  <w:style w:type="paragraph" w:styleId="Header">
    <w:name w:val="header"/>
    <w:basedOn w:val="Normal"/>
    <w:link w:val="HeaderChar"/>
    <w:uiPriority w:val="99"/>
    <w:rsid w:val="00641446"/>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41446"/>
    <w:rPr>
      <w:rFonts w:ascii="Calibri" w:eastAsia="font188" w:hAnsi="Calibri" w:cs="font188"/>
      <w:lang w:eastAsia="ru-RU"/>
    </w:rPr>
  </w:style>
  <w:style w:type="paragraph" w:styleId="Footer">
    <w:name w:val="footer"/>
    <w:basedOn w:val="Normal"/>
    <w:link w:val="FooterChar"/>
    <w:uiPriority w:val="99"/>
    <w:rsid w:val="00641446"/>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41446"/>
    <w:rPr>
      <w:rFonts w:ascii="Calibri" w:eastAsia="font188" w:hAnsi="Calibri" w:cs="font188"/>
      <w:lang w:eastAsia="ru-RU"/>
    </w:rPr>
  </w:style>
  <w:style w:type="paragraph" w:styleId="ListParagraph">
    <w:name w:val="List Paragraph"/>
    <w:basedOn w:val="Normal"/>
    <w:uiPriority w:val="99"/>
    <w:qFormat/>
    <w:rsid w:val="006B41AA"/>
    <w:pPr>
      <w:suppressAutoHyphens w:val="0"/>
      <w:spacing w:after="160" w:line="259" w:lineRule="auto"/>
      <w:ind w:left="720"/>
      <w:contextualSpacing/>
    </w:pPr>
    <w:rPr>
      <w:rFonts w:eastAsia="Calibri" w:cs="Times New Roman"/>
      <w:lang w:val="uk-UA" w:eastAsia="en-US"/>
    </w:rPr>
  </w:style>
  <w:style w:type="character" w:styleId="PageNumber">
    <w:name w:val="page number"/>
    <w:basedOn w:val="DefaultParagraphFont"/>
    <w:uiPriority w:val="99"/>
    <w:rsid w:val="00926C93"/>
    <w:rPr>
      <w:rFonts w:cs="Times New Roman"/>
    </w:rPr>
  </w:style>
  <w:style w:type="paragraph" w:styleId="DocumentMap">
    <w:name w:val="Document Map"/>
    <w:basedOn w:val="Normal"/>
    <w:link w:val="DocumentMapChar"/>
    <w:uiPriority w:val="99"/>
    <w:semiHidden/>
    <w:rsid w:val="000F53C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3B709E"/>
    <w:rPr>
      <w:rFonts w:ascii="Times New Roman" w:eastAsia="font188" w:hAnsi="Times New Roman" w:cs="font188"/>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718</TotalTime>
  <Pages>35</Pages>
  <Words>10061</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007</cp:lastModifiedBy>
  <cp:revision>94</cp:revision>
  <cp:lastPrinted>2021-10-29T12:06:00Z</cp:lastPrinted>
  <dcterms:created xsi:type="dcterms:W3CDTF">2021-10-26T05:10:00Z</dcterms:created>
  <dcterms:modified xsi:type="dcterms:W3CDTF">2021-10-29T12:24:00Z</dcterms:modified>
</cp:coreProperties>
</file>