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BCB" w:rsidRDefault="008D4BCB" w:rsidP="00C2314E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t xml:space="preserve">ПРОЄКТ </w:t>
      </w:r>
    </w:p>
    <w:p w:rsidR="008D4BCB" w:rsidRPr="000625E6" w:rsidRDefault="008D4BCB" w:rsidP="00651B8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________________ сесія</w:t>
      </w:r>
      <w:r w:rsidRPr="000625E6">
        <w:rPr>
          <w:b/>
          <w:bCs/>
          <w:lang w:val="uk-UA"/>
        </w:rPr>
        <w:t xml:space="preserve"> Знам’янської  міської  ради</w:t>
      </w:r>
    </w:p>
    <w:p w:rsidR="008D4BCB" w:rsidRPr="000625E6" w:rsidRDefault="008D4BCB" w:rsidP="00651B89">
      <w:pPr>
        <w:jc w:val="center"/>
        <w:rPr>
          <w:b/>
          <w:bCs/>
          <w:sz w:val="16"/>
          <w:szCs w:val="16"/>
          <w:lang w:val="uk-UA"/>
        </w:rPr>
      </w:pPr>
      <w:r>
        <w:rPr>
          <w:b/>
          <w:bCs/>
          <w:lang w:val="uk-UA"/>
        </w:rPr>
        <w:t>сьомого</w:t>
      </w:r>
      <w:r w:rsidRPr="000625E6">
        <w:rPr>
          <w:b/>
          <w:bCs/>
          <w:lang w:val="uk-UA"/>
        </w:rPr>
        <w:t xml:space="preserve">  скликання</w:t>
      </w:r>
    </w:p>
    <w:p w:rsidR="008D4BCB" w:rsidRPr="000625E6" w:rsidRDefault="008D4BCB" w:rsidP="00651B89">
      <w:pPr>
        <w:jc w:val="center"/>
        <w:rPr>
          <w:b/>
          <w:bCs/>
          <w:lang w:val="uk-UA"/>
        </w:rPr>
      </w:pPr>
    </w:p>
    <w:p w:rsidR="008D4BCB" w:rsidRPr="000625E6" w:rsidRDefault="008D4BCB" w:rsidP="00651B89">
      <w:pPr>
        <w:jc w:val="center"/>
        <w:rPr>
          <w:lang w:val="uk-UA"/>
        </w:rPr>
      </w:pPr>
      <w:r w:rsidRPr="000625E6">
        <w:rPr>
          <w:b/>
          <w:bCs/>
          <w:lang w:val="uk-UA"/>
        </w:rPr>
        <w:t>Р І Ш Е Н Н Я</w:t>
      </w:r>
    </w:p>
    <w:p w:rsidR="008D4BCB" w:rsidRPr="005A22FC" w:rsidRDefault="008D4BCB" w:rsidP="00651B89">
      <w:pPr>
        <w:rPr>
          <w:b/>
          <w:bCs/>
          <w:lang w:val="uk-UA"/>
        </w:rPr>
      </w:pPr>
      <w:r w:rsidRPr="005A22FC">
        <w:rPr>
          <w:b/>
          <w:bCs/>
          <w:lang w:val="uk-UA"/>
        </w:rPr>
        <w:t xml:space="preserve">від  ___ </w:t>
      </w:r>
      <w:r>
        <w:rPr>
          <w:b/>
          <w:bCs/>
          <w:lang w:val="uk-UA"/>
        </w:rPr>
        <w:t>липня</w:t>
      </w:r>
      <w:r w:rsidRPr="005A22FC">
        <w:rPr>
          <w:b/>
          <w:bCs/>
          <w:lang w:val="uk-UA"/>
        </w:rPr>
        <w:t xml:space="preserve"> 2020 року </w:t>
      </w:r>
      <w:r w:rsidRPr="005A22FC">
        <w:rPr>
          <w:b/>
          <w:bCs/>
          <w:lang w:val="uk-UA"/>
        </w:rPr>
        <w:tab/>
      </w:r>
      <w:r w:rsidRPr="005A22FC">
        <w:rPr>
          <w:b/>
          <w:bCs/>
          <w:lang w:val="uk-UA"/>
        </w:rPr>
        <w:tab/>
      </w:r>
      <w:r w:rsidRPr="005A22FC">
        <w:rPr>
          <w:b/>
          <w:bCs/>
          <w:lang w:val="uk-UA"/>
        </w:rPr>
        <w:tab/>
      </w:r>
      <w:r w:rsidRPr="005A22FC">
        <w:rPr>
          <w:b/>
          <w:bCs/>
          <w:lang w:val="uk-UA"/>
        </w:rPr>
        <w:tab/>
        <w:t xml:space="preserve">                                  </w:t>
      </w:r>
      <w:r w:rsidRPr="005A22FC">
        <w:rPr>
          <w:b/>
          <w:bCs/>
          <w:lang w:val="uk-UA"/>
        </w:rPr>
        <w:tab/>
      </w:r>
      <w:r w:rsidRPr="005A22FC">
        <w:rPr>
          <w:b/>
          <w:bCs/>
          <w:lang w:val="uk-UA"/>
        </w:rPr>
        <w:tab/>
        <w:t>№___</w:t>
      </w:r>
    </w:p>
    <w:p w:rsidR="008D4BCB" w:rsidRDefault="008D4BCB" w:rsidP="00651B89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8D4BCB" w:rsidRDefault="008D4BCB" w:rsidP="00651B89">
      <w:pPr>
        <w:ind w:left="7080"/>
        <w:rPr>
          <w:sz w:val="20"/>
          <w:szCs w:val="20"/>
          <w:lang w:val="uk-UA"/>
        </w:rPr>
      </w:pPr>
      <w:r w:rsidRPr="009D0266">
        <w:rPr>
          <w:sz w:val="20"/>
          <w:szCs w:val="20"/>
          <w:lang w:val="uk-UA"/>
        </w:rPr>
        <w:t xml:space="preserve">     </w:t>
      </w:r>
    </w:p>
    <w:p w:rsidR="008D4BCB" w:rsidRDefault="008D4BCB" w:rsidP="00651B89">
      <w:pPr>
        <w:pStyle w:val="PlainText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8D4BCB" w:rsidRDefault="008D4BCB" w:rsidP="00651B89">
      <w:pPr>
        <w:pStyle w:val="PlainText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8D4BCB" w:rsidRDefault="008D4BCB" w:rsidP="00651B89">
      <w:pPr>
        <w:pStyle w:val="PlainText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КРАСІЛОВСЬКОМУ В.Г.</w:t>
      </w:r>
    </w:p>
    <w:p w:rsidR="008D4BCB" w:rsidRPr="00925DBF" w:rsidRDefault="008D4BCB" w:rsidP="00651B89">
      <w:pPr>
        <w:pStyle w:val="PlainText"/>
        <w:jc w:val="both"/>
        <w:rPr>
          <w:rFonts w:ascii="Times New Roman" w:eastAsia="MS Mincho" w:hAnsi="Times New Roman"/>
          <w:sz w:val="16"/>
          <w:szCs w:val="16"/>
        </w:rPr>
      </w:pPr>
    </w:p>
    <w:p w:rsidR="008D4BCB" w:rsidRDefault="008D4BCB" w:rsidP="00651B89">
      <w:pPr>
        <w:pStyle w:val="PlainText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КРАСІЛОВСЬКОГО Віктора Григоровича про уточнення площі земельної ділянки та видачу документів підтверджуючих право власності на земельну ділянку по вул. Гладуна, 27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>.1 ст.26 Закону України  "Про 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 самоврядування в 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", 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 рада</w:t>
      </w:r>
    </w:p>
    <w:p w:rsidR="008D4BCB" w:rsidRPr="00BE1CC0" w:rsidRDefault="008D4BCB" w:rsidP="00651B89">
      <w:pPr>
        <w:pStyle w:val="PlainText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8D4BCB" w:rsidRDefault="008D4BCB" w:rsidP="00651B89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>В и р і ш и л а:</w:t>
      </w:r>
      <w:r>
        <w:rPr>
          <w:b/>
          <w:bCs/>
          <w:lang w:val="uk-UA"/>
        </w:rPr>
        <w:t xml:space="preserve"> </w:t>
      </w:r>
    </w:p>
    <w:p w:rsidR="008D4BCB" w:rsidRDefault="008D4BCB" w:rsidP="00651B89">
      <w:pPr>
        <w:jc w:val="center"/>
        <w:rPr>
          <w:b/>
          <w:bCs/>
          <w:lang w:val="uk-UA"/>
        </w:rPr>
      </w:pPr>
    </w:p>
    <w:p w:rsidR="008D4BCB" w:rsidRDefault="008D4BCB" w:rsidP="00651B89">
      <w:pPr>
        <w:pStyle w:val="PlainText"/>
        <w:numPr>
          <w:ilvl w:val="0"/>
          <w:numId w:val="16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по вул. Гладуна, 27,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>816,0 кв.м. (кадастровий номер земельної ділянки 3510600000:50:007:0019) КРАСІЛОВСЬКОМУ Віктору Григоровичу.</w:t>
      </w:r>
    </w:p>
    <w:p w:rsidR="008D4BCB" w:rsidRPr="005C52BA" w:rsidRDefault="008D4BCB" w:rsidP="00651B89">
      <w:pPr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(нач. Алла ГРИЦЮК).</w:t>
      </w:r>
    </w:p>
    <w:p w:rsidR="008D4BCB" w:rsidRDefault="008D4BCB" w:rsidP="00651B89">
      <w:pPr>
        <w:pStyle w:val="PlainText"/>
        <w:numPr>
          <w:ilvl w:val="0"/>
          <w:numId w:val="16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61574">
        <w:rPr>
          <w:rFonts w:ascii="Times New Roman" w:eastAsia="MS Mincho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>
        <w:rPr>
          <w:rFonts w:ascii="Times New Roman" w:eastAsia="MS Mincho" w:hAnsi="Times New Roman" w:cs="Times New Roman"/>
          <w:sz w:val="24"/>
          <w:szCs w:val="24"/>
        </w:rPr>
        <w:t>Роман КОНДРАТЬЄВ).</w:t>
      </w:r>
    </w:p>
    <w:p w:rsidR="008D4BCB" w:rsidRDefault="008D4BCB" w:rsidP="00651B89">
      <w:pPr>
        <w:pStyle w:val="PlainText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 </w:t>
      </w:r>
    </w:p>
    <w:p w:rsidR="008D4BCB" w:rsidRDefault="008D4BCB" w:rsidP="00651B89">
      <w:pPr>
        <w:pStyle w:val="PlainText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8D4BCB" w:rsidRDefault="008D4BCB" w:rsidP="0005416E">
      <w:pPr>
        <w:pStyle w:val="PlainTex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Сергій ФІЛІПЕНКО</w:t>
      </w:r>
    </w:p>
    <w:p w:rsidR="008D4BCB" w:rsidRPr="00BE1CC0" w:rsidRDefault="008D4BCB" w:rsidP="00651B89">
      <w:pPr>
        <w:pStyle w:val="PlainText"/>
        <w:tabs>
          <w:tab w:val="right" w:pos="9355"/>
        </w:tabs>
        <w:ind w:left="1080"/>
        <w:rPr>
          <w:rFonts w:ascii="Times New Roman" w:eastAsia="MS Mincho" w:hAnsi="Times New Roman"/>
          <w:b/>
          <w:bCs/>
          <w:sz w:val="24"/>
          <w:szCs w:val="24"/>
        </w:rPr>
      </w:pPr>
    </w:p>
    <w:p w:rsidR="008D4BCB" w:rsidRDefault="008D4BCB" w:rsidP="00651B89">
      <w:pPr>
        <w:pStyle w:val="PlainText"/>
        <w:tabs>
          <w:tab w:val="right" w:pos="9355"/>
        </w:tabs>
        <w:ind w:left="1080"/>
        <w:rPr>
          <w:rFonts w:ascii="Times New Roman" w:eastAsia="MS Mincho" w:hAnsi="Times New Roman"/>
          <w:b/>
          <w:bCs/>
          <w:sz w:val="24"/>
          <w:szCs w:val="24"/>
        </w:rPr>
      </w:pPr>
      <w:r>
        <w:rPr>
          <w:rFonts w:ascii="Times New Roman" w:eastAsia="MS Mincho" w:hAnsi="Times New Roman"/>
          <w:b/>
          <w:bCs/>
          <w:sz w:val="24"/>
          <w:szCs w:val="24"/>
        </w:rPr>
        <w:tab/>
      </w:r>
      <w:r>
        <w:rPr>
          <w:rFonts w:ascii="Times New Roman" w:eastAsia="MS Mincho" w:hAnsi="Times New Roman"/>
          <w:b/>
          <w:bCs/>
          <w:sz w:val="24"/>
          <w:szCs w:val="24"/>
        </w:rPr>
        <w:tab/>
      </w:r>
      <w:r>
        <w:rPr>
          <w:rFonts w:ascii="Times New Roman" w:eastAsia="MS Mincho" w:hAnsi="Times New Roman"/>
          <w:b/>
          <w:bCs/>
          <w:sz w:val="24"/>
          <w:szCs w:val="24"/>
        </w:rPr>
        <w:tab/>
      </w:r>
    </w:p>
    <w:p w:rsidR="008D4BCB" w:rsidRDefault="008D4BCB" w:rsidP="00651B89">
      <w:pPr>
        <w:ind w:left="7080"/>
        <w:rPr>
          <w:sz w:val="20"/>
          <w:szCs w:val="20"/>
          <w:lang w:val="uk-UA"/>
        </w:rPr>
      </w:pPr>
    </w:p>
    <w:p w:rsidR="008D4BCB" w:rsidRPr="00651B89" w:rsidRDefault="008D4BCB" w:rsidP="00763A86">
      <w:pPr>
        <w:rPr>
          <w:lang w:val="uk-UA"/>
        </w:rPr>
      </w:pPr>
      <w:bookmarkStart w:id="0" w:name="_GoBack"/>
      <w:bookmarkEnd w:id="0"/>
    </w:p>
    <w:sectPr w:rsidR="008D4BCB" w:rsidRPr="00651B89" w:rsidSect="00DE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1A7650"/>
    <w:multiLevelType w:val="hybridMultilevel"/>
    <w:tmpl w:val="36BE5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A122C"/>
    <w:multiLevelType w:val="hybridMultilevel"/>
    <w:tmpl w:val="B7E69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52BDA"/>
    <w:multiLevelType w:val="hybridMultilevel"/>
    <w:tmpl w:val="2E969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4748F"/>
    <w:multiLevelType w:val="hybridMultilevel"/>
    <w:tmpl w:val="22E4D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55A93"/>
    <w:multiLevelType w:val="hybridMultilevel"/>
    <w:tmpl w:val="263C3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31FB9"/>
    <w:multiLevelType w:val="hybridMultilevel"/>
    <w:tmpl w:val="60088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B73876"/>
    <w:multiLevelType w:val="hybridMultilevel"/>
    <w:tmpl w:val="87622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A3E4F"/>
    <w:multiLevelType w:val="hybridMultilevel"/>
    <w:tmpl w:val="52D62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46C69"/>
    <w:multiLevelType w:val="hybridMultilevel"/>
    <w:tmpl w:val="8E6E8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000379"/>
    <w:multiLevelType w:val="hybridMultilevel"/>
    <w:tmpl w:val="CA7EF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845722"/>
    <w:multiLevelType w:val="hybridMultilevel"/>
    <w:tmpl w:val="13CE3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5A4872"/>
    <w:multiLevelType w:val="hybridMultilevel"/>
    <w:tmpl w:val="F222C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2"/>
  </w:num>
  <w:num w:numId="5">
    <w:abstractNumId w:val="3"/>
  </w:num>
  <w:num w:numId="6">
    <w:abstractNumId w:val="15"/>
  </w:num>
  <w:num w:numId="7">
    <w:abstractNumId w:val="4"/>
  </w:num>
  <w:num w:numId="8">
    <w:abstractNumId w:val="8"/>
  </w:num>
  <w:num w:numId="9">
    <w:abstractNumId w:val="7"/>
  </w:num>
  <w:num w:numId="10">
    <w:abstractNumId w:val="14"/>
  </w:num>
  <w:num w:numId="11">
    <w:abstractNumId w:val="6"/>
  </w:num>
  <w:num w:numId="12">
    <w:abstractNumId w:val="1"/>
  </w:num>
  <w:num w:numId="13">
    <w:abstractNumId w:val="11"/>
  </w:num>
  <w:num w:numId="14">
    <w:abstractNumId w:val="9"/>
  </w:num>
  <w:num w:numId="15">
    <w:abstractNumId w:val="1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1DD"/>
    <w:rsid w:val="0005416E"/>
    <w:rsid w:val="000625E6"/>
    <w:rsid w:val="00161547"/>
    <w:rsid w:val="0017280A"/>
    <w:rsid w:val="00176598"/>
    <w:rsid w:val="001A4BD0"/>
    <w:rsid w:val="00210A85"/>
    <w:rsid w:val="00240221"/>
    <w:rsid w:val="002A7CED"/>
    <w:rsid w:val="002B049F"/>
    <w:rsid w:val="002E2E0B"/>
    <w:rsid w:val="003278A1"/>
    <w:rsid w:val="003544BC"/>
    <w:rsid w:val="00374E9F"/>
    <w:rsid w:val="003D763F"/>
    <w:rsid w:val="003F1198"/>
    <w:rsid w:val="003F2BB5"/>
    <w:rsid w:val="00406F89"/>
    <w:rsid w:val="004B25B8"/>
    <w:rsid w:val="004E3097"/>
    <w:rsid w:val="00571851"/>
    <w:rsid w:val="005A22FC"/>
    <w:rsid w:val="005C52BA"/>
    <w:rsid w:val="00651B89"/>
    <w:rsid w:val="00661574"/>
    <w:rsid w:val="00690BB2"/>
    <w:rsid w:val="006D63D7"/>
    <w:rsid w:val="00734DD7"/>
    <w:rsid w:val="00763A86"/>
    <w:rsid w:val="00823EC3"/>
    <w:rsid w:val="00850333"/>
    <w:rsid w:val="008B58D4"/>
    <w:rsid w:val="008B735A"/>
    <w:rsid w:val="008D4BCB"/>
    <w:rsid w:val="009063C3"/>
    <w:rsid w:val="00925DBF"/>
    <w:rsid w:val="00963D38"/>
    <w:rsid w:val="00980D3A"/>
    <w:rsid w:val="009D0266"/>
    <w:rsid w:val="009D5C8C"/>
    <w:rsid w:val="00A16690"/>
    <w:rsid w:val="00A91F7F"/>
    <w:rsid w:val="00AC10D8"/>
    <w:rsid w:val="00AC310C"/>
    <w:rsid w:val="00B53AF4"/>
    <w:rsid w:val="00BA0BDE"/>
    <w:rsid w:val="00BB447A"/>
    <w:rsid w:val="00BE1CC0"/>
    <w:rsid w:val="00BE3A92"/>
    <w:rsid w:val="00BF59E3"/>
    <w:rsid w:val="00C2314E"/>
    <w:rsid w:val="00C301DD"/>
    <w:rsid w:val="00D27D5F"/>
    <w:rsid w:val="00DC4816"/>
    <w:rsid w:val="00DE1B86"/>
    <w:rsid w:val="00E22245"/>
    <w:rsid w:val="00EC7C4D"/>
    <w:rsid w:val="00F10F1C"/>
    <w:rsid w:val="00F12AFE"/>
    <w:rsid w:val="00F47F26"/>
    <w:rsid w:val="00F85AA2"/>
    <w:rsid w:val="00F97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1D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D763F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D763F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3D763F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D763F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PlainTextChar">
    <w:name w:val="Plain Text Char"/>
    <w:aliases w:val="Знак Char"/>
    <w:uiPriority w:val="99"/>
    <w:locked/>
    <w:rsid w:val="003544BC"/>
    <w:rPr>
      <w:rFonts w:ascii="Courier New" w:hAnsi="Courier New" w:cs="Courier New"/>
      <w:lang w:val="uk-UA" w:eastAsia="ru-RU"/>
    </w:rPr>
  </w:style>
  <w:style w:type="paragraph" w:styleId="PlainText">
    <w:name w:val="Plain Text"/>
    <w:aliases w:val="Знак"/>
    <w:basedOn w:val="Normal"/>
    <w:link w:val="PlainTextChar1"/>
    <w:uiPriority w:val="99"/>
    <w:rsid w:val="003544B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PlainTextChar1">
    <w:name w:val="Plain Text Char1"/>
    <w:aliases w:val="Знак Char1"/>
    <w:basedOn w:val="DefaultParagraphFont"/>
    <w:link w:val="PlainText"/>
    <w:uiPriority w:val="99"/>
    <w:semiHidden/>
    <w:locked/>
    <w:rsid w:val="004B25B8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DefaultParagraphFont"/>
    <w:uiPriority w:val="99"/>
    <w:semiHidden/>
    <w:rsid w:val="003544BC"/>
    <w:rPr>
      <w:rFonts w:ascii="Consolas" w:hAnsi="Consolas" w:cs="Consolas"/>
      <w:sz w:val="21"/>
      <w:szCs w:val="21"/>
      <w:lang w:eastAsia="ru-RU"/>
    </w:rPr>
  </w:style>
  <w:style w:type="paragraph" w:styleId="ListParagraph">
    <w:name w:val="List Paragraph"/>
    <w:basedOn w:val="Normal"/>
    <w:uiPriority w:val="99"/>
    <w:qFormat/>
    <w:rsid w:val="00F97EC6"/>
    <w:pPr>
      <w:ind w:left="720"/>
    </w:pPr>
  </w:style>
  <w:style w:type="paragraph" w:customStyle="1" w:styleId="2">
    <w:name w:val="Абзац списка2"/>
    <w:basedOn w:val="Normal"/>
    <w:uiPriority w:val="99"/>
    <w:rsid w:val="00E2224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94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240</Words>
  <Characters>1373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Observer</cp:lastModifiedBy>
  <cp:revision>2</cp:revision>
  <cp:lastPrinted>2020-07-02T11:43:00Z</cp:lastPrinted>
  <dcterms:created xsi:type="dcterms:W3CDTF">2020-07-02T11:44:00Z</dcterms:created>
  <dcterms:modified xsi:type="dcterms:W3CDTF">2020-07-02T11:44:00Z</dcterms:modified>
</cp:coreProperties>
</file>