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654" w:rsidRPr="00910A63" w:rsidRDefault="00734654" w:rsidP="00910A63">
      <w:pPr>
        <w:pStyle w:val="NoSpacing"/>
        <w:jc w:val="right"/>
        <w:rPr>
          <w:rFonts w:ascii="Times New Roman" w:hAnsi="Times New Roman"/>
          <w:b/>
          <w:sz w:val="36"/>
          <w:szCs w:val="36"/>
          <w:lang w:val="uk-UA"/>
        </w:rPr>
      </w:pPr>
      <w:r w:rsidRPr="00910A63">
        <w:rPr>
          <w:b/>
          <w:sz w:val="36"/>
          <w:szCs w:val="36"/>
          <w:lang w:val="uk-UA"/>
        </w:rPr>
        <w:t>ПРОЕКТ</w:t>
      </w:r>
    </w:p>
    <w:p w:rsidR="00734654" w:rsidRDefault="00734654" w:rsidP="000C20E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34654" w:rsidRDefault="00734654" w:rsidP="000C20E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34654" w:rsidRDefault="00734654" w:rsidP="000C20E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734654" w:rsidRDefault="00734654" w:rsidP="000C20E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734654" w:rsidRDefault="00734654" w:rsidP="00910A63">
      <w:pPr>
        <w:jc w:val="center"/>
        <w:rPr>
          <w:b/>
          <w:lang w:val="uk-UA"/>
        </w:rPr>
      </w:pPr>
      <w:r>
        <w:rPr>
          <w:b/>
          <w:lang w:val="uk-UA"/>
        </w:rPr>
        <w:t xml:space="preserve">«Про  надання згоди комунальному підприємству «Знам’янський комбінат комунальних послуг» на продовження дії договору оренди частини підвального </w:t>
      </w:r>
      <w:r w:rsidRPr="009C0615">
        <w:rPr>
          <w:b/>
          <w:lang w:val="uk-UA"/>
        </w:rPr>
        <w:t xml:space="preserve">приміщення </w:t>
      </w:r>
      <w:r w:rsidRPr="00DB5D60">
        <w:rPr>
          <w:b/>
          <w:lang w:val="uk-UA"/>
        </w:rPr>
        <w:t xml:space="preserve">з </w:t>
      </w:r>
      <w:r w:rsidRPr="00207D8F">
        <w:rPr>
          <w:b/>
          <w:lang w:val="uk-UA"/>
        </w:rPr>
        <w:t xml:space="preserve">Кіровоградською обласною організацією Асоціації </w:t>
      </w:r>
    </w:p>
    <w:p w:rsidR="00734654" w:rsidRPr="00DB5D60" w:rsidRDefault="00734654" w:rsidP="00910A63">
      <w:pPr>
        <w:jc w:val="center"/>
        <w:rPr>
          <w:b/>
          <w:lang w:val="uk-UA"/>
        </w:rPr>
      </w:pPr>
      <w:r w:rsidRPr="00207D8F">
        <w:rPr>
          <w:b/>
          <w:lang w:val="uk-UA"/>
        </w:rPr>
        <w:t>Джиу-джитсу України</w:t>
      </w:r>
      <w:r w:rsidRPr="00773690">
        <w:rPr>
          <w:b/>
          <w:lang w:val="uk-UA"/>
        </w:rPr>
        <w:t>»</w:t>
      </w:r>
    </w:p>
    <w:p w:rsidR="00734654" w:rsidRDefault="00734654" w:rsidP="000C20ED">
      <w:pPr>
        <w:jc w:val="center"/>
        <w:rPr>
          <w:b/>
          <w:lang w:val="uk-UA"/>
        </w:rPr>
      </w:pPr>
    </w:p>
    <w:p w:rsidR="00734654" w:rsidRDefault="00734654" w:rsidP="000C20ED">
      <w:pPr>
        <w:jc w:val="both"/>
        <w:rPr>
          <w:b/>
          <w:lang w:val="uk-UA"/>
        </w:rPr>
      </w:pPr>
      <w:r>
        <w:rPr>
          <w:b/>
          <w:lang w:val="uk-UA"/>
        </w:rPr>
        <w:t>1. Характеристика  стану  речей  в  галузі,  яку  врегульовує  це  питання.</w:t>
      </w:r>
    </w:p>
    <w:p w:rsidR="00734654" w:rsidRDefault="00734654" w:rsidP="001E3056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Частина підвального приміщення, розташованого у житловому будинку, площею 341,4 кв.м., що знаходиться  по вул. Привокзальній, 2, з 2006 року орендується Кіровоградською обласною організацією Асоціації Джиу-джитсу України. </w:t>
      </w:r>
    </w:p>
    <w:p w:rsidR="00734654" w:rsidRDefault="00734654" w:rsidP="000C20ED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</w:t>
      </w:r>
      <w:r>
        <w:rPr>
          <w:lang w:val="uk-UA"/>
        </w:rPr>
        <w:t>нн</w:t>
      </w:r>
      <w:r>
        <w:rPr>
          <w:b/>
          <w:lang w:val="uk-UA"/>
        </w:rPr>
        <w:t>я.</w:t>
      </w:r>
    </w:p>
    <w:p w:rsidR="00734654" w:rsidRDefault="00734654" w:rsidP="001E3056">
      <w:pPr>
        <w:ind w:firstLine="708"/>
        <w:jc w:val="both"/>
        <w:rPr>
          <w:lang w:val="uk-UA"/>
        </w:rPr>
      </w:pPr>
      <w:r>
        <w:rPr>
          <w:lang w:val="uk-UA"/>
        </w:rPr>
        <w:t xml:space="preserve">У  зв’язку  з  </w:t>
      </w:r>
      <w:r w:rsidRPr="0069013A">
        <w:rPr>
          <w:lang w:val="uk-UA"/>
        </w:rPr>
        <w:t>закінченням строку дії договор</w:t>
      </w:r>
      <w:r>
        <w:rPr>
          <w:lang w:val="uk-UA"/>
        </w:rPr>
        <w:t>у</w:t>
      </w:r>
      <w:r w:rsidRPr="0069013A">
        <w:rPr>
          <w:lang w:val="uk-UA"/>
        </w:rPr>
        <w:t xml:space="preserve"> оренди</w:t>
      </w:r>
      <w:r>
        <w:rPr>
          <w:lang w:val="uk-UA"/>
        </w:rPr>
        <w:t xml:space="preserve"> (до 14.12.2018р. включно), виникає  необхідність переукладання договору оренди  частини приміщення по вул. Привокзальна, 2.  Рішення  підготовлене  на  звернення Кіровоградської обласної організації Асоціації Джиу-джитсу України, щодо подовження дії договору оренди.  </w:t>
      </w:r>
    </w:p>
    <w:p w:rsidR="00734654" w:rsidRDefault="00734654" w:rsidP="000C20ED">
      <w:pPr>
        <w:jc w:val="both"/>
        <w:rPr>
          <w:b/>
          <w:lang w:val="uk-UA"/>
        </w:rPr>
      </w:pPr>
      <w:r>
        <w:rPr>
          <w:b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734654" w:rsidRDefault="00734654" w:rsidP="001E3056">
      <w:pPr>
        <w:ind w:firstLine="708"/>
        <w:jc w:val="both"/>
        <w:rPr>
          <w:lang w:val="uk-UA"/>
        </w:rPr>
      </w:pPr>
      <w:r>
        <w:rPr>
          <w:lang w:val="uk-UA"/>
        </w:rPr>
        <w:t>Прийняття  рішення  забезпечить  надходження  коштів  на  рахунок  КП «Знам’янський комбінат комунальних послуг» від  орендної  плати.</w:t>
      </w:r>
    </w:p>
    <w:p w:rsidR="00734654" w:rsidRDefault="00734654" w:rsidP="000C20ED">
      <w:pPr>
        <w:jc w:val="both"/>
        <w:rPr>
          <w:b/>
          <w:lang w:val="uk-UA"/>
        </w:rPr>
      </w:pPr>
      <w:r>
        <w:rPr>
          <w:b/>
          <w:lang w:val="uk-UA"/>
        </w:rPr>
        <w:t>4. Механізм  виконання  рішення.</w:t>
      </w:r>
    </w:p>
    <w:p w:rsidR="00734654" w:rsidRDefault="00734654" w:rsidP="001E3056">
      <w:pPr>
        <w:ind w:firstLine="708"/>
        <w:jc w:val="both"/>
        <w:rPr>
          <w:lang w:val="uk-UA"/>
        </w:rPr>
      </w:pPr>
      <w:r>
        <w:rPr>
          <w:lang w:val="uk-UA"/>
        </w:rPr>
        <w:t xml:space="preserve">Механізмом виконання  рішення  є  укладання  КП «Знам’янський  комбінат комунальних послуг»  договору  оренди  з  орендарем  та  контроль  за  своєчасним  надходженням  від  нього  коштів  за  оренду. </w:t>
      </w:r>
    </w:p>
    <w:p w:rsidR="00734654" w:rsidRDefault="00734654" w:rsidP="000C20ED">
      <w:pPr>
        <w:pStyle w:val="ListParagraph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</w:p>
    <w:p w:rsidR="00734654" w:rsidRDefault="00734654" w:rsidP="000C20ED">
      <w:pPr>
        <w:pStyle w:val="ListParagraph"/>
        <w:ind w:left="0" w:firstLine="284"/>
        <w:jc w:val="both"/>
        <w:rPr>
          <w:lang w:val="uk-UA" w:eastAsia="en-US"/>
        </w:rPr>
      </w:pPr>
      <w:r>
        <w:rPr>
          <w:lang w:val="uk-UA" w:eastAsia="en-US"/>
        </w:rPr>
        <w:t>Рішення  не  потребує  порівняльної  таблиці.</w:t>
      </w:r>
    </w:p>
    <w:p w:rsidR="00734654" w:rsidRDefault="00734654" w:rsidP="000C20ED">
      <w:pPr>
        <w:jc w:val="both"/>
        <w:rPr>
          <w:b/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734654" w:rsidRDefault="00734654" w:rsidP="000C20ED">
      <w:pPr>
        <w:jc w:val="both"/>
        <w:rPr>
          <w:sz w:val="12"/>
          <w:lang w:val="uk-UA"/>
        </w:rPr>
      </w:pPr>
      <w:r>
        <w:rPr>
          <w:lang w:val="uk-UA"/>
        </w:rPr>
        <w:t>Проект  рішення оприлюднений  на  офіційному  сайті  Знам’янської  міської  ради ________________2018  року</w:t>
      </w:r>
    </w:p>
    <w:p w:rsidR="00734654" w:rsidRDefault="00734654" w:rsidP="000C20ED">
      <w:pPr>
        <w:pStyle w:val="ListParagraph"/>
        <w:ind w:left="0"/>
        <w:jc w:val="both"/>
        <w:rPr>
          <w:lang w:val="uk-UA" w:eastAsia="en-US"/>
        </w:rPr>
      </w:pPr>
      <w:r>
        <w:rPr>
          <w:b/>
          <w:lang w:val="uk-UA"/>
        </w:rPr>
        <w:t>7. Дата, підпис та ПІБ суб’єкту подання проекту рішення:</w:t>
      </w:r>
      <w:r>
        <w:rPr>
          <w:b/>
          <w:lang w:val="uk-UA"/>
        </w:rPr>
        <w:tab/>
      </w:r>
    </w:p>
    <w:p w:rsidR="00734654" w:rsidRDefault="00734654" w:rsidP="000C20ED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734654" w:rsidRDefault="00734654" w:rsidP="000C20ED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__________________2018  року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О. Чернявський</w:t>
      </w:r>
    </w:p>
    <w:p w:rsidR="00734654" w:rsidRDefault="00734654" w:rsidP="000C20ED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34654" w:rsidRDefault="00734654" w:rsidP="000C20ED">
      <w:pPr>
        <w:pStyle w:val="ListParagraph"/>
        <w:tabs>
          <w:tab w:val="left" w:pos="0"/>
        </w:tabs>
        <w:ind w:left="284" w:hanging="284"/>
        <w:jc w:val="both"/>
        <w:rPr>
          <w:lang w:val="uk-UA" w:eastAsia="en-US"/>
        </w:rPr>
      </w:pPr>
      <w:r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734654" w:rsidRDefault="00734654" w:rsidP="000C20ED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734654" w:rsidRDefault="00734654" w:rsidP="000C20ED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 xml:space="preserve">     ____________________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Н. Клименко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</w:p>
    <w:p w:rsidR="00734654" w:rsidRDefault="00734654" w:rsidP="000C20ED">
      <w:pPr>
        <w:pStyle w:val="Title"/>
        <w:jc w:val="both"/>
      </w:pPr>
    </w:p>
    <w:p w:rsidR="00734654" w:rsidRDefault="00734654" w:rsidP="000C20ED">
      <w:pPr>
        <w:jc w:val="center"/>
        <w:rPr>
          <w:b/>
          <w:lang w:val="uk-UA"/>
        </w:rPr>
      </w:pPr>
    </w:p>
    <w:p w:rsidR="00734654" w:rsidRDefault="00734654" w:rsidP="000C20ED">
      <w:pPr>
        <w:jc w:val="center"/>
        <w:rPr>
          <w:b/>
          <w:lang w:val="uk-UA"/>
        </w:rPr>
      </w:pPr>
    </w:p>
    <w:p w:rsidR="00734654" w:rsidRPr="00910A63" w:rsidRDefault="00734654" w:rsidP="000C20ED">
      <w:pPr>
        <w:jc w:val="center"/>
        <w:rPr>
          <w:b/>
        </w:rPr>
      </w:pPr>
    </w:p>
    <w:p w:rsidR="00734654" w:rsidRPr="00910A63" w:rsidRDefault="00734654" w:rsidP="000C20ED">
      <w:pPr>
        <w:jc w:val="center"/>
        <w:rPr>
          <w:b/>
        </w:rPr>
      </w:pPr>
    </w:p>
    <w:p w:rsidR="00734654" w:rsidRPr="00910A63" w:rsidRDefault="00734654" w:rsidP="000C20ED">
      <w:pPr>
        <w:jc w:val="center"/>
        <w:rPr>
          <w:b/>
        </w:rPr>
      </w:pPr>
    </w:p>
    <w:p w:rsidR="00734654" w:rsidRPr="00910A63" w:rsidRDefault="00734654" w:rsidP="000C20ED">
      <w:pPr>
        <w:jc w:val="center"/>
        <w:rPr>
          <w:b/>
        </w:rPr>
      </w:pPr>
    </w:p>
    <w:p w:rsidR="00734654" w:rsidRDefault="00734654" w:rsidP="00DD4D9D">
      <w:pPr>
        <w:jc w:val="right"/>
        <w:rPr>
          <w:b/>
          <w:lang w:val="uk-UA"/>
        </w:rPr>
      </w:pPr>
    </w:p>
    <w:p w:rsidR="00734654" w:rsidRDefault="00734654" w:rsidP="00DD4D9D">
      <w:pPr>
        <w:jc w:val="right"/>
        <w:rPr>
          <w:b/>
          <w:lang w:val="uk-UA"/>
        </w:rPr>
      </w:pPr>
    </w:p>
    <w:p w:rsidR="00734654" w:rsidRDefault="00734654" w:rsidP="00DD4D9D">
      <w:pPr>
        <w:jc w:val="center"/>
        <w:rPr>
          <w:b/>
          <w:lang w:val="uk-UA"/>
        </w:rPr>
      </w:pPr>
      <w:r>
        <w:rPr>
          <w:b/>
          <w:lang w:val="uk-UA"/>
        </w:rPr>
        <w:t>_______________ сесія Знам</w:t>
      </w:r>
      <w:r>
        <w:rPr>
          <w:b/>
        </w:rPr>
        <w:t>`</w:t>
      </w:r>
      <w:r>
        <w:rPr>
          <w:b/>
          <w:lang w:val="uk-UA"/>
        </w:rPr>
        <w:t>янської міської ради</w:t>
      </w:r>
    </w:p>
    <w:p w:rsidR="00734654" w:rsidRDefault="00734654" w:rsidP="00DD4D9D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734654" w:rsidRDefault="00734654" w:rsidP="00DD4D9D">
      <w:pPr>
        <w:jc w:val="center"/>
        <w:rPr>
          <w:lang w:val="uk-UA"/>
        </w:rPr>
      </w:pPr>
    </w:p>
    <w:p w:rsidR="00734654" w:rsidRDefault="00734654" w:rsidP="00DD4D9D">
      <w:pPr>
        <w:pStyle w:val="Heading3"/>
      </w:pPr>
      <w:r>
        <w:t>Р І Ш Е Н Н Я</w:t>
      </w:r>
    </w:p>
    <w:p w:rsidR="00734654" w:rsidRDefault="00734654" w:rsidP="00DD4D9D">
      <w:pPr>
        <w:jc w:val="center"/>
        <w:rPr>
          <w:b/>
          <w:bCs/>
          <w:lang w:val="uk-UA"/>
        </w:rPr>
      </w:pPr>
    </w:p>
    <w:p w:rsidR="00734654" w:rsidRDefault="00734654" w:rsidP="00DD4D9D">
      <w:pPr>
        <w:rPr>
          <w:b/>
          <w:lang w:val="uk-UA"/>
        </w:rPr>
      </w:pPr>
      <w:r>
        <w:rPr>
          <w:b/>
          <w:bCs/>
          <w:lang w:val="uk-UA"/>
        </w:rPr>
        <w:t>від                     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734654" w:rsidRDefault="00734654" w:rsidP="00DD4D9D">
      <w:pPr>
        <w:jc w:val="center"/>
        <w:rPr>
          <w:lang w:val="uk-UA"/>
        </w:rPr>
      </w:pPr>
      <w:r>
        <w:rPr>
          <w:lang w:val="uk-UA"/>
        </w:rPr>
        <w:t>м. Знам</w:t>
      </w:r>
      <w:r>
        <w:t>`</w:t>
      </w:r>
      <w:r>
        <w:rPr>
          <w:lang w:val="uk-UA"/>
        </w:rPr>
        <w:t>янка</w:t>
      </w:r>
    </w:p>
    <w:p w:rsidR="00734654" w:rsidRDefault="00734654" w:rsidP="00DD4D9D">
      <w:pPr>
        <w:jc w:val="center"/>
        <w:rPr>
          <w:lang w:val="uk-UA"/>
        </w:rPr>
      </w:pPr>
    </w:p>
    <w:p w:rsidR="00734654" w:rsidRDefault="00734654" w:rsidP="00DD4D9D">
      <w:pPr>
        <w:jc w:val="center"/>
        <w:rPr>
          <w:sz w:val="16"/>
          <w:lang w:val="uk-UA"/>
        </w:rPr>
      </w:pPr>
    </w:p>
    <w:p w:rsidR="00734654" w:rsidRDefault="00734654" w:rsidP="00EB786D">
      <w:pPr>
        <w:ind w:right="-185"/>
        <w:jc w:val="both"/>
        <w:rPr>
          <w:lang w:val="uk-UA"/>
        </w:rPr>
      </w:pPr>
      <w:r w:rsidRPr="00EB786D">
        <w:rPr>
          <w:bCs/>
          <w:lang w:val="uk-UA"/>
        </w:rPr>
        <w:t xml:space="preserve">Про  </w:t>
      </w:r>
      <w:r w:rsidRPr="00EB786D">
        <w:rPr>
          <w:lang w:val="uk-UA"/>
        </w:rPr>
        <w:t xml:space="preserve">надання згоди комунальному підприємству </w:t>
      </w:r>
    </w:p>
    <w:p w:rsidR="00734654" w:rsidRDefault="00734654" w:rsidP="00EB786D">
      <w:pPr>
        <w:ind w:right="-185"/>
        <w:jc w:val="both"/>
        <w:rPr>
          <w:lang w:val="uk-UA"/>
        </w:rPr>
      </w:pPr>
      <w:r w:rsidRPr="00EB786D">
        <w:rPr>
          <w:lang w:val="uk-UA"/>
        </w:rPr>
        <w:t xml:space="preserve">«Знам’янський комбінат комунальних послуг» </w:t>
      </w:r>
    </w:p>
    <w:p w:rsidR="00734654" w:rsidRDefault="00734654" w:rsidP="00B14037">
      <w:pPr>
        <w:rPr>
          <w:lang w:val="uk-UA"/>
        </w:rPr>
      </w:pPr>
      <w:r w:rsidRPr="00EB786D">
        <w:rPr>
          <w:lang w:val="uk-UA"/>
        </w:rPr>
        <w:t xml:space="preserve">на продовження дії договору </w:t>
      </w:r>
      <w:r w:rsidRPr="00B14037">
        <w:rPr>
          <w:lang w:val="uk-UA"/>
        </w:rPr>
        <w:t xml:space="preserve">оренди частини </w:t>
      </w:r>
    </w:p>
    <w:p w:rsidR="00734654" w:rsidRDefault="00734654" w:rsidP="00207D8F">
      <w:pPr>
        <w:rPr>
          <w:lang w:val="uk-UA"/>
        </w:rPr>
      </w:pPr>
      <w:r>
        <w:rPr>
          <w:lang w:val="uk-UA"/>
        </w:rPr>
        <w:t xml:space="preserve">підвального </w:t>
      </w:r>
      <w:r w:rsidRPr="00B14037">
        <w:rPr>
          <w:lang w:val="uk-UA"/>
        </w:rPr>
        <w:t xml:space="preserve">приміщення з </w:t>
      </w:r>
      <w:r>
        <w:rPr>
          <w:lang w:val="uk-UA"/>
        </w:rPr>
        <w:t xml:space="preserve">Кіровоградською обласною </w:t>
      </w:r>
    </w:p>
    <w:p w:rsidR="00734654" w:rsidRPr="00B14037" w:rsidRDefault="00734654" w:rsidP="00207D8F">
      <w:pPr>
        <w:rPr>
          <w:lang w:val="uk-UA"/>
        </w:rPr>
      </w:pPr>
      <w:r>
        <w:rPr>
          <w:lang w:val="uk-UA"/>
        </w:rPr>
        <w:t>організацією Асоціації Джиу-джитсу України</w:t>
      </w:r>
    </w:p>
    <w:p w:rsidR="00734654" w:rsidRDefault="00734654" w:rsidP="00EB786D">
      <w:pPr>
        <w:ind w:right="-185"/>
        <w:jc w:val="both"/>
        <w:rPr>
          <w:b/>
          <w:lang w:val="uk-UA"/>
        </w:rPr>
      </w:pPr>
    </w:p>
    <w:p w:rsidR="00734654" w:rsidRPr="00042A58" w:rsidRDefault="00734654" w:rsidP="00EB786D">
      <w:pPr>
        <w:ind w:right="-185"/>
        <w:jc w:val="both"/>
        <w:rPr>
          <w:bCs/>
          <w:lang w:val="uk-UA"/>
        </w:rPr>
      </w:pPr>
    </w:p>
    <w:p w:rsidR="00734654" w:rsidRDefault="00734654" w:rsidP="00BD53E7">
      <w:pPr>
        <w:jc w:val="both"/>
        <w:rPr>
          <w:lang w:val="uk-UA"/>
        </w:rPr>
      </w:pPr>
      <w:r w:rsidRPr="00042A58">
        <w:rPr>
          <w:lang w:val="uk-UA"/>
        </w:rPr>
        <w:t xml:space="preserve">      Розглянувши звернення  </w:t>
      </w:r>
      <w:r>
        <w:rPr>
          <w:lang w:val="uk-UA"/>
        </w:rPr>
        <w:t>Кіровоградської обласної організації Асоціації Джиу-джитсу України</w:t>
      </w:r>
      <w:r w:rsidRPr="00042A58">
        <w:rPr>
          <w:lang w:val="uk-UA"/>
        </w:rPr>
        <w:t xml:space="preserve"> </w:t>
      </w:r>
      <w:r>
        <w:rPr>
          <w:lang w:val="uk-UA"/>
        </w:rPr>
        <w:t>щодо</w:t>
      </w:r>
      <w:r w:rsidRPr="00042A58">
        <w:rPr>
          <w:lang w:val="uk-UA"/>
        </w:rPr>
        <w:t xml:space="preserve"> продовження  </w:t>
      </w:r>
      <w:r>
        <w:rPr>
          <w:lang w:val="uk-UA"/>
        </w:rPr>
        <w:t xml:space="preserve">дії договору </w:t>
      </w:r>
      <w:r w:rsidRPr="00042A58">
        <w:rPr>
          <w:lang w:val="uk-UA"/>
        </w:rPr>
        <w:t>оренди</w:t>
      </w:r>
      <w:r>
        <w:rPr>
          <w:lang w:val="uk-UA"/>
        </w:rPr>
        <w:t xml:space="preserve"> частини підвального приміщення </w:t>
      </w:r>
      <w:r w:rsidRPr="00486861">
        <w:rPr>
          <w:lang w:val="uk-UA"/>
        </w:rPr>
        <w:t>у  житловому  будинку  №</w:t>
      </w:r>
      <w:r>
        <w:rPr>
          <w:lang w:val="uk-UA"/>
        </w:rPr>
        <w:t>2</w:t>
      </w:r>
      <w:r w:rsidRPr="00486861">
        <w:rPr>
          <w:lang w:val="uk-UA"/>
        </w:rPr>
        <w:t xml:space="preserve">  по  вул. </w:t>
      </w:r>
      <w:r>
        <w:rPr>
          <w:lang w:val="uk-UA"/>
        </w:rPr>
        <w:t xml:space="preserve">Привокзальній, </w:t>
      </w:r>
      <w:r w:rsidRPr="00486861">
        <w:rPr>
          <w:lang w:val="uk-UA"/>
        </w:rPr>
        <w:t xml:space="preserve">  загальною  площею  </w:t>
      </w:r>
      <w:r>
        <w:rPr>
          <w:lang w:val="uk-UA"/>
        </w:rPr>
        <w:t>341,4</w:t>
      </w:r>
      <w:r w:rsidRPr="00486861">
        <w:rPr>
          <w:lang w:val="uk-UA"/>
        </w:rPr>
        <w:t xml:space="preserve">  кв. м.</w:t>
      </w:r>
      <w:bookmarkStart w:id="0" w:name="_GoBack"/>
      <w:bookmarkEnd w:id="0"/>
      <w:r w:rsidRPr="00042A58">
        <w:rPr>
          <w:lang w:val="uk-UA"/>
        </w:rPr>
        <w:t>, з  метою здійснення самоврядних повноважень щодо управління майном комунальної власності територіальної громади міста Знам’янка,  керуючись</w:t>
      </w:r>
      <w:r>
        <w:rPr>
          <w:lang w:val="uk-UA"/>
        </w:rPr>
        <w:t xml:space="preserve"> п. 31 ч. 1</w:t>
      </w:r>
      <w:r w:rsidRPr="00042A58">
        <w:rPr>
          <w:lang w:val="uk-UA"/>
        </w:rPr>
        <w:t xml:space="preserve"> ст. 26</w:t>
      </w:r>
      <w:r>
        <w:rPr>
          <w:lang w:val="uk-UA"/>
        </w:rPr>
        <w:t>, ст.. 60</w:t>
      </w:r>
      <w:r w:rsidRPr="00042A58">
        <w:rPr>
          <w:lang w:val="uk-UA"/>
        </w:rPr>
        <w:t xml:space="preserve"> Закону України  «Про  місцеве  самоврядування  в  Україні», міська  рада</w:t>
      </w:r>
    </w:p>
    <w:p w:rsidR="00734654" w:rsidRPr="00042A58" w:rsidRDefault="00734654" w:rsidP="00D975C1">
      <w:pPr>
        <w:ind w:right="-1"/>
        <w:jc w:val="both"/>
        <w:rPr>
          <w:lang w:val="uk-UA"/>
        </w:rPr>
      </w:pPr>
    </w:p>
    <w:p w:rsidR="00734654" w:rsidRPr="00042A58" w:rsidRDefault="00734654" w:rsidP="00D975C1">
      <w:pPr>
        <w:pStyle w:val="Heading3"/>
        <w:ind w:left="360" w:right="-1"/>
        <w:rPr>
          <w:b/>
          <w:sz w:val="24"/>
          <w:szCs w:val="24"/>
        </w:rPr>
      </w:pPr>
      <w:r w:rsidRPr="00042A58">
        <w:rPr>
          <w:b/>
          <w:sz w:val="24"/>
          <w:szCs w:val="24"/>
        </w:rPr>
        <w:t>В и р і ш и л а :</w:t>
      </w:r>
    </w:p>
    <w:p w:rsidR="00734654" w:rsidRPr="00042A58" w:rsidRDefault="00734654" w:rsidP="00D975C1">
      <w:pPr>
        <w:ind w:right="-1"/>
        <w:rPr>
          <w:lang w:val="uk-UA"/>
        </w:rPr>
      </w:pPr>
    </w:p>
    <w:p w:rsidR="00734654" w:rsidRPr="00042A58" w:rsidRDefault="00734654" w:rsidP="00D12A04">
      <w:pPr>
        <w:jc w:val="both"/>
        <w:rPr>
          <w:lang w:val="uk-UA"/>
        </w:rPr>
      </w:pPr>
      <w:r w:rsidRPr="00042A58">
        <w:rPr>
          <w:lang w:val="uk-UA"/>
        </w:rPr>
        <w:t>1. Надати згоду комунальному підприємству «Знам’янський  комбінат  комунальних  послуг» на продовження</w:t>
      </w:r>
      <w:r>
        <w:rPr>
          <w:lang w:val="uk-UA"/>
        </w:rPr>
        <w:t xml:space="preserve"> дії</w:t>
      </w:r>
      <w:r w:rsidRPr="00042A58">
        <w:rPr>
          <w:lang w:val="uk-UA"/>
        </w:rPr>
        <w:t xml:space="preserve"> договор</w:t>
      </w:r>
      <w:r>
        <w:rPr>
          <w:lang w:val="uk-UA"/>
        </w:rPr>
        <w:t>у</w:t>
      </w:r>
      <w:r w:rsidRPr="00042A58">
        <w:rPr>
          <w:lang w:val="uk-UA"/>
        </w:rPr>
        <w:t xml:space="preserve">  оренди </w:t>
      </w:r>
      <w:r>
        <w:rPr>
          <w:lang w:val="uk-UA"/>
        </w:rPr>
        <w:t xml:space="preserve">частини підвального </w:t>
      </w:r>
      <w:r w:rsidRPr="00486861">
        <w:rPr>
          <w:lang w:val="uk-UA"/>
        </w:rPr>
        <w:t>приміщення  у  житловому  будинку  №</w:t>
      </w:r>
      <w:r>
        <w:rPr>
          <w:lang w:val="uk-UA"/>
        </w:rPr>
        <w:t>2</w:t>
      </w:r>
      <w:r w:rsidRPr="00486861">
        <w:rPr>
          <w:lang w:val="uk-UA"/>
        </w:rPr>
        <w:t xml:space="preserve">  по  вул. </w:t>
      </w:r>
      <w:r>
        <w:rPr>
          <w:lang w:val="uk-UA"/>
        </w:rPr>
        <w:t xml:space="preserve">Привокзальній, </w:t>
      </w:r>
      <w:r w:rsidRPr="00486861">
        <w:rPr>
          <w:lang w:val="uk-UA"/>
        </w:rPr>
        <w:t xml:space="preserve">  загальною  площею  </w:t>
      </w:r>
      <w:r>
        <w:rPr>
          <w:lang w:val="uk-UA"/>
        </w:rPr>
        <w:t>341,4</w:t>
      </w:r>
      <w:r w:rsidRPr="00486861">
        <w:rPr>
          <w:lang w:val="uk-UA"/>
        </w:rPr>
        <w:t xml:space="preserve">  кв. м.</w:t>
      </w:r>
      <w:r w:rsidRPr="00042A58">
        <w:rPr>
          <w:lang w:val="uk-UA"/>
        </w:rPr>
        <w:t xml:space="preserve"> з  </w:t>
      </w:r>
      <w:r>
        <w:rPr>
          <w:lang w:val="uk-UA"/>
        </w:rPr>
        <w:t xml:space="preserve">Кіровоградською обласною організацією Асоціації Джиу-джитсу України, </w:t>
      </w:r>
      <w:r w:rsidRPr="00042A58">
        <w:rPr>
          <w:lang w:val="uk-UA"/>
        </w:rPr>
        <w:t xml:space="preserve">терміном  </w:t>
      </w:r>
      <w:r>
        <w:rPr>
          <w:lang w:val="uk-UA"/>
        </w:rPr>
        <w:t xml:space="preserve">до 30.11.2021 року. </w:t>
      </w:r>
      <w:r w:rsidRPr="00042A58">
        <w:rPr>
          <w:lang w:val="uk-UA"/>
        </w:rPr>
        <w:t xml:space="preserve">  </w:t>
      </w:r>
    </w:p>
    <w:p w:rsidR="00734654" w:rsidRPr="00042A58" w:rsidRDefault="00734654" w:rsidP="00D975C1">
      <w:pPr>
        <w:widowControl w:val="0"/>
        <w:suppressAutoHyphens/>
        <w:ind w:right="-1"/>
        <w:jc w:val="both"/>
        <w:rPr>
          <w:lang w:val="uk-UA"/>
        </w:rPr>
      </w:pPr>
      <w:r w:rsidRPr="00042A58">
        <w:rPr>
          <w:lang w:val="uk-UA"/>
        </w:rPr>
        <w:t xml:space="preserve">2. Комунальному  підприємству </w:t>
      </w:r>
      <w:r>
        <w:rPr>
          <w:lang w:val="uk-UA"/>
        </w:rPr>
        <w:t>«Знам’янський к</w:t>
      </w:r>
      <w:r w:rsidRPr="00042A58">
        <w:rPr>
          <w:lang w:val="uk-UA"/>
        </w:rPr>
        <w:t>омбінат  комунальних  послуг»,  відповідно  до п. 1  даного  рішення,  укласти  догов</w:t>
      </w:r>
      <w:r>
        <w:rPr>
          <w:lang w:val="uk-UA"/>
        </w:rPr>
        <w:t>ір</w:t>
      </w:r>
      <w:r w:rsidRPr="00042A58">
        <w:rPr>
          <w:lang w:val="uk-UA"/>
        </w:rPr>
        <w:t xml:space="preserve">  оренди</w:t>
      </w:r>
      <w:r>
        <w:rPr>
          <w:lang w:val="uk-UA"/>
        </w:rPr>
        <w:t xml:space="preserve"> за договірною ціною, не меншою ніж розрахункова відповідно до вимог </w:t>
      </w:r>
      <w:r w:rsidRPr="00042A58">
        <w:rPr>
          <w:lang w:val="uk-UA"/>
        </w:rPr>
        <w:t>рішення  міської  ради  від 21.04.2017 року №820  «Про методику  розрахунку  і  порядок  використання плати  за  оренду  майна  територіальної  громади  м. Знам’янка  у  новій  редакції».</w:t>
      </w:r>
    </w:p>
    <w:p w:rsidR="00734654" w:rsidRPr="00042A58" w:rsidRDefault="00734654" w:rsidP="00D975C1">
      <w:pPr>
        <w:ind w:right="-1"/>
        <w:jc w:val="both"/>
        <w:rPr>
          <w:lang w:val="uk-UA"/>
        </w:rPr>
      </w:pPr>
      <w:r w:rsidRPr="00042A58">
        <w:rPr>
          <w:lang w:val="uk-UA"/>
        </w:rPr>
        <w:t>3. Організацію  виконання  рішення  покласти  на  комунальн</w:t>
      </w:r>
      <w:r>
        <w:rPr>
          <w:lang w:val="uk-UA"/>
        </w:rPr>
        <w:t>е</w:t>
      </w:r>
      <w:r w:rsidRPr="00042A58">
        <w:rPr>
          <w:lang w:val="uk-UA"/>
        </w:rPr>
        <w:t xml:space="preserve"> підприємств</w:t>
      </w:r>
      <w:r>
        <w:rPr>
          <w:lang w:val="uk-UA"/>
        </w:rPr>
        <w:t>о</w:t>
      </w:r>
      <w:r w:rsidRPr="00042A58">
        <w:rPr>
          <w:lang w:val="uk-UA"/>
        </w:rPr>
        <w:t xml:space="preserve"> «Знам’янський  комбінат  комунальних  послуг» </w:t>
      </w:r>
      <w:r>
        <w:rPr>
          <w:lang w:val="uk-UA"/>
        </w:rPr>
        <w:t xml:space="preserve">(керівник </w:t>
      </w:r>
      <w:r w:rsidRPr="00042A58">
        <w:rPr>
          <w:lang w:val="uk-UA"/>
        </w:rPr>
        <w:t>Чернявськ</w:t>
      </w:r>
      <w:r>
        <w:rPr>
          <w:lang w:val="uk-UA"/>
        </w:rPr>
        <w:t>ий</w:t>
      </w:r>
      <w:r w:rsidRPr="00042A58">
        <w:rPr>
          <w:lang w:val="uk-UA"/>
        </w:rPr>
        <w:t xml:space="preserve"> О.М.</w:t>
      </w:r>
      <w:r>
        <w:rPr>
          <w:lang w:val="uk-UA"/>
        </w:rPr>
        <w:t>).</w:t>
      </w:r>
    </w:p>
    <w:p w:rsidR="00734654" w:rsidRPr="00042A58" w:rsidRDefault="00734654" w:rsidP="00D975C1">
      <w:pPr>
        <w:ind w:right="-1"/>
        <w:jc w:val="both"/>
        <w:rPr>
          <w:lang w:val="uk-UA"/>
        </w:rPr>
      </w:pPr>
      <w:r w:rsidRPr="00042A58">
        <w:rPr>
          <w:lang w:val="uk-UA"/>
        </w:rPr>
        <w:t>4. Контроль  за  виконанням  рішення  покласти  на  постійну комісію з питань бюджету  та  економічного  розвитку міста (гол.Н.Данасієнко).</w:t>
      </w:r>
    </w:p>
    <w:p w:rsidR="00734654" w:rsidRPr="00042A58" w:rsidRDefault="00734654" w:rsidP="00D975C1">
      <w:pPr>
        <w:jc w:val="both"/>
        <w:rPr>
          <w:lang w:val="uk-UA"/>
        </w:rPr>
      </w:pPr>
    </w:p>
    <w:p w:rsidR="00734654" w:rsidRDefault="00734654" w:rsidP="00D975C1">
      <w:pPr>
        <w:jc w:val="both"/>
        <w:rPr>
          <w:lang w:val="uk-UA"/>
        </w:rPr>
      </w:pPr>
    </w:p>
    <w:p w:rsidR="00734654" w:rsidRDefault="00734654" w:rsidP="00DD4D9D">
      <w:pPr>
        <w:jc w:val="both"/>
        <w:rPr>
          <w:lang w:val="uk-UA"/>
        </w:rPr>
      </w:pPr>
    </w:p>
    <w:p w:rsidR="00734654" w:rsidRDefault="00734654" w:rsidP="00DD4D9D">
      <w:pPr>
        <w:ind w:firstLine="540"/>
        <w:jc w:val="center"/>
        <w:rPr>
          <w:b/>
          <w:bCs/>
          <w:lang w:val="uk-UA"/>
        </w:rPr>
      </w:pPr>
    </w:p>
    <w:p w:rsidR="00734654" w:rsidRDefault="00734654" w:rsidP="009E0E27">
      <w:pPr>
        <w:widowControl w:val="0"/>
        <w:suppressAutoHyphens/>
        <w:jc w:val="both"/>
        <w:rPr>
          <w:lang w:val="uk-UA"/>
        </w:rPr>
      </w:pPr>
      <w:r>
        <w:rPr>
          <w:b/>
          <w:lang w:val="uk-UA"/>
        </w:rPr>
        <w:t xml:space="preserve">                    </w:t>
      </w:r>
      <w:r w:rsidRPr="003B2E70">
        <w:rPr>
          <w:b/>
        </w:rPr>
        <w:t>Міський голова</w:t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 w:rsidRPr="003B2E70">
        <w:rPr>
          <w:b/>
        </w:rPr>
        <w:tab/>
      </w:r>
      <w:r>
        <w:rPr>
          <w:b/>
        </w:rPr>
        <w:t>С. Філіпенко</w:t>
      </w:r>
    </w:p>
    <w:p w:rsidR="00734654" w:rsidRDefault="00734654" w:rsidP="00DD4D9D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34654" w:rsidRPr="00434513" w:rsidRDefault="00734654" w:rsidP="00DD4D9D">
      <w:pPr>
        <w:rPr>
          <w:lang w:val="uk-UA"/>
        </w:rPr>
      </w:pPr>
    </w:p>
    <w:p w:rsidR="00734654" w:rsidRPr="00FE7AE6" w:rsidRDefault="00734654"/>
    <w:sectPr w:rsidR="00734654" w:rsidRPr="00FE7AE6" w:rsidSect="00A97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76A01"/>
    <w:multiLevelType w:val="hybridMultilevel"/>
    <w:tmpl w:val="D8AE1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4CF6"/>
    <w:rsid w:val="00010628"/>
    <w:rsid w:val="00042A58"/>
    <w:rsid w:val="000C20ED"/>
    <w:rsid w:val="00123B5F"/>
    <w:rsid w:val="00167611"/>
    <w:rsid w:val="001E3056"/>
    <w:rsid w:val="001F72D5"/>
    <w:rsid w:val="00207D8F"/>
    <w:rsid w:val="002A139B"/>
    <w:rsid w:val="002C71B8"/>
    <w:rsid w:val="00311604"/>
    <w:rsid w:val="003631F3"/>
    <w:rsid w:val="00384E33"/>
    <w:rsid w:val="003B2E70"/>
    <w:rsid w:val="00407A58"/>
    <w:rsid w:val="00411E24"/>
    <w:rsid w:val="00414A82"/>
    <w:rsid w:val="00434513"/>
    <w:rsid w:val="0045062E"/>
    <w:rsid w:val="00486861"/>
    <w:rsid w:val="00490E0B"/>
    <w:rsid w:val="004B5811"/>
    <w:rsid w:val="004C7C1C"/>
    <w:rsid w:val="004F0CD1"/>
    <w:rsid w:val="00562FE6"/>
    <w:rsid w:val="005D6E3F"/>
    <w:rsid w:val="00676483"/>
    <w:rsid w:val="0069013A"/>
    <w:rsid w:val="006974D2"/>
    <w:rsid w:val="006D1753"/>
    <w:rsid w:val="00716A41"/>
    <w:rsid w:val="00734654"/>
    <w:rsid w:val="007511ED"/>
    <w:rsid w:val="00773690"/>
    <w:rsid w:val="007D1A13"/>
    <w:rsid w:val="007E386A"/>
    <w:rsid w:val="0080321B"/>
    <w:rsid w:val="00810E5F"/>
    <w:rsid w:val="0089734C"/>
    <w:rsid w:val="00910A63"/>
    <w:rsid w:val="00954CF6"/>
    <w:rsid w:val="009C0615"/>
    <w:rsid w:val="009E0E27"/>
    <w:rsid w:val="00A4785E"/>
    <w:rsid w:val="00A61149"/>
    <w:rsid w:val="00A878C0"/>
    <w:rsid w:val="00A97E77"/>
    <w:rsid w:val="00AF4279"/>
    <w:rsid w:val="00B14037"/>
    <w:rsid w:val="00B14FE2"/>
    <w:rsid w:val="00B50683"/>
    <w:rsid w:val="00B551D0"/>
    <w:rsid w:val="00BD53E7"/>
    <w:rsid w:val="00C068CE"/>
    <w:rsid w:val="00D12A04"/>
    <w:rsid w:val="00D3406A"/>
    <w:rsid w:val="00D975C1"/>
    <w:rsid w:val="00DB5D60"/>
    <w:rsid w:val="00DD4D9D"/>
    <w:rsid w:val="00E22D96"/>
    <w:rsid w:val="00E26C3C"/>
    <w:rsid w:val="00EB786D"/>
    <w:rsid w:val="00F000C6"/>
    <w:rsid w:val="00F81104"/>
    <w:rsid w:val="00FE7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0E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4D9D"/>
    <w:pPr>
      <w:keepNext/>
      <w:jc w:val="center"/>
      <w:outlineLvl w:val="2"/>
    </w:pPr>
    <w:rPr>
      <w:sz w:val="28"/>
      <w:szCs w:val="20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75C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D4D9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975C1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0C20ED"/>
    <w:pPr>
      <w:jc w:val="center"/>
    </w:pPr>
    <w:rPr>
      <w:sz w:val="3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0C20ED"/>
    <w:rPr>
      <w:rFonts w:ascii="Times New Roman" w:hAnsi="Times New Roman" w:cs="Times New Roman"/>
      <w:sz w:val="24"/>
      <w:szCs w:val="24"/>
      <w:lang w:val="uk-UA" w:eastAsia="ru-RU"/>
    </w:rPr>
  </w:style>
  <w:style w:type="paragraph" w:styleId="NoSpacing">
    <w:name w:val="No Spacing"/>
    <w:uiPriority w:val="99"/>
    <w:qFormat/>
    <w:rsid w:val="000C20ED"/>
    <w:rPr>
      <w:lang w:eastAsia="en-US"/>
    </w:rPr>
  </w:style>
  <w:style w:type="paragraph" w:styleId="ListParagraph">
    <w:name w:val="List Paragraph"/>
    <w:basedOn w:val="Normal"/>
    <w:uiPriority w:val="99"/>
    <w:qFormat/>
    <w:rsid w:val="000C20ED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DD4D9D"/>
    <w:pPr>
      <w:ind w:firstLine="54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D4D9D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4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2657</Words>
  <Characters>1515</Characters>
  <Application>Microsoft Office Outlook</Application>
  <DocSecurity>0</DocSecurity>
  <Lines>0</Lines>
  <Paragraphs>0</Paragraphs>
  <ScaleCrop>false</ScaleCrop>
  <Company>ЦРЛ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nika</dc:creator>
  <cp:keywords/>
  <dc:description/>
  <cp:lastModifiedBy>User</cp:lastModifiedBy>
  <cp:revision>2</cp:revision>
  <cp:lastPrinted>2018-11-22T11:22:00Z</cp:lastPrinted>
  <dcterms:created xsi:type="dcterms:W3CDTF">2018-12-04T07:49:00Z</dcterms:created>
  <dcterms:modified xsi:type="dcterms:W3CDTF">2018-12-04T07:49:00Z</dcterms:modified>
</cp:coreProperties>
</file>