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B7" w:rsidRPr="006C4017" w:rsidRDefault="00AE2AB7" w:rsidP="002725B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Знам’янська міська рада</w:t>
      </w:r>
    </w:p>
    <w:p w:rsidR="00AE2AB7" w:rsidRPr="006C4017" w:rsidRDefault="00AE2AB7" w:rsidP="002725B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AE2AB7" w:rsidRPr="006C4017" w:rsidRDefault="00AE2AB7" w:rsidP="002725B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сесія </w:t>
      </w:r>
      <w:r w:rsidRPr="006C4017">
        <w:rPr>
          <w:rFonts w:ascii="Times New Roman" w:hAnsi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/>
          <w:b/>
          <w:bCs/>
          <w:sz w:val="24"/>
          <w:szCs w:val="24"/>
        </w:rPr>
        <w:t xml:space="preserve"> скликання</w:t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AE2AB7" w:rsidRPr="006C4017" w:rsidRDefault="00AE2AB7" w:rsidP="002725B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E2AB7" w:rsidRPr="006C4017" w:rsidRDefault="00AE2AB7" w:rsidP="002725B6">
      <w:pPr>
        <w:pStyle w:val="Heading3"/>
        <w:rPr>
          <w:b w:val="0"/>
          <w:szCs w:val="24"/>
        </w:rPr>
      </w:pPr>
      <w:r w:rsidRPr="006C4017">
        <w:rPr>
          <w:szCs w:val="24"/>
        </w:rPr>
        <w:t>Р І Ш Е Н Н Я</w:t>
      </w:r>
    </w:p>
    <w:p w:rsidR="00AE2AB7" w:rsidRPr="006C4017" w:rsidRDefault="00AE2AB7" w:rsidP="002725B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/>
          <w:sz w:val="24"/>
          <w:szCs w:val="24"/>
        </w:rPr>
        <w:t xml:space="preserve">18 </w:t>
      </w:r>
      <w:r>
        <w:rPr>
          <w:rFonts w:ascii="Times New Roman" w:hAnsi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/>
          <w:b/>
          <w:bCs/>
          <w:sz w:val="24"/>
          <w:szCs w:val="24"/>
          <w:lang w:val="uk-UA"/>
        </w:rPr>
        <w:t>№</w:t>
      </w:r>
      <w:r w:rsidRPr="002725B6">
        <w:rPr>
          <w:rFonts w:ascii="Times New Roman" w:hAnsi="Times New Roman"/>
          <w:b/>
          <w:bCs/>
          <w:sz w:val="24"/>
          <w:szCs w:val="24"/>
        </w:rPr>
        <w:t>409</w:t>
      </w:r>
      <w:r w:rsidRPr="006C4017">
        <w:rPr>
          <w:rFonts w:ascii="Times New Roman" w:hAnsi="Times New Roman"/>
          <w:sz w:val="24"/>
          <w:szCs w:val="24"/>
          <w:lang w:val="uk-UA"/>
        </w:rPr>
        <w:tab/>
      </w:r>
    </w:p>
    <w:p w:rsidR="00AE2AB7" w:rsidRDefault="00AE2AB7" w:rsidP="002725B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/>
          <w:sz w:val="24"/>
          <w:szCs w:val="24"/>
          <w:lang w:val="uk-UA"/>
        </w:rPr>
        <w:t>м. Знам'янка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AE2AB7" w:rsidRDefault="00AE2AB7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транспортного</w:t>
      </w:r>
    </w:p>
    <w:p w:rsidR="00AE2AB7" w:rsidRDefault="00AE2AB7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податку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/>
          <w:sz w:val="24"/>
          <w:szCs w:val="24"/>
          <w:lang w:val="uk-UA"/>
        </w:rPr>
        <w:t xml:space="preserve"> Знам'янської</w:t>
      </w:r>
    </w:p>
    <w:p w:rsidR="00AE2AB7" w:rsidRPr="00C04264" w:rsidRDefault="00AE2AB7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міської територіальної громади</w:t>
      </w:r>
    </w:p>
    <w:p w:rsidR="00AE2AB7" w:rsidRPr="00C5208C" w:rsidRDefault="00AE2AB7" w:rsidP="002725B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AE2AB7" w:rsidRPr="00BB454D" w:rsidRDefault="00AE2AB7" w:rsidP="002725B6">
      <w:pPr>
        <w:spacing w:after="0" w:line="240" w:lineRule="auto"/>
        <w:ind w:right="-5" w:firstLine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пунктами статті 267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 Знам’янська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AE2AB7" w:rsidRDefault="00AE2AB7" w:rsidP="002725B6">
      <w:pPr>
        <w:pStyle w:val="BodyText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C2EB8">
        <w:rPr>
          <w:lang w:val="uk-UA"/>
        </w:rPr>
        <w:t xml:space="preserve">Встановити  на території </w:t>
      </w:r>
      <w:r>
        <w:rPr>
          <w:lang w:val="uk-UA"/>
        </w:rPr>
        <w:t>Знам'янської міської територіальної громади</w:t>
      </w:r>
      <w:r w:rsidRPr="00DC2EB8">
        <w:rPr>
          <w:lang w:val="uk-UA"/>
        </w:rPr>
        <w:t xml:space="preserve"> </w:t>
      </w:r>
      <w:r w:rsidRPr="00DC2EB8">
        <w:rPr>
          <w:color w:val="000000"/>
          <w:lang w:val="uk-UA"/>
        </w:rPr>
        <w:t>с</w:t>
      </w:r>
      <w:r w:rsidRPr="00DC2EB8">
        <w:rPr>
          <w:color w:val="000000"/>
        </w:rPr>
        <w:t>тавк</w:t>
      </w:r>
      <w:r w:rsidRPr="00DC2EB8">
        <w:rPr>
          <w:color w:val="000000"/>
          <w:lang w:val="uk-UA"/>
        </w:rPr>
        <w:t>у транспортного</w:t>
      </w:r>
      <w:r w:rsidRPr="00DC2EB8">
        <w:rPr>
          <w:color w:val="000000"/>
        </w:rPr>
        <w:t xml:space="preserve"> податку  у розмірі</w:t>
      </w:r>
      <w:r>
        <w:rPr>
          <w:color w:val="000000"/>
          <w:lang w:val="uk-UA"/>
        </w:rPr>
        <w:t>,</w:t>
      </w:r>
      <w:r w:rsidRPr="00DC2EB8">
        <w:rPr>
          <w:color w:val="000000"/>
        </w:rPr>
        <w:t xml:space="preserve"> </w:t>
      </w:r>
      <w:r w:rsidRPr="00DC2EB8">
        <w:rPr>
          <w:color w:val="000000"/>
          <w:lang w:val="uk-UA"/>
        </w:rPr>
        <w:t xml:space="preserve">визначеному пунктом </w:t>
      </w:r>
      <w:r w:rsidRPr="00DC2EB8">
        <w:rPr>
          <w:color w:val="000000"/>
        </w:rPr>
        <w:t xml:space="preserve">267.4. статті </w:t>
      </w:r>
      <w:r w:rsidRPr="00DC2EB8">
        <w:t>267 Податкового кодексу України</w:t>
      </w:r>
      <w:r w:rsidRPr="00DC2EB8">
        <w:rPr>
          <w:lang w:val="uk-UA"/>
        </w:rPr>
        <w:t xml:space="preserve">. 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DE3">
        <w:rPr>
          <w:color w:val="000000"/>
          <w:lang w:val="uk-UA"/>
        </w:rPr>
        <w:t xml:space="preserve">Платники транспортного податку визначаються пунктом 267.1  статті </w:t>
      </w:r>
      <w:r w:rsidRPr="00234DE3">
        <w:rPr>
          <w:lang w:val="uk-UA"/>
        </w:rPr>
        <w:t>267 Податкового кодексу України</w:t>
      </w:r>
      <w:r w:rsidRPr="00234DE3">
        <w:rPr>
          <w:color w:val="000000"/>
          <w:lang w:val="uk-UA"/>
        </w:rPr>
        <w:t>.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Об'єкт оподаткування визначається відповідно до пункту 267.2 статті 267 Податкового кодексу України.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База оподаткування визначається відповідно до пункту 267.3 статті 267 Податкового кодексу України</w:t>
      </w:r>
      <w:r>
        <w:rPr>
          <w:lang w:val="uk-UA"/>
        </w:rPr>
        <w:t>.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Порядок обчислення податку встановлюється відповідно до пункту  </w:t>
      </w:r>
      <w:r w:rsidRPr="00234DE3">
        <w:rPr>
          <w:color w:val="000000"/>
        </w:rPr>
        <w:t>267.6</w:t>
      </w:r>
      <w:r>
        <w:t xml:space="preserve"> статті 267 Податкового кодексу України. 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Податковий період встановлюється відповідно до пункту  </w:t>
      </w:r>
      <w:r w:rsidRPr="00234DE3">
        <w:rPr>
          <w:color w:val="000000"/>
        </w:rPr>
        <w:t>267.5</w:t>
      </w:r>
      <w:r>
        <w:t xml:space="preserve"> статті 267 Податкового кодексу України. 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>Строк та порядок сплати податку визначаються відповідно до пунктів 267.8  та 267.7 статті 267 Податкового кодексу України.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B454D">
        <w:t xml:space="preserve">Дане рішення набуває чинності з </w:t>
      </w:r>
      <w:r w:rsidRPr="00234DE3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DE3">
        <w:rPr>
          <w:lang w:val="uk-UA"/>
        </w:rPr>
        <w:t>Відділу економічного розвитку, промисловості, інфраструктури та торгівлі</w:t>
      </w:r>
      <w:r w:rsidRPr="00234DE3">
        <w:t xml:space="preserve">  (</w:t>
      </w:r>
      <w:r w:rsidRPr="00234DE3">
        <w:rPr>
          <w:lang w:val="uk-UA"/>
        </w:rPr>
        <w:t>нач</w:t>
      </w:r>
      <w:r w:rsidRPr="00234DE3">
        <w:t>.</w:t>
      </w:r>
      <w:r w:rsidRPr="00234DE3">
        <w:rPr>
          <w:lang w:val="uk-UA"/>
        </w:rPr>
        <w:t xml:space="preserve"> Інна КУЗІНА</w:t>
      </w:r>
      <w:r w:rsidRPr="00234DE3">
        <w:t xml:space="preserve">) </w:t>
      </w:r>
      <w:r w:rsidRPr="00234DE3">
        <w:rPr>
          <w:lang w:val="uk-UA"/>
        </w:rPr>
        <w:t xml:space="preserve">направити </w:t>
      </w:r>
      <w:r w:rsidRPr="00234DE3">
        <w:t xml:space="preserve"> да</w:t>
      </w:r>
      <w:r w:rsidRPr="00234DE3">
        <w:rPr>
          <w:lang w:val="uk-UA"/>
        </w:rPr>
        <w:t>н</w:t>
      </w:r>
      <w:r w:rsidRPr="00234DE3">
        <w:t xml:space="preserve">е рішення </w:t>
      </w:r>
      <w:r w:rsidRPr="00234DE3">
        <w:rPr>
          <w:lang w:val="uk-UA"/>
        </w:rPr>
        <w:t xml:space="preserve"> ТОВ "Редакція</w:t>
      </w:r>
      <w:r w:rsidRPr="00234DE3">
        <w:t xml:space="preserve"> газет</w:t>
      </w:r>
      <w:r w:rsidRPr="00234DE3">
        <w:rPr>
          <w:lang w:val="uk-UA"/>
        </w:rPr>
        <w:t>и</w:t>
      </w:r>
      <w:r w:rsidRPr="00234DE3">
        <w:t xml:space="preserve"> "Знам'янські вісті"</w:t>
      </w:r>
      <w:r w:rsidRPr="00234DE3">
        <w:rPr>
          <w:lang w:val="uk-UA"/>
        </w:rPr>
        <w:t>" для оприлюднення</w:t>
      </w:r>
      <w:r w:rsidRPr="00234DE3">
        <w:t xml:space="preserve">.   </w:t>
      </w:r>
    </w:p>
    <w:p w:rsidR="00AE2AB7" w:rsidRPr="00234DE3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234DE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підприємництва, промисловості та торгівлі (нач.Інна КУЗІНА).</w:t>
      </w:r>
    </w:p>
    <w:p w:rsidR="00AE2AB7" w:rsidRPr="008C418A" w:rsidRDefault="00AE2AB7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234DE3">
        <w:rPr>
          <w:lang w:val="uk-UA"/>
        </w:rPr>
        <w:t>Контроль за виконанням даного рішення покласти на постійну  комісію з питань бюджету, економічного розвитку, споживчого ринку та підприємництва (гол. Неля ДАНАСІЄНКО).</w:t>
      </w:r>
    </w:p>
    <w:p w:rsidR="00AE2AB7" w:rsidRPr="00234DE3" w:rsidRDefault="00AE2AB7" w:rsidP="002725B6">
      <w:pPr>
        <w:pStyle w:val="rvps2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lang w:val="uk-UA"/>
        </w:rPr>
      </w:pPr>
    </w:p>
    <w:p w:rsidR="00AE2AB7" w:rsidRDefault="00AE2AB7" w:rsidP="002725B6">
      <w:pPr>
        <w:ind w:left="36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234DE3">
        <w:rPr>
          <w:rFonts w:ascii="Times New Roman" w:hAnsi="Times New Roman"/>
          <w:b/>
          <w:sz w:val="24"/>
          <w:szCs w:val="24"/>
          <w:lang w:val="uk-UA"/>
        </w:rPr>
        <w:t xml:space="preserve">Знам’янський міський   голова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Pr="00234DE3">
        <w:rPr>
          <w:rFonts w:ascii="Times New Roman" w:hAnsi="Times New Roman"/>
          <w:b/>
          <w:sz w:val="24"/>
          <w:szCs w:val="24"/>
          <w:lang w:val="uk-UA"/>
        </w:rPr>
        <w:t xml:space="preserve">  Володимир  СОКИРКО </w:t>
      </w:r>
    </w:p>
    <w:p w:rsidR="00AE2AB7" w:rsidRDefault="00AE2AB7" w:rsidP="002725B6">
      <w:pPr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AE2AB7" w:rsidRDefault="00AE2AB7">
      <w:bookmarkStart w:id="0" w:name="_GoBack"/>
      <w:bookmarkEnd w:id="0"/>
    </w:p>
    <w:sectPr w:rsidR="00AE2AB7" w:rsidSect="00FE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419AE"/>
    <w:multiLevelType w:val="hybridMultilevel"/>
    <w:tmpl w:val="DFEC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5B6"/>
    <w:rsid w:val="00234DE3"/>
    <w:rsid w:val="002725B6"/>
    <w:rsid w:val="0030705C"/>
    <w:rsid w:val="00561D75"/>
    <w:rsid w:val="006C4017"/>
    <w:rsid w:val="008C418A"/>
    <w:rsid w:val="00AE2AB7"/>
    <w:rsid w:val="00BB454D"/>
    <w:rsid w:val="00C04264"/>
    <w:rsid w:val="00C13C40"/>
    <w:rsid w:val="00C44893"/>
    <w:rsid w:val="00C5208C"/>
    <w:rsid w:val="00DC2EB8"/>
    <w:rsid w:val="00FE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B6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25B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725B6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aliases w:val="Знак"/>
    <w:basedOn w:val="Normal"/>
    <w:link w:val="BodyTextChar"/>
    <w:uiPriority w:val="99"/>
    <w:rsid w:val="002725B6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locked/>
    <w:rsid w:val="002725B6"/>
    <w:rPr>
      <w:rFonts w:ascii="Verdana" w:eastAsia="Batang" w:hAnsi="Verdana" w:cs="Verdana"/>
      <w:sz w:val="20"/>
      <w:szCs w:val="20"/>
      <w:lang w:val="en-US"/>
    </w:rPr>
  </w:style>
  <w:style w:type="paragraph" w:customStyle="1" w:styleId="rvps2">
    <w:name w:val="rvps2"/>
    <w:basedOn w:val="Normal"/>
    <w:uiPriority w:val="99"/>
    <w:rsid w:val="002725B6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1381</Words>
  <Characters>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Знам’янська міська рада</dc:title>
  <dc:subject/>
  <dc:creator>User</dc:creator>
  <cp:keywords/>
  <dc:description/>
  <cp:lastModifiedBy>User</cp:lastModifiedBy>
  <cp:revision>2</cp:revision>
  <dcterms:created xsi:type="dcterms:W3CDTF">2021-06-22T12:10:00Z</dcterms:created>
  <dcterms:modified xsi:type="dcterms:W3CDTF">2021-06-22T12:10:00Z</dcterms:modified>
</cp:coreProperties>
</file>