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6B" w:rsidRDefault="00382A6B" w:rsidP="00BA41D6">
      <w:pPr>
        <w:jc w:val="center"/>
        <w:rPr>
          <w:b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6.65pt;margin-top:.6pt;width:45.05pt;height:57.6pt;z-index:251658240;visibility:visible;mso-wrap-edited:f">
            <v:imagedata r:id="rId5" o:title=""/>
            <w10:wrap type="topAndBottom"/>
          </v:shape>
          <o:OLEObject Type="Embed" ProgID="Word.Picture.8" ShapeID="_x0000_s1026" DrawAspect="Content" ObjectID="_1703926769" r:id="rId6"/>
        </w:pict>
      </w:r>
    </w:p>
    <w:p w:rsidR="00382A6B" w:rsidRPr="008F29BD" w:rsidRDefault="00382A6B" w:rsidP="00BA41D6">
      <w:pPr>
        <w:jc w:val="center"/>
        <w:rPr>
          <w:b/>
          <w:lang w:val="uk-UA"/>
        </w:rPr>
      </w:pPr>
      <w:r w:rsidRPr="008F29BD">
        <w:rPr>
          <w:b/>
          <w:lang w:val="uk-UA"/>
        </w:rPr>
        <w:t>Знам’янська міська рада</w:t>
      </w:r>
    </w:p>
    <w:p w:rsidR="00382A6B" w:rsidRPr="008F29BD" w:rsidRDefault="00382A6B" w:rsidP="00BA41D6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382A6B" w:rsidRPr="008F29BD" w:rsidRDefault="00382A6B" w:rsidP="00BA41D6">
      <w:pPr>
        <w:jc w:val="center"/>
        <w:rPr>
          <w:b/>
          <w:lang w:val="uk-UA"/>
        </w:rPr>
      </w:pPr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382A6B" w:rsidRPr="008F29BD" w:rsidRDefault="00382A6B" w:rsidP="00BA41D6">
      <w:pPr>
        <w:jc w:val="center"/>
        <w:rPr>
          <w:b/>
          <w:lang w:val="uk-UA"/>
        </w:rPr>
      </w:pPr>
    </w:p>
    <w:p w:rsidR="00382A6B" w:rsidRPr="008F29BD" w:rsidRDefault="00382A6B" w:rsidP="00BA41D6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>Р І Ш Е Н Н Я</w:t>
      </w:r>
    </w:p>
    <w:p w:rsidR="00382A6B" w:rsidRPr="008F29BD" w:rsidRDefault="00382A6B" w:rsidP="00BA41D6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382A6B" w:rsidRPr="008F29BD" w:rsidRDefault="00382A6B" w:rsidP="00BA41D6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768</w:t>
      </w:r>
      <w:r w:rsidRPr="008F29BD">
        <w:rPr>
          <w:rFonts w:eastAsia="Times New Roman"/>
          <w:b/>
          <w:lang w:val="uk-UA"/>
        </w:rPr>
        <w:t xml:space="preserve"> </w:t>
      </w:r>
    </w:p>
    <w:p w:rsidR="00382A6B" w:rsidRPr="008F29BD" w:rsidRDefault="00382A6B" w:rsidP="00BA41D6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382A6B" w:rsidRDefault="00382A6B" w:rsidP="00BA41D6">
      <w:pPr>
        <w:ind w:firstLine="284"/>
        <w:jc w:val="both"/>
        <w:rPr>
          <w:lang w:val="uk-UA"/>
        </w:rPr>
      </w:pPr>
    </w:p>
    <w:p w:rsidR="00382A6B" w:rsidRDefault="00382A6B" w:rsidP="00BA41D6">
      <w:pPr>
        <w:rPr>
          <w:bCs/>
          <w:lang w:val="uk-UA"/>
        </w:rPr>
      </w:pPr>
      <w:r w:rsidRPr="00FA2A84">
        <w:rPr>
          <w:lang w:val="uk-UA"/>
        </w:rPr>
        <w:t xml:space="preserve">Про встановлення </w:t>
      </w:r>
      <w:r w:rsidRPr="00FA2A84">
        <w:rPr>
          <w:bCs/>
          <w:lang w:val="uk-UA"/>
        </w:rPr>
        <w:t xml:space="preserve">на території Знам’янської </w:t>
      </w:r>
      <w:r>
        <w:rPr>
          <w:bCs/>
          <w:lang w:val="uk-UA"/>
        </w:rPr>
        <w:t>міської</w:t>
      </w:r>
    </w:p>
    <w:p w:rsidR="00382A6B" w:rsidRDefault="00382A6B" w:rsidP="00BA41D6">
      <w:pPr>
        <w:rPr>
          <w:lang w:val="uk-UA"/>
        </w:rPr>
      </w:pPr>
      <w:r w:rsidRPr="00FA2A84">
        <w:rPr>
          <w:bCs/>
          <w:lang w:val="uk-UA"/>
        </w:rPr>
        <w:t>територіальної громади</w:t>
      </w:r>
      <w:r w:rsidRPr="00FA2A84">
        <w:rPr>
          <w:lang w:val="uk-UA"/>
        </w:rPr>
        <w:t xml:space="preserve"> мінімальної вартості місячної </w:t>
      </w:r>
    </w:p>
    <w:p w:rsidR="00382A6B" w:rsidRDefault="00382A6B" w:rsidP="00BA41D6">
      <w:pPr>
        <w:rPr>
          <w:lang w:val="uk-UA"/>
        </w:rPr>
      </w:pPr>
      <w:r w:rsidRPr="00FA2A84">
        <w:rPr>
          <w:lang w:val="uk-UA"/>
        </w:rPr>
        <w:t xml:space="preserve">оренди одного квадратного метра загальної площі </w:t>
      </w:r>
    </w:p>
    <w:p w:rsidR="00382A6B" w:rsidRPr="00FA2A84" w:rsidRDefault="00382A6B" w:rsidP="00BA41D6">
      <w:pPr>
        <w:rPr>
          <w:lang w:val="uk-UA"/>
        </w:rPr>
      </w:pPr>
      <w:r w:rsidRPr="00FA2A84">
        <w:rPr>
          <w:lang w:val="uk-UA"/>
        </w:rPr>
        <w:t>нерухомого майна фізичних осіб</w:t>
      </w:r>
      <w:r>
        <w:rPr>
          <w:lang w:val="uk-UA"/>
        </w:rPr>
        <w:t xml:space="preserve"> на 2022</w:t>
      </w:r>
      <w:r w:rsidRPr="00FA2A84">
        <w:rPr>
          <w:lang w:val="uk-UA"/>
        </w:rPr>
        <w:t xml:space="preserve">  рік</w:t>
      </w:r>
    </w:p>
    <w:p w:rsidR="00382A6B" w:rsidRPr="00FA2A84" w:rsidRDefault="00382A6B" w:rsidP="00BA41D6">
      <w:pPr>
        <w:ind w:firstLine="426"/>
        <w:jc w:val="both"/>
        <w:rPr>
          <w:lang w:val="uk-UA"/>
        </w:rPr>
      </w:pPr>
    </w:p>
    <w:p w:rsidR="00382A6B" w:rsidRPr="00FA2A84" w:rsidRDefault="00382A6B" w:rsidP="00BA41D6">
      <w:pPr>
        <w:ind w:firstLine="426"/>
        <w:jc w:val="both"/>
        <w:rPr>
          <w:lang w:val="uk-UA"/>
        </w:rPr>
      </w:pPr>
      <w:r w:rsidRPr="00FA2A84">
        <w:rPr>
          <w:lang w:val="uk-UA"/>
        </w:rPr>
        <w:t xml:space="preserve">Відповідно до  ст. 170 Податкового кодексу України, постанови  Кабінету Міністрів України від 29  грудня 2010 року №1253 «Про затвердження Методики визначення мінімальної суми орендного платежу за нерухоме майно фізичних осіб», наказу  Міністерства розвитку громад і територій України  від </w:t>
      </w:r>
      <w:r>
        <w:rPr>
          <w:lang w:val="uk-UA"/>
        </w:rPr>
        <w:t>10 вересня 2021  року  №230</w:t>
      </w:r>
      <w:r w:rsidRPr="00FA2A84">
        <w:rPr>
          <w:lang w:val="uk-UA"/>
        </w:rPr>
        <w:t xml:space="preserve">  «Про  показники  опосередкованої  вартості  спорудження  житла за  регіонами України», керуючись ст. 26 Закону України   «Про місцеве самоврядування в Україні», Знам’янська міська рада </w:t>
      </w:r>
    </w:p>
    <w:p w:rsidR="00382A6B" w:rsidRPr="00FA2A84" w:rsidRDefault="00382A6B" w:rsidP="00BA41D6">
      <w:pPr>
        <w:shd w:val="clear" w:color="auto" w:fill="FFFFFF"/>
        <w:spacing w:before="225" w:line="300" w:lineRule="atLeast"/>
        <w:ind w:firstLine="426"/>
        <w:jc w:val="center"/>
        <w:rPr>
          <w:b/>
          <w:lang w:val="uk-UA"/>
        </w:rPr>
      </w:pPr>
      <w:r w:rsidRPr="00FA2A84">
        <w:rPr>
          <w:b/>
          <w:lang w:val="uk-UA"/>
        </w:rPr>
        <w:t>В и р і ш и л а:</w:t>
      </w:r>
    </w:p>
    <w:p w:rsidR="00382A6B" w:rsidRPr="00FA2A84" w:rsidRDefault="00382A6B" w:rsidP="00BA41D6">
      <w:pPr>
        <w:pStyle w:val="ListParagraph"/>
        <w:numPr>
          <w:ilvl w:val="0"/>
          <w:numId w:val="1"/>
        </w:numPr>
        <w:jc w:val="both"/>
        <w:rPr>
          <w:lang w:val="uk-UA"/>
        </w:rPr>
      </w:pPr>
      <w:r w:rsidRPr="00FA2A84">
        <w:rPr>
          <w:lang w:val="uk-UA"/>
        </w:rPr>
        <w:t xml:space="preserve">Встановити </w:t>
      </w:r>
      <w:r w:rsidRPr="00FA2A84">
        <w:rPr>
          <w:bCs/>
          <w:lang w:val="uk-UA"/>
        </w:rPr>
        <w:t xml:space="preserve">на території Знам’янської </w:t>
      </w:r>
      <w:r>
        <w:rPr>
          <w:bCs/>
          <w:lang w:val="uk-UA"/>
        </w:rPr>
        <w:t xml:space="preserve">міської </w:t>
      </w:r>
      <w:r w:rsidRPr="00FA2A84">
        <w:rPr>
          <w:bCs/>
          <w:lang w:val="uk-UA"/>
        </w:rPr>
        <w:t>територіальної громади</w:t>
      </w:r>
      <w:r w:rsidRPr="00FA2A84">
        <w:rPr>
          <w:lang w:val="uk-UA"/>
        </w:rPr>
        <w:t xml:space="preserve"> </w:t>
      </w:r>
      <w:r>
        <w:rPr>
          <w:lang w:val="uk-UA"/>
        </w:rPr>
        <w:t>у 2022  році</w:t>
      </w:r>
      <w:r w:rsidRPr="00FA2A84">
        <w:rPr>
          <w:lang w:val="uk-UA"/>
        </w:rPr>
        <w:t xml:space="preserve"> мінімальну вартість місячної оренди одного квадратного метра загальної площі нерухомого майна фізичних осіб</w:t>
      </w:r>
      <w:r>
        <w:rPr>
          <w:lang w:val="uk-UA"/>
        </w:rPr>
        <w:t xml:space="preserve">  у  розмірі  10,29</w:t>
      </w:r>
      <w:r w:rsidRPr="00FA2A84">
        <w:rPr>
          <w:lang w:val="uk-UA"/>
        </w:rPr>
        <w:t xml:space="preserve">  грн. (розрахунок  додається).</w:t>
      </w:r>
    </w:p>
    <w:p w:rsidR="00382A6B" w:rsidRPr="00FA2A84" w:rsidRDefault="00382A6B" w:rsidP="00BA41D6">
      <w:pPr>
        <w:pStyle w:val="ListParagraph"/>
        <w:numPr>
          <w:ilvl w:val="0"/>
          <w:numId w:val="1"/>
        </w:numPr>
        <w:shd w:val="clear" w:color="auto" w:fill="FFFFFF"/>
        <w:jc w:val="both"/>
        <w:rPr>
          <w:color w:val="4B4B4B"/>
          <w:lang w:val="uk-UA"/>
        </w:rPr>
      </w:pPr>
      <w:r w:rsidRPr="00FA2A84">
        <w:rPr>
          <w:lang w:val="uk-UA"/>
        </w:rPr>
        <w:t>Встановити додаткові коефіцієнти функціонального використання об'єкта нерухомого майна у розмірах, визначених постановою Кабінету Міністрів Ук</w:t>
      </w:r>
      <w:r>
        <w:rPr>
          <w:lang w:val="uk-UA"/>
        </w:rPr>
        <w:t>раїни від 29 грудня 2010 року №</w:t>
      </w:r>
      <w:r w:rsidRPr="00FA2A84">
        <w:rPr>
          <w:lang w:val="uk-UA"/>
        </w:rPr>
        <w:t xml:space="preserve">1253 «Про затвердження Методики визначення мінімальної суми орендного платежу за нерухоме майно фізичних осіб»  для  провадження: </w:t>
      </w:r>
    </w:p>
    <w:p w:rsidR="00382A6B" w:rsidRPr="00FA2A84" w:rsidRDefault="00382A6B" w:rsidP="00BA41D6">
      <w:pPr>
        <w:pStyle w:val="ListParagraph"/>
        <w:numPr>
          <w:ilvl w:val="0"/>
          <w:numId w:val="2"/>
        </w:numPr>
        <w:shd w:val="clear" w:color="auto" w:fill="FFFFFF"/>
        <w:ind w:left="567" w:hanging="283"/>
        <w:jc w:val="both"/>
        <w:rPr>
          <w:color w:val="4B4B4B"/>
          <w:lang w:val="uk-UA"/>
        </w:rPr>
      </w:pPr>
      <w:r w:rsidRPr="00FA2A84">
        <w:rPr>
          <w:lang w:val="uk-UA"/>
        </w:rPr>
        <w:t>некомерційної  діяльності, у  тому  числі  проживання  фізичних осіб – коефіцієнт 1;</w:t>
      </w:r>
    </w:p>
    <w:p w:rsidR="00382A6B" w:rsidRPr="00FA2A84" w:rsidRDefault="00382A6B" w:rsidP="00BA41D6">
      <w:pPr>
        <w:pStyle w:val="ListParagraph"/>
        <w:numPr>
          <w:ilvl w:val="0"/>
          <w:numId w:val="2"/>
        </w:numPr>
        <w:shd w:val="clear" w:color="auto" w:fill="FFFFFF"/>
        <w:ind w:left="567" w:hanging="283"/>
        <w:jc w:val="both"/>
        <w:rPr>
          <w:lang w:val="uk-UA"/>
        </w:rPr>
      </w:pPr>
      <w:r w:rsidRPr="00FA2A84">
        <w:rPr>
          <w:lang w:val="uk-UA"/>
        </w:rPr>
        <w:t>впровадження  виробничої  діяльності – коефіцієнт 2;</w:t>
      </w:r>
    </w:p>
    <w:p w:rsidR="00382A6B" w:rsidRPr="00FA2A84" w:rsidRDefault="00382A6B" w:rsidP="00BA41D6">
      <w:pPr>
        <w:pStyle w:val="ListParagraph"/>
        <w:numPr>
          <w:ilvl w:val="0"/>
          <w:numId w:val="2"/>
        </w:numPr>
        <w:shd w:val="clear" w:color="auto" w:fill="FFFFFF"/>
        <w:ind w:left="567" w:hanging="283"/>
        <w:jc w:val="both"/>
        <w:rPr>
          <w:lang w:val="uk-UA"/>
        </w:rPr>
      </w:pPr>
      <w:r w:rsidRPr="00FA2A84">
        <w:rPr>
          <w:lang w:val="uk-UA"/>
        </w:rPr>
        <w:t>іншої  комерційної  діяльності – коефіцієнт 3.</w:t>
      </w:r>
    </w:p>
    <w:p w:rsidR="00382A6B" w:rsidRPr="00FA2A84" w:rsidRDefault="00382A6B" w:rsidP="00BA41D6">
      <w:pPr>
        <w:pStyle w:val="ListParagraph"/>
        <w:numPr>
          <w:ilvl w:val="0"/>
          <w:numId w:val="1"/>
        </w:numPr>
        <w:jc w:val="both"/>
        <w:rPr>
          <w:lang w:val="uk-UA"/>
        </w:rPr>
      </w:pPr>
      <w:r w:rsidRPr="00FA2A84">
        <w:rPr>
          <w:lang w:val="uk-UA"/>
        </w:rPr>
        <w:t xml:space="preserve">Вважати  таким,  що  втратило  чинність  рішення  міської  ради  від </w:t>
      </w:r>
      <w:r>
        <w:rPr>
          <w:lang w:val="uk-UA"/>
        </w:rPr>
        <w:t>22 грудня 2020</w:t>
      </w:r>
      <w:r w:rsidRPr="00FA2A84">
        <w:rPr>
          <w:lang w:val="uk-UA"/>
        </w:rPr>
        <w:t xml:space="preserve">  року  №</w:t>
      </w:r>
      <w:r>
        <w:rPr>
          <w:lang w:val="uk-UA"/>
        </w:rPr>
        <w:t>19</w:t>
      </w:r>
      <w:r w:rsidRPr="00FA2A84">
        <w:rPr>
          <w:lang w:val="uk-UA"/>
        </w:rPr>
        <w:t xml:space="preserve">  «Про  встановлення  на  </w:t>
      </w:r>
      <w:r>
        <w:rPr>
          <w:lang w:val="uk-UA"/>
        </w:rPr>
        <w:t xml:space="preserve">території Знам'янської  територіальної громади </w:t>
      </w:r>
      <w:r w:rsidRPr="00FA2A84">
        <w:rPr>
          <w:lang w:val="uk-UA"/>
        </w:rPr>
        <w:t xml:space="preserve">мінімальної  вартості  </w:t>
      </w:r>
      <w:r>
        <w:rPr>
          <w:lang w:val="uk-UA"/>
        </w:rPr>
        <w:t xml:space="preserve">місячної </w:t>
      </w:r>
      <w:r w:rsidRPr="00FA2A84">
        <w:rPr>
          <w:lang w:val="uk-UA"/>
        </w:rPr>
        <w:t>оренди  одного  квадратного  метра  загальної  площі  нерухомого  майна  фізичних  осіб</w:t>
      </w:r>
      <w:r>
        <w:rPr>
          <w:lang w:val="uk-UA"/>
        </w:rPr>
        <w:t xml:space="preserve"> на 2021 рік</w:t>
      </w:r>
      <w:r w:rsidRPr="00FA2A84">
        <w:rPr>
          <w:lang w:val="uk-UA"/>
        </w:rPr>
        <w:t>».</w:t>
      </w:r>
    </w:p>
    <w:p w:rsidR="00382A6B" w:rsidRPr="00FE4066" w:rsidRDefault="00382A6B" w:rsidP="00BA41D6">
      <w:pPr>
        <w:pStyle w:val="ListParagraph"/>
        <w:numPr>
          <w:ilvl w:val="0"/>
          <w:numId w:val="1"/>
        </w:numPr>
        <w:jc w:val="both"/>
        <w:rPr>
          <w:lang w:val="uk-UA"/>
        </w:rPr>
      </w:pPr>
      <w:r w:rsidRPr="00FE4066">
        <w:rPr>
          <w:lang w:val="uk-UA"/>
        </w:rPr>
        <w:t>Дане  рішення набирає чинності  з 01 січня  2022 року.</w:t>
      </w:r>
    </w:p>
    <w:p w:rsidR="00382A6B" w:rsidRPr="000367EB" w:rsidRDefault="00382A6B" w:rsidP="00BA41D6">
      <w:pPr>
        <w:pStyle w:val="ListParagraph"/>
        <w:numPr>
          <w:ilvl w:val="0"/>
          <w:numId w:val="1"/>
        </w:numPr>
        <w:jc w:val="both"/>
        <w:rPr>
          <w:b/>
          <w:lang w:val="uk-UA"/>
        </w:rPr>
      </w:pPr>
      <w:r w:rsidRPr="00FE4066">
        <w:rPr>
          <w:lang w:val="uk-UA"/>
        </w:rPr>
        <w:t>Організацію  виконання  рішення  покласти на Знам</w:t>
      </w:r>
      <w:r w:rsidRPr="00FE4066">
        <w:rPr>
          <w:bCs/>
          <w:lang w:val="uk-UA"/>
        </w:rPr>
        <w:t>’</w:t>
      </w:r>
      <w:r w:rsidRPr="00FE4066">
        <w:rPr>
          <w:lang w:val="uk-UA"/>
        </w:rPr>
        <w:t>янську ДПІ ГУ ДПС  у</w:t>
      </w:r>
      <w:r>
        <w:rPr>
          <w:lang w:val="uk-UA"/>
        </w:rPr>
        <w:t xml:space="preserve">  Кіровоградській</w:t>
      </w:r>
      <w:r w:rsidRPr="00FA2A84">
        <w:rPr>
          <w:lang w:val="uk-UA"/>
        </w:rPr>
        <w:t xml:space="preserve">  області</w:t>
      </w:r>
      <w:r>
        <w:rPr>
          <w:lang w:val="uk-UA"/>
        </w:rPr>
        <w:t xml:space="preserve">, </w:t>
      </w:r>
      <w:r w:rsidRPr="0033579E">
        <w:rPr>
          <w:lang w:val="uk-UA"/>
        </w:rPr>
        <w:t>заступника міського голови з питань діяльності виконавчих органів Ліану ПЕРЕСАДЧЕНКО та начальника відділу економічного розвитку, підприємництва, промисловості та торгівлі Інну КУЗІНУ</w:t>
      </w:r>
      <w:r w:rsidRPr="000367EB">
        <w:rPr>
          <w:b/>
          <w:lang w:val="uk-UA"/>
        </w:rPr>
        <w:t>.</w:t>
      </w:r>
    </w:p>
    <w:p w:rsidR="00382A6B" w:rsidRPr="00FA2A84" w:rsidRDefault="00382A6B" w:rsidP="00BA41D6">
      <w:pPr>
        <w:pStyle w:val="ListParagraph"/>
        <w:numPr>
          <w:ilvl w:val="0"/>
          <w:numId w:val="1"/>
        </w:numPr>
        <w:jc w:val="both"/>
        <w:rPr>
          <w:lang w:val="uk-UA"/>
        </w:rPr>
      </w:pPr>
      <w:r w:rsidRPr="00B426BD">
        <w:t>Контроль  за  виконанням  рішення  покласти  на  постійну комісію з питань бюджету, економічного розвитку, споживчог</w:t>
      </w:r>
      <w:r>
        <w:t>о ринку та підприємництва (гол.</w:t>
      </w:r>
      <w:r w:rsidRPr="00B426BD">
        <w:t>Неля ДАНАСІЄНКО).</w:t>
      </w:r>
      <w:r w:rsidRPr="00FA2A84">
        <w:rPr>
          <w:lang w:val="uk-UA"/>
        </w:rPr>
        <w:t xml:space="preserve"> </w:t>
      </w:r>
    </w:p>
    <w:p w:rsidR="00382A6B" w:rsidRDefault="00382A6B" w:rsidP="00BA41D6">
      <w:pPr>
        <w:jc w:val="both"/>
        <w:rPr>
          <w:lang w:val="uk-UA"/>
        </w:rPr>
      </w:pPr>
    </w:p>
    <w:p w:rsidR="00382A6B" w:rsidRPr="00FA2A84" w:rsidRDefault="00382A6B" w:rsidP="00BA41D6">
      <w:pPr>
        <w:jc w:val="both"/>
        <w:rPr>
          <w:lang w:val="uk-UA"/>
        </w:rPr>
      </w:pPr>
    </w:p>
    <w:p w:rsidR="00382A6B" w:rsidRPr="00CA2108" w:rsidRDefault="00382A6B" w:rsidP="00CA2108">
      <w:pPr>
        <w:jc w:val="both"/>
        <w:rPr>
          <w:b/>
          <w:lang w:val="uk-UA"/>
        </w:rPr>
      </w:pPr>
      <w:r w:rsidRPr="00FA2A84">
        <w:rPr>
          <w:b/>
          <w:lang w:val="uk-UA"/>
        </w:rPr>
        <w:t>Знам’янський міський   голова                                                      Володимир  СОКИРКО</w:t>
      </w:r>
    </w:p>
    <w:p w:rsidR="00382A6B" w:rsidRDefault="00382A6B" w:rsidP="00BA41D6">
      <w:pPr>
        <w:shd w:val="clear" w:color="auto" w:fill="FFFFFF"/>
        <w:jc w:val="right"/>
        <w:rPr>
          <w:lang w:val="uk-UA"/>
        </w:rPr>
      </w:pPr>
      <w:bookmarkStart w:id="0" w:name="_GoBack"/>
      <w:bookmarkEnd w:id="0"/>
    </w:p>
    <w:p w:rsidR="00382A6B" w:rsidRPr="00FA2A84" w:rsidRDefault="00382A6B" w:rsidP="00BA41D6">
      <w:pPr>
        <w:shd w:val="clear" w:color="auto" w:fill="FFFFFF"/>
        <w:jc w:val="right"/>
        <w:rPr>
          <w:lang w:val="uk-UA"/>
        </w:rPr>
      </w:pPr>
      <w:r w:rsidRPr="00FA2A84">
        <w:rPr>
          <w:lang w:val="uk-UA"/>
        </w:rPr>
        <w:t>Додаток                           </w:t>
      </w:r>
    </w:p>
    <w:p w:rsidR="00382A6B" w:rsidRDefault="00382A6B" w:rsidP="00BA41D6">
      <w:pPr>
        <w:shd w:val="clear" w:color="auto" w:fill="FFFFFF"/>
        <w:ind w:left="4248" w:firstLine="708"/>
        <w:jc w:val="center"/>
        <w:rPr>
          <w:lang w:val="uk-UA"/>
        </w:rPr>
      </w:pPr>
      <w:r w:rsidRPr="00FA2A84">
        <w:rPr>
          <w:lang w:val="uk-UA"/>
        </w:rPr>
        <w:t xml:space="preserve">до рішення </w:t>
      </w:r>
      <w:r>
        <w:rPr>
          <w:lang w:val="uk-UA"/>
        </w:rPr>
        <w:t xml:space="preserve">Знам’янської </w:t>
      </w:r>
      <w:r w:rsidRPr="00FA2A84">
        <w:rPr>
          <w:lang w:val="uk-UA"/>
        </w:rPr>
        <w:t>міської ради</w:t>
      </w:r>
    </w:p>
    <w:p w:rsidR="00382A6B" w:rsidRPr="00FA2A84" w:rsidRDefault="00382A6B" w:rsidP="00BA41D6">
      <w:pPr>
        <w:shd w:val="clear" w:color="auto" w:fill="FFFFFF"/>
        <w:tabs>
          <w:tab w:val="left" w:pos="7380"/>
          <w:tab w:val="left" w:pos="7740"/>
          <w:tab w:val="left" w:pos="792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</w:t>
      </w:r>
      <w:r w:rsidRPr="00FA2A84">
        <w:rPr>
          <w:lang w:val="uk-UA"/>
        </w:rPr>
        <w:t xml:space="preserve">від </w:t>
      </w:r>
      <w:r>
        <w:rPr>
          <w:lang w:val="uk-UA"/>
        </w:rPr>
        <w:t>19.11.2021р.</w:t>
      </w:r>
      <w:r w:rsidRPr="00FA2A84">
        <w:rPr>
          <w:lang w:val="uk-UA"/>
        </w:rPr>
        <w:t xml:space="preserve"> №</w:t>
      </w:r>
      <w:r>
        <w:rPr>
          <w:lang w:val="uk-UA"/>
        </w:rPr>
        <w:t>768</w:t>
      </w:r>
    </w:p>
    <w:p w:rsidR="00382A6B" w:rsidRPr="00FA2A84" w:rsidRDefault="00382A6B" w:rsidP="00BA41D6">
      <w:pPr>
        <w:shd w:val="clear" w:color="auto" w:fill="FFFFFF"/>
        <w:jc w:val="center"/>
        <w:rPr>
          <w:lang w:val="uk-UA"/>
        </w:rPr>
      </w:pPr>
    </w:p>
    <w:p w:rsidR="00382A6B" w:rsidRPr="00FA2A84" w:rsidRDefault="00382A6B" w:rsidP="00BA41D6">
      <w:pPr>
        <w:shd w:val="clear" w:color="auto" w:fill="FFFFFF"/>
        <w:jc w:val="center"/>
        <w:rPr>
          <w:b/>
          <w:bCs/>
          <w:lang w:val="uk-UA"/>
        </w:rPr>
      </w:pPr>
      <w:r w:rsidRPr="00FA2A84">
        <w:rPr>
          <w:b/>
          <w:bCs/>
          <w:lang w:val="uk-UA"/>
        </w:rPr>
        <w:t>Розрахунок  мінімальної вартості місячної оренди</w:t>
      </w:r>
    </w:p>
    <w:p w:rsidR="00382A6B" w:rsidRPr="00FA2A84" w:rsidRDefault="00382A6B" w:rsidP="00BA41D6">
      <w:pPr>
        <w:shd w:val="clear" w:color="auto" w:fill="FFFFFF"/>
        <w:spacing w:line="300" w:lineRule="atLeast"/>
        <w:jc w:val="center"/>
        <w:rPr>
          <w:lang w:val="uk-UA"/>
        </w:rPr>
      </w:pPr>
      <w:r w:rsidRPr="00FA2A84">
        <w:rPr>
          <w:b/>
          <w:bCs/>
          <w:lang w:val="uk-UA"/>
        </w:rPr>
        <w:t xml:space="preserve"> одного квадратного метра нерухомого майна фізичних осіб </w:t>
      </w:r>
    </w:p>
    <w:p w:rsidR="00382A6B" w:rsidRPr="00FA2A84" w:rsidRDefault="00382A6B" w:rsidP="00BA41D6">
      <w:pPr>
        <w:numPr>
          <w:ilvl w:val="0"/>
          <w:numId w:val="3"/>
        </w:numPr>
        <w:shd w:val="clear" w:color="auto" w:fill="FFFFFF"/>
        <w:spacing w:before="100" w:beforeAutospacing="1" w:line="300" w:lineRule="atLeast"/>
        <w:ind w:left="0"/>
        <w:jc w:val="both"/>
        <w:rPr>
          <w:lang w:val="uk-UA"/>
        </w:rPr>
      </w:pPr>
      <w:r w:rsidRPr="00FA2A84">
        <w:rPr>
          <w:lang w:val="uk-UA"/>
        </w:rPr>
        <w:t>Мінімальна вартість місячної оренди  одного   квадратного  метра загальної  площі  нерухомого  майна  розраховується відповідно до постанови Кабінету Міністрів України від 29.12.2010 № 1253 «Про затвердження Методики визначення мінімальної суми орендного платежу за нерухоме майно фізичних осіб».</w:t>
      </w:r>
    </w:p>
    <w:p w:rsidR="00382A6B" w:rsidRPr="00FA2A84" w:rsidRDefault="00382A6B" w:rsidP="00BA41D6">
      <w:pPr>
        <w:numPr>
          <w:ilvl w:val="0"/>
          <w:numId w:val="3"/>
        </w:numPr>
        <w:shd w:val="clear" w:color="auto" w:fill="FFFFFF"/>
        <w:spacing w:before="100" w:beforeAutospacing="1" w:line="300" w:lineRule="atLeast"/>
        <w:ind w:left="0"/>
        <w:jc w:val="both"/>
        <w:rPr>
          <w:lang w:val="uk-UA"/>
        </w:rPr>
      </w:pPr>
      <w:r w:rsidRPr="00FA2A84">
        <w:rPr>
          <w:lang w:val="uk-UA"/>
        </w:rPr>
        <w:t xml:space="preserve">Мінімальна сума орендного платежу за нерухоме майно  на  території  Знам’янської </w:t>
      </w:r>
      <w:r>
        <w:rPr>
          <w:lang w:val="uk-UA"/>
        </w:rPr>
        <w:t xml:space="preserve">міської </w:t>
      </w:r>
      <w:r w:rsidRPr="00FA2A84">
        <w:rPr>
          <w:lang w:val="uk-UA"/>
        </w:rPr>
        <w:t>територіальної громади  визначається виходячи з мінімальної вартості місячної оренди одного метра квадратного загальної площі нерухомого майна фізичних осіб за  формулою:</w:t>
      </w:r>
    </w:p>
    <w:p w:rsidR="00382A6B" w:rsidRPr="00FA2A84" w:rsidRDefault="00382A6B" w:rsidP="00BA41D6">
      <w:pPr>
        <w:rPr>
          <w:b/>
          <w:bCs/>
          <w:shd w:val="clear" w:color="auto" w:fill="FFFFFF"/>
          <w:lang w:val="uk-UA"/>
        </w:rPr>
      </w:pPr>
      <w:r w:rsidRPr="00FA2A84">
        <w:rPr>
          <w:b/>
          <w:bCs/>
          <w:shd w:val="clear" w:color="auto" w:fill="FFFFFF"/>
          <w:lang w:val="uk-UA"/>
        </w:rPr>
        <w:t>                             Рн </w:t>
      </w:r>
      <w:r w:rsidRPr="00FA2A84">
        <w:rPr>
          <w:b/>
          <w:bCs/>
          <w:shd w:val="clear" w:color="auto" w:fill="FFFFFF"/>
          <w:lang w:val="uk-UA"/>
        </w:rPr>
        <w:br/>
        <w:t>                   Р = ----------</w:t>
      </w:r>
    </w:p>
    <w:p w:rsidR="00382A6B" w:rsidRDefault="00382A6B" w:rsidP="00BA41D6">
      <w:pPr>
        <w:rPr>
          <w:b/>
          <w:bCs/>
          <w:shd w:val="clear" w:color="auto" w:fill="FFFFFF"/>
          <w:lang w:val="uk-UA"/>
        </w:rPr>
      </w:pPr>
      <w:r w:rsidRPr="00FA2A84">
        <w:rPr>
          <w:b/>
          <w:bCs/>
          <w:shd w:val="clear" w:color="auto" w:fill="FFFFFF"/>
          <w:lang w:val="uk-UA"/>
        </w:rPr>
        <w:t>                           К х 12</w:t>
      </w:r>
    </w:p>
    <w:p w:rsidR="00382A6B" w:rsidRPr="00FA2A84" w:rsidRDefault="00382A6B" w:rsidP="00BA41D6">
      <w:pPr>
        <w:shd w:val="clear" w:color="auto" w:fill="FFFFFF"/>
        <w:spacing w:before="225" w:line="300" w:lineRule="atLeast"/>
        <w:jc w:val="both"/>
        <w:rPr>
          <w:lang w:val="uk-UA"/>
        </w:rPr>
      </w:pPr>
      <w:r w:rsidRPr="00FA2A84">
        <w:rPr>
          <w:lang w:val="uk-UA"/>
        </w:rPr>
        <w:t xml:space="preserve">де  </w:t>
      </w:r>
      <w:r w:rsidRPr="00FA2A84">
        <w:rPr>
          <w:b/>
          <w:bCs/>
          <w:lang w:val="uk-UA"/>
        </w:rPr>
        <w:t>Р </w:t>
      </w:r>
      <w:r w:rsidRPr="00FA2A84">
        <w:rPr>
          <w:lang w:val="uk-UA"/>
        </w:rPr>
        <w:t>- мінімальна вартість місячної оренди  1 м</w:t>
      </w:r>
      <w:r w:rsidRPr="00FA2A84">
        <w:rPr>
          <w:vertAlign w:val="superscript"/>
          <w:lang w:val="uk-UA"/>
        </w:rPr>
        <w:t>2</w:t>
      </w:r>
      <w:r w:rsidRPr="00FA2A84">
        <w:rPr>
          <w:lang w:val="uk-UA"/>
        </w:rPr>
        <w:t> загальної площі нерухомого майна у гривнях;</w:t>
      </w:r>
    </w:p>
    <w:p w:rsidR="00382A6B" w:rsidRPr="00FA2A84" w:rsidRDefault="00382A6B" w:rsidP="00BA41D6">
      <w:pPr>
        <w:shd w:val="clear" w:color="auto" w:fill="FFFFFF"/>
        <w:spacing w:line="300" w:lineRule="atLeast"/>
        <w:jc w:val="both"/>
        <w:rPr>
          <w:lang w:val="uk-UA"/>
        </w:rPr>
      </w:pPr>
      <w:r w:rsidRPr="00FA2A84">
        <w:rPr>
          <w:b/>
          <w:bCs/>
          <w:lang w:val="uk-UA"/>
        </w:rPr>
        <w:t>Рн</w:t>
      </w:r>
      <w:r w:rsidRPr="00FA2A84">
        <w:rPr>
          <w:lang w:val="uk-UA"/>
        </w:rPr>
        <w:t> - середня вартість 1 м</w:t>
      </w:r>
      <w:r w:rsidRPr="00FA2A84">
        <w:rPr>
          <w:vertAlign w:val="superscript"/>
          <w:lang w:val="uk-UA"/>
        </w:rPr>
        <w:t>2</w:t>
      </w:r>
      <w:r w:rsidRPr="00FA2A84">
        <w:rPr>
          <w:lang w:val="uk-UA"/>
        </w:rPr>
        <w:t xml:space="preserve"> новозбудованого об’єкта, подібного до орендованого, яка обчислюється залежно від ринкової вартості, у гривнях у відповідності до наказу  Міністерства розвитку громад і територій України </w:t>
      </w:r>
      <w:r>
        <w:rPr>
          <w:lang w:val="uk-UA"/>
        </w:rPr>
        <w:t xml:space="preserve">від </w:t>
      </w:r>
      <w:r w:rsidRPr="00FA2A84">
        <w:rPr>
          <w:lang w:val="uk-UA"/>
        </w:rPr>
        <w:t xml:space="preserve"> </w:t>
      </w:r>
      <w:r>
        <w:rPr>
          <w:lang w:val="uk-UA"/>
        </w:rPr>
        <w:t>10 вересня 2021  року  №230</w:t>
      </w:r>
      <w:r w:rsidRPr="00FA2A84">
        <w:rPr>
          <w:lang w:val="uk-UA"/>
        </w:rPr>
        <w:t xml:space="preserve"> «Про  показники  опосередкованої  вартості  спорудження  житла за  регіонами України»</w:t>
      </w:r>
      <w:r>
        <w:rPr>
          <w:lang w:val="uk-UA"/>
        </w:rPr>
        <w:t xml:space="preserve"> </w:t>
      </w:r>
      <w:r w:rsidRPr="00FA2A84">
        <w:rPr>
          <w:lang w:val="uk-UA"/>
        </w:rPr>
        <w:t xml:space="preserve">опосередкована вартість спорудження житла у розрахунку на </w:t>
      </w:r>
      <w:smartTag w:uri="urn:schemas-microsoft-com:office:smarttags" w:element="metricconverter">
        <w:smartTagPr>
          <w:attr w:name="ProductID" w:val="1 кв. метр"/>
        </w:smartTagPr>
        <w:r w:rsidRPr="00FA2A84">
          <w:rPr>
            <w:lang w:val="uk-UA"/>
          </w:rPr>
          <w:t>1 кв. метр</w:t>
        </w:r>
      </w:smartTag>
      <w:r w:rsidRPr="00FA2A84">
        <w:rPr>
          <w:lang w:val="uk-UA"/>
        </w:rPr>
        <w:t xml:space="preserve"> по Кіровоградській  області  (Рн) складає -  </w:t>
      </w:r>
      <w:r>
        <w:rPr>
          <w:lang w:val="uk-UA"/>
        </w:rPr>
        <w:t>12 349,00</w:t>
      </w:r>
      <w:r w:rsidRPr="00FA2A84">
        <w:rPr>
          <w:lang w:val="uk-UA"/>
        </w:rPr>
        <w:t xml:space="preserve"> грн.</w:t>
      </w:r>
    </w:p>
    <w:p w:rsidR="00382A6B" w:rsidRPr="00FA2A84" w:rsidRDefault="00382A6B" w:rsidP="00BA41D6">
      <w:pPr>
        <w:shd w:val="clear" w:color="auto" w:fill="FFFFFF"/>
        <w:spacing w:line="300" w:lineRule="atLeast"/>
        <w:jc w:val="both"/>
        <w:rPr>
          <w:lang w:val="uk-UA"/>
        </w:rPr>
      </w:pPr>
      <w:r w:rsidRPr="00FA2A84">
        <w:rPr>
          <w:b/>
          <w:bCs/>
          <w:lang w:val="uk-UA"/>
        </w:rPr>
        <w:t>К</w:t>
      </w:r>
      <w:r w:rsidRPr="00FA2A84">
        <w:rPr>
          <w:lang w:val="uk-UA"/>
        </w:rPr>
        <w:t> - коефіцієнт окупності об'єкта у разі надання й</w:t>
      </w:r>
      <w:r>
        <w:rPr>
          <w:lang w:val="uk-UA"/>
        </w:rPr>
        <w:t>ого в оренду, що відповідає проє</w:t>
      </w:r>
      <w:r w:rsidRPr="00FA2A84">
        <w:rPr>
          <w:lang w:val="uk-UA"/>
        </w:rPr>
        <w:t>ктному строку експлуатації такого об'єкта (від 5 до 100 років).У відповідності до наказу Державного комітету будівництва,  архітектури та житлової політики України від 30.09.1998</w:t>
      </w:r>
      <w:r>
        <w:rPr>
          <w:lang w:val="uk-UA"/>
        </w:rPr>
        <w:t>р. №</w:t>
      </w:r>
      <w:r w:rsidRPr="00FA2A84">
        <w:rPr>
          <w:lang w:val="uk-UA"/>
        </w:rPr>
        <w:t xml:space="preserve">215 «Про затвердження єдиного класифікатора житлових будинків залежно від якості житла та наявного інженерного обладнання», враховуючи характеристики за основними ознаками </w:t>
      </w:r>
      <w:r>
        <w:rPr>
          <w:lang w:val="uk-UA"/>
        </w:rPr>
        <w:t>будинків по місту, середній проє</w:t>
      </w:r>
      <w:r w:rsidRPr="00FA2A84">
        <w:rPr>
          <w:lang w:val="uk-UA"/>
        </w:rPr>
        <w:t>ктний строк експлуатації нерухомого майна по м. Знам’янка - 100 років, що приймається за  К.</w:t>
      </w:r>
    </w:p>
    <w:p w:rsidR="00382A6B" w:rsidRPr="00FA2A84" w:rsidRDefault="00382A6B" w:rsidP="00BA41D6">
      <w:pPr>
        <w:shd w:val="clear" w:color="auto" w:fill="FFFFFF"/>
        <w:spacing w:line="300" w:lineRule="atLeast"/>
        <w:jc w:val="both"/>
        <w:rPr>
          <w:lang w:val="uk-UA"/>
        </w:rPr>
      </w:pPr>
      <w:r w:rsidRPr="00FA2A84">
        <w:rPr>
          <w:lang w:val="uk-UA"/>
        </w:rPr>
        <w:t>Розрахункова мінімальна вартість місячної оренди одного квадратного метра   загальної  площі  нерухомого  майна  фізичних осіб на території  Знам’янської</w:t>
      </w:r>
      <w:r>
        <w:rPr>
          <w:lang w:val="uk-UA"/>
        </w:rPr>
        <w:t xml:space="preserve"> міської територіальної громади  на 2022</w:t>
      </w:r>
      <w:r w:rsidRPr="00FA2A84">
        <w:rPr>
          <w:lang w:val="uk-UA"/>
        </w:rPr>
        <w:t xml:space="preserve">  рік складає:</w:t>
      </w:r>
    </w:p>
    <w:p w:rsidR="00382A6B" w:rsidRPr="00FA2A84" w:rsidRDefault="00382A6B" w:rsidP="00BA41D6">
      <w:pPr>
        <w:shd w:val="clear" w:color="auto" w:fill="FFFFFF"/>
        <w:spacing w:line="300" w:lineRule="atLeast"/>
        <w:jc w:val="both"/>
        <w:rPr>
          <w:lang w:val="uk-UA"/>
        </w:rPr>
      </w:pPr>
      <w:r w:rsidRPr="00FA2A84">
        <w:rPr>
          <w:bCs/>
          <w:lang w:val="uk-UA"/>
        </w:rPr>
        <w:t xml:space="preserve">Р = </w:t>
      </w:r>
      <w:r>
        <w:rPr>
          <w:bCs/>
          <w:lang w:val="uk-UA"/>
        </w:rPr>
        <w:t>12349</w:t>
      </w:r>
      <w:r w:rsidRPr="00FA2A84">
        <w:rPr>
          <w:bCs/>
          <w:lang w:val="uk-UA"/>
        </w:rPr>
        <w:t xml:space="preserve">/ (100 х 12) = </w:t>
      </w:r>
      <w:r>
        <w:rPr>
          <w:bCs/>
          <w:lang w:val="uk-UA"/>
        </w:rPr>
        <w:t>10,29</w:t>
      </w:r>
      <w:r w:rsidRPr="00FA2A84">
        <w:rPr>
          <w:bCs/>
          <w:lang w:val="uk-UA"/>
        </w:rPr>
        <w:t xml:space="preserve"> грн.</w:t>
      </w:r>
      <w:r w:rsidRPr="00FA2A84">
        <w:rPr>
          <w:lang w:val="uk-UA"/>
        </w:rPr>
        <w:t xml:space="preserve">  </w:t>
      </w:r>
    </w:p>
    <w:p w:rsidR="00382A6B" w:rsidRDefault="00382A6B" w:rsidP="00BA41D6">
      <w:pPr>
        <w:pStyle w:val="NoSpacing"/>
        <w:jc w:val="center"/>
        <w:rPr>
          <w:b/>
        </w:rPr>
      </w:pPr>
    </w:p>
    <w:p w:rsidR="00382A6B" w:rsidRPr="00FA2A84" w:rsidRDefault="00382A6B" w:rsidP="00BA41D6">
      <w:pPr>
        <w:pStyle w:val="NoSpacing"/>
        <w:jc w:val="center"/>
        <w:rPr>
          <w:b/>
        </w:rPr>
      </w:pPr>
    </w:p>
    <w:p w:rsidR="00382A6B" w:rsidRPr="00FA2A84" w:rsidRDefault="00382A6B" w:rsidP="00BA41D6">
      <w:pPr>
        <w:pStyle w:val="NoSpacing"/>
        <w:rPr>
          <w:b/>
        </w:rPr>
      </w:pPr>
      <w:r w:rsidRPr="00FA2A84">
        <w:rPr>
          <w:b/>
        </w:rPr>
        <w:t xml:space="preserve">Секретар </w:t>
      </w:r>
      <w:r>
        <w:rPr>
          <w:b/>
        </w:rPr>
        <w:t xml:space="preserve">Знам’янської </w:t>
      </w:r>
      <w:r w:rsidRPr="00FA2A84">
        <w:rPr>
          <w:b/>
        </w:rPr>
        <w:t>міської р</w:t>
      </w:r>
      <w:r>
        <w:rPr>
          <w:b/>
        </w:rPr>
        <w:t>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Pr="00FA2A84">
        <w:rPr>
          <w:b/>
        </w:rPr>
        <w:t>Вікторія ЗЕЛЕНСЬКА</w:t>
      </w:r>
    </w:p>
    <w:p w:rsidR="00382A6B" w:rsidRPr="00FA2A84" w:rsidRDefault="00382A6B" w:rsidP="00BA41D6">
      <w:pPr>
        <w:pStyle w:val="NoSpacing"/>
      </w:pPr>
    </w:p>
    <w:p w:rsidR="00382A6B" w:rsidRDefault="00382A6B" w:rsidP="00BA41D6">
      <w:pPr>
        <w:rPr>
          <w:lang w:val="uk-UA"/>
        </w:rPr>
      </w:pPr>
    </w:p>
    <w:p w:rsidR="00382A6B" w:rsidRPr="00BA41D6" w:rsidRDefault="00382A6B">
      <w:pPr>
        <w:rPr>
          <w:lang w:val="uk-UA"/>
        </w:rPr>
      </w:pPr>
    </w:p>
    <w:sectPr w:rsidR="00382A6B" w:rsidRPr="00BA41D6" w:rsidSect="00CA2108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1D6"/>
    <w:rsid w:val="000367EB"/>
    <w:rsid w:val="001C540F"/>
    <w:rsid w:val="0033579E"/>
    <w:rsid w:val="00382A6B"/>
    <w:rsid w:val="004035D2"/>
    <w:rsid w:val="008F29BD"/>
    <w:rsid w:val="00AD7630"/>
    <w:rsid w:val="00B05123"/>
    <w:rsid w:val="00B426BD"/>
    <w:rsid w:val="00B94374"/>
    <w:rsid w:val="00BA41D6"/>
    <w:rsid w:val="00C565D5"/>
    <w:rsid w:val="00CA2108"/>
    <w:rsid w:val="00FA2A84"/>
    <w:rsid w:val="00FE4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1D6"/>
    <w:rPr>
      <w:rFonts w:ascii="Times New Roman" w:eastAsia="Batang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41D6"/>
    <w:pPr>
      <w:ind w:left="720"/>
      <w:contextualSpacing/>
    </w:pPr>
    <w:rPr>
      <w:rFonts w:eastAsia="Times New Roman"/>
    </w:rPr>
  </w:style>
  <w:style w:type="paragraph" w:styleId="NoSpacing">
    <w:name w:val="No Spacing"/>
    <w:link w:val="NoSpacingChar"/>
    <w:uiPriority w:val="99"/>
    <w:qFormat/>
    <w:rsid w:val="00BA41D6"/>
    <w:pPr>
      <w:ind w:left="23"/>
      <w:jc w:val="both"/>
    </w:pPr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A41D6"/>
    <w:rPr>
      <w:rFonts w:ascii="Times New Roman" w:hAnsi="Times New Roman" w:cs="Times New Roman"/>
      <w:sz w:val="24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735</Words>
  <Characters>4194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Знам’янська міська рада</dc:title>
  <dc:subject/>
  <dc:creator>User</dc:creator>
  <cp:keywords/>
  <dc:description/>
  <cp:lastModifiedBy>Пользователь Windows</cp:lastModifiedBy>
  <cp:revision>3</cp:revision>
  <cp:lastPrinted>2021-11-25T07:32:00Z</cp:lastPrinted>
  <dcterms:created xsi:type="dcterms:W3CDTF">2021-11-25T07:33:00Z</dcterms:created>
  <dcterms:modified xsi:type="dcterms:W3CDTF">2022-01-17T10:13:00Z</dcterms:modified>
</cp:coreProperties>
</file>