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C9" w:rsidRDefault="002013C9" w:rsidP="00F10480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</w:t>
      </w:r>
    </w:p>
    <w:p w:rsidR="002013C9" w:rsidRPr="006C4017" w:rsidRDefault="002013C9" w:rsidP="00F10480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>Знам’янська міська рада</w:t>
      </w:r>
    </w:p>
    <w:p w:rsidR="002013C9" w:rsidRPr="006C4017" w:rsidRDefault="002013C9" w:rsidP="00F10480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2013C9" w:rsidRPr="006C4017" w:rsidRDefault="002013C9" w:rsidP="00F10480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XI</w:t>
      </w:r>
      <w:r w:rsidRPr="003070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/>
          <w:b/>
          <w:bCs/>
          <w:sz w:val="24"/>
          <w:szCs w:val="24"/>
        </w:rPr>
        <w:t xml:space="preserve">сесія </w:t>
      </w:r>
      <w:r w:rsidRPr="006C4017">
        <w:rPr>
          <w:rFonts w:ascii="Times New Roman" w:hAnsi="Times New Roman"/>
          <w:b/>
          <w:bCs/>
          <w:sz w:val="24"/>
          <w:szCs w:val="24"/>
          <w:lang w:val="en-US"/>
        </w:rPr>
        <w:t>VIII</w:t>
      </w:r>
      <w:r w:rsidRPr="006C4017">
        <w:rPr>
          <w:rFonts w:ascii="Times New Roman" w:hAnsi="Times New Roman"/>
          <w:b/>
          <w:bCs/>
          <w:sz w:val="24"/>
          <w:szCs w:val="24"/>
        </w:rPr>
        <w:t xml:space="preserve"> скликання</w:t>
      </w: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2013C9" w:rsidRPr="006C4017" w:rsidRDefault="002013C9" w:rsidP="00F10480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013C9" w:rsidRPr="006C4017" w:rsidRDefault="002013C9" w:rsidP="00F10480">
      <w:pPr>
        <w:pStyle w:val="Heading3"/>
        <w:rPr>
          <w:b w:val="0"/>
          <w:szCs w:val="24"/>
        </w:rPr>
      </w:pPr>
      <w:r w:rsidRPr="006C4017">
        <w:rPr>
          <w:szCs w:val="24"/>
        </w:rPr>
        <w:t>Р І Ш Е Н Н Я</w:t>
      </w:r>
    </w:p>
    <w:p w:rsidR="002013C9" w:rsidRPr="006C4017" w:rsidRDefault="002013C9" w:rsidP="00F10480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6C4017">
        <w:rPr>
          <w:rFonts w:ascii="Times New Roman" w:hAnsi="Times New Roman"/>
          <w:sz w:val="24"/>
          <w:szCs w:val="24"/>
          <w:lang w:val="uk-UA"/>
        </w:rPr>
        <w:t xml:space="preserve">від   </w:t>
      </w:r>
      <w:r w:rsidRPr="006C4017">
        <w:rPr>
          <w:rFonts w:ascii="Times New Roman" w:hAnsi="Times New Roman"/>
          <w:sz w:val="24"/>
          <w:szCs w:val="24"/>
        </w:rPr>
        <w:t xml:space="preserve">18 </w:t>
      </w:r>
      <w:r>
        <w:rPr>
          <w:rFonts w:ascii="Times New Roman" w:hAnsi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 w:rsidRPr="001800B5">
        <w:rPr>
          <w:rFonts w:ascii="Times New Roman" w:hAnsi="Times New Roman"/>
          <w:b/>
          <w:bCs/>
          <w:sz w:val="24"/>
          <w:szCs w:val="24"/>
        </w:rPr>
        <w:t>408</w:t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</w:p>
    <w:p w:rsidR="002013C9" w:rsidRPr="006C4017" w:rsidRDefault="002013C9" w:rsidP="00F10480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6C4017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2013C9" w:rsidRDefault="002013C9" w:rsidP="00F1048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встановлення туристичного</w:t>
      </w:r>
    </w:p>
    <w:p w:rsidR="002013C9" w:rsidRDefault="002013C9" w:rsidP="00F1048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збору  </w:t>
      </w:r>
      <w:r w:rsidRPr="00BB454D">
        <w:rPr>
          <w:rFonts w:ascii="Times New Roman" w:hAnsi="Times New Roman"/>
          <w:sz w:val="24"/>
          <w:szCs w:val="24"/>
          <w:lang w:val="uk-UA"/>
        </w:rPr>
        <w:t>на території</w:t>
      </w:r>
      <w:r>
        <w:rPr>
          <w:rFonts w:ascii="Times New Roman" w:hAnsi="Times New Roman"/>
          <w:sz w:val="24"/>
          <w:szCs w:val="24"/>
          <w:lang w:val="uk-UA"/>
        </w:rPr>
        <w:t xml:space="preserve"> Знам'янської</w:t>
      </w:r>
    </w:p>
    <w:p w:rsidR="002013C9" w:rsidRPr="00F8729B" w:rsidRDefault="002013C9" w:rsidP="00F1048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міської територіальної громади</w:t>
      </w:r>
    </w:p>
    <w:p w:rsidR="002013C9" w:rsidRPr="00157A3B" w:rsidRDefault="002013C9" w:rsidP="00F10480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013C9" w:rsidRPr="00157A3B" w:rsidRDefault="002013C9" w:rsidP="00F10480">
      <w:pPr>
        <w:spacing w:after="0" w:line="240" w:lineRule="auto"/>
        <w:ind w:right="-5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C5208C">
        <w:rPr>
          <w:rFonts w:ascii="Times New Roman" w:hAnsi="Times New Roman"/>
          <w:color w:val="FF0000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  <w:lang w:val="uk-UA"/>
        </w:rPr>
        <w:t xml:space="preserve">Керуючись статтею 268 </w:t>
      </w:r>
      <w:r w:rsidRPr="00BB454D">
        <w:rPr>
          <w:rFonts w:ascii="Times New Roman" w:hAnsi="Times New Roman"/>
          <w:sz w:val="24"/>
          <w:szCs w:val="24"/>
          <w:lang w:val="uk-UA"/>
        </w:rPr>
        <w:t>Податкового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 xml:space="preserve"> та пунктом 24 частини першої статті 26</w:t>
      </w:r>
      <w:r w:rsidRPr="00BB454D">
        <w:rPr>
          <w:rFonts w:ascii="Times New Roman" w:hAnsi="Times New Roman"/>
          <w:sz w:val="24"/>
          <w:szCs w:val="24"/>
          <w:lang w:val="uk-UA"/>
        </w:rPr>
        <w:t xml:space="preserve"> Закону  України  «Про  місцеве  самоврядування  в  Україні», </w:t>
      </w:r>
      <w:r>
        <w:rPr>
          <w:rFonts w:ascii="Times New Roman" w:hAnsi="Times New Roman"/>
          <w:sz w:val="24"/>
          <w:szCs w:val="24"/>
          <w:lang w:val="uk-UA"/>
        </w:rPr>
        <w:t xml:space="preserve">Знам’янська </w:t>
      </w:r>
      <w:r w:rsidRPr="00BB454D">
        <w:rPr>
          <w:rFonts w:ascii="Times New Roman" w:hAnsi="Times New Roman"/>
          <w:sz w:val="24"/>
          <w:szCs w:val="24"/>
          <w:lang w:val="uk-UA"/>
        </w:rPr>
        <w:t>міська  рада</w:t>
      </w:r>
    </w:p>
    <w:p w:rsidR="002013C9" w:rsidRDefault="002013C9" w:rsidP="00F10480">
      <w:pPr>
        <w:pStyle w:val="BodyText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BB454D">
        <w:rPr>
          <w:rFonts w:ascii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2013C9" w:rsidRDefault="002013C9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EC36FF">
        <w:rPr>
          <w:lang w:val="uk-UA"/>
        </w:rPr>
        <w:t>В</w:t>
      </w:r>
      <w:r w:rsidRPr="00E000C4">
        <w:rPr>
          <w:lang w:val="uk-UA"/>
        </w:rPr>
        <w:t xml:space="preserve">становити  на території м. Знам'янка </w:t>
      </w:r>
      <w:r w:rsidRPr="00E000C4">
        <w:rPr>
          <w:color w:val="000000"/>
          <w:lang w:val="uk-UA"/>
        </w:rPr>
        <w:t>с</w:t>
      </w:r>
      <w:r w:rsidRPr="00E000C4">
        <w:rPr>
          <w:color w:val="000000"/>
        </w:rPr>
        <w:t>тавк</w:t>
      </w:r>
      <w:r w:rsidRPr="00E000C4">
        <w:rPr>
          <w:color w:val="000000"/>
          <w:lang w:val="uk-UA"/>
        </w:rPr>
        <w:t>у туристичного збору</w:t>
      </w:r>
      <w:r w:rsidRPr="00E000C4">
        <w:rPr>
          <w:color w:val="000000"/>
        </w:rPr>
        <w:t xml:space="preserve"> у</w:t>
      </w:r>
      <w:r>
        <w:rPr>
          <w:color w:val="000000"/>
          <w:lang w:val="uk-UA"/>
        </w:rPr>
        <w:t xml:space="preserve"> </w:t>
      </w:r>
      <w:r w:rsidRPr="00E000C4">
        <w:rPr>
          <w:color w:val="000000"/>
        </w:rPr>
        <w:t xml:space="preserve"> </w:t>
      </w:r>
      <w:r w:rsidRPr="00E72C31">
        <w:rPr>
          <w:color w:val="000000"/>
        </w:rPr>
        <w:t>розмірі</w:t>
      </w:r>
      <w:r>
        <w:rPr>
          <w:color w:val="000000"/>
          <w:lang w:val="uk-UA"/>
        </w:rPr>
        <w:t xml:space="preserve"> 0,</w:t>
      </w:r>
      <w:r w:rsidRPr="00012836">
        <w:rPr>
          <w:color w:val="000000"/>
        </w:rPr>
        <w:t>25</w:t>
      </w:r>
      <w:r w:rsidRPr="00E72C31">
        <w:rPr>
          <w:color w:val="000000"/>
        </w:rPr>
        <w:t xml:space="preserve"> відсотка</w:t>
      </w:r>
      <w:r>
        <w:rPr>
          <w:color w:val="000000"/>
          <w:lang w:val="uk-UA"/>
        </w:rPr>
        <w:t xml:space="preserve"> – для внутрішнього туризму </w:t>
      </w:r>
      <w:r w:rsidRPr="00405099">
        <w:rPr>
          <w:color w:val="000000"/>
          <w:lang w:val="uk-UA"/>
        </w:rPr>
        <w:t xml:space="preserve">та </w:t>
      </w:r>
      <w:r>
        <w:rPr>
          <w:color w:val="000000"/>
        </w:rPr>
        <w:t>0</w:t>
      </w:r>
      <w:r>
        <w:rPr>
          <w:color w:val="000000"/>
          <w:lang w:val="uk-UA"/>
        </w:rPr>
        <w:t>,25 відсоток – для в</w:t>
      </w:r>
      <w:r w:rsidRPr="00A0140D">
        <w:rPr>
          <w:color w:val="000000"/>
        </w:rPr>
        <w:t>"</w:t>
      </w:r>
      <w:r>
        <w:rPr>
          <w:color w:val="000000"/>
          <w:lang w:val="uk-UA"/>
        </w:rPr>
        <w:t>їзного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</w:t>
      </w:r>
      <w:r>
        <w:rPr>
          <w:color w:val="000000"/>
        </w:rPr>
        <w:t>.</w:t>
      </w:r>
    </w:p>
    <w:p w:rsidR="002013C9" w:rsidRDefault="002013C9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855207">
        <w:rPr>
          <w:color w:val="000000"/>
          <w:lang w:val="uk-UA"/>
        </w:rPr>
        <w:t xml:space="preserve">Платники туристичного збору визначаються пунктом 268.2  статті </w:t>
      </w:r>
      <w:r w:rsidRPr="00855207">
        <w:rPr>
          <w:lang w:val="uk-UA"/>
        </w:rPr>
        <w:t>268 Податкового кодексу України</w:t>
      </w:r>
      <w:r w:rsidRPr="00855207">
        <w:rPr>
          <w:color w:val="000000"/>
          <w:lang w:val="uk-UA"/>
        </w:rPr>
        <w:t>.</w:t>
      </w:r>
    </w:p>
    <w:p w:rsidR="002013C9" w:rsidRPr="00855207" w:rsidRDefault="002013C9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031530">
        <w:t>База справляння збору визначається відповідно до пункту 268.4 статті 268 Податкового кодексу України.</w:t>
      </w:r>
    </w:p>
    <w:p w:rsidR="002013C9" w:rsidRPr="00CA2DFD" w:rsidRDefault="002013C9" w:rsidP="00F10480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lang w:val="ru-RU"/>
        </w:rPr>
      </w:pPr>
      <w:r w:rsidRPr="00CA2DFD">
        <w:rPr>
          <w:lang w:val="en-US"/>
        </w:rPr>
        <w:t>C</w:t>
      </w:r>
      <w:r w:rsidRPr="00CA2DFD">
        <w:rPr>
          <w:lang w:val="ru-RU"/>
        </w:rPr>
        <w:t>правляння збору може здійснюватися з тимчасового розміщення у таких місцях проживання (ночівлі):</w:t>
      </w:r>
    </w:p>
    <w:p w:rsidR="002013C9" w:rsidRPr="00CA2DFD" w:rsidRDefault="002013C9" w:rsidP="00F10480">
      <w:pPr>
        <w:pStyle w:val="NormalWeb"/>
        <w:spacing w:before="0" w:beforeAutospacing="0" w:after="0" w:afterAutospacing="0"/>
        <w:ind w:left="360"/>
        <w:jc w:val="both"/>
        <w:rPr>
          <w:lang w:val="ru-RU"/>
        </w:rPr>
      </w:pPr>
      <w:r w:rsidRPr="00CA2DFD">
        <w:rPr>
          <w:lang w:val="ru-RU"/>
        </w:rPr>
        <w:t>а) готелі, кемпінги, мотелі, гуртожитки для приїжджих, хостели, будинки відпочинку, туристичні бази, гірські притулки, табори для відпочинку, пансіонати та інші заклади готельного типу, санаторно-курор</w:t>
      </w:r>
      <w:r w:rsidRPr="00CA2DFD">
        <w:t>т</w:t>
      </w:r>
      <w:r w:rsidRPr="00CA2DFD">
        <w:rPr>
          <w:lang w:val="ru-RU"/>
        </w:rPr>
        <w:t>ні заклади;</w:t>
      </w:r>
    </w:p>
    <w:p w:rsidR="002013C9" w:rsidRPr="00CA2DFD" w:rsidRDefault="002013C9" w:rsidP="00F10480">
      <w:pPr>
        <w:pStyle w:val="NormalWeb"/>
        <w:spacing w:before="0" w:beforeAutospacing="0" w:after="0" w:afterAutospacing="0"/>
        <w:ind w:firstLine="360"/>
        <w:jc w:val="both"/>
        <w:rPr>
          <w:lang w:val="ru-RU"/>
        </w:rPr>
      </w:pPr>
      <w:r w:rsidRPr="00CA2DFD">
        <w:rPr>
          <w:lang w:val="ru-RU"/>
        </w:rPr>
        <w:t>б) житловий будинок, прибудова до житлового будинку, квартира, котедж, кімната, садовий будинок, дачний будинок, будь-які інші об’єкти, що використовуються для тимчасового проживання (ночівлі).</w:t>
      </w:r>
    </w:p>
    <w:p w:rsidR="002013C9" w:rsidRPr="00CA2DFD" w:rsidRDefault="002013C9" w:rsidP="00F10480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lang w:val="ru-RU"/>
        </w:rPr>
      </w:pPr>
      <w:r w:rsidRPr="00CA2DFD">
        <w:rPr>
          <w:lang w:val="ru-RU"/>
        </w:rPr>
        <w:t>Справляння збору може здійснюватися такими податковими агентами:</w:t>
      </w:r>
    </w:p>
    <w:p w:rsidR="002013C9" w:rsidRPr="00CA2DFD" w:rsidRDefault="002013C9" w:rsidP="00F10480">
      <w:pPr>
        <w:pStyle w:val="NormalWeb"/>
        <w:spacing w:before="0" w:beforeAutospacing="0" w:after="0" w:afterAutospacing="0"/>
        <w:ind w:firstLine="360"/>
        <w:jc w:val="both"/>
      </w:pPr>
      <w:r w:rsidRPr="00CA2DFD">
        <w:rPr>
          <w:lang w:val="ru-RU"/>
        </w:rPr>
        <w:t>а</w:t>
      </w:r>
      <w:r w:rsidRPr="001800B5">
        <w:rPr>
          <w:lang w:val="ru-RU"/>
        </w:rPr>
        <w:t xml:space="preserve">) </w:t>
      </w:r>
      <w:r w:rsidRPr="00CA2DFD">
        <w:rPr>
          <w:lang w:val="ru-RU"/>
        </w:rPr>
        <w:t>юридичними</w:t>
      </w:r>
      <w:r w:rsidRPr="001800B5">
        <w:rPr>
          <w:lang w:val="ru-RU"/>
        </w:rPr>
        <w:t xml:space="preserve"> </w:t>
      </w:r>
      <w:r w:rsidRPr="00CA2DFD">
        <w:rPr>
          <w:lang w:val="ru-RU"/>
        </w:rPr>
        <w:t>особами</w:t>
      </w:r>
      <w:r w:rsidRPr="001800B5">
        <w:rPr>
          <w:lang w:val="ru-RU"/>
        </w:rPr>
        <w:t xml:space="preserve">, </w:t>
      </w:r>
      <w:r w:rsidRPr="00CA2DFD">
        <w:rPr>
          <w:lang w:val="ru-RU"/>
        </w:rPr>
        <w:t>філіями</w:t>
      </w:r>
      <w:r w:rsidRPr="001800B5">
        <w:rPr>
          <w:lang w:val="ru-RU"/>
        </w:rPr>
        <w:t xml:space="preserve">, </w:t>
      </w:r>
      <w:r w:rsidRPr="00CA2DFD">
        <w:rPr>
          <w:lang w:val="ru-RU"/>
        </w:rPr>
        <w:t>відділеннями</w:t>
      </w:r>
      <w:r w:rsidRPr="001800B5">
        <w:rPr>
          <w:lang w:val="ru-RU"/>
        </w:rPr>
        <w:t xml:space="preserve">, </w:t>
      </w:r>
      <w:r w:rsidRPr="00CA2DFD">
        <w:rPr>
          <w:lang w:val="ru-RU"/>
        </w:rPr>
        <w:t>іншими</w:t>
      </w:r>
      <w:r w:rsidRPr="001800B5">
        <w:rPr>
          <w:lang w:val="ru-RU"/>
        </w:rPr>
        <w:t xml:space="preserve"> </w:t>
      </w:r>
      <w:r w:rsidRPr="00CA2DFD">
        <w:rPr>
          <w:lang w:val="ru-RU"/>
        </w:rPr>
        <w:t>відокремленими</w:t>
      </w:r>
      <w:r w:rsidRPr="001800B5">
        <w:rPr>
          <w:lang w:val="ru-RU"/>
        </w:rPr>
        <w:t xml:space="preserve"> </w:t>
      </w:r>
      <w:r w:rsidRPr="00CA2DFD">
        <w:rPr>
          <w:lang w:val="ru-RU"/>
        </w:rPr>
        <w:t>підрозділами</w:t>
      </w:r>
      <w:r w:rsidRPr="001800B5">
        <w:rPr>
          <w:lang w:val="ru-RU"/>
        </w:rPr>
        <w:t xml:space="preserve"> </w:t>
      </w:r>
      <w:r w:rsidRPr="00CA2DFD">
        <w:rPr>
          <w:lang w:val="ru-RU"/>
        </w:rPr>
        <w:t>юридичних</w:t>
      </w:r>
      <w:r w:rsidRPr="001800B5">
        <w:rPr>
          <w:lang w:val="ru-RU"/>
        </w:rPr>
        <w:t xml:space="preserve"> </w:t>
      </w:r>
      <w:r w:rsidRPr="00CA2DFD">
        <w:rPr>
          <w:lang w:val="ru-RU"/>
        </w:rPr>
        <w:t>осіб</w:t>
      </w:r>
      <w:r w:rsidRPr="001800B5">
        <w:rPr>
          <w:lang w:val="ru-RU"/>
        </w:rPr>
        <w:t xml:space="preserve"> </w:t>
      </w:r>
      <w:r w:rsidRPr="00CA2DFD">
        <w:rPr>
          <w:lang w:val="ru-RU"/>
        </w:rPr>
        <w:t>згідно</w:t>
      </w:r>
      <w:r w:rsidRPr="001800B5">
        <w:rPr>
          <w:lang w:val="ru-RU"/>
        </w:rPr>
        <w:t xml:space="preserve"> </w:t>
      </w:r>
      <w:r w:rsidRPr="00CA2DFD">
        <w:rPr>
          <w:lang w:val="ru-RU"/>
        </w:rPr>
        <w:t>з</w:t>
      </w:r>
      <w:r w:rsidRPr="001800B5">
        <w:rPr>
          <w:lang w:val="ru-RU"/>
        </w:rPr>
        <w:t xml:space="preserve"> </w:t>
      </w:r>
      <w:r w:rsidRPr="00CA2DFD">
        <w:rPr>
          <w:lang w:val="ru-RU"/>
        </w:rPr>
        <w:t>підпунктом</w:t>
      </w:r>
      <w:r w:rsidRPr="001800B5">
        <w:rPr>
          <w:lang w:val="ru-RU"/>
        </w:rPr>
        <w:t xml:space="preserve"> 268.7.2 </w:t>
      </w:r>
      <w:r w:rsidRPr="00CA2DFD">
        <w:rPr>
          <w:lang w:val="ru-RU"/>
        </w:rPr>
        <w:t>пункту</w:t>
      </w:r>
      <w:r w:rsidRPr="001800B5">
        <w:rPr>
          <w:lang w:val="ru-RU"/>
        </w:rPr>
        <w:t xml:space="preserve"> 268.7 </w:t>
      </w:r>
      <w:r w:rsidRPr="00CA2DFD">
        <w:t>статті 268 Податкового кодексу України, фізичними особами - підприємцями, які надають послуги з тимчасового розміщення осіб у місцях проживання (ночівлі), визначених пунктом 4 цього рішення;</w:t>
      </w:r>
    </w:p>
    <w:p w:rsidR="002013C9" w:rsidRPr="00CA2DFD" w:rsidRDefault="002013C9" w:rsidP="00F10480">
      <w:pPr>
        <w:pStyle w:val="NormalWeb"/>
        <w:spacing w:before="0" w:beforeAutospacing="0" w:after="0" w:afterAutospacing="0"/>
        <w:ind w:firstLine="360"/>
        <w:jc w:val="both"/>
      </w:pPr>
      <w:r w:rsidRPr="00CA2DFD">
        <w:t>б) квартирно-посередницькими організаціями, які направляють неорганізованих осіб з метою їх тимчасового розміщення у місцях проживання (ночівлі), визначених підпунктом "б" пунктом 4 цього рішення, що належать фізичним особам на праві власності або на праві користування за договором найму;</w:t>
      </w:r>
    </w:p>
    <w:p w:rsidR="002013C9" w:rsidRPr="00CA2DFD" w:rsidRDefault="002013C9" w:rsidP="00F10480">
      <w:pPr>
        <w:pStyle w:val="NormalWeb"/>
        <w:spacing w:before="0" w:beforeAutospacing="0" w:after="0" w:afterAutospacing="0"/>
        <w:ind w:firstLine="360"/>
        <w:jc w:val="both"/>
      </w:pPr>
      <w:r w:rsidRPr="00CA2DFD">
        <w:t>в) юридичними особами, які уповноважуються міською радою, справляти збір на умовах договору, укладеного зі Знам’янською міською радою.</w:t>
      </w:r>
    </w:p>
    <w:p w:rsidR="002013C9" w:rsidRPr="00AA6591" w:rsidRDefault="002013C9" w:rsidP="00F10480">
      <w:pPr>
        <w:pStyle w:val="NormalWeb"/>
        <w:spacing w:before="0" w:beforeAutospacing="0" w:after="0" w:afterAutospacing="0"/>
        <w:jc w:val="both"/>
      </w:pPr>
      <w:r w:rsidRPr="00CA2DFD">
        <w:t>Перелік податкових агентів та інформація про них розміщуються та оприлюднюються на офіційному веб-сайті міської ради.</w:t>
      </w:r>
    </w:p>
    <w:p w:rsidR="002013C9" w:rsidRPr="00031530" w:rsidRDefault="002013C9" w:rsidP="00F10480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 w:rsidRPr="00031530">
        <w:t xml:space="preserve">Базовий податковий період визначається відповідно до підпункту 268.7.3 пункту  </w:t>
      </w:r>
      <w:r w:rsidRPr="00031530">
        <w:rPr>
          <w:color w:val="000000"/>
        </w:rPr>
        <w:t>268.7</w:t>
      </w:r>
      <w:r w:rsidRPr="00031530">
        <w:t xml:space="preserve"> статті 268 Податкового кодексу України. </w:t>
      </w:r>
    </w:p>
    <w:p w:rsidR="002013C9" w:rsidRPr="00855207" w:rsidRDefault="002013C9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031530">
        <w:t xml:space="preserve">Порядок сплати туристичного збору  визначається відповідно до підпункту 268.6.1 пункту  </w:t>
      </w:r>
      <w:r w:rsidRPr="00855207">
        <w:rPr>
          <w:color w:val="000000"/>
        </w:rPr>
        <w:t xml:space="preserve">268.6 та підпункту </w:t>
      </w:r>
      <w:r w:rsidRPr="00031530">
        <w:t xml:space="preserve">268.7.1 пункту  </w:t>
      </w:r>
      <w:r w:rsidRPr="00855207">
        <w:rPr>
          <w:color w:val="000000"/>
        </w:rPr>
        <w:t>268.7</w:t>
      </w:r>
      <w:r w:rsidRPr="00031530">
        <w:t xml:space="preserve"> статті 268 Податкового кодексу України. </w:t>
      </w:r>
    </w:p>
    <w:p w:rsidR="002013C9" w:rsidRPr="00855207" w:rsidRDefault="002013C9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BB454D">
        <w:t xml:space="preserve">Дане рішення набуває чинності з </w:t>
      </w:r>
      <w:r w:rsidRPr="00855207">
        <w:rPr>
          <w:color w:val="FF0000"/>
        </w:rPr>
        <w:t xml:space="preserve"> </w:t>
      </w:r>
      <w:r>
        <w:t>01.01.2022</w:t>
      </w:r>
      <w:r w:rsidRPr="00BB454D">
        <w:t xml:space="preserve"> року.</w:t>
      </w:r>
    </w:p>
    <w:p w:rsidR="002013C9" w:rsidRPr="00855207" w:rsidRDefault="002013C9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855207">
        <w:rPr>
          <w:lang w:val="uk-UA"/>
        </w:rPr>
        <w:t>Відділу економічного розвитку, промисловості, інфраструктури та торгівлі</w:t>
      </w:r>
      <w:r w:rsidRPr="00855207">
        <w:t xml:space="preserve">  (</w:t>
      </w:r>
      <w:r w:rsidRPr="00855207">
        <w:rPr>
          <w:lang w:val="uk-UA"/>
        </w:rPr>
        <w:t>нач</w:t>
      </w:r>
      <w:r w:rsidRPr="00855207">
        <w:t>.</w:t>
      </w:r>
      <w:r w:rsidRPr="00855207">
        <w:rPr>
          <w:lang w:val="uk-UA"/>
        </w:rPr>
        <w:t xml:space="preserve"> Інна КУЗІНА</w:t>
      </w:r>
      <w:r w:rsidRPr="00855207">
        <w:t xml:space="preserve">) </w:t>
      </w:r>
      <w:r w:rsidRPr="00855207">
        <w:rPr>
          <w:lang w:val="uk-UA"/>
        </w:rPr>
        <w:t xml:space="preserve">направити </w:t>
      </w:r>
      <w:r w:rsidRPr="00855207">
        <w:t xml:space="preserve"> да</w:t>
      </w:r>
      <w:r w:rsidRPr="00855207">
        <w:rPr>
          <w:lang w:val="uk-UA"/>
        </w:rPr>
        <w:t>н</w:t>
      </w:r>
      <w:r w:rsidRPr="00855207">
        <w:t xml:space="preserve">е рішення </w:t>
      </w:r>
      <w:r w:rsidRPr="00855207">
        <w:rPr>
          <w:lang w:val="uk-UA"/>
        </w:rPr>
        <w:t xml:space="preserve"> ТОВ "Редакція</w:t>
      </w:r>
      <w:r w:rsidRPr="00855207">
        <w:t xml:space="preserve"> газет</w:t>
      </w:r>
      <w:r w:rsidRPr="00855207">
        <w:rPr>
          <w:lang w:val="uk-UA"/>
        </w:rPr>
        <w:t>и</w:t>
      </w:r>
      <w:r w:rsidRPr="00855207">
        <w:t xml:space="preserve"> "Знам'янські вісті"</w:t>
      </w:r>
      <w:r w:rsidRPr="00855207">
        <w:rPr>
          <w:lang w:val="uk-UA"/>
        </w:rPr>
        <w:t>" для оприлюднення</w:t>
      </w:r>
      <w:r w:rsidRPr="00855207">
        <w:t xml:space="preserve">.   </w:t>
      </w:r>
    </w:p>
    <w:p w:rsidR="002013C9" w:rsidRPr="00855207" w:rsidRDefault="002013C9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855207">
        <w:rPr>
          <w:lang w:val="uk-UA"/>
        </w:rPr>
        <w:t>Доручити виконавчому комітету Знам'янської міської ради оприлюднювати на офіційному сайті Знам'янської міської ради перелік податкових агентів та інформацію про них.</w:t>
      </w:r>
    </w:p>
    <w:p w:rsidR="002013C9" w:rsidRPr="00855207" w:rsidRDefault="002013C9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855207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розвиту, підприємництва, промисловості та торгівлі (нач.Інна КУЗІНА).</w:t>
      </w:r>
    </w:p>
    <w:p w:rsidR="002013C9" w:rsidRPr="00855207" w:rsidRDefault="002013C9" w:rsidP="00F1048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855207">
        <w:t>Контроль за виконанням даного рішення покласти на постійну  комісію з питань бюджету, економічного розвитку, споживчого ринку та підприємництва (гол. Неля ДАНАСІЄНКО).</w:t>
      </w:r>
    </w:p>
    <w:p w:rsidR="002013C9" w:rsidRDefault="002013C9" w:rsidP="00F1048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13C9" w:rsidRDefault="002013C9" w:rsidP="00F1048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13C9" w:rsidRDefault="002013C9" w:rsidP="00F1048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210B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C0B86">
        <w:rPr>
          <w:rFonts w:ascii="Times New Roman" w:hAnsi="Times New Roman"/>
          <w:b/>
          <w:sz w:val="24"/>
          <w:szCs w:val="24"/>
        </w:rPr>
        <w:t xml:space="preserve">Знам’янський міський   голова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BC0B86">
        <w:rPr>
          <w:rFonts w:ascii="Times New Roman" w:hAnsi="Times New Roman"/>
          <w:b/>
          <w:sz w:val="24"/>
          <w:szCs w:val="24"/>
        </w:rPr>
        <w:t xml:space="preserve">Володимир  СОКИРКО </w:t>
      </w:r>
    </w:p>
    <w:p w:rsidR="002013C9" w:rsidRDefault="002013C9">
      <w:bookmarkStart w:id="0" w:name="_GoBack"/>
      <w:bookmarkEnd w:id="0"/>
    </w:p>
    <w:sectPr w:rsidR="002013C9" w:rsidSect="009A1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67F8D"/>
    <w:multiLevelType w:val="hybridMultilevel"/>
    <w:tmpl w:val="2A428A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0480"/>
    <w:rsid w:val="00012836"/>
    <w:rsid w:val="00031530"/>
    <w:rsid w:val="001210BB"/>
    <w:rsid w:val="00157A3B"/>
    <w:rsid w:val="001800B5"/>
    <w:rsid w:val="002013C9"/>
    <w:rsid w:val="0030705C"/>
    <w:rsid w:val="00405099"/>
    <w:rsid w:val="0060129B"/>
    <w:rsid w:val="006C4017"/>
    <w:rsid w:val="00855207"/>
    <w:rsid w:val="00874C27"/>
    <w:rsid w:val="009A1644"/>
    <w:rsid w:val="00A0140D"/>
    <w:rsid w:val="00AA6591"/>
    <w:rsid w:val="00BB454D"/>
    <w:rsid w:val="00BC0B86"/>
    <w:rsid w:val="00C13C40"/>
    <w:rsid w:val="00C5208C"/>
    <w:rsid w:val="00CA2DFD"/>
    <w:rsid w:val="00E000C4"/>
    <w:rsid w:val="00E72C31"/>
    <w:rsid w:val="00EC36FF"/>
    <w:rsid w:val="00F10480"/>
    <w:rsid w:val="00F11F29"/>
    <w:rsid w:val="00F8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480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0480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10480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aliases w:val="Знак"/>
    <w:basedOn w:val="Normal"/>
    <w:link w:val="BodyTextChar"/>
    <w:uiPriority w:val="99"/>
    <w:rsid w:val="00F1048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locked/>
    <w:rsid w:val="00F10480"/>
    <w:rPr>
      <w:rFonts w:ascii="Verdana" w:eastAsia="Batang" w:hAnsi="Verdana" w:cs="Verdana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10480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val="uk-UA" w:eastAsia="uk-UA"/>
    </w:rPr>
  </w:style>
  <w:style w:type="paragraph" w:customStyle="1" w:styleId="rvps2">
    <w:name w:val="rvps2"/>
    <w:basedOn w:val="Normal"/>
    <w:uiPriority w:val="99"/>
    <w:rsid w:val="00F10480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2326</Words>
  <Characters>1326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</dc:creator>
  <cp:keywords/>
  <dc:description/>
  <cp:lastModifiedBy>User</cp:lastModifiedBy>
  <cp:revision>3</cp:revision>
  <cp:lastPrinted>2021-06-22T12:09:00Z</cp:lastPrinted>
  <dcterms:created xsi:type="dcterms:W3CDTF">2021-06-22T12:08:00Z</dcterms:created>
  <dcterms:modified xsi:type="dcterms:W3CDTF">2021-06-22T12:09:00Z</dcterms:modified>
</cp:coreProperties>
</file>