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E4B" w:rsidRPr="00F64451" w:rsidRDefault="003E7E4B" w:rsidP="00F6445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F64451">
        <w:rPr>
          <w:rFonts w:ascii="Times New Roman" w:hAnsi="Times New Roman"/>
          <w:b/>
          <w:bCs/>
          <w:sz w:val="24"/>
          <w:szCs w:val="24"/>
        </w:rPr>
        <w:t>А Р К У Ш</w:t>
      </w:r>
    </w:p>
    <w:p w:rsidR="003E7E4B" w:rsidRPr="00F64451" w:rsidRDefault="003E7E4B" w:rsidP="00F6445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F64451">
        <w:rPr>
          <w:rFonts w:ascii="Times New Roman" w:hAnsi="Times New Roman"/>
          <w:b/>
          <w:bCs/>
          <w:i/>
          <w:sz w:val="24"/>
          <w:szCs w:val="24"/>
        </w:rPr>
        <w:t>погодження проекту рішення виконавчого комітету</w:t>
      </w:r>
    </w:p>
    <w:p w:rsidR="003E7E4B" w:rsidRPr="00F64451" w:rsidRDefault="003E7E4B" w:rsidP="00F6445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64451">
        <w:rPr>
          <w:rFonts w:ascii="Times New Roman" w:hAnsi="Times New Roman"/>
          <w:b/>
          <w:bCs/>
          <w:i/>
          <w:sz w:val="24"/>
          <w:szCs w:val="24"/>
        </w:rPr>
        <w:t>Знам`янської міської ради</w:t>
      </w:r>
    </w:p>
    <w:p w:rsidR="003E7E4B" w:rsidRDefault="003E7E4B" w:rsidP="0035747E">
      <w:pPr>
        <w:keepNext/>
        <w:spacing w:after="0" w:line="240" w:lineRule="auto"/>
        <w:outlineLvl w:val="1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3E7E4B" w:rsidRPr="000F4547" w:rsidRDefault="003E7E4B" w:rsidP="0035747E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lang w:eastAsia="ru-RU"/>
        </w:rPr>
        <w:pict>
          <v:line id="_x0000_s1026" style="position:absolute;z-index:251655680" from="1in,12.25pt" to="495pt,12.25pt"/>
        </w:pict>
      </w:r>
      <w:r>
        <w:rPr>
          <w:noProof/>
          <w:lang w:eastAsia="ru-RU"/>
        </w:rPr>
        <w:pict>
          <v:line id="_x0000_s1027" style="position:absolute;z-index:251658752" from="0,26.85pt" to="495pt,26.85pt"/>
        </w:pict>
      </w:r>
      <w:r w:rsidRPr="000F4547">
        <w:rPr>
          <w:rFonts w:ascii="Times New Roman" w:hAnsi="Times New Roman"/>
          <w:b/>
          <w:bCs/>
          <w:sz w:val="24"/>
          <w:szCs w:val="24"/>
          <w:lang w:val="uk-UA"/>
        </w:rPr>
        <w:t>По питанню:</w:t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   Про внесення змін до рішення виконавчого комітету від </w:t>
      </w:r>
      <w:r>
        <w:rPr>
          <w:rFonts w:ascii="Times New Roman" w:hAnsi="Times New Roman"/>
          <w:sz w:val="24"/>
          <w:szCs w:val="24"/>
          <w:lang w:val="uk-UA"/>
        </w:rPr>
        <w:t>18</w:t>
      </w:r>
      <w:r w:rsidRPr="000F4547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03</w:t>
      </w:r>
      <w:r w:rsidRPr="000F4547">
        <w:rPr>
          <w:rFonts w:ascii="Times New Roman" w:hAnsi="Times New Roman"/>
          <w:sz w:val="24"/>
          <w:szCs w:val="24"/>
          <w:lang w:val="uk-UA"/>
        </w:rPr>
        <w:t>.20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 р. №</w:t>
      </w:r>
      <w:r>
        <w:rPr>
          <w:rFonts w:ascii="Times New Roman" w:hAnsi="Times New Roman"/>
          <w:sz w:val="24"/>
          <w:szCs w:val="24"/>
          <w:lang w:val="uk-UA"/>
        </w:rPr>
        <w:t xml:space="preserve"> 90</w:t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 «Про затвердження в новій редакції складу та Положень постійних комісій, координаційних рад, робочих груп виконавчого комітету»</w:t>
      </w:r>
    </w:p>
    <w:p w:rsidR="003E7E4B" w:rsidRPr="000F4547" w:rsidRDefault="003E7E4B" w:rsidP="00F6445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lang w:eastAsia="ru-RU"/>
        </w:rPr>
        <w:pict>
          <v:line id="_x0000_s1028" style="position:absolute;z-index:251659776" from="1.5pt,.25pt" to="496.5pt,.25pt"/>
        </w:pict>
      </w:r>
    </w:p>
    <w:p w:rsidR="003E7E4B" w:rsidRPr="000F4547" w:rsidRDefault="003E7E4B" w:rsidP="00F644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line id="_x0000_s1029" style="position:absolute;z-index:251657728" from="0,27.4pt" to="495pt,27.4pt"/>
        </w:pict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noProof/>
          <w:lang w:eastAsia="ru-RU"/>
        </w:rPr>
        <w:pict>
          <v:line id="_x0000_s1030" style="position:absolute;z-index:251656704;mso-position-horizontal-relative:text;mso-position-vertical-relative:text" from="126pt,13.75pt" to="486pt,13.75pt"/>
        </w:pict>
      </w:r>
      <w:r w:rsidRPr="000F4547">
        <w:rPr>
          <w:rFonts w:ascii="Times New Roman" w:hAnsi="Times New Roman"/>
          <w:b/>
          <w:sz w:val="24"/>
          <w:szCs w:val="24"/>
        </w:rPr>
        <w:t xml:space="preserve">Хто виносить питання: </w:t>
      </w:r>
      <w:r w:rsidRPr="000F4547">
        <w:rPr>
          <w:rFonts w:ascii="Times New Roman" w:hAnsi="Times New Roman"/>
          <w:sz w:val="24"/>
          <w:szCs w:val="24"/>
        </w:rPr>
        <w:t>завсектором з питань надзвичайних ситуацій, охорони праці, екології та благоустрою У</w:t>
      </w:r>
      <w:r w:rsidRPr="000F4547">
        <w:rPr>
          <w:rFonts w:ascii="Times New Roman" w:hAnsi="Times New Roman"/>
          <w:sz w:val="24"/>
          <w:szCs w:val="24"/>
          <w:lang w:val="uk-UA"/>
        </w:rPr>
        <w:t>ЗР, Е , Б та НС</w:t>
      </w:r>
      <w:r w:rsidRPr="000F4547">
        <w:rPr>
          <w:rFonts w:ascii="Times New Roman" w:hAnsi="Times New Roman"/>
          <w:sz w:val="24"/>
          <w:szCs w:val="24"/>
        </w:rPr>
        <w:t xml:space="preserve"> Б</w:t>
      </w:r>
      <w:r w:rsidRPr="000F4547">
        <w:rPr>
          <w:rFonts w:ascii="Times New Roman" w:hAnsi="Times New Roman"/>
          <w:sz w:val="24"/>
          <w:szCs w:val="24"/>
          <w:lang w:val="uk-UA"/>
        </w:rPr>
        <w:t>АЛАН Сергій</w:t>
      </w:r>
      <w:r w:rsidRPr="000F4547">
        <w:rPr>
          <w:rFonts w:ascii="Times New Roman" w:hAnsi="Times New Roman"/>
          <w:sz w:val="24"/>
          <w:szCs w:val="24"/>
        </w:rPr>
        <w:t xml:space="preserve"> </w:t>
      </w:r>
    </w:p>
    <w:p w:rsidR="003E7E4B" w:rsidRPr="000F4547" w:rsidRDefault="003E7E4B" w:rsidP="00F6445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3E7E4B" w:rsidRPr="000F4547" w:rsidRDefault="003E7E4B" w:rsidP="00F6445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0F4547">
        <w:rPr>
          <w:rFonts w:ascii="Times New Roman" w:hAnsi="Times New Roman"/>
          <w:b/>
          <w:bCs/>
          <w:sz w:val="24"/>
          <w:szCs w:val="24"/>
          <w:lang w:val="uk-UA"/>
        </w:rPr>
        <w:t xml:space="preserve">Мотиви, що обґрунтовують необхідність прийняття рішення, короткі пояснення до окремих пунктів проекту:  </w:t>
      </w:r>
    </w:p>
    <w:p w:rsidR="003E7E4B" w:rsidRPr="000F4547" w:rsidRDefault="003E7E4B" w:rsidP="00F6445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547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2D07D7">
        <w:rPr>
          <w:rFonts w:ascii="Times New Roman" w:hAnsi="Times New Roman"/>
          <w:bCs/>
          <w:sz w:val="24"/>
          <w:szCs w:val="24"/>
          <w:lang w:val="uk-UA"/>
        </w:rPr>
        <w:t>Код</w:t>
      </w:r>
      <w:r>
        <w:rPr>
          <w:rFonts w:ascii="Times New Roman" w:hAnsi="Times New Roman"/>
          <w:bCs/>
          <w:sz w:val="24"/>
          <w:szCs w:val="24"/>
          <w:lang w:val="uk-UA"/>
        </w:rPr>
        <w:t>е</w:t>
      </w:r>
      <w:r w:rsidRPr="002D07D7">
        <w:rPr>
          <w:rFonts w:ascii="Times New Roman" w:hAnsi="Times New Roman"/>
          <w:bCs/>
          <w:sz w:val="24"/>
          <w:szCs w:val="24"/>
          <w:lang w:val="uk-UA"/>
        </w:rPr>
        <w:t>кс цивільного захисту України,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0F4547">
        <w:rPr>
          <w:rFonts w:ascii="Times New Roman" w:hAnsi="Times New Roman"/>
          <w:bCs/>
          <w:sz w:val="24"/>
          <w:szCs w:val="24"/>
          <w:lang w:val="uk-UA"/>
        </w:rPr>
        <w:t>Постанова</w:t>
      </w:r>
      <w:r w:rsidRPr="000F4547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 w:rsidRPr="000F4547">
        <w:rPr>
          <w:rFonts w:ascii="Times New Roman" w:hAnsi="Times New Roman"/>
          <w:bCs/>
          <w:sz w:val="24"/>
          <w:szCs w:val="24"/>
          <w:lang w:val="uk-UA"/>
        </w:rPr>
        <w:t>Кабінету Міністрів України №100 від 21.02.18 «Про внесення змін до постанови Кабінету Міністрів України від 26 січня 2015 року №18 і від 17 червня 2015 року №409».</w:t>
      </w:r>
    </w:p>
    <w:p w:rsidR="003E7E4B" w:rsidRPr="000F4547" w:rsidRDefault="003E7E4B" w:rsidP="000F4547">
      <w:pPr>
        <w:ind w:left="360"/>
        <w:contextualSpacing/>
        <w:rPr>
          <w:rFonts w:ascii="Times New Roman" w:hAnsi="Times New Roman"/>
          <w:b/>
          <w:bCs/>
          <w:i/>
          <w:sz w:val="24"/>
          <w:szCs w:val="24"/>
        </w:rPr>
      </w:pPr>
      <w:r w:rsidRPr="000F4547">
        <w:rPr>
          <w:rFonts w:ascii="Times New Roman" w:hAnsi="Times New Roman"/>
          <w:b/>
          <w:bCs/>
          <w:sz w:val="24"/>
          <w:szCs w:val="24"/>
        </w:rPr>
        <w:t>Погоджено:</w:t>
      </w: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  <w:r w:rsidRPr="000F4547">
        <w:rPr>
          <w:rFonts w:ascii="Times New Roman" w:hAnsi="Times New Roman"/>
          <w:b/>
          <w:bCs/>
          <w:i/>
          <w:sz w:val="24"/>
          <w:szCs w:val="24"/>
        </w:rPr>
        <w:t xml:space="preserve"> Міський голова                                                _____________________  </w:t>
      </w:r>
      <w:r w:rsidRPr="000F4547">
        <w:rPr>
          <w:rFonts w:ascii="Times New Roman" w:hAnsi="Times New Roman"/>
          <w:b/>
          <w:bCs/>
          <w:sz w:val="24"/>
          <w:szCs w:val="24"/>
        </w:rPr>
        <w:t>Володимир</w:t>
      </w:r>
      <w:r w:rsidRPr="000F454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0F4547">
        <w:rPr>
          <w:rFonts w:ascii="Times New Roman" w:hAnsi="Times New Roman"/>
          <w:b/>
          <w:bCs/>
          <w:sz w:val="24"/>
          <w:szCs w:val="24"/>
        </w:rPr>
        <w:t>СОКИРКО</w:t>
      </w: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  <w:r w:rsidRPr="000F4547">
        <w:rPr>
          <w:rFonts w:ascii="Times New Roman" w:hAnsi="Times New Roman"/>
          <w:b/>
          <w:bCs/>
          <w:i/>
          <w:sz w:val="24"/>
          <w:szCs w:val="24"/>
        </w:rPr>
        <w:t>Заступник  міського голови</w:t>
      </w: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sz w:val="24"/>
          <w:szCs w:val="24"/>
        </w:rPr>
      </w:pPr>
      <w:r w:rsidRPr="000F4547">
        <w:rPr>
          <w:rFonts w:ascii="Times New Roman" w:hAnsi="Times New Roman"/>
          <w:b/>
          <w:bCs/>
          <w:i/>
          <w:sz w:val="24"/>
          <w:szCs w:val="24"/>
        </w:rPr>
        <w:t xml:space="preserve">з  питань діяльності виконавчих органів   _____________________ </w:t>
      </w:r>
      <w:r w:rsidRPr="000F4547">
        <w:rPr>
          <w:rFonts w:ascii="Times New Roman" w:hAnsi="Times New Roman"/>
          <w:b/>
          <w:bCs/>
          <w:sz w:val="24"/>
          <w:szCs w:val="24"/>
        </w:rPr>
        <w:t>Дмитро МОЛОДЧЕНКО</w:t>
      </w: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  <w:r w:rsidRPr="000F4547">
        <w:rPr>
          <w:rFonts w:ascii="Times New Roman" w:hAnsi="Times New Roman"/>
          <w:b/>
          <w:bCs/>
          <w:i/>
          <w:sz w:val="24"/>
          <w:szCs w:val="24"/>
        </w:rPr>
        <w:t>Заступник міського голови</w:t>
      </w: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  <w:r w:rsidRPr="000F4547">
        <w:rPr>
          <w:rFonts w:ascii="Times New Roman" w:hAnsi="Times New Roman"/>
          <w:b/>
          <w:bCs/>
          <w:i/>
          <w:sz w:val="24"/>
          <w:szCs w:val="24"/>
        </w:rPr>
        <w:t xml:space="preserve">з  питань діяльності виконавчих органів   ______________________ </w:t>
      </w:r>
      <w:r w:rsidRPr="000F4547">
        <w:rPr>
          <w:rFonts w:ascii="Times New Roman" w:hAnsi="Times New Roman"/>
          <w:b/>
          <w:bCs/>
          <w:sz w:val="24"/>
          <w:szCs w:val="24"/>
        </w:rPr>
        <w:t>Олег ГРЕБЕНЮК</w:t>
      </w:r>
      <w:r w:rsidRPr="000F454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3E7E4B" w:rsidRDefault="003E7E4B" w:rsidP="000F4547">
      <w:pPr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3E7E4B" w:rsidRPr="000F4547" w:rsidRDefault="003E7E4B" w:rsidP="000F4547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0F4547">
        <w:rPr>
          <w:rFonts w:ascii="Times New Roman" w:hAnsi="Times New Roman"/>
          <w:b/>
          <w:i/>
          <w:sz w:val="24"/>
          <w:szCs w:val="24"/>
        </w:rPr>
        <w:t>Заступник міського голови з питань</w:t>
      </w:r>
    </w:p>
    <w:p w:rsidR="003E7E4B" w:rsidRPr="000F4547" w:rsidRDefault="003E7E4B" w:rsidP="000F4547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0F4547">
        <w:rPr>
          <w:rFonts w:ascii="Times New Roman" w:hAnsi="Times New Roman"/>
          <w:b/>
          <w:i/>
          <w:sz w:val="24"/>
          <w:szCs w:val="24"/>
        </w:rPr>
        <w:t xml:space="preserve">діяльності виконавчих органів                   </w:t>
      </w:r>
      <w:r w:rsidRPr="000F4547">
        <w:rPr>
          <w:rFonts w:ascii="Times New Roman" w:hAnsi="Times New Roman"/>
          <w:b/>
          <w:sz w:val="24"/>
          <w:szCs w:val="24"/>
        </w:rPr>
        <w:t>______________________  Ліана ПЕРЕСАДЧЕНКО</w:t>
      </w: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sz w:val="24"/>
          <w:szCs w:val="24"/>
        </w:rPr>
      </w:pPr>
      <w:r w:rsidRPr="000F4547">
        <w:rPr>
          <w:rFonts w:ascii="Times New Roman" w:hAnsi="Times New Roman"/>
          <w:b/>
          <w:bCs/>
          <w:i/>
          <w:sz w:val="24"/>
          <w:szCs w:val="24"/>
        </w:rPr>
        <w:t>Секретар міської ради</w:t>
      </w:r>
      <w:r w:rsidRPr="000F4547">
        <w:rPr>
          <w:rFonts w:ascii="Times New Roman" w:hAnsi="Times New Roman"/>
          <w:b/>
          <w:bCs/>
          <w:i/>
          <w:sz w:val="24"/>
          <w:szCs w:val="24"/>
        </w:rPr>
        <w:tab/>
      </w:r>
      <w:r w:rsidRPr="000F4547">
        <w:rPr>
          <w:rFonts w:ascii="Times New Roman" w:hAnsi="Times New Roman"/>
          <w:b/>
          <w:bCs/>
          <w:i/>
          <w:sz w:val="24"/>
          <w:szCs w:val="24"/>
        </w:rPr>
        <w:tab/>
      </w:r>
      <w:r w:rsidRPr="000F4547">
        <w:rPr>
          <w:rFonts w:ascii="Times New Roman" w:hAnsi="Times New Roman"/>
          <w:b/>
          <w:bCs/>
          <w:i/>
          <w:sz w:val="24"/>
          <w:szCs w:val="24"/>
        </w:rPr>
        <w:tab/>
        <w:t xml:space="preserve">    </w:t>
      </w:r>
      <w:r w:rsidRPr="000F4547">
        <w:rPr>
          <w:rFonts w:ascii="Times New Roman" w:hAnsi="Times New Roman"/>
          <w:b/>
          <w:bCs/>
          <w:sz w:val="24"/>
          <w:szCs w:val="24"/>
        </w:rPr>
        <w:t>______________________  Вікторія ЗЕЛЕНСЬКА</w:t>
      </w: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  <w:r w:rsidRPr="000F4547">
        <w:rPr>
          <w:rFonts w:ascii="Times New Roman" w:hAnsi="Times New Roman"/>
          <w:b/>
          <w:bCs/>
          <w:i/>
          <w:sz w:val="24"/>
          <w:szCs w:val="24"/>
        </w:rPr>
        <w:t>Секретар міськвиконкому</w:t>
      </w:r>
      <w:r w:rsidRPr="000F4547">
        <w:rPr>
          <w:rFonts w:ascii="Times New Roman" w:hAnsi="Times New Roman"/>
          <w:b/>
          <w:bCs/>
          <w:i/>
          <w:sz w:val="24"/>
          <w:szCs w:val="24"/>
        </w:rPr>
        <w:tab/>
      </w:r>
      <w:r w:rsidRPr="000F4547">
        <w:rPr>
          <w:rFonts w:ascii="Times New Roman" w:hAnsi="Times New Roman"/>
          <w:b/>
          <w:bCs/>
          <w:i/>
          <w:sz w:val="24"/>
          <w:szCs w:val="24"/>
        </w:rPr>
        <w:tab/>
      </w:r>
      <w:r w:rsidRPr="000F4547">
        <w:rPr>
          <w:rFonts w:ascii="Times New Roman" w:hAnsi="Times New Roman"/>
          <w:b/>
          <w:bCs/>
          <w:i/>
          <w:sz w:val="24"/>
          <w:szCs w:val="24"/>
        </w:rPr>
        <w:tab/>
        <w:t xml:space="preserve">    ______________________  </w:t>
      </w:r>
      <w:r w:rsidRPr="000F4547">
        <w:rPr>
          <w:rFonts w:ascii="Times New Roman" w:hAnsi="Times New Roman"/>
          <w:b/>
          <w:bCs/>
          <w:sz w:val="24"/>
          <w:szCs w:val="24"/>
        </w:rPr>
        <w:t>Ліля МЕРЕНКОВА</w:t>
      </w: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  <w:r w:rsidRPr="000F4547">
        <w:rPr>
          <w:rFonts w:ascii="Times New Roman" w:hAnsi="Times New Roman"/>
          <w:b/>
          <w:bCs/>
          <w:i/>
          <w:sz w:val="24"/>
          <w:szCs w:val="24"/>
        </w:rPr>
        <w:t>Начальник юридичного відділу</w:t>
      </w:r>
      <w:r w:rsidRPr="000F4547">
        <w:rPr>
          <w:rFonts w:ascii="Times New Roman" w:hAnsi="Times New Roman"/>
          <w:b/>
          <w:bCs/>
          <w:i/>
          <w:sz w:val="24"/>
          <w:szCs w:val="24"/>
        </w:rPr>
        <w:tab/>
      </w:r>
      <w:r w:rsidRPr="000F4547">
        <w:rPr>
          <w:rFonts w:ascii="Times New Roman" w:hAnsi="Times New Roman"/>
          <w:b/>
          <w:bCs/>
          <w:i/>
          <w:sz w:val="24"/>
          <w:szCs w:val="24"/>
        </w:rPr>
        <w:tab/>
        <w:t xml:space="preserve">    _______________________ </w:t>
      </w:r>
      <w:r w:rsidRPr="000F4547">
        <w:rPr>
          <w:rFonts w:ascii="Times New Roman" w:hAnsi="Times New Roman"/>
          <w:b/>
          <w:bCs/>
          <w:sz w:val="24"/>
          <w:szCs w:val="24"/>
        </w:rPr>
        <w:t>Юрій ДАНІЛЬЧЕНКО</w:t>
      </w: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  <w:r w:rsidRPr="000F4547">
        <w:rPr>
          <w:rFonts w:ascii="Times New Roman" w:hAnsi="Times New Roman"/>
          <w:b/>
          <w:bCs/>
          <w:i/>
          <w:sz w:val="24"/>
          <w:szCs w:val="24"/>
        </w:rPr>
        <w:t>Начальник відділу загального,</w:t>
      </w: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  <w:r w:rsidRPr="000F4547">
        <w:rPr>
          <w:rFonts w:ascii="Times New Roman" w:hAnsi="Times New Roman"/>
          <w:b/>
          <w:bCs/>
          <w:i/>
          <w:sz w:val="24"/>
          <w:szCs w:val="24"/>
        </w:rPr>
        <w:t>контролю та роботи</w:t>
      </w: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  <w:r w:rsidRPr="000F4547">
        <w:rPr>
          <w:rFonts w:ascii="Times New Roman" w:hAnsi="Times New Roman"/>
          <w:b/>
          <w:bCs/>
          <w:i/>
          <w:sz w:val="24"/>
          <w:szCs w:val="24"/>
        </w:rPr>
        <w:t>із зверненнями громадян</w:t>
      </w:r>
      <w:r w:rsidRPr="000F4547">
        <w:rPr>
          <w:rFonts w:ascii="Times New Roman" w:hAnsi="Times New Roman"/>
          <w:b/>
          <w:bCs/>
          <w:i/>
          <w:sz w:val="24"/>
          <w:szCs w:val="24"/>
        </w:rPr>
        <w:tab/>
      </w:r>
      <w:r w:rsidRPr="000F4547">
        <w:rPr>
          <w:rFonts w:ascii="Times New Roman" w:hAnsi="Times New Roman"/>
          <w:b/>
          <w:bCs/>
          <w:i/>
          <w:sz w:val="24"/>
          <w:szCs w:val="24"/>
        </w:rPr>
        <w:tab/>
      </w:r>
      <w:r w:rsidRPr="000F4547">
        <w:rPr>
          <w:rFonts w:ascii="Times New Roman" w:hAnsi="Times New Roman"/>
          <w:b/>
          <w:bCs/>
          <w:i/>
          <w:sz w:val="24"/>
          <w:szCs w:val="24"/>
        </w:rPr>
        <w:tab/>
        <w:t xml:space="preserve">    _______________________  </w:t>
      </w:r>
      <w:r w:rsidRPr="000F4547">
        <w:rPr>
          <w:rFonts w:ascii="Times New Roman" w:hAnsi="Times New Roman"/>
          <w:b/>
          <w:bCs/>
          <w:sz w:val="24"/>
          <w:szCs w:val="24"/>
        </w:rPr>
        <w:t>Олена ГРИГОР</w:t>
      </w:r>
      <w:r w:rsidRPr="000F4547">
        <w:rPr>
          <w:rFonts w:ascii="Times New Roman" w:hAnsi="Times New Roman"/>
          <w:b/>
          <w:sz w:val="24"/>
          <w:szCs w:val="24"/>
        </w:rPr>
        <w:t>`ЄВА</w:t>
      </w:r>
      <w:r w:rsidRPr="000F454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sz w:val="24"/>
          <w:szCs w:val="24"/>
        </w:rPr>
      </w:pPr>
      <w:r w:rsidRPr="000F4547">
        <w:rPr>
          <w:rFonts w:ascii="Times New Roman" w:hAnsi="Times New Roman"/>
          <w:b/>
          <w:bCs/>
          <w:sz w:val="24"/>
          <w:szCs w:val="24"/>
        </w:rPr>
        <w:t>Дата передачі до відділу загального,</w:t>
      </w: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i/>
          <w:sz w:val="24"/>
          <w:szCs w:val="24"/>
        </w:rPr>
      </w:pPr>
      <w:r w:rsidRPr="000F4547">
        <w:rPr>
          <w:rFonts w:ascii="Times New Roman" w:hAnsi="Times New Roman"/>
          <w:b/>
          <w:bCs/>
          <w:sz w:val="24"/>
          <w:szCs w:val="24"/>
        </w:rPr>
        <w:t xml:space="preserve">контролю та роботи зі зверненнями громадян </w:t>
      </w:r>
      <w:r w:rsidRPr="000F4547">
        <w:rPr>
          <w:rFonts w:ascii="Times New Roman" w:hAnsi="Times New Roman"/>
          <w:b/>
          <w:bCs/>
          <w:sz w:val="24"/>
          <w:szCs w:val="24"/>
        </w:rPr>
        <w:tab/>
      </w:r>
      <w:r w:rsidRPr="000F4547">
        <w:rPr>
          <w:rFonts w:ascii="Times New Roman" w:hAnsi="Times New Roman"/>
          <w:b/>
          <w:bCs/>
          <w:i/>
          <w:sz w:val="24"/>
          <w:szCs w:val="24"/>
        </w:rPr>
        <w:t>“____” ___________ 2021 року</w:t>
      </w: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3E7E4B" w:rsidRPr="000F4547" w:rsidRDefault="003E7E4B" w:rsidP="000F4547">
      <w:pPr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line id="_x0000_s1031" style="position:absolute;z-index:251660800" from="63pt,12.95pt" to="216.9pt,12.95pt"/>
        </w:pict>
      </w:r>
      <w:r w:rsidRPr="000F4547">
        <w:rPr>
          <w:rFonts w:ascii="Times New Roman" w:hAnsi="Times New Roman"/>
          <w:b/>
          <w:bCs/>
          <w:sz w:val="24"/>
          <w:szCs w:val="24"/>
        </w:rPr>
        <w:t xml:space="preserve">Доповідає :       </w:t>
      </w:r>
      <w:r w:rsidRPr="000F4547">
        <w:rPr>
          <w:rFonts w:ascii="Times New Roman" w:hAnsi="Times New Roman"/>
          <w:bCs/>
          <w:sz w:val="24"/>
          <w:szCs w:val="24"/>
        </w:rPr>
        <w:t>БАЛАН Сергій</w:t>
      </w:r>
      <w:r w:rsidRPr="000F4547">
        <w:rPr>
          <w:rFonts w:ascii="Times New Roman" w:hAnsi="Times New Roman"/>
          <w:b/>
          <w:bCs/>
          <w:sz w:val="24"/>
          <w:szCs w:val="24"/>
        </w:rPr>
        <w:t xml:space="preserve">                    Час доповіді __________________________________</w:t>
      </w:r>
    </w:p>
    <w:p w:rsidR="003E7E4B" w:rsidRDefault="003E7E4B" w:rsidP="00F64451">
      <w:pPr>
        <w:pStyle w:val="msonormalcxspmiddlecxspmiddle"/>
        <w:ind w:firstLine="708"/>
        <w:rPr>
          <w:b/>
          <w:bCs/>
          <w:lang w:val="uk-UA"/>
        </w:rPr>
      </w:pPr>
      <w:r>
        <w:rPr>
          <w:b/>
          <w:bCs/>
          <w:lang w:val="uk-UA"/>
        </w:rPr>
        <w:t>Заперечення:</w:t>
      </w:r>
      <w:r>
        <w:rPr>
          <w:b/>
          <w:bCs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</w:t>
      </w:r>
    </w:p>
    <w:p w:rsidR="003E7E4B" w:rsidRDefault="003E7E4B" w:rsidP="00F64451">
      <w:pPr>
        <w:rPr>
          <w:b/>
          <w:bCs/>
          <w:lang w:val="uk-UA"/>
        </w:rPr>
      </w:pPr>
      <w:r>
        <w:rPr>
          <w:b/>
          <w:bCs/>
          <w:lang w:val="uk-UA"/>
        </w:rPr>
        <w:tab/>
        <w:t xml:space="preserve">                                                                 </w:t>
      </w:r>
    </w:p>
    <w:p w:rsidR="003E7E4B" w:rsidRPr="0035747E" w:rsidRDefault="003E7E4B" w:rsidP="00F64451">
      <w:p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35747E">
        <w:rPr>
          <w:rFonts w:ascii="Times New Roman" w:hAnsi="Times New Roman"/>
          <w:b/>
          <w:bCs/>
          <w:lang w:val="uk-UA"/>
        </w:rPr>
        <w:t xml:space="preserve"> Ознайомлені:</w:t>
      </w:r>
    </w:p>
    <w:p w:rsidR="003E7E4B" w:rsidRPr="0035747E" w:rsidRDefault="003E7E4B" w:rsidP="00F64451">
      <w:pPr>
        <w:spacing w:line="200" w:lineRule="atLeas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>____________________________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</w:t>
      </w:r>
    </w:p>
    <w:p w:rsidR="003E7E4B" w:rsidRPr="0035747E" w:rsidRDefault="003E7E4B" w:rsidP="00F64451">
      <w:pPr>
        <w:spacing w:line="200" w:lineRule="atLeas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>____________________________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</w:t>
      </w:r>
    </w:p>
    <w:p w:rsidR="003E7E4B" w:rsidRPr="0035747E" w:rsidRDefault="003E7E4B" w:rsidP="00F64451">
      <w:pPr>
        <w:spacing w:line="200" w:lineRule="atLeas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>____________________________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</w:t>
      </w:r>
    </w:p>
    <w:p w:rsidR="003E7E4B" w:rsidRPr="0035747E" w:rsidRDefault="003E7E4B" w:rsidP="00F64451">
      <w:pPr>
        <w:spacing w:line="200" w:lineRule="atLeas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>____________________________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</w:t>
      </w:r>
    </w:p>
    <w:p w:rsidR="003E7E4B" w:rsidRPr="0035747E" w:rsidRDefault="003E7E4B" w:rsidP="00F64451">
      <w:pPr>
        <w:spacing w:line="200" w:lineRule="atLeas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>____________________________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</w:t>
      </w:r>
    </w:p>
    <w:p w:rsidR="003E7E4B" w:rsidRPr="0035747E" w:rsidRDefault="003E7E4B" w:rsidP="00F64451">
      <w:pPr>
        <w:spacing w:line="200" w:lineRule="atLeas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>____________________________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</w:t>
      </w:r>
    </w:p>
    <w:p w:rsidR="003E7E4B" w:rsidRPr="0035747E" w:rsidRDefault="003E7E4B" w:rsidP="00F64451">
      <w:pPr>
        <w:spacing w:line="200" w:lineRule="atLeas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>____________________________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</w:t>
      </w:r>
    </w:p>
    <w:p w:rsidR="003E7E4B" w:rsidRPr="0035747E" w:rsidRDefault="003E7E4B" w:rsidP="00F64451">
      <w:pPr>
        <w:spacing w:line="200" w:lineRule="atLeas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>____________________________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</w:t>
      </w:r>
    </w:p>
    <w:p w:rsidR="003E7E4B" w:rsidRPr="0035747E" w:rsidRDefault="003E7E4B" w:rsidP="00F64451">
      <w:pPr>
        <w:spacing w:line="200" w:lineRule="atLeas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>____________________________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</w:t>
      </w:r>
    </w:p>
    <w:p w:rsidR="003E7E4B" w:rsidRPr="0035747E" w:rsidRDefault="003E7E4B" w:rsidP="00F64451">
      <w:pPr>
        <w:spacing w:line="200" w:lineRule="atLeast"/>
        <w:rPr>
          <w:rFonts w:ascii="Times New Roman" w:hAnsi="Times New Roman"/>
          <w:b/>
          <w:bCs/>
          <w:sz w:val="20"/>
          <w:szCs w:val="20"/>
          <w:lang w:val="uk-UA"/>
        </w:rPr>
      </w:pP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>____________________________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___________________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ab/>
        <w:t>__________________</w:t>
      </w:r>
    </w:p>
    <w:p w:rsidR="003E7E4B" w:rsidRPr="0035747E" w:rsidRDefault="003E7E4B" w:rsidP="00F64451">
      <w:pPr>
        <w:rPr>
          <w:rFonts w:ascii="Times New Roman" w:hAnsi="Times New Roman"/>
          <w:b/>
          <w:bCs/>
          <w:lang w:val="uk-UA"/>
        </w:rPr>
      </w:pPr>
      <w:r w:rsidRPr="0035747E">
        <w:rPr>
          <w:rFonts w:ascii="Times New Roman" w:hAnsi="Times New Roman"/>
          <w:b/>
          <w:bCs/>
          <w:lang w:val="uk-UA"/>
        </w:rPr>
        <w:t>Запрошені:</w:t>
      </w:r>
      <w:r w:rsidRPr="0035747E">
        <w:rPr>
          <w:rFonts w:ascii="Times New Roman" w:hAnsi="Times New Roman"/>
          <w:b/>
          <w:bCs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7E4B" w:rsidRPr="000857EF" w:rsidRDefault="003E7E4B" w:rsidP="000857EF">
      <w:pPr>
        <w:ind w:left="360" w:right="315"/>
        <w:jc w:val="both"/>
        <w:rPr>
          <w:rFonts w:ascii="Times New Roman" w:hAnsi="Times New Roman"/>
          <w:lang w:val="uk-UA"/>
        </w:rPr>
      </w:pPr>
      <w:r w:rsidRPr="0035747E">
        <w:rPr>
          <w:rFonts w:ascii="Times New Roman" w:hAnsi="Times New Roman"/>
          <w:b/>
          <w:sz w:val="24"/>
          <w:szCs w:val="24"/>
          <w:lang w:val="uk-UA"/>
        </w:rPr>
        <w:t>Розсилка:</w:t>
      </w:r>
      <w:r w:rsidRPr="0035747E">
        <w:rPr>
          <w:rFonts w:ascii="Times New Roman" w:hAnsi="Times New Roman"/>
          <w:lang w:val="uk-UA"/>
        </w:rPr>
        <w:t xml:space="preserve">  </w:t>
      </w:r>
      <w:r>
        <w:rPr>
          <w:rFonts w:ascii="Times New Roman" w:hAnsi="Times New Roman"/>
          <w:lang w:val="uk-UA"/>
        </w:rPr>
        <w:t xml:space="preserve">сектор з питань НС,ОП, Е та Б УЗР, Е, Б та НС, </w:t>
      </w:r>
      <w:r w:rsidRPr="000857EF">
        <w:rPr>
          <w:rFonts w:ascii="Times New Roman" w:hAnsi="Times New Roman"/>
          <w:lang w:val="uk-UA"/>
        </w:rPr>
        <w:t>відділ освіти, відділ охорони здоров'я, ДПРЧ 18 ГУДСНС України у Кіровоградській області, відділ поліції №1 ГУНП в Кіровоградській області,</w:t>
      </w:r>
      <w:r w:rsidRPr="000857EF">
        <w:rPr>
          <w:rStyle w:val="2"/>
          <w:rFonts w:ascii="Times New Roman" w:hAnsi="Times New Roman"/>
          <w:lang w:val="uk-UA"/>
        </w:rPr>
        <w:t xml:space="preserve"> </w:t>
      </w:r>
      <w:r w:rsidRPr="000857EF">
        <w:rPr>
          <w:rStyle w:val="20"/>
          <w:rFonts w:ascii="Times New Roman" w:hAnsi="Times New Roman"/>
          <w:b w:val="0"/>
          <w:sz w:val="22"/>
          <w:szCs w:val="22"/>
        </w:rPr>
        <w:t>міський</w:t>
      </w:r>
      <w:r w:rsidRPr="000857EF">
        <w:rPr>
          <w:rFonts w:ascii="Times New Roman" w:hAnsi="Times New Roman"/>
          <w:b/>
          <w:lang w:val="uk-UA"/>
        </w:rPr>
        <w:t xml:space="preserve"> </w:t>
      </w:r>
      <w:r w:rsidRPr="000857EF">
        <w:rPr>
          <w:rFonts w:ascii="Times New Roman" w:hAnsi="Times New Roman"/>
          <w:lang w:val="uk-UA"/>
        </w:rPr>
        <w:t xml:space="preserve">відділ культури та туризму, </w:t>
      </w:r>
      <w:r w:rsidRPr="000857EF">
        <w:rPr>
          <w:rFonts w:ascii="Times New Roman" w:hAnsi="Times New Roman"/>
          <w:b/>
          <w:lang w:val="uk-UA"/>
        </w:rPr>
        <w:t>у</w:t>
      </w:r>
      <w:r w:rsidRPr="000857EF">
        <w:rPr>
          <w:rStyle w:val="20"/>
          <w:rFonts w:ascii="Times New Roman" w:hAnsi="Times New Roman"/>
          <w:b w:val="0"/>
          <w:sz w:val="22"/>
          <w:szCs w:val="22"/>
        </w:rPr>
        <w:t>правління Держпродспоживслужби в області,</w:t>
      </w:r>
      <w:r w:rsidRPr="000857EF">
        <w:rPr>
          <w:rFonts w:ascii="Times New Roman" w:hAnsi="Times New Roman"/>
          <w:lang w:val="uk-UA"/>
        </w:rPr>
        <w:t xml:space="preserve"> КНП «Знам’янська міська лікарня ім.А.В.Лисенка», </w:t>
      </w:r>
      <w:r w:rsidRPr="000857EF">
        <w:rPr>
          <w:rFonts w:ascii="Times New Roman" w:hAnsi="Times New Roman"/>
          <w:bCs/>
          <w:lang w:val="uk-UA"/>
        </w:rPr>
        <w:t xml:space="preserve">РЕМ ПАТ «Кіровоградобленерго», ВП «Знам’янська дирекція залізничних перевезень», відділ економічного розвитку, відділ інфраструктури та інцест. розвитку, УМА та ЖКГ, </w:t>
      </w:r>
      <w:r w:rsidRPr="000857EF">
        <w:rPr>
          <w:rFonts w:ascii="Times New Roman" w:hAnsi="Times New Roman"/>
          <w:lang w:val="uk-UA"/>
        </w:rPr>
        <w:t xml:space="preserve">Знам’янське управління з експлуатації газового господарства, </w:t>
      </w:r>
      <w:r>
        <w:rPr>
          <w:rFonts w:ascii="Times New Roman" w:hAnsi="Times New Roman"/>
          <w:lang w:val="uk-UA"/>
        </w:rPr>
        <w:t>управління соцзахисту, відділ інформаційної діяльності, фіну правління, лікарня, військомат, управління держказначейства</w:t>
      </w:r>
    </w:p>
    <w:p w:rsidR="003E7E4B" w:rsidRDefault="003E7E4B" w:rsidP="0023248B">
      <w:pPr>
        <w:pStyle w:val="BodyText"/>
        <w:ind w:left="709" w:hanging="709"/>
        <w:rPr>
          <w:i/>
        </w:rPr>
      </w:pPr>
      <w:r>
        <w:rPr>
          <w:b/>
          <w:bCs/>
        </w:rPr>
        <w:t>Наявність інформації з обмеженим доступом:_________________________________________</w:t>
      </w:r>
    </w:p>
    <w:p w:rsidR="003E7E4B" w:rsidRDefault="003E7E4B" w:rsidP="0023248B">
      <w:pPr>
        <w:pStyle w:val="21"/>
        <w:shd w:val="clear" w:color="auto" w:fill="auto"/>
        <w:spacing w:line="274" w:lineRule="exact"/>
        <w:ind w:left="709" w:right="172"/>
        <w:jc w:val="left"/>
        <w:rPr>
          <w:sz w:val="22"/>
          <w:szCs w:val="22"/>
        </w:rPr>
      </w:pPr>
    </w:p>
    <w:p w:rsidR="003E7E4B" w:rsidRDefault="003E7E4B" w:rsidP="0023248B">
      <w:pPr>
        <w:ind w:left="709" w:firstLine="709"/>
        <w:rPr>
          <w:b/>
          <w:bCs/>
        </w:rPr>
      </w:pPr>
    </w:p>
    <w:p w:rsidR="003E7E4B" w:rsidRPr="0023248B" w:rsidRDefault="003E7E4B" w:rsidP="0023248B">
      <w:pPr>
        <w:ind w:left="709"/>
        <w:rPr>
          <w:rFonts w:ascii="Times New Roman" w:hAnsi="Times New Roman"/>
          <w:b/>
          <w:bCs/>
          <w:sz w:val="24"/>
          <w:szCs w:val="24"/>
        </w:rPr>
      </w:pPr>
      <w:r w:rsidRPr="0023248B">
        <w:rPr>
          <w:rFonts w:ascii="Times New Roman" w:hAnsi="Times New Roman"/>
          <w:b/>
          <w:bCs/>
          <w:sz w:val="24"/>
          <w:szCs w:val="24"/>
        </w:rPr>
        <w:t xml:space="preserve">Дата оприлюднення: </w:t>
      </w:r>
      <w:r w:rsidRPr="0023248B">
        <w:rPr>
          <w:rFonts w:ascii="Times New Roman" w:hAnsi="Times New Roman"/>
          <w:b/>
          <w:bCs/>
          <w:i/>
          <w:sz w:val="24"/>
          <w:szCs w:val="24"/>
        </w:rPr>
        <w:t>“____” ___________ 2021 року</w:t>
      </w:r>
    </w:p>
    <w:p w:rsidR="003E7E4B" w:rsidRPr="0023248B" w:rsidRDefault="003E7E4B" w:rsidP="0023248B">
      <w:pPr>
        <w:ind w:left="709"/>
        <w:rPr>
          <w:rFonts w:ascii="Times New Roman" w:hAnsi="Times New Roman"/>
          <w:b/>
          <w:bCs/>
          <w:sz w:val="24"/>
          <w:szCs w:val="24"/>
        </w:rPr>
      </w:pPr>
      <w:r w:rsidRPr="0023248B">
        <w:rPr>
          <w:rFonts w:ascii="Times New Roman" w:hAnsi="Times New Roman"/>
          <w:b/>
          <w:bCs/>
          <w:sz w:val="24"/>
          <w:szCs w:val="24"/>
        </w:rPr>
        <w:t xml:space="preserve">Дата розгляду: </w:t>
      </w:r>
      <w:r w:rsidRPr="0023248B">
        <w:rPr>
          <w:rFonts w:ascii="Times New Roman" w:hAnsi="Times New Roman"/>
          <w:b/>
          <w:bCs/>
          <w:i/>
          <w:sz w:val="24"/>
          <w:szCs w:val="24"/>
        </w:rPr>
        <w:t>“____” ___________ 2021 року</w:t>
      </w:r>
    </w:p>
    <w:p w:rsidR="003E7E4B" w:rsidRDefault="003E7E4B" w:rsidP="0023248B">
      <w:pPr>
        <w:pStyle w:val="msonormalcxspmiddlecxspmiddlecxspmiddle"/>
        <w:ind w:left="709" w:firstLine="709"/>
        <w:contextualSpacing/>
        <w:jc w:val="center"/>
        <w:rPr>
          <w:b/>
          <w:bCs/>
          <w:lang w:val="uk-UA"/>
        </w:rPr>
      </w:pPr>
    </w:p>
    <w:p w:rsidR="003E7E4B" w:rsidRPr="0023248B" w:rsidRDefault="003E7E4B" w:rsidP="0023248B">
      <w:pPr>
        <w:pStyle w:val="msonormalcxspmiddlecxspmiddlecxspmiddle"/>
        <w:ind w:left="709" w:firstLine="709"/>
        <w:contextualSpacing/>
        <w:jc w:val="center"/>
        <w:rPr>
          <w:b/>
          <w:bCs/>
          <w:lang w:val="uk-UA"/>
        </w:rPr>
      </w:pPr>
      <w:r w:rsidRPr="0023248B">
        <w:rPr>
          <w:b/>
          <w:bCs/>
          <w:lang w:val="uk-UA"/>
        </w:rPr>
        <w:t xml:space="preserve">Керуюча справами </w:t>
      </w:r>
      <w:r w:rsidRPr="0023248B">
        <w:rPr>
          <w:b/>
          <w:bCs/>
          <w:i/>
          <w:lang w:val="uk-UA"/>
        </w:rPr>
        <w:t xml:space="preserve"> _________________________</w:t>
      </w:r>
    </w:p>
    <w:p w:rsidR="003E7E4B" w:rsidRPr="0023248B" w:rsidRDefault="003E7E4B" w:rsidP="0023248B">
      <w:pPr>
        <w:pStyle w:val="msonormalcxspmiddle"/>
        <w:ind w:left="709" w:firstLine="709"/>
        <w:contextualSpacing/>
        <w:rPr>
          <w:b/>
          <w:bCs/>
          <w:i/>
        </w:rPr>
      </w:pPr>
      <w:r w:rsidRPr="0023248B">
        <w:rPr>
          <w:b/>
          <w:bCs/>
          <w:i/>
          <w:lang w:val="uk-UA"/>
        </w:rPr>
        <w:tab/>
      </w:r>
      <w:r w:rsidRPr="0023248B">
        <w:rPr>
          <w:b/>
          <w:bCs/>
          <w:i/>
          <w:lang w:val="uk-UA"/>
        </w:rPr>
        <w:tab/>
        <w:t xml:space="preserve">                                            “____” ___________ 2021 року</w:t>
      </w:r>
    </w:p>
    <w:p w:rsidR="003E7E4B" w:rsidRPr="0023248B" w:rsidRDefault="003E7E4B" w:rsidP="0023248B">
      <w:pPr>
        <w:pStyle w:val="msonormalcxspmiddle"/>
        <w:ind w:left="709" w:firstLine="709"/>
        <w:contextualSpacing/>
        <w:rPr>
          <w:b/>
          <w:bCs/>
          <w:i/>
        </w:rPr>
      </w:pPr>
    </w:p>
    <w:p w:rsidR="003E7E4B" w:rsidRDefault="003E7E4B" w:rsidP="0023248B">
      <w:pPr>
        <w:pStyle w:val="msonormalcxspmiddle"/>
        <w:ind w:left="2835"/>
        <w:contextualSpacing/>
        <w:rPr>
          <w:b/>
          <w:bCs/>
          <w:lang w:val="uk-UA"/>
        </w:rPr>
      </w:pPr>
    </w:p>
    <w:p w:rsidR="003E7E4B" w:rsidRDefault="003E7E4B" w:rsidP="0023248B">
      <w:pPr>
        <w:pStyle w:val="msonormalcxspmiddle"/>
        <w:ind w:left="2835"/>
        <w:contextualSpacing/>
        <w:rPr>
          <w:b/>
          <w:bCs/>
          <w:lang w:val="uk-UA"/>
        </w:rPr>
      </w:pPr>
    </w:p>
    <w:p w:rsidR="003E7E4B" w:rsidRPr="00CD2900" w:rsidRDefault="003E7E4B" w:rsidP="00741E4A">
      <w:pPr>
        <w:pStyle w:val="msonormalcxspmiddlecxsplast"/>
        <w:ind w:left="2835"/>
        <w:contextualSpacing/>
        <w:rPr>
          <w:lang w:val="uk-UA"/>
        </w:rPr>
      </w:pPr>
      <w:r>
        <w:rPr>
          <w:lang w:val="uk-UA"/>
        </w:rPr>
        <w:t xml:space="preserve">               </w:t>
      </w:r>
      <w:r w:rsidRPr="00741E4A">
        <w:t xml:space="preserve">                                                                                </w:t>
      </w:r>
      <w:r>
        <w:rPr>
          <w:lang w:val="uk-UA"/>
        </w:rPr>
        <w:t>ПРОЄКТ  №</w:t>
      </w:r>
    </w:p>
    <w:p w:rsidR="003E7E4B" w:rsidRPr="00741E4A" w:rsidRDefault="003E7E4B" w:rsidP="00741E4A">
      <w:pPr>
        <w:pStyle w:val="Title"/>
        <w:rPr>
          <w:rFonts w:cs="Times New Roman"/>
          <w:b/>
          <w:iCs/>
          <w:sz w:val="24"/>
          <w:szCs w:val="24"/>
        </w:rPr>
      </w:pPr>
      <w:r>
        <w:rPr>
          <w:noProof/>
          <w:lang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217.45pt;margin-top:.5pt;width:45.05pt;height:57.6pt;z-index:251654656;visibility:visible;mso-wrap-edited:f" o:allowincell="f">
            <v:imagedata r:id="rId5" o:title=""/>
            <w10:wrap type="topAndBottom"/>
          </v:shape>
          <o:OLEObject Type="Embed" ProgID="Word.Picture.8" ShapeID="_x0000_s1032" DrawAspect="Content" ObjectID="_1691236739" r:id="rId6"/>
        </w:pict>
      </w:r>
      <w:r>
        <w:rPr>
          <w:rFonts w:cs="Times New Roman"/>
          <w:b/>
          <w:iCs/>
          <w:sz w:val="24"/>
          <w:szCs w:val="24"/>
          <w:lang w:val="uk-UA"/>
        </w:rPr>
        <w:t xml:space="preserve">Знам’янська </w:t>
      </w:r>
      <w:r w:rsidRPr="00741E4A">
        <w:rPr>
          <w:rFonts w:cs="Times New Roman"/>
          <w:b/>
          <w:iCs/>
          <w:sz w:val="24"/>
          <w:szCs w:val="24"/>
        </w:rPr>
        <w:t>міська</w:t>
      </w:r>
      <w:r w:rsidRPr="00741E4A">
        <w:rPr>
          <w:rFonts w:cs="Times New Roman"/>
          <w:b/>
          <w:iCs/>
          <w:noProof/>
          <w:sz w:val="24"/>
          <w:szCs w:val="24"/>
        </w:rPr>
        <w:t xml:space="preserve"> </w:t>
      </w:r>
      <w:r w:rsidRPr="00741E4A">
        <w:rPr>
          <w:rFonts w:cs="Times New Roman"/>
          <w:b/>
          <w:iCs/>
          <w:sz w:val="24"/>
          <w:szCs w:val="24"/>
        </w:rPr>
        <w:t xml:space="preserve"> </w:t>
      </w:r>
      <w:r w:rsidRPr="00741E4A">
        <w:rPr>
          <w:rFonts w:cs="Times New Roman"/>
          <w:b/>
          <w:iCs/>
          <w:noProof/>
          <w:sz w:val="24"/>
          <w:szCs w:val="24"/>
        </w:rPr>
        <w:t xml:space="preserve"> </w:t>
      </w:r>
      <w:r w:rsidRPr="00741E4A">
        <w:rPr>
          <w:rFonts w:cs="Times New Roman"/>
          <w:b/>
          <w:iCs/>
          <w:sz w:val="24"/>
          <w:szCs w:val="24"/>
        </w:rPr>
        <w:t xml:space="preserve">рада  Кіровоградської </w:t>
      </w:r>
      <w:r w:rsidRPr="00741E4A">
        <w:rPr>
          <w:rFonts w:cs="Times New Roman"/>
          <w:b/>
          <w:iCs/>
          <w:noProof/>
          <w:sz w:val="24"/>
          <w:szCs w:val="24"/>
        </w:rPr>
        <w:t xml:space="preserve"> </w:t>
      </w:r>
      <w:r w:rsidRPr="00741E4A">
        <w:rPr>
          <w:rFonts w:cs="Times New Roman"/>
          <w:b/>
          <w:iCs/>
          <w:sz w:val="24"/>
          <w:szCs w:val="24"/>
        </w:rPr>
        <w:t>області</w:t>
      </w:r>
    </w:p>
    <w:p w:rsidR="003E7E4B" w:rsidRPr="00741E4A" w:rsidRDefault="003E7E4B" w:rsidP="00741E4A">
      <w:pPr>
        <w:keepNext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41E4A"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3E7E4B" w:rsidRPr="00741E4A" w:rsidRDefault="003E7E4B" w:rsidP="00741E4A">
      <w:pPr>
        <w:keepNext/>
        <w:jc w:val="center"/>
        <w:outlineLvl w:val="2"/>
        <w:rPr>
          <w:rFonts w:ascii="Times New Roman" w:hAnsi="Times New Roman"/>
          <w:b/>
          <w:sz w:val="24"/>
          <w:szCs w:val="24"/>
          <w:lang w:val="uk-UA"/>
        </w:rPr>
      </w:pPr>
      <w:r w:rsidRPr="00741E4A">
        <w:rPr>
          <w:rFonts w:ascii="Times New Roman" w:hAnsi="Times New Roman"/>
          <w:b/>
          <w:sz w:val="24"/>
          <w:szCs w:val="24"/>
        </w:rPr>
        <w:t>Р</w:t>
      </w:r>
      <w:r>
        <w:rPr>
          <w:rFonts w:ascii="Times New Roman" w:hAnsi="Times New Roman"/>
          <w:b/>
          <w:sz w:val="24"/>
          <w:szCs w:val="24"/>
          <w:lang w:val="uk-UA"/>
        </w:rPr>
        <w:t>ІШЕННЯ</w:t>
      </w:r>
    </w:p>
    <w:p w:rsidR="003E7E4B" w:rsidRPr="00741E4A" w:rsidRDefault="003E7E4B" w:rsidP="00741E4A">
      <w:pPr>
        <w:keepNext/>
        <w:outlineLvl w:val="1"/>
        <w:rPr>
          <w:rFonts w:ascii="Times New Roman" w:hAnsi="Times New Roman"/>
          <w:b/>
          <w:sz w:val="24"/>
          <w:szCs w:val="24"/>
          <w:lang w:val="uk-UA"/>
        </w:rPr>
      </w:pP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серпня 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 20</w:t>
      </w:r>
      <w:r>
        <w:rPr>
          <w:rFonts w:ascii="Times New Roman" w:hAnsi="Times New Roman"/>
          <w:b/>
          <w:sz w:val="24"/>
          <w:szCs w:val="24"/>
          <w:lang w:val="uk-UA"/>
        </w:rPr>
        <w:t>21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 року               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  <w:t xml:space="preserve"> 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  <w:t xml:space="preserve">   № </w:t>
      </w:r>
    </w:p>
    <w:p w:rsidR="003E7E4B" w:rsidRPr="00741E4A" w:rsidRDefault="003E7E4B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41E4A">
        <w:rPr>
          <w:rFonts w:ascii="Times New Roman" w:hAnsi="Times New Roman"/>
          <w:b/>
          <w:sz w:val="24"/>
          <w:szCs w:val="24"/>
          <w:lang w:val="uk-UA"/>
        </w:rPr>
        <w:t>м. Знам`янка</w:t>
      </w:r>
    </w:p>
    <w:p w:rsidR="003E7E4B" w:rsidRPr="00741E4A" w:rsidRDefault="003E7E4B" w:rsidP="00741E4A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E7E4B" w:rsidRPr="00741E4A" w:rsidRDefault="003E7E4B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>Про внесення змін до рішення</w:t>
      </w:r>
    </w:p>
    <w:p w:rsidR="003E7E4B" w:rsidRPr="00741E4A" w:rsidRDefault="003E7E4B" w:rsidP="00741E4A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 xml:space="preserve">виконавчого комітету від </w:t>
      </w:r>
      <w:r>
        <w:rPr>
          <w:rFonts w:ascii="Times New Roman" w:hAnsi="Times New Roman"/>
          <w:sz w:val="24"/>
          <w:szCs w:val="24"/>
          <w:lang w:val="uk-UA"/>
        </w:rPr>
        <w:t>18</w:t>
      </w:r>
      <w:r w:rsidRPr="00741E4A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03</w:t>
      </w:r>
      <w:r w:rsidRPr="00741E4A">
        <w:rPr>
          <w:rFonts w:ascii="Times New Roman" w:hAnsi="Times New Roman"/>
          <w:sz w:val="24"/>
          <w:szCs w:val="24"/>
          <w:lang w:val="uk-UA"/>
        </w:rPr>
        <w:t>.20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3E7E4B" w:rsidRPr="00741E4A" w:rsidRDefault="003E7E4B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90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«Про затвердження в новій редакції</w:t>
      </w:r>
    </w:p>
    <w:p w:rsidR="003E7E4B" w:rsidRPr="00741E4A" w:rsidRDefault="003E7E4B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 xml:space="preserve">складу та Положень постійних </w:t>
      </w:r>
    </w:p>
    <w:p w:rsidR="003E7E4B" w:rsidRPr="00741E4A" w:rsidRDefault="003E7E4B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 xml:space="preserve">комісій, координаційних рад, </w:t>
      </w:r>
    </w:p>
    <w:p w:rsidR="003E7E4B" w:rsidRPr="00741E4A" w:rsidRDefault="003E7E4B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>робочих груп виконавчого комітету»</w:t>
      </w:r>
    </w:p>
    <w:p w:rsidR="003E7E4B" w:rsidRPr="00741E4A" w:rsidRDefault="003E7E4B" w:rsidP="00741E4A">
      <w:pPr>
        <w:rPr>
          <w:rFonts w:ascii="Times New Roman" w:hAnsi="Times New Roman"/>
          <w:sz w:val="24"/>
          <w:szCs w:val="24"/>
          <w:lang w:val="uk-UA"/>
        </w:rPr>
      </w:pPr>
    </w:p>
    <w:p w:rsidR="003E7E4B" w:rsidRPr="00741E4A" w:rsidRDefault="003E7E4B" w:rsidP="00DB08EE">
      <w:pPr>
        <w:tabs>
          <w:tab w:val="left" w:pos="300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зв′язку 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/>
          <w:sz w:val="24"/>
          <w:szCs w:val="24"/>
          <w:lang w:val="uk-UA"/>
        </w:rPr>
        <w:t>змінами територіального устрою, змінами в структурі окремих місцевих органів виконавчої влади та їх юридичних назв</w:t>
      </w:r>
      <w:r w:rsidRPr="00741E4A">
        <w:rPr>
          <w:rFonts w:ascii="Times New Roman" w:hAnsi="Times New Roman"/>
          <w:sz w:val="24"/>
          <w:szCs w:val="24"/>
          <w:lang w:val="uk-UA"/>
        </w:rPr>
        <w:t>, керуючись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41E4A">
        <w:rPr>
          <w:rFonts w:ascii="Times New Roman" w:hAnsi="Times New Roman"/>
          <w:sz w:val="24"/>
          <w:szCs w:val="24"/>
          <w:lang w:val="uk-UA"/>
        </w:rPr>
        <w:t>ст.3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Закону України ”Про місцеве самоврядування в Україні», виконавчий комітет Знам’янської міської ради</w:t>
      </w:r>
    </w:p>
    <w:p w:rsidR="003E7E4B" w:rsidRPr="00741E4A" w:rsidRDefault="003E7E4B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41E4A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3E7E4B" w:rsidRPr="00DB08EE" w:rsidRDefault="003E7E4B" w:rsidP="00DB08EE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1. </w:t>
      </w:r>
      <w:r w:rsidRPr="00DB08EE">
        <w:rPr>
          <w:rFonts w:ascii="Times New Roman" w:hAnsi="Times New Roman"/>
          <w:sz w:val="24"/>
          <w:szCs w:val="24"/>
          <w:lang w:val="uk-UA"/>
        </w:rPr>
        <w:t>Внести  зміни  до  рішення  виконавчого  комітету  від</w:t>
      </w:r>
      <w:r w:rsidRPr="00BB5E01">
        <w:rPr>
          <w:lang w:val="uk-UA"/>
        </w:rPr>
        <w:t xml:space="preserve"> </w:t>
      </w:r>
      <w:r w:rsidRPr="00DB08EE">
        <w:rPr>
          <w:rFonts w:ascii="Times New Roman" w:hAnsi="Times New Roman"/>
          <w:sz w:val="24"/>
          <w:szCs w:val="24"/>
          <w:lang w:val="uk-UA"/>
        </w:rPr>
        <w:t>18.03.2021 р. № 90 «Про затвердження в новій редакції складу та Положень постійних комісій, координаційних рад, робочих груп виконавчого комітету»,  а  саме Положення про міську комісію з питань техногенно-екологічної безпеки та надзвичайних ситуацій</w:t>
      </w:r>
      <w:r>
        <w:rPr>
          <w:rFonts w:ascii="Times New Roman" w:hAnsi="Times New Roman"/>
          <w:sz w:val="24"/>
          <w:szCs w:val="24"/>
          <w:lang w:val="uk-UA"/>
        </w:rPr>
        <w:t xml:space="preserve"> (додаток 1), </w:t>
      </w:r>
      <w:r w:rsidRPr="00741E4A">
        <w:rPr>
          <w:rFonts w:ascii="Times New Roman" w:hAnsi="Times New Roman"/>
          <w:sz w:val="24"/>
          <w:szCs w:val="24"/>
          <w:lang w:val="uk-UA"/>
        </w:rPr>
        <w:t>штатний склад міської комісії з питань техногенно-екологічної безпеки та надзвичайних ситуацій</w:t>
      </w:r>
      <w:r>
        <w:rPr>
          <w:rFonts w:ascii="Times New Roman" w:hAnsi="Times New Roman"/>
          <w:sz w:val="24"/>
          <w:szCs w:val="24"/>
          <w:lang w:val="uk-UA"/>
        </w:rPr>
        <w:t xml:space="preserve"> (додаток 2), Положення про міську комісію з питань евакуації(додаток 3) і </w:t>
      </w:r>
      <w:r w:rsidRPr="00741E4A">
        <w:rPr>
          <w:rFonts w:ascii="Times New Roman" w:hAnsi="Times New Roman"/>
          <w:sz w:val="24"/>
          <w:szCs w:val="24"/>
          <w:lang w:val="uk-UA"/>
        </w:rPr>
        <w:t>штатний склад</w:t>
      </w:r>
      <w:r>
        <w:rPr>
          <w:rFonts w:ascii="Times New Roman" w:hAnsi="Times New Roman"/>
          <w:sz w:val="24"/>
          <w:szCs w:val="24"/>
          <w:lang w:val="uk-UA"/>
        </w:rPr>
        <w:t xml:space="preserve"> міської комісії з питань евакуації (додаток 4)</w:t>
      </w:r>
      <w:r w:rsidRPr="00DB08EE">
        <w:rPr>
          <w:rFonts w:ascii="Times New Roman" w:hAnsi="Times New Roman"/>
          <w:sz w:val="24"/>
          <w:szCs w:val="24"/>
          <w:lang w:val="uk-UA"/>
        </w:rPr>
        <w:t xml:space="preserve"> затвердити в новій редакції. </w:t>
      </w:r>
    </w:p>
    <w:p w:rsidR="003E7E4B" w:rsidRPr="009D03F0" w:rsidRDefault="003E7E4B" w:rsidP="00DB08EE">
      <w:pPr>
        <w:pStyle w:val="ListParagraph"/>
        <w:keepNext/>
        <w:numPr>
          <w:ilvl w:val="0"/>
          <w:numId w:val="16"/>
        </w:numPr>
        <w:tabs>
          <w:tab w:val="clear" w:pos="1065"/>
          <w:tab w:val="num" w:pos="0"/>
        </w:tabs>
        <w:ind w:left="0" w:firstLine="705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 w:rsidRPr="009D03F0">
        <w:rPr>
          <w:rFonts w:ascii="Times New Roman" w:hAnsi="Times New Roman"/>
          <w:sz w:val="24"/>
          <w:szCs w:val="24"/>
          <w:lang w:val="uk-UA"/>
        </w:rPr>
        <w:t xml:space="preserve">Контроль  за  виконанням  даного  рішення  покласти  на заступника міського голови з питань діяльності виконавчих органів </w:t>
      </w:r>
      <w:r>
        <w:rPr>
          <w:rFonts w:ascii="Times New Roman" w:hAnsi="Times New Roman"/>
          <w:sz w:val="24"/>
          <w:szCs w:val="24"/>
          <w:lang w:val="uk-UA"/>
        </w:rPr>
        <w:t>МОЛОДЧЕНКА Дмитра</w:t>
      </w:r>
      <w:r w:rsidRPr="009D03F0">
        <w:rPr>
          <w:rFonts w:ascii="Times New Roman" w:hAnsi="Times New Roman"/>
          <w:sz w:val="24"/>
          <w:szCs w:val="24"/>
          <w:lang w:val="uk-UA"/>
        </w:rPr>
        <w:t>.</w:t>
      </w:r>
    </w:p>
    <w:p w:rsidR="003E7E4B" w:rsidRPr="00741E4A" w:rsidRDefault="003E7E4B" w:rsidP="00741E4A">
      <w:pPr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E7E4B" w:rsidRPr="00741E4A" w:rsidRDefault="003E7E4B" w:rsidP="00741E4A">
      <w:pPr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Знам'янський м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іський голова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Володимир МОЛОДЧЕНКО</w:t>
      </w:r>
    </w:p>
    <w:p w:rsidR="003E7E4B" w:rsidRPr="00CD2F4F" w:rsidRDefault="003E7E4B" w:rsidP="00CD2F4F">
      <w:pPr>
        <w:pageBreakBefore/>
        <w:spacing w:after="0" w:line="240" w:lineRule="auto"/>
        <w:ind w:firstLine="249"/>
        <w:jc w:val="right"/>
        <w:rPr>
          <w:rFonts w:ascii="Times New Roman" w:hAnsi="Times New Roman"/>
          <w:sz w:val="24"/>
          <w:szCs w:val="24"/>
          <w:lang w:val="uk-UA"/>
        </w:rPr>
      </w:pPr>
      <w:bookmarkStart w:id="0" w:name="bookmark1"/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</w:t>
      </w:r>
      <w:r w:rsidRPr="00CD2F4F">
        <w:rPr>
          <w:rFonts w:ascii="Times New Roman" w:hAnsi="Times New Roman"/>
          <w:sz w:val="24"/>
          <w:szCs w:val="24"/>
          <w:lang w:val="uk-UA"/>
        </w:rPr>
        <w:t xml:space="preserve">Додаток 1 </w:t>
      </w:r>
    </w:p>
    <w:p w:rsidR="003E7E4B" w:rsidRDefault="003E7E4B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6C6E24">
        <w:rPr>
          <w:rFonts w:ascii="Times New Roman" w:hAnsi="Times New Roman"/>
          <w:sz w:val="24"/>
          <w:szCs w:val="24"/>
          <w:lang w:val="uk-UA"/>
        </w:rPr>
        <w:t xml:space="preserve">до рішення виконавчого комітету </w:t>
      </w:r>
    </w:p>
    <w:p w:rsidR="003E7E4B" w:rsidRDefault="003E7E4B" w:rsidP="006C6E2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 w:rsidRPr="006C6E24">
        <w:rPr>
          <w:rFonts w:ascii="Times New Roman" w:hAnsi="Times New Roman"/>
          <w:sz w:val="24"/>
          <w:szCs w:val="24"/>
          <w:lang w:val="uk-UA"/>
        </w:rPr>
        <w:t>Знам'янської міської ради</w:t>
      </w:r>
    </w:p>
    <w:p w:rsidR="003E7E4B" w:rsidRPr="006C6E24" w:rsidRDefault="003E7E4B" w:rsidP="006C6E2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серпня 2021 року №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3E7E4B" w:rsidRPr="006C6E24" w:rsidRDefault="003E7E4B" w:rsidP="0002389D">
      <w:pPr>
        <w:pStyle w:val="Heading20"/>
        <w:keepNext/>
        <w:keepLines/>
        <w:shd w:val="clear" w:color="auto" w:fill="auto"/>
        <w:spacing w:before="0" w:after="0" w:line="240" w:lineRule="exact"/>
        <w:ind w:left="20"/>
        <w:rPr>
          <w:b w:val="0"/>
          <w:sz w:val="24"/>
          <w:szCs w:val="24"/>
        </w:rPr>
      </w:pPr>
      <w:r w:rsidRPr="006C6E24">
        <w:rPr>
          <w:b w:val="0"/>
          <w:sz w:val="24"/>
          <w:szCs w:val="24"/>
        </w:rPr>
        <w:t>ПОЛОЖЕННЯ</w:t>
      </w:r>
      <w:bookmarkEnd w:id="0"/>
    </w:p>
    <w:p w:rsidR="003E7E4B" w:rsidRPr="0092364D" w:rsidRDefault="003E7E4B" w:rsidP="0002389D">
      <w:pPr>
        <w:pStyle w:val="Bodytext1"/>
        <w:shd w:val="clear" w:color="auto" w:fill="auto"/>
        <w:spacing w:line="240" w:lineRule="auto"/>
        <w:ind w:left="23"/>
        <w:jc w:val="center"/>
        <w:rPr>
          <w:rFonts w:cs="Times New Roman"/>
          <w:b/>
          <w:sz w:val="24"/>
          <w:szCs w:val="24"/>
        </w:rPr>
      </w:pPr>
      <w:r w:rsidRPr="0092364D">
        <w:rPr>
          <w:b/>
          <w:sz w:val="24"/>
          <w:szCs w:val="24"/>
        </w:rPr>
        <w:t>про міську комісію з питань техногенно-екологічної</w:t>
      </w:r>
    </w:p>
    <w:p w:rsidR="003E7E4B" w:rsidRPr="0092364D" w:rsidRDefault="003E7E4B" w:rsidP="0002389D">
      <w:pPr>
        <w:pStyle w:val="Bodytext1"/>
        <w:shd w:val="clear" w:color="auto" w:fill="auto"/>
        <w:spacing w:after="180" w:line="240" w:lineRule="auto"/>
        <w:ind w:left="20"/>
        <w:jc w:val="center"/>
        <w:rPr>
          <w:rFonts w:cs="Times New Roman"/>
          <w:sz w:val="24"/>
          <w:szCs w:val="24"/>
        </w:rPr>
      </w:pPr>
      <w:r w:rsidRPr="0092364D">
        <w:rPr>
          <w:rFonts w:cs="Times New Roman"/>
          <w:b/>
          <w:sz w:val="24"/>
          <w:szCs w:val="24"/>
        </w:rPr>
        <w:t xml:space="preserve"> </w:t>
      </w:r>
      <w:r w:rsidRPr="0092364D">
        <w:rPr>
          <w:b/>
          <w:sz w:val="24"/>
          <w:szCs w:val="24"/>
        </w:rPr>
        <w:t>безпеки  та надзвичайних ситуацій</w:t>
      </w:r>
    </w:p>
    <w:p w:rsidR="003E7E4B" w:rsidRPr="0002389D" w:rsidRDefault="003E7E4B" w:rsidP="0002389D">
      <w:pPr>
        <w:pStyle w:val="Bodytext1"/>
        <w:numPr>
          <w:ilvl w:val="0"/>
          <w:numId w:val="15"/>
        </w:numPr>
        <w:shd w:val="clear" w:color="auto" w:fill="auto"/>
        <w:tabs>
          <w:tab w:val="left" w:pos="0"/>
        </w:tabs>
        <w:spacing w:line="240" w:lineRule="auto"/>
        <w:ind w:left="23" w:right="23" w:firstLine="499"/>
        <w:jc w:val="both"/>
        <w:rPr>
          <w:rFonts w:cs="Times New Roman"/>
          <w:sz w:val="24"/>
          <w:szCs w:val="24"/>
        </w:rPr>
      </w:pPr>
      <w:r w:rsidRPr="0002389D">
        <w:rPr>
          <w:rFonts w:cs="Times New Roman"/>
          <w:sz w:val="24"/>
          <w:szCs w:val="24"/>
        </w:rPr>
        <w:t xml:space="preserve"> Міська комісія з питань техногенно-екологічної безпеки та надзвичайних ситуацій (далі</w:t>
      </w:r>
      <w:r w:rsidRPr="0002389D">
        <w:rPr>
          <w:rFonts w:cs="Times New Roman"/>
          <w:sz w:val="24"/>
          <w:szCs w:val="24"/>
          <w:lang w:val="uk-UA"/>
        </w:rPr>
        <w:t xml:space="preserve"> - К</w:t>
      </w:r>
      <w:r w:rsidRPr="0002389D">
        <w:rPr>
          <w:rFonts w:cs="Times New Roman"/>
          <w:sz w:val="24"/>
          <w:szCs w:val="24"/>
        </w:rPr>
        <w:t xml:space="preserve">омісія) є постійно діючим органом, який </w:t>
      </w:r>
      <w:r w:rsidRPr="0002389D">
        <w:rPr>
          <w:rFonts w:cs="Times New Roman"/>
          <w:sz w:val="24"/>
          <w:szCs w:val="24"/>
          <w:lang w:val="uk-UA"/>
        </w:rPr>
        <w:t xml:space="preserve">утворюється виконавчим комітетом Знам’янської міської ради  </w:t>
      </w:r>
      <w:r w:rsidRPr="0002389D">
        <w:rPr>
          <w:rFonts w:cs="Times New Roman"/>
          <w:sz w:val="24"/>
          <w:szCs w:val="24"/>
        </w:rPr>
        <w:t>для координації діяльності місцевих підрозділів органів виконавчої влади</w:t>
      </w:r>
      <w:r w:rsidRPr="0002389D">
        <w:rPr>
          <w:rFonts w:cs="Times New Roman"/>
          <w:sz w:val="24"/>
          <w:szCs w:val="24"/>
          <w:lang w:val="uk-UA"/>
        </w:rPr>
        <w:t xml:space="preserve">, структурних підрозділів </w:t>
      </w:r>
      <w:r>
        <w:rPr>
          <w:rFonts w:cs="Times New Roman"/>
          <w:sz w:val="24"/>
          <w:szCs w:val="24"/>
          <w:lang w:val="uk-UA"/>
        </w:rPr>
        <w:t xml:space="preserve">Знам'янського </w:t>
      </w:r>
      <w:r w:rsidRPr="0002389D">
        <w:rPr>
          <w:rFonts w:cs="Times New Roman"/>
          <w:sz w:val="24"/>
          <w:szCs w:val="24"/>
          <w:lang w:val="uk-UA"/>
        </w:rPr>
        <w:t>міськвиконкому</w:t>
      </w:r>
      <w:r w:rsidRPr="0002389D">
        <w:rPr>
          <w:rFonts w:cs="Times New Roman"/>
          <w:sz w:val="24"/>
          <w:szCs w:val="24"/>
        </w:rPr>
        <w:t>, підприємств, установ та організацій, пов’язан</w:t>
      </w:r>
      <w:r>
        <w:rPr>
          <w:rFonts w:cs="Times New Roman"/>
          <w:sz w:val="24"/>
          <w:szCs w:val="24"/>
          <w:lang w:val="uk-UA"/>
        </w:rPr>
        <w:t>их</w:t>
      </w:r>
      <w:r w:rsidRPr="0002389D">
        <w:rPr>
          <w:rFonts w:cs="Times New Roman"/>
          <w:sz w:val="24"/>
          <w:szCs w:val="24"/>
        </w:rPr>
        <w:t xml:space="preserve"> із забезпеченням техногенно-екологічної безпеки, захисту населення і територі</w:t>
      </w:r>
      <w:r w:rsidRPr="0002389D">
        <w:rPr>
          <w:rFonts w:cs="Times New Roman"/>
          <w:sz w:val="24"/>
          <w:szCs w:val="24"/>
          <w:lang w:val="uk-UA"/>
        </w:rPr>
        <w:t xml:space="preserve">ї </w:t>
      </w:r>
      <w:r>
        <w:rPr>
          <w:rFonts w:cs="Times New Roman"/>
          <w:sz w:val="24"/>
          <w:szCs w:val="24"/>
          <w:lang w:val="uk-UA"/>
        </w:rPr>
        <w:t xml:space="preserve">населених пунктів </w:t>
      </w:r>
      <w:r w:rsidRPr="0002389D">
        <w:rPr>
          <w:rFonts w:cs="Times New Roman"/>
          <w:sz w:val="24"/>
          <w:szCs w:val="24"/>
          <w:lang w:val="uk-UA"/>
        </w:rPr>
        <w:t>Знам’ян</w:t>
      </w:r>
      <w:r>
        <w:rPr>
          <w:rFonts w:cs="Times New Roman"/>
          <w:sz w:val="24"/>
          <w:szCs w:val="24"/>
          <w:lang w:val="uk-UA"/>
        </w:rPr>
        <w:t>ської міської територіальної громади</w:t>
      </w:r>
      <w:r w:rsidRPr="0002389D">
        <w:rPr>
          <w:rFonts w:cs="Times New Roman"/>
          <w:sz w:val="24"/>
          <w:szCs w:val="24"/>
          <w:lang w:val="uk-UA"/>
        </w:rPr>
        <w:t xml:space="preserve"> </w:t>
      </w:r>
      <w:r w:rsidRPr="0002389D">
        <w:rPr>
          <w:rFonts w:cs="Times New Roman"/>
          <w:sz w:val="24"/>
          <w:szCs w:val="24"/>
        </w:rPr>
        <w:t>від наслідків надзвичайних ситуацій, запобігання виникненню надзвичайних ситуацій і реагування на них.</w:t>
      </w:r>
      <w:r w:rsidRPr="0002389D">
        <w:rPr>
          <w:rFonts w:cs="Times New Roman"/>
          <w:sz w:val="24"/>
          <w:szCs w:val="24"/>
          <w:lang w:val="uk-UA"/>
        </w:rPr>
        <w:t xml:space="preserve"> </w:t>
      </w:r>
    </w:p>
    <w:p w:rsidR="003E7E4B" w:rsidRPr="0002389D" w:rsidRDefault="003E7E4B" w:rsidP="0002389D">
      <w:pPr>
        <w:pStyle w:val="Bodytext1"/>
        <w:shd w:val="clear" w:color="auto" w:fill="auto"/>
        <w:tabs>
          <w:tab w:val="left" w:pos="0"/>
        </w:tabs>
        <w:spacing w:line="240" w:lineRule="auto"/>
        <w:ind w:right="23" w:firstLine="522"/>
        <w:jc w:val="both"/>
        <w:rPr>
          <w:rFonts w:cs="Times New Roman"/>
          <w:sz w:val="24"/>
          <w:szCs w:val="24"/>
          <w:lang w:val="uk-UA"/>
        </w:rPr>
      </w:pPr>
      <w:r w:rsidRPr="0002389D">
        <w:rPr>
          <w:rFonts w:cs="Times New Roman"/>
          <w:sz w:val="24"/>
          <w:szCs w:val="24"/>
          <w:lang w:val="uk-UA"/>
        </w:rPr>
        <w:t>2.</w:t>
      </w:r>
      <w:r w:rsidRPr="0002389D">
        <w:rPr>
          <w:rFonts w:cs="Times New Roman"/>
          <w:sz w:val="24"/>
          <w:szCs w:val="24"/>
        </w:rPr>
        <w:t xml:space="preserve">  Комісія  є постійно діючим органом, який утворюється </w:t>
      </w:r>
      <w:r w:rsidRPr="0002389D">
        <w:rPr>
          <w:rFonts w:cs="Times New Roman"/>
          <w:sz w:val="24"/>
          <w:szCs w:val="24"/>
          <w:lang w:val="uk-UA"/>
        </w:rPr>
        <w:t>виконавчим комітетом Знам’янської міської ради.</w:t>
      </w:r>
    </w:p>
    <w:p w:rsidR="003E7E4B" w:rsidRPr="0002389D" w:rsidRDefault="003E7E4B" w:rsidP="0002389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3. Комісія у своїй діяльності керується Конституцією і Законами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Державної комісії з питань техногенно-екологічної безпеки та надзвичайних ситуацій, обласної комісії з питань техногенно-екологічної безпеки та надзвичайних ситуацій,  цим Положенням.</w:t>
      </w:r>
    </w:p>
    <w:p w:rsidR="003E7E4B" w:rsidRPr="0002389D" w:rsidRDefault="003E7E4B" w:rsidP="0002389D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4</w:t>
      </w:r>
      <w:r w:rsidRPr="0002389D">
        <w:rPr>
          <w:rFonts w:ascii="Times New Roman" w:hAnsi="Times New Roman"/>
          <w:sz w:val="24"/>
          <w:szCs w:val="24"/>
        </w:rPr>
        <w:t xml:space="preserve">. Основними завданнями комісії на території </w:t>
      </w:r>
      <w:r>
        <w:rPr>
          <w:rFonts w:ascii="Times New Roman" w:hAnsi="Times New Roman"/>
          <w:sz w:val="24"/>
          <w:szCs w:val="24"/>
          <w:lang w:val="uk-UA"/>
        </w:rPr>
        <w:t>громади</w:t>
      </w:r>
      <w:r w:rsidRPr="0002389D">
        <w:rPr>
          <w:rFonts w:ascii="Times New Roman" w:hAnsi="Times New Roman"/>
          <w:sz w:val="24"/>
          <w:szCs w:val="24"/>
        </w:rPr>
        <w:t xml:space="preserve"> є:</w:t>
      </w:r>
    </w:p>
    <w:p w:rsidR="003E7E4B" w:rsidRPr="000F4547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0F4547">
        <w:rPr>
          <w:rFonts w:ascii="Times New Roman" w:hAnsi="Times New Roman"/>
          <w:sz w:val="24"/>
          <w:szCs w:val="24"/>
          <w:lang w:val="uk-UA"/>
        </w:rPr>
        <w:t>1) координація діяльності місцевих підрозділів органів виконавчої влади</w:t>
      </w:r>
      <w:r w:rsidRPr="0002389D">
        <w:rPr>
          <w:rFonts w:ascii="Times New Roman" w:hAnsi="Times New Roman"/>
          <w:sz w:val="24"/>
          <w:szCs w:val="24"/>
          <w:lang w:val="uk-UA"/>
        </w:rPr>
        <w:t>, структурних підрозділів органу м</w:t>
      </w:r>
      <w:r w:rsidRPr="000F4547">
        <w:rPr>
          <w:rFonts w:ascii="Times New Roman" w:hAnsi="Times New Roman"/>
          <w:sz w:val="24"/>
          <w:szCs w:val="24"/>
          <w:lang w:val="uk-UA"/>
        </w:rPr>
        <w:t>ісцевого самоврядування, підприємств, установ та організацій, пов’язаної із:</w:t>
      </w:r>
    </w:p>
    <w:p w:rsidR="003E7E4B" w:rsidRPr="000F4547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F454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функціонуванням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територіальної підсистеми єдиної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державної </w:t>
      </w:r>
      <w:r w:rsidRPr="000F4547">
        <w:rPr>
          <w:rFonts w:ascii="Times New Roman" w:hAnsi="Times New Roman"/>
          <w:sz w:val="24"/>
          <w:szCs w:val="24"/>
          <w:lang w:val="uk-UA"/>
        </w:rPr>
        <w:t>системи цивільного захисту;</w:t>
      </w:r>
    </w:p>
    <w:p w:rsidR="003E7E4B" w:rsidRPr="000F4547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 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3E7E4B" w:rsidRPr="000F4547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F454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F4547">
        <w:rPr>
          <w:rFonts w:ascii="Times New Roman" w:hAnsi="Times New Roman"/>
          <w:sz w:val="24"/>
          <w:szCs w:val="24"/>
          <w:lang w:val="uk-UA"/>
        </w:rPr>
        <w:t>залученням сил цивільного захисту до проведення аварійно-рятувальних та інших невідкладних робіт, ліквідації наслідків надзвичайної ситуації;</w:t>
      </w:r>
    </w:p>
    <w:p w:rsidR="003E7E4B" w:rsidRPr="000F4547" w:rsidRDefault="003E7E4B" w:rsidP="009D593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F454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F4547">
        <w:rPr>
          <w:rFonts w:ascii="Times New Roman" w:hAnsi="Times New Roman"/>
          <w:sz w:val="24"/>
          <w:szCs w:val="24"/>
          <w:lang w:val="uk-UA"/>
        </w:rPr>
        <w:t>забезпеченням реалізації вимог техногенної та пожежної безпеки;</w:t>
      </w:r>
    </w:p>
    <w:p w:rsidR="003E7E4B" w:rsidRPr="0002389D" w:rsidRDefault="003E7E4B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навчанням населення діям у надзвичайній ситуації;</w:t>
      </w:r>
    </w:p>
    <w:p w:rsidR="003E7E4B" w:rsidRPr="0002389D" w:rsidRDefault="003E7E4B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визначенням меж зони надзвичайної ситуації;</w:t>
      </w:r>
    </w:p>
    <w:p w:rsidR="003E7E4B" w:rsidRPr="009218CA" w:rsidRDefault="003E7E4B" w:rsidP="009218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9218CA">
        <w:rPr>
          <w:rFonts w:ascii="Times New Roman" w:hAnsi="Times New Roman"/>
          <w:sz w:val="24"/>
          <w:szCs w:val="24"/>
          <w:lang w:val="uk-UA"/>
        </w:rPr>
        <w:t>здійсненням постійного прогнозування зони можливого поширення надзвичайної ситуації та масштабів можливих наслідків;</w:t>
      </w:r>
    </w:p>
    <w:p w:rsidR="003E7E4B" w:rsidRPr="009218CA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9218CA">
        <w:rPr>
          <w:rFonts w:ascii="Times New Roman" w:hAnsi="Times New Roman"/>
          <w:sz w:val="24"/>
          <w:szCs w:val="24"/>
          <w:lang w:val="uk-UA"/>
        </w:rPr>
        <w:t>організацією робіт із локалізації і ліквідації наслідків надзвичайної ситуації, залучення для цього необхідних сил і засобів;</w:t>
      </w:r>
    </w:p>
    <w:p w:rsidR="003E7E4B" w:rsidRPr="000857EF" w:rsidRDefault="003E7E4B" w:rsidP="009D593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218CA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0857EF">
        <w:rPr>
          <w:rFonts w:ascii="Times New Roman" w:hAnsi="Times New Roman"/>
          <w:sz w:val="24"/>
          <w:szCs w:val="24"/>
          <w:u w:val="single"/>
          <w:lang w:val="uk-UA"/>
        </w:rPr>
        <w:t xml:space="preserve">організацією та здійсненням: </w:t>
      </w:r>
    </w:p>
    <w:p w:rsidR="003E7E4B" w:rsidRPr="000857EF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857E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857EF">
        <w:rPr>
          <w:rFonts w:ascii="Times New Roman" w:hAnsi="Times New Roman"/>
          <w:sz w:val="24"/>
          <w:szCs w:val="24"/>
          <w:lang w:val="uk-UA"/>
        </w:rPr>
        <w:t>заходів щодо життєзабезпечення населення, що постраждало внаслідок виникнення надзвичайної ситуації;</w:t>
      </w:r>
    </w:p>
    <w:p w:rsidR="003E7E4B" w:rsidRPr="0002389D" w:rsidRDefault="003E7E4B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заходів з евакуації (у разі потреби);</w:t>
      </w:r>
    </w:p>
    <w:p w:rsidR="003E7E4B" w:rsidRPr="009218CA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9218CA">
        <w:rPr>
          <w:rFonts w:ascii="Times New Roman" w:hAnsi="Times New Roman"/>
          <w:sz w:val="24"/>
          <w:szCs w:val="24"/>
          <w:lang w:val="uk-UA"/>
        </w:rPr>
        <w:t>радіаційного, хімічного, біологічного, інженерного та медичного захисту населення і територі</w:t>
      </w:r>
      <w:r w:rsidRPr="0002389D">
        <w:rPr>
          <w:rFonts w:ascii="Times New Roman" w:hAnsi="Times New Roman"/>
          <w:sz w:val="24"/>
          <w:szCs w:val="24"/>
          <w:lang w:val="uk-UA"/>
        </w:rPr>
        <w:t>ї</w:t>
      </w:r>
      <w:r w:rsidRPr="009218CA">
        <w:rPr>
          <w:rFonts w:ascii="Times New Roman" w:hAnsi="Times New Roman"/>
          <w:sz w:val="24"/>
          <w:szCs w:val="24"/>
          <w:lang w:val="uk-UA"/>
        </w:rPr>
        <w:t xml:space="preserve"> від наслідків надзвичайної ситуації;</w:t>
      </w:r>
    </w:p>
    <w:p w:rsidR="003E7E4B" w:rsidRPr="009218CA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9218CA">
        <w:rPr>
          <w:rFonts w:ascii="Times New Roman" w:hAnsi="Times New Roman"/>
          <w:sz w:val="24"/>
          <w:szCs w:val="24"/>
          <w:lang w:val="uk-UA"/>
        </w:rPr>
        <w:t>вжиттям заходів д</w:t>
      </w:r>
      <w:r>
        <w:rPr>
          <w:rFonts w:ascii="Times New Roman" w:hAnsi="Times New Roman"/>
          <w:sz w:val="24"/>
          <w:szCs w:val="24"/>
          <w:lang w:val="uk-UA"/>
        </w:rPr>
        <w:t>ля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9218CA">
        <w:rPr>
          <w:rFonts w:ascii="Times New Roman" w:hAnsi="Times New Roman"/>
          <w:sz w:val="24"/>
          <w:szCs w:val="24"/>
          <w:lang w:val="uk-UA"/>
        </w:rPr>
        <w:t xml:space="preserve"> забезпечення готовності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9218CA">
        <w:rPr>
          <w:rFonts w:ascii="Times New Roman" w:hAnsi="Times New Roman"/>
          <w:sz w:val="24"/>
          <w:szCs w:val="24"/>
          <w:lang w:val="uk-UA"/>
        </w:rPr>
        <w:t>територіальної підсистеми єдиної державної системи цивільного захисту до дій в умовах надзвичайної ситуації та в особливий період;</w:t>
      </w:r>
    </w:p>
    <w:p w:rsidR="003E7E4B" w:rsidRPr="0002389D" w:rsidRDefault="003E7E4B" w:rsidP="009218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здійсненням безперервного контролю за розвитком надзвичайної ситуації та обстановкою на аварійних об’єктах і прилеглих до них територіях;</w:t>
      </w:r>
    </w:p>
    <w:p w:rsidR="003E7E4B" w:rsidRPr="0002389D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3E7E4B" w:rsidRPr="0002389D" w:rsidRDefault="003E7E4B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u w:val="single"/>
        </w:rPr>
        <w:t xml:space="preserve"> забезпеченням: </w:t>
      </w:r>
    </w:p>
    <w:p w:rsidR="003E7E4B" w:rsidRDefault="003E7E4B" w:rsidP="009D593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живучості об’єктів національної економіки та державного управління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, розташованих на території </w:t>
      </w:r>
      <w:r>
        <w:rPr>
          <w:rFonts w:ascii="Times New Roman" w:hAnsi="Times New Roman"/>
          <w:sz w:val="24"/>
          <w:szCs w:val="24"/>
          <w:lang w:val="uk-UA"/>
        </w:rPr>
        <w:t>громади</w:t>
      </w:r>
      <w:r w:rsidRPr="0002389D">
        <w:rPr>
          <w:rFonts w:ascii="Times New Roman" w:hAnsi="Times New Roman"/>
          <w:sz w:val="24"/>
          <w:szCs w:val="24"/>
          <w:lang w:val="uk-UA"/>
        </w:rPr>
        <w:t>,</w:t>
      </w:r>
      <w:r w:rsidRPr="0002389D">
        <w:rPr>
          <w:rFonts w:ascii="Times New Roman" w:hAnsi="Times New Roman"/>
          <w:sz w:val="24"/>
          <w:szCs w:val="24"/>
        </w:rPr>
        <w:t xml:space="preserve"> під час реагування на надзвичайну ситуацію;</w:t>
      </w:r>
    </w:p>
    <w:p w:rsidR="003E7E4B" w:rsidRPr="008B7C83" w:rsidRDefault="003E7E4B" w:rsidP="009D593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6C6E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  <w:t>2</w:t>
      </w:r>
    </w:p>
    <w:p w:rsidR="003E7E4B" w:rsidRDefault="003E7E4B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Продовження додатку 1</w:t>
      </w:r>
    </w:p>
    <w:p w:rsidR="003E7E4B" w:rsidRDefault="003E7E4B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218CA">
        <w:rPr>
          <w:rFonts w:ascii="Times New Roman" w:hAnsi="Times New Roman"/>
          <w:sz w:val="24"/>
          <w:szCs w:val="24"/>
          <w:lang w:val="uk-UA"/>
        </w:rPr>
        <w:t xml:space="preserve">стабільного функціонування об’єктів паливно-енергетичного комплексу під час виникнення надзвичайної ситуації, злагодженої роботи підприємств, установ та організацій для </w:t>
      </w:r>
    </w:p>
    <w:p w:rsidR="003E7E4B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E7E4B" w:rsidRPr="009218CA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218CA">
        <w:rPr>
          <w:rFonts w:ascii="Times New Roman" w:hAnsi="Times New Roman"/>
          <w:sz w:val="24"/>
          <w:szCs w:val="24"/>
          <w:lang w:val="uk-UA"/>
        </w:rPr>
        <w:t>забезпечення сталої і безперебійної роботи об’єктів Єдиної газотранспортної та об’єднаної енергетичної систем України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, які знаходяться на території </w:t>
      </w:r>
      <w:r>
        <w:rPr>
          <w:rFonts w:ascii="Times New Roman" w:hAnsi="Times New Roman"/>
          <w:sz w:val="24"/>
          <w:szCs w:val="24"/>
          <w:lang w:val="uk-UA"/>
        </w:rPr>
        <w:t>громади</w:t>
      </w:r>
      <w:r w:rsidRPr="009218CA">
        <w:rPr>
          <w:rFonts w:ascii="Times New Roman" w:hAnsi="Times New Roman"/>
          <w:sz w:val="24"/>
          <w:szCs w:val="24"/>
          <w:lang w:val="uk-UA"/>
        </w:rPr>
        <w:t>;</w:t>
      </w:r>
    </w:p>
    <w:p w:rsidR="003E7E4B" w:rsidRPr="0002389D" w:rsidRDefault="003E7E4B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8C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безпеки та сталої роботи транспортної інфраструктури, послуг поштового зв’язку та всіх видів електричного зв’язку;</w:t>
      </w:r>
    </w:p>
    <w:p w:rsidR="003E7E4B" w:rsidRPr="0002389D" w:rsidRDefault="003E7E4B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санітарного та епідемічного благополуччя населення;</w:t>
      </w:r>
    </w:p>
    <w:p w:rsidR="003E7E4B" w:rsidRPr="009218CA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9218CA">
        <w:rPr>
          <w:rFonts w:ascii="Times New Roman" w:hAnsi="Times New Roman"/>
          <w:sz w:val="24"/>
          <w:szCs w:val="24"/>
          <w:lang w:val="uk-UA"/>
        </w:rPr>
        <w:t>організацією та керівництвом за проведенням робіт з ліквідації наслідків надзвичайних ситуацій місцевого рівня;</w:t>
      </w:r>
    </w:p>
    <w:p w:rsidR="003E7E4B" w:rsidRPr="009218CA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9218CA">
        <w:rPr>
          <w:rFonts w:ascii="Times New Roman" w:hAnsi="Times New Roman"/>
          <w:sz w:val="24"/>
          <w:szCs w:val="24"/>
          <w:lang w:val="uk-UA"/>
        </w:rPr>
        <w:t>встановленням кількісних та якісних показників виведення з ладу транспортних засобів, промислових, громадських і житлових будинків та споруд, комунальних і енергетичних мереж, засобів зв’язку,  залізничних вузлів, шляхопроводів тощо;</w:t>
      </w:r>
    </w:p>
    <w:p w:rsidR="003E7E4B" w:rsidRPr="0002389D" w:rsidRDefault="003E7E4B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9218C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389D">
        <w:rPr>
          <w:rFonts w:ascii="Times New Roman" w:hAnsi="Times New Roman"/>
          <w:sz w:val="24"/>
          <w:szCs w:val="24"/>
        </w:rPr>
        <w:t>2) визначення шляхів та способів вирішення проблемних питань, що виникають під час:</w:t>
      </w:r>
    </w:p>
    <w:p w:rsidR="003E7E4B" w:rsidRPr="0002389D" w:rsidRDefault="003E7E4B" w:rsidP="009218C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2389D">
        <w:rPr>
          <w:rFonts w:ascii="Times New Roman" w:hAnsi="Times New Roman"/>
          <w:sz w:val="24"/>
          <w:szCs w:val="24"/>
        </w:rPr>
        <w:t xml:space="preserve">функціонування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02389D">
        <w:rPr>
          <w:rFonts w:ascii="Times New Roman" w:hAnsi="Times New Roman"/>
          <w:sz w:val="24"/>
          <w:szCs w:val="24"/>
        </w:rPr>
        <w:t>територіальної підсистеми єдиної державної системи цивільного захисту;</w:t>
      </w:r>
    </w:p>
    <w:p w:rsidR="003E7E4B" w:rsidRPr="009218CA" w:rsidRDefault="003E7E4B" w:rsidP="009D593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 w:rsidRPr="009218CA">
        <w:rPr>
          <w:rFonts w:ascii="Times New Roman" w:hAnsi="Times New Roman"/>
          <w:sz w:val="24"/>
          <w:szCs w:val="24"/>
          <w:u w:val="single"/>
        </w:rPr>
        <w:t>здійснення заходів:</w:t>
      </w:r>
    </w:p>
    <w:p w:rsidR="003E7E4B" w:rsidRPr="0002389D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 xml:space="preserve"> щодо соціального захисту населення, що постраждало внаслідок виникнення надзвичайної ситуації;</w:t>
      </w:r>
    </w:p>
    <w:p w:rsidR="003E7E4B" w:rsidRPr="0002389D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щодо медичного та біологічного захисту населення у разі виникнення надзвичайної ситуації;</w:t>
      </w:r>
    </w:p>
    <w:p w:rsidR="003E7E4B" w:rsidRPr="0002389D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9218CA">
        <w:rPr>
          <w:rFonts w:ascii="Times New Roman" w:hAnsi="Times New Roman"/>
          <w:sz w:val="24"/>
          <w:szCs w:val="24"/>
          <w:lang w:val="uk-UA"/>
        </w:rPr>
        <w:t>порушення умов належного функціонування об’єктів інфраструктури та безпеки життєдіяльності населення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громади</w:t>
      </w:r>
      <w:r w:rsidRPr="009218CA">
        <w:rPr>
          <w:rFonts w:ascii="Times New Roman" w:hAnsi="Times New Roman"/>
          <w:sz w:val="24"/>
          <w:szCs w:val="24"/>
          <w:lang w:val="uk-UA"/>
        </w:rPr>
        <w:t>, зокрема у сферах національної безпеки і оборони, енергетики, фінансів, соціального захисту, охорони здоров’я та навколишнього природного середовища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E7E4B" w:rsidRPr="000F4547" w:rsidRDefault="003E7E4B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2389D">
        <w:rPr>
          <w:rFonts w:ascii="Times New Roman" w:hAnsi="Times New Roman"/>
          <w:sz w:val="24"/>
          <w:szCs w:val="24"/>
          <w:lang w:val="uk-UA"/>
        </w:rPr>
        <w:t>3</w:t>
      </w:r>
      <w:r w:rsidRPr="000F4547">
        <w:rPr>
          <w:rFonts w:ascii="Times New Roman" w:hAnsi="Times New Roman"/>
          <w:sz w:val="24"/>
          <w:szCs w:val="24"/>
          <w:lang w:val="uk-UA"/>
        </w:rPr>
        <w:t>) підвищення ефективності діяльності  підприємств, установ та організацій під час реагування на надзвичайну ситуацію.</w:t>
      </w:r>
    </w:p>
    <w:p w:rsidR="003E7E4B" w:rsidRPr="0002389D" w:rsidRDefault="003E7E4B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>5</w:t>
      </w:r>
      <w:r w:rsidRPr="0002389D">
        <w:rPr>
          <w:rFonts w:ascii="Times New Roman" w:hAnsi="Times New Roman"/>
          <w:sz w:val="24"/>
          <w:szCs w:val="24"/>
        </w:rPr>
        <w:t>. Комісія відповідно до покладених на неї завдань:</w:t>
      </w:r>
    </w:p>
    <w:p w:rsidR="003E7E4B" w:rsidRPr="0002389D" w:rsidRDefault="003E7E4B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1) у режимі повсякденної діяльності:</w:t>
      </w:r>
    </w:p>
    <w:p w:rsidR="003E7E4B" w:rsidRPr="0002389D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02389D">
        <w:rPr>
          <w:rFonts w:ascii="Times New Roman" w:hAnsi="Times New Roman"/>
          <w:sz w:val="24"/>
          <w:szCs w:val="24"/>
        </w:rPr>
        <w:t xml:space="preserve">здійснює координацію діяльності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місцевих підрозділів </w:t>
      </w:r>
      <w:r w:rsidRPr="0002389D">
        <w:rPr>
          <w:rFonts w:ascii="Times New Roman" w:hAnsi="Times New Roman"/>
          <w:sz w:val="24"/>
          <w:szCs w:val="24"/>
        </w:rPr>
        <w:t xml:space="preserve">органів виконавчої влади та </w:t>
      </w:r>
      <w:r w:rsidRPr="0002389D">
        <w:rPr>
          <w:rFonts w:ascii="Times New Roman" w:hAnsi="Times New Roman"/>
          <w:sz w:val="24"/>
          <w:szCs w:val="24"/>
          <w:lang w:val="uk-UA"/>
        </w:rPr>
        <w:t>підрозділів міськвиконкому</w:t>
      </w:r>
      <w:r w:rsidRPr="0002389D">
        <w:rPr>
          <w:rFonts w:ascii="Times New Roman" w:hAnsi="Times New Roman"/>
          <w:sz w:val="24"/>
          <w:szCs w:val="24"/>
        </w:rPr>
        <w:t xml:space="preserve"> щодо  розроблення і виконання цільових і науково-технічних програм, здійснення заходів у сфері цивільного захисту та техногенно-екологічної безпеки;</w:t>
      </w:r>
    </w:p>
    <w:p w:rsidR="003E7E4B" w:rsidRPr="000857EF" w:rsidRDefault="003E7E4B" w:rsidP="004B12C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0857EF">
        <w:rPr>
          <w:rFonts w:ascii="Times New Roman" w:hAnsi="Times New Roman"/>
          <w:sz w:val="24"/>
          <w:szCs w:val="24"/>
          <w:lang w:val="uk-UA"/>
        </w:rPr>
        <w:t>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</w:t>
      </w:r>
    </w:p>
    <w:p w:rsidR="003E7E4B" w:rsidRPr="000857EF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0857EF">
        <w:rPr>
          <w:rFonts w:ascii="Times New Roman" w:hAnsi="Times New Roman"/>
          <w:sz w:val="24"/>
          <w:szCs w:val="24"/>
          <w:lang w:val="uk-UA"/>
        </w:rPr>
        <w:t>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 (хімічні, радіаційні тощо);</w:t>
      </w:r>
    </w:p>
    <w:p w:rsidR="003E7E4B" w:rsidRPr="000857EF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0857EF">
        <w:rPr>
          <w:rFonts w:ascii="Times New Roman" w:hAnsi="Times New Roman"/>
          <w:sz w:val="24"/>
          <w:szCs w:val="24"/>
          <w:lang w:val="uk-UA"/>
        </w:rPr>
        <w:t>сприяє проведенню гідрометеорологічних спостережень і прогнозів, розвитку державної системи моніторингу навколишнього природного середовища, системи цивільного захисту, форм контролю за функціонуванням потенційно небезпечних об’єктів;</w:t>
      </w:r>
    </w:p>
    <w:p w:rsidR="003E7E4B" w:rsidRPr="000857EF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0857EF">
        <w:rPr>
          <w:rFonts w:ascii="Times New Roman" w:hAnsi="Times New Roman"/>
          <w:sz w:val="24"/>
          <w:szCs w:val="24"/>
          <w:lang w:val="uk-UA"/>
        </w:rPr>
        <w:t>координує здійснення заходів щодо профілактики та локалізації інфекційних захворювань, а також запобігання виникненню випадків масових харчових отруєнь населення.</w:t>
      </w:r>
    </w:p>
    <w:p w:rsidR="003E7E4B" w:rsidRDefault="003E7E4B" w:rsidP="0072005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857EF">
        <w:rPr>
          <w:rFonts w:ascii="Times New Roman" w:hAnsi="Times New Roman"/>
          <w:sz w:val="24"/>
          <w:szCs w:val="24"/>
          <w:lang w:val="uk-UA"/>
        </w:rPr>
        <w:t xml:space="preserve"> 2) у режимі підвищеної готовності:</w:t>
      </w:r>
    </w:p>
    <w:p w:rsidR="003E7E4B" w:rsidRPr="0072005C" w:rsidRDefault="003E7E4B" w:rsidP="007200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72005C">
        <w:rPr>
          <w:rFonts w:ascii="Times New Roman" w:hAnsi="Times New Roman"/>
          <w:sz w:val="24"/>
          <w:szCs w:val="24"/>
          <w:lang w:val="uk-UA"/>
        </w:rPr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</w:t>
      </w:r>
    </w:p>
    <w:p w:rsidR="003E7E4B" w:rsidRPr="0072005C" w:rsidRDefault="003E7E4B" w:rsidP="0072005C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72005C">
        <w:rPr>
          <w:rFonts w:ascii="Times New Roman" w:hAnsi="Times New Roman"/>
          <w:sz w:val="24"/>
          <w:szCs w:val="24"/>
          <w:lang w:val="uk-UA"/>
        </w:rPr>
        <w:t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3E7E4B" w:rsidRDefault="003E7E4B" w:rsidP="006C6E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6C6E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</w:p>
    <w:p w:rsidR="003E7E4B" w:rsidRDefault="003E7E4B" w:rsidP="006C6E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</w:p>
    <w:p w:rsidR="003E7E4B" w:rsidRDefault="003E7E4B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Продовження додатку 1</w:t>
      </w:r>
    </w:p>
    <w:p w:rsidR="003E7E4B" w:rsidRDefault="003E7E4B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Pr="004B12C0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4B12C0">
        <w:rPr>
          <w:rFonts w:ascii="Times New Roman" w:hAnsi="Times New Roman"/>
          <w:sz w:val="24"/>
          <w:szCs w:val="24"/>
          <w:lang w:val="uk-UA"/>
        </w:rPr>
        <w:t>забезпечує координацію заходів щодо запобігання виникненню надзвичайної ситуації місцевого рівня;</w:t>
      </w:r>
    </w:p>
    <w:p w:rsidR="003E7E4B" w:rsidRPr="0002389D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02389D">
        <w:rPr>
          <w:rFonts w:ascii="Times New Roman" w:hAnsi="Times New Roman"/>
          <w:sz w:val="24"/>
          <w:szCs w:val="24"/>
        </w:rPr>
        <w:t>готує пропозиції щодо визначення джерел і порядку фінансування заходів реагування на надзвичайну ситуацію;</w:t>
      </w:r>
    </w:p>
    <w:p w:rsidR="003E7E4B" w:rsidRDefault="003E7E4B" w:rsidP="001D1C0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3E7E4B" w:rsidRPr="000857EF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0857EF">
        <w:rPr>
          <w:rFonts w:ascii="Times New Roman" w:hAnsi="Times New Roman"/>
          <w:sz w:val="24"/>
          <w:szCs w:val="24"/>
          <w:lang w:val="uk-UA"/>
        </w:rPr>
        <w:t>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наслідків, визначає обсяги і порядок використання таких резервів;</w:t>
      </w:r>
    </w:p>
    <w:p w:rsidR="003E7E4B" w:rsidRPr="000857EF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857EF">
        <w:rPr>
          <w:rFonts w:ascii="Times New Roman" w:hAnsi="Times New Roman"/>
          <w:sz w:val="24"/>
          <w:szCs w:val="24"/>
          <w:lang w:val="uk-UA"/>
        </w:rPr>
        <w:t>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:rsidR="003E7E4B" w:rsidRPr="000857EF" w:rsidRDefault="003E7E4B" w:rsidP="004B12C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857EF">
        <w:rPr>
          <w:rFonts w:ascii="Times New Roman" w:hAnsi="Times New Roman"/>
          <w:sz w:val="24"/>
          <w:szCs w:val="24"/>
          <w:lang w:val="uk-UA"/>
        </w:rPr>
        <w:t xml:space="preserve"> 3) у режимі надзвичайної ситуації:</w:t>
      </w:r>
    </w:p>
    <w:p w:rsidR="003E7E4B" w:rsidRPr="004B12C0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4B12C0">
        <w:rPr>
          <w:rFonts w:ascii="Times New Roman" w:hAnsi="Times New Roman"/>
          <w:sz w:val="24"/>
          <w:szCs w:val="24"/>
          <w:lang w:val="uk-UA"/>
        </w:rPr>
        <w:t xml:space="preserve">забезпечує координацію, організацію робіт та взаємодію органів управління, сил та засобів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4B12C0">
        <w:rPr>
          <w:rFonts w:ascii="Times New Roman" w:hAnsi="Times New Roman"/>
          <w:sz w:val="24"/>
          <w:szCs w:val="24"/>
          <w:lang w:val="uk-UA"/>
        </w:rPr>
        <w:t>територіальної підсистеми єдиної державної системи цивільного захисту, а також громадських організацій щодо надання допомоги населенню, що постраждало внаслідок виникнення надзвичайної ситуації;</w:t>
      </w:r>
    </w:p>
    <w:p w:rsidR="003E7E4B" w:rsidRPr="004B12C0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4B12C0">
        <w:rPr>
          <w:rFonts w:ascii="Times New Roman" w:hAnsi="Times New Roman"/>
          <w:sz w:val="24"/>
          <w:szCs w:val="24"/>
          <w:lang w:val="uk-UA"/>
        </w:rPr>
        <w:t>організовує роботу з локалізації або ліквідації надзвичайної ситуації місцевого рівня;</w:t>
      </w:r>
    </w:p>
    <w:p w:rsidR="003E7E4B" w:rsidRPr="004B12C0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r w:rsidRPr="004B12C0">
        <w:rPr>
          <w:rFonts w:ascii="Times New Roman" w:hAnsi="Times New Roman"/>
          <w:sz w:val="24"/>
          <w:szCs w:val="24"/>
          <w:lang w:val="uk-UA"/>
        </w:rPr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</w:t>
      </w:r>
    </w:p>
    <w:p w:rsidR="003E7E4B" w:rsidRPr="0002389D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2389D">
        <w:rPr>
          <w:rFonts w:ascii="Times New Roman" w:hAnsi="Times New Roman"/>
          <w:sz w:val="24"/>
          <w:szCs w:val="24"/>
        </w:rPr>
        <w:t>вживає заходів, необхідних для проведення аварійно-рятувальних та інших невідкладних робіт у небезпечних районах;</w:t>
      </w:r>
    </w:p>
    <w:p w:rsidR="003E7E4B" w:rsidRPr="0002389D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2389D">
        <w:rPr>
          <w:rFonts w:ascii="Times New Roman" w:hAnsi="Times New Roman"/>
          <w:sz w:val="24"/>
          <w:szCs w:val="24"/>
        </w:rPr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3E7E4B" w:rsidRPr="000857EF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857EF">
        <w:rPr>
          <w:rFonts w:ascii="Times New Roman" w:hAnsi="Times New Roman"/>
          <w:sz w:val="24"/>
          <w:szCs w:val="24"/>
          <w:lang w:val="uk-UA"/>
        </w:rPr>
        <w:t>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надзвичайної ситуації  місцевого рівня;</w:t>
      </w:r>
    </w:p>
    <w:p w:rsidR="003E7E4B" w:rsidRPr="0002389D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2389D">
        <w:rPr>
          <w:rFonts w:ascii="Times New Roman" w:hAnsi="Times New Roman"/>
          <w:sz w:val="24"/>
          <w:szCs w:val="24"/>
        </w:rPr>
        <w:t>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</w:t>
      </w:r>
    </w:p>
    <w:p w:rsidR="003E7E4B" w:rsidRPr="000857EF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857EF">
        <w:rPr>
          <w:rFonts w:ascii="Times New Roman" w:hAnsi="Times New Roman"/>
          <w:sz w:val="24"/>
          <w:szCs w:val="24"/>
          <w:lang w:val="uk-UA"/>
        </w:rPr>
        <w:t>приймає рішення щодо попередньої класифікації надзвичайної ситуації за видом, класифікаційними ознаками та рівнем, забезпечує своєчасне подання до Д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ержавної служби України з надзвичайних ситуацій </w:t>
      </w:r>
      <w:r w:rsidRPr="000857EF">
        <w:rPr>
          <w:rFonts w:ascii="Times New Roman" w:hAnsi="Times New Roman"/>
          <w:sz w:val="24"/>
          <w:szCs w:val="24"/>
          <w:lang w:val="uk-UA"/>
        </w:rPr>
        <w:t xml:space="preserve"> зазначених матеріалів;</w:t>
      </w:r>
    </w:p>
    <w:p w:rsidR="003E7E4B" w:rsidRPr="000857EF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857EF">
        <w:rPr>
          <w:rFonts w:ascii="Times New Roman" w:hAnsi="Times New Roman"/>
          <w:sz w:val="24"/>
          <w:szCs w:val="24"/>
          <w:lang w:val="uk-UA"/>
        </w:rPr>
        <w:t xml:space="preserve">вивчає обставини, що склалися, та подає </w:t>
      </w:r>
      <w:r w:rsidRPr="0002389D">
        <w:rPr>
          <w:rFonts w:ascii="Times New Roman" w:hAnsi="Times New Roman"/>
          <w:sz w:val="24"/>
          <w:szCs w:val="24"/>
          <w:lang w:val="uk-UA"/>
        </w:rPr>
        <w:t>міськвиконкому</w:t>
      </w:r>
      <w:r w:rsidRPr="000857EF">
        <w:rPr>
          <w:rFonts w:ascii="Times New Roman" w:hAnsi="Times New Roman"/>
          <w:sz w:val="24"/>
          <w:szCs w:val="24"/>
          <w:lang w:val="uk-UA"/>
        </w:rPr>
        <w:t>,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</w:t>
      </w:r>
    </w:p>
    <w:p w:rsidR="003E7E4B" w:rsidRPr="000857EF" w:rsidRDefault="003E7E4B" w:rsidP="009D593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857EF">
        <w:rPr>
          <w:rFonts w:ascii="Times New Roman" w:hAnsi="Times New Roman"/>
          <w:sz w:val="24"/>
          <w:szCs w:val="24"/>
          <w:lang w:val="uk-UA"/>
        </w:rPr>
        <w:t xml:space="preserve"> 4) у режимі надзвичайного стану:</w:t>
      </w:r>
    </w:p>
    <w:p w:rsidR="003E7E4B" w:rsidRPr="004B12C0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    </w:t>
      </w:r>
      <w:r w:rsidRPr="004B12C0">
        <w:rPr>
          <w:rFonts w:ascii="Times New Roman" w:hAnsi="Times New Roman"/>
          <w:sz w:val="24"/>
          <w:szCs w:val="24"/>
          <w:lang w:val="uk-UA"/>
        </w:rPr>
        <w:t xml:space="preserve">забезпечує координацію, організацію робіт та взаємодію органів управління та сил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4B12C0">
        <w:rPr>
          <w:rFonts w:ascii="Times New Roman" w:hAnsi="Times New Roman"/>
          <w:sz w:val="24"/>
          <w:szCs w:val="24"/>
          <w:lang w:val="uk-UA"/>
        </w:rPr>
        <w:t>територіальної підсистеми єдиної державної системи цивільного захисту з урахуванням особливостей, що визначаються згідно з вимогами Законів України “Про правовий режим воєнного стану”, “Про правовий режим надзвичайного стану”, а також інших нормативно-правових актів;</w:t>
      </w:r>
    </w:p>
    <w:p w:rsidR="003E7E4B" w:rsidRPr="004B12C0" w:rsidRDefault="003E7E4B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4B12C0">
        <w:rPr>
          <w:rFonts w:ascii="Times New Roman" w:hAnsi="Times New Roman"/>
          <w:sz w:val="24"/>
          <w:szCs w:val="24"/>
          <w:lang w:val="uk-UA"/>
        </w:rPr>
        <w:t xml:space="preserve">здійснює заходи, необхідні для відвернення загрози та забезпечення безпеки і здоров’я громадян, забезпечення функціонування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місцевих </w:t>
      </w:r>
      <w:r w:rsidRPr="004B12C0">
        <w:rPr>
          <w:rFonts w:ascii="Times New Roman" w:hAnsi="Times New Roman"/>
          <w:sz w:val="24"/>
          <w:szCs w:val="24"/>
          <w:lang w:val="uk-UA"/>
        </w:rPr>
        <w:t>органів державної влади та орган</w:t>
      </w:r>
      <w:r w:rsidRPr="0002389D">
        <w:rPr>
          <w:rFonts w:ascii="Times New Roman" w:hAnsi="Times New Roman"/>
          <w:sz w:val="24"/>
          <w:szCs w:val="24"/>
          <w:lang w:val="uk-UA"/>
        </w:rPr>
        <w:t>у</w:t>
      </w:r>
      <w:r w:rsidRPr="004B12C0">
        <w:rPr>
          <w:rFonts w:ascii="Times New Roman" w:hAnsi="Times New Roman"/>
          <w:sz w:val="24"/>
          <w:szCs w:val="24"/>
          <w:lang w:val="uk-UA"/>
        </w:rPr>
        <w:t xml:space="preserve"> місцевого самоврядування;</w:t>
      </w:r>
    </w:p>
    <w:p w:rsidR="003E7E4B" w:rsidRPr="0002389D" w:rsidRDefault="003E7E4B" w:rsidP="000238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Pr="0002389D">
        <w:rPr>
          <w:rFonts w:ascii="Times New Roman" w:hAnsi="Times New Roman"/>
          <w:sz w:val="24"/>
          <w:szCs w:val="24"/>
        </w:rPr>
        <w:t>проводить моніторинг стану виконання місцеви</w:t>
      </w:r>
      <w:r w:rsidRPr="0002389D">
        <w:rPr>
          <w:rFonts w:ascii="Times New Roman" w:hAnsi="Times New Roman"/>
          <w:sz w:val="24"/>
          <w:szCs w:val="24"/>
          <w:lang w:val="uk-UA"/>
        </w:rPr>
        <w:t>ми</w:t>
      </w:r>
      <w:r w:rsidRPr="0002389D">
        <w:rPr>
          <w:rFonts w:ascii="Times New Roman" w:hAnsi="Times New Roman"/>
          <w:sz w:val="24"/>
          <w:szCs w:val="24"/>
        </w:rPr>
        <w:t xml:space="preserve"> підрозділ</w:t>
      </w:r>
      <w:r w:rsidRPr="0002389D">
        <w:rPr>
          <w:rFonts w:ascii="Times New Roman" w:hAnsi="Times New Roman"/>
          <w:sz w:val="24"/>
          <w:szCs w:val="24"/>
          <w:lang w:val="uk-UA"/>
        </w:rPr>
        <w:t>ами</w:t>
      </w:r>
      <w:r w:rsidRPr="0002389D">
        <w:rPr>
          <w:rFonts w:ascii="Times New Roman" w:hAnsi="Times New Roman"/>
          <w:sz w:val="24"/>
          <w:szCs w:val="24"/>
        </w:rPr>
        <w:t xml:space="preserve"> органів виконавчої влади</w:t>
      </w:r>
      <w:r w:rsidRPr="0002389D">
        <w:rPr>
          <w:rFonts w:ascii="Times New Roman" w:hAnsi="Times New Roman"/>
          <w:sz w:val="24"/>
          <w:szCs w:val="24"/>
          <w:lang w:val="uk-UA"/>
        </w:rPr>
        <w:t>, структурними підрозділами міськвиконкому</w:t>
      </w:r>
      <w:r w:rsidRPr="0002389D">
        <w:rPr>
          <w:rFonts w:ascii="Times New Roman" w:hAnsi="Times New Roman"/>
          <w:sz w:val="24"/>
          <w:szCs w:val="24"/>
        </w:rPr>
        <w:t>, підприємств</w:t>
      </w:r>
      <w:r w:rsidRPr="0002389D">
        <w:rPr>
          <w:rFonts w:ascii="Times New Roman" w:hAnsi="Times New Roman"/>
          <w:sz w:val="24"/>
          <w:szCs w:val="24"/>
          <w:lang w:val="uk-UA"/>
        </w:rPr>
        <w:t>ами</w:t>
      </w:r>
      <w:r w:rsidRPr="0002389D">
        <w:rPr>
          <w:rFonts w:ascii="Times New Roman" w:hAnsi="Times New Roman"/>
          <w:sz w:val="24"/>
          <w:szCs w:val="24"/>
        </w:rPr>
        <w:t>, установ</w:t>
      </w:r>
      <w:r w:rsidRPr="0002389D">
        <w:rPr>
          <w:rFonts w:ascii="Times New Roman" w:hAnsi="Times New Roman"/>
          <w:sz w:val="24"/>
          <w:szCs w:val="24"/>
          <w:lang w:val="uk-UA"/>
        </w:rPr>
        <w:t>ами</w:t>
      </w:r>
      <w:r w:rsidRPr="0002389D">
        <w:rPr>
          <w:rFonts w:ascii="Times New Roman" w:hAnsi="Times New Roman"/>
          <w:sz w:val="24"/>
          <w:szCs w:val="24"/>
        </w:rPr>
        <w:t xml:space="preserve"> та організаці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ями </w:t>
      </w:r>
      <w:r w:rsidRPr="0002389D">
        <w:rPr>
          <w:rFonts w:ascii="Times New Roman" w:hAnsi="Times New Roman"/>
          <w:sz w:val="24"/>
          <w:szCs w:val="24"/>
        </w:rPr>
        <w:t>покладених на них завдань;</w:t>
      </w:r>
    </w:p>
    <w:p w:rsidR="003E7E4B" w:rsidRPr="0002389D" w:rsidRDefault="003E7E4B" w:rsidP="00F602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 6</w:t>
      </w:r>
      <w:r w:rsidRPr="0002389D">
        <w:rPr>
          <w:rFonts w:ascii="Times New Roman" w:hAnsi="Times New Roman"/>
          <w:sz w:val="24"/>
          <w:szCs w:val="24"/>
        </w:rPr>
        <w:t>. Комісія має право:</w:t>
      </w:r>
    </w:p>
    <w:p w:rsidR="003E7E4B" w:rsidRDefault="003E7E4B" w:rsidP="008B7C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8B7C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8B7C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</w:p>
    <w:p w:rsidR="003E7E4B" w:rsidRDefault="003E7E4B" w:rsidP="008B7C8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Продовження додатку 1</w:t>
      </w:r>
    </w:p>
    <w:p w:rsidR="003E7E4B" w:rsidRPr="008B7C83" w:rsidRDefault="003E7E4B" w:rsidP="00F6027B">
      <w:pPr>
        <w:numPr>
          <w:ilvl w:val="0"/>
          <w:numId w:val="14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8B7C83">
        <w:rPr>
          <w:rFonts w:ascii="Times New Roman" w:hAnsi="Times New Roman"/>
          <w:sz w:val="24"/>
          <w:szCs w:val="24"/>
          <w:lang w:val="uk-UA"/>
        </w:rPr>
        <w:t xml:space="preserve">залучати у разі потреби в установленому законодавством порядку до ліквідації наслідків надзвичайної ситуації  місцевого рівня сили і засоби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8B7C83">
        <w:rPr>
          <w:rFonts w:ascii="Times New Roman" w:hAnsi="Times New Roman"/>
          <w:sz w:val="24"/>
          <w:szCs w:val="24"/>
          <w:lang w:val="uk-UA"/>
        </w:rPr>
        <w:t xml:space="preserve">територіальної підсистеми єдиної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державної </w:t>
      </w:r>
      <w:r w:rsidRPr="008B7C83">
        <w:rPr>
          <w:rFonts w:ascii="Times New Roman" w:hAnsi="Times New Roman"/>
          <w:sz w:val="24"/>
          <w:szCs w:val="24"/>
          <w:lang w:val="uk-UA"/>
        </w:rPr>
        <w:t>системи цивільного захисту;</w:t>
      </w:r>
    </w:p>
    <w:p w:rsidR="003E7E4B" w:rsidRDefault="003E7E4B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Pr="006C6E24" w:rsidRDefault="003E7E4B" w:rsidP="0002389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C6E24">
        <w:rPr>
          <w:rFonts w:ascii="Times New Roman" w:hAnsi="Times New Roman"/>
          <w:sz w:val="24"/>
          <w:szCs w:val="24"/>
          <w:lang w:val="uk-UA"/>
        </w:rPr>
        <w:t xml:space="preserve">заслуховувати інформацію керівників </w:t>
      </w:r>
      <w:r w:rsidRPr="0002389D">
        <w:rPr>
          <w:rFonts w:ascii="Times New Roman" w:hAnsi="Times New Roman"/>
          <w:sz w:val="24"/>
          <w:szCs w:val="24"/>
          <w:lang w:val="uk-UA"/>
        </w:rPr>
        <w:t>місцевих</w:t>
      </w:r>
      <w:r w:rsidRPr="006C6E24">
        <w:rPr>
          <w:rFonts w:ascii="Times New Roman" w:hAnsi="Times New Roman"/>
          <w:sz w:val="24"/>
          <w:szCs w:val="24"/>
          <w:lang w:val="uk-UA"/>
        </w:rPr>
        <w:t xml:space="preserve"> органів виконавчої влади, </w:t>
      </w:r>
      <w:r w:rsidRPr="0002389D">
        <w:rPr>
          <w:rFonts w:ascii="Times New Roman" w:hAnsi="Times New Roman"/>
          <w:sz w:val="24"/>
          <w:szCs w:val="24"/>
          <w:lang w:val="uk-UA"/>
        </w:rPr>
        <w:t>структурних підрозділів міськвиконкому</w:t>
      </w:r>
      <w:r w:rsidRPr="006C6E24">
        <w:rPr>
          <w:rFonts w:ascii="Times New Roman" w:hAnsi="Times New Roman"/>
          <w:sz w:val="24"/>
          <w:szCs w:val="24"/>
          <w:lang w:val="uk-UA"/>
        </w:rPr>
        <w:t xml:space="preserve">, підприємств, установ та організацій, розташованих на території </w:t>
      </w:r>
      <w:r w:rsidRPr="0002389D">
        <w:rPr>
          <w:rFonts w:ascii="Times New Roman" w:hAnsi="Times New Roman"/>
          <w:sz w:val="24"/>
          <w:szCs w:val="24"/>
          <w:lang w:val="uk-UA"/>
        </w:rPr>
        <w:t>міс</w:t>
      </w:r>
      <w:r>
        <w:rPr>
          <w:rFonts w:ascii="Times New Roman" w:hAnsi="Times New Roman"/>
          <w:sz w:val="24"/>
          <w:szCs w:val="24"/>
          <w:lang w:val="uk-UA"/>
        </w:rPr>
        <w:t>ької громади</w:t>
      </w:r>
      <w:r w:rsidRPr="006C6E24">
        <w:rPr>
          <w:rFonts w:ascii="Times New Roman" w:hAnsi="Times New Roman"/>
          <w:sz w:val="24"/>
          <w:szCs w:val="24"/>
          <w:lang w:val="uk-UA"/>
        </w:rPr>
        <w:t>, з питань, що належать до їх компетенції, і давати їм відповідні доручення;</w:t>
      </w:r>
    </w:p>
    <w:p w:rsidR="003E7E4B" w:rsidRDefault="003E7E4B" w:rsidP="001D1C0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 xml:space="preserve">одержувати від територіальних органів центральних органів виконавчої влади, місцевих органів виконавчої влади, підприємств, установ та організацій, розташованих на </w:t>
      </w:r>
    </w:p>
    <w:p w:rsidR="003E7E4B" w:rsidRPr="0002389D" w:rsidRDefault="003E7E4B" w:rsidP="0002389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території </w:t>
      </w:r>
      <w:r w:rsidRPr="0002389D">
        <w:rPr>
          <w:rFonts w:ascii="Times New Roman" w:hAnsi="Times New Roman"/>
          <w:sz w:val="24"/>
          <w:szCs w:val="24"/>
          <w:lang w:val="uk-UA"/>
        </w:rPr>
        <w:t>міс</w:t>
      </w:r>
      <w:r>
        <w:rPr>
          <w:rFonts w:ascii="Times New Roman" w:hAnsi="Times New Roman"/>
          <w:sz w:val="24"/>
          <w:szCs w:val="24"/>
          <w:lang w:val="uk-UA"/>
        </w:rPr>
        <w:t>ької громади</w:t>
      </w:r>
      <w:r w:rsidRPr="0002389D">
        <w:rPr>
          <w:rFonts w:ascii="Times New Roman" w:hAnsi="Times New Roman"/>
          <w:sz w:val="24"/>
          <w:szCs w:val="24"/>
        </w:rPr>
        <w:t>, матеріали і документи, необхідні для вирішення питань, що належать до її компетенції;</w:t>
      </w:r>
    </w:p>
    <w:p w:rsidR="003E7E4B" w:rsidRPr="0002389D" w:rsidRDefault="003E7E4B" w:rsidP="0002389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залучати до участі у своїй роботі представників територіальних органів центральних органів виконавчої влади, місцевих органів виконавчої влади, підприємств, установ та організацій, розташованих на території </w:t>
      </w:r>
      <w:r w:rsidRPr="0002389D">
        <w:rPr>
          <w:rFonts w:ascii="Times New Roman" w:hAnsi="Times New Roman"/>
          <w:sz w:val="24"/>
          <w:szCs w:val="24"/>
          <w:lang w:val="uk-UA"/>
        </w:rPr>
        <w:t>міс</w:t>
      </w:r>
      <w:r>
        <w:rPr>
          <w:rFonts w:ascii="Times New Roman" w:hAnsi="Times New Roman"/>
          <w:sz w:val="24"/>
          <w:szCs w:val="24"/>
          <w:lang w:val="uk-UA"/>
        </w:rPr>
        <w:t>ької громади</w:t>
      </w:r>
      <w:r w:rsidRPr="0002389D">
        <w:rPr>
          <w:rFonts w:ascii="Times New Roman" w:hAnsi="Times New Roman"/>
          <w:sz w:val="24"/>
          <w:szCs w:val="24"/>
        </w:rPr>
        <w:t xml:space="preserve"> (за погодженням з їх керівниками);</w:t>
      </w:r>
    </w:p>
    <w:p w:rsidR="003E7E4B" w:rsidRPr="0002389D" w:rsidRDefault="003E7E4B" w:rsidP="0002389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осіб, винних у її виникненні.</w:t>
      </w:r>
    </w:p>
    <w:p w:rsidR="003E7E4B" w:rsidRDefault="003E7E4B" w:rsidP="00F6027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</w:t>
      </w:r>
    </w:p>
    <w:p w:rsidR="003E7E4B" w:rsidRPr="0002389D" w:rsidRDefault="003E7E4B" w:rsidP="00F6027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02389D">
        <w:rPr>
          <w:rFonts w:ascii="Times New Roman" w:hAnsi="Times New Roman"/>
          <w:sz w:val="24"/>
          <w:szCs w:val="24"/>
          <w:lang w:val="uk-UA"/>
        </w:rPr>
        <w:t>7</w:t>
      </w:r>
      <w:r w:rsidRPr="0002389D">
        <w:rPr>
          <w:rFonts w:ascii="Times New Roman" w:hAnsi="Times New Roman"/>
          <w:sz w:val="24"/>
          <w:szCs w:val="24"/>
        </w:rPr>
        <w:t xml:space="preserve">. Головою комісії є </w:t>
      </w:r>
      <w:r>
        <w:rPr>
          <w:rFonts w:ascii="Times New Roman" w:hAnsi="Times New Roman"/>
          <w:sz w:val="24"/>
          <w:szCs w:val="24"/>
          <w:lang w:val="uk-UA"/>
        </w:rPr>
        <w:t xml:space="preserve">Знам'янський </w:t>
      </w:r>
      <w:r w:rsidRPr="0002389D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Pr="0002389D">
        <w:rPr>
          <w:rFonts w:ascii="Times New Roman" w:hAnsi="Times New Roman"/>
          <w:sz w:val="24"/>
          <w:szCs w:val="24"/>
        </w:rPr>
        <w:t xml:space="preserve">. </w:t>
      </w:r>
    </w:p>
    <w:p w:rsidR="003E7E4B" w:rsidRPr="0002389D" w:rsidRDefault="003E7E4B" w:rsidP="00F602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>Роботою</w:t>
      </w:r>
      <w:r w:rsidRPr="0002389D">
        <w:rPr>
          <w:rFonts w:ascii="Times New Roman" w:hAnsi="Times New Roman"/>
          <w:sz w:val="24"/>
          <w:szCs w:val="24"/>
        </w:rPr>
        <w:t xml:space="preserve"> комісії керує її голова, а за відсутності голови - за його дорученням перший заступник та за </w:t>
      </w:r>
      <w:r w:rsidRPr="0002389D">
        <w:rPr>
          <w:rFonts w:ascii="Times New Roman" w:hAnsi="Times New Roman"/>
          <w:sz w:val="24"/>
          <w:szCs w:val="24"/>
          <w:lang w:val="uk-UA"/>
        </w:rPr>
        <w:t>відсутності</w:t>
      </w:r>
      <w:r w:rsidRPr="0002389D">
        <w:rPr>
          <w:rFonts w:ascii="Times New Roman" w:hAnsi="Times New Roman"/>
          <w:sz w:val="24"/>
          <w:szCs w:val="24"/>
        </w:rPr>
        <w:t xml:space="preserve"> першого заступника - заступник голови.</w:t>
      </w:r>
    </w:p>
    <w:p w:rsidR="003E7E4B" w:rsidRPr="0002389D" w:rsidRDefault="003E7E4B" w:rsidP="00F6027B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>Засідання комісії веде голова, а за його відсутності - перший заступник голови.</w:t>
      </w:r>
    </w:p>
    <w:p w:rsidR="003E7E4B" w:rsidRPr="0002389D" w:rsidRDefault="003E7E4B" w:rsidP="00F602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>Посадовий склад комісії затверджується рішенням виконавчого комітету міської ради, на основі пропозицій місцевих органів виконавчої влади, підприємств, установ та організацій, розташованих на території міс</w:t>
      </w:r>
      <w:r>
        <w:rPr>
          <w:rFonts w:ascii="Times New Roman" w:hAnsi="Times New Roman"/>
          <w:sz w:val="24"/>
          <w:szCs w:val="24"/>
          <w:lang w:val="uk-UA"/>
        </w:rPr>
        <w:t>ької громади</w:t>
      </w:r>
      <w:r w:rsidRPr="0002389D">
        <w:rPr>
          <w:rFonts w:ascii="Times New Roman" w:hAnsi="Times New Roman"/>
          <w:sz w:val="24"/>
          <w:szCs w:val="24"/>
          <w:lang w:val="uk-UA"/>
        </w:rPr>
        <w:t>.</w:t>
      </w:r>
    </w:p>
    <w:p w:rsidR="003E7E4B" w:rsidRPr="0002389D" w:rsidRDefault="003E7E4B" w:rsidP="00F602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 xml:space="preserve">Персональний склад комісії затверджується головою комісії. </w:t>
      </w:r>
    </w:p>
    <w:p w:rsidR="003E7E4B" w:rsidRPr="0002389D" w:rsidRDefault="003E7E4B" w:rsidP="0002389D">
      <w:pPr>
        <w:ind w:firstLine="708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Голова комісії організовує її роботу за допомогою секретаріату.</w:t>
      </w:r>
    </w:p>
    <w:p w:rsidR="003E7E4B" w:rsidRPr="0002389D" w:rsidRDefault="003E7E4B" w:rsidP="00F602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8</w:t>
      </w:r>
      <w:r w:rsidRPr="0002389D">
        <w:rPr>
          <w:rFonts w:ascii="Times New Roman" w:hAnsi="Times New Roman"/>
          <w:sz w:val="24"/>
          <w:szCs w:val="24"/>
        </w:rPr>
        <w:t>. Голова комісії має право:</w:t>
      </w:r>
    </w:p>
    <w:p w:rsidR="003E7E4B" w:rsidRPr="0002389D" w:rsidRDefault="003E7E4B" w:rsidP="00F6027B">
      <w:pPr>
        <w:numPr>
          <w:ilvl w:val="0"/>
          <w:numId w:val="9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3E7E4B" w:rsidRPr="0002389D" w:rsidRDefault="003E7E4B" w:rsidP="0002389D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приймати в межах повноважень комісії рішення щодо реагування на надзвичайну ситуацію;</w:t>
      </w:r>
    </w:p>
    <w:p w:rsidR="003E7E4B" w:rsidRPr="007D571F" w:rsidRDefault="003E7E4B" w:rsidP="0002389D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:rsidR="003E7E4B" w:rsidRDefault="003E7E4B" w:rsidP="009D5937">
      <w:pPr>
        <w:pStyle w:val="ListParagraph"/>
        <w:keepNext/>
        <w:numPr>
          <w:ilvl w:val="0"/>
          <w:numId w:val="9"/>
        </w:numPr>
        <w:spacing w:after="0" w:line="240" w:lineRule="auto"/>
        <w:ind w:left="714" w:hanging="357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>делегувати на період ліквідації наслідків надзвичайної ситуації свої повноваження заступникам голови комісії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E7E4B" w:rsidRPr="007D571F" w:rsidRDefault="003E7E4B" w:rsidP="00F6027B">
      <w:pPr>
        <w:keepNext/>
        <w:numPr>
          <w:ilvl w:val="0"/>
          <w:numId w:val="9"/>
        </w:numPr>
        <w:suppressAutoHyphens/>
        <w:spacing w:after="0" w:line="240" w:lineRule="auto"/>
        <w:ind w:left="714" w:hanging="357"/>
        <w:jc w:val="both"/>
        <w:outlineLvl w:val="1"/>
        <w:rPr>
          <w:rFonts w:ascii="Times New Roman" w:hAnsi="Times New Roman"/>
          <w:sz w:val="24"/>
          <w:szCs w:val="24"/>
        </w:rPr>
      </w:pPr>
      <w:r w:rsidRPr="007D571F">
        <w:rPr>
          <w:rFonts w:ascii="Times New Roman" w:hAnsi="Times New Roman"/>
          <w:sz w:val="24"/>
          <w:szCs w:val="24"/>
          <w:lang w:val="uk-UA"/>
        </w:rPr>
        <w:t>визначати функціональні обов’язки членів комісії (за напрямом роботи у складі комісії).</w:t>
      </w:r>
    </w:p>
    <w:p w:rsidR="003E7E4B" w:rsidRPr="0002389D" w:rsidRDefault="003E7E4B" w:rsidP="00F602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9. Робочим органом комісії (секретаріатом), що забезпечує підготовку, скликання та проведення засідань, а також контроль за виконанням її рішень, є сектор з питань надзвичайних ситуацій, охорони праці, екології та благоустрою управління </w:t>
      </w:r>
      <w:r>
        <w:rPr>
          <w:rFonts w:ascii="Times New Roman" w:hAnsi="Times New Roman"/>
          <w:sz w:val="24"/>
          <w:szCs w:val="24"/>
          <w:lang w:val="uk-UA"/>
        </w:rPr>
        <w:t xml:space="preserve">земельних ресурсів, екології, благоустрою та надзвичайних ситуацій виконавчого комітету </w:t>
      </w:r>
      <w:r w:rsidRPr="0002389D">
        <w:rPr>
          <w:rFonts w:ascii="Times New Roman" w:hAnsi="Times New Roman"/>
          <w:sz w:val="24"/>
          <w:szCs w:val="24"/>
          <w:lang w:val="uk-UA"/>
        </w:rPr>
        <w:t>міської ради.</w:t>
      </w:r>
    </w:p>
    <w:p w:rsidR="003E7E4B" w:rsidRPr="0002389D" w:rsidRDefault="003E7E4B" w:rsidP="00A23D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10</w:t>
      </w:r>
      <w:r w:rsidRPr="0002389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 xml:space="preserve">Комісія проводить засідання в разі потреби, але не менше одного разу на три місяці згідно з планом роботи комісії, який затверджується  її головою. У разі загрози або виникнення надзвичайної ситуації, яка потребує вжиття невідкладних заходів, засідання комісії проводиться невідкладно. </w:t>
      </w:r>
      <w:r w:rsidRPr="0002389D">
        <w:rPr>
          <w:rFonts w:ascii="Times New Roman" w:hAnsi="Times New Roman"/>
          <w:sz w:val="24"/>
          <w:szCs w:val="24"/>
        </w:rPr>
        <w:t xml:space="preserve"> </w:t>
      </w:r>
    </w:p>
    <w:p w:rsidR="003E7E4B" w:rsidRPr="0002389D" w:rsidRDefault="003E7E4B" w:rsidP="00F602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Рішення комісії приймаються колегіально більш як двома третинами складу комісії.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3E7E4B" w:rsidRPr="0002389D" w:rsidRDefault="003E7E4B" w:rsidP="00F602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3E7E4B" w:rsidRPr="0002389D" w:rsidRDefault="003E7E4B" w:rsidP="00F602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Рішення комісії оформляється протоколом, який підписується головою та відповідальним секретарем комісії.</w:t>
      </w:r>
    </w:p>
    <w:p w:rsidR="003E7E4B" w:rsidRDefault="003E7E4B" w:rsidP="008B7C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>5</w:t>
      </w:r>
    </w:p>
    <w:p w:rsidR="003E7E4B" w:rsidRDefault="003E7E4B" w:rsidP="008B7C8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Продовження додатку 1</w:t>
      </w:r>
    </w:p>
    <w:p w:rsidR="003E7E4B" w:rsidRDefault="003E7E4B" w:rsidP="008B7C8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Pr="000F4547" w:rsidRDefault="003E7E4B" w:rsidP="008B7C8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0F4547">
        <w:rPr>
          <w:rFonts w:ascii="Times New Roman" w:hAnsi="Times New Roman"/>
          <w:sz w:val="24"/>
          <w:szCs w:val="24"/>
          <w:lang w:val="uk-UA"/>
        </w:rPr>
        <w:t>1</w:t>
      </w:r>
      <w:r w:rsidRPr="0002389D">
        <w:rPr>
          <w:rFonts w:ascii="Times New Roman" w:hAnsi="Times New Roman"/>
          <w:sz w:val="24"/>
          <w:szCs w:val="24"/>
          <w:lang w:val="uk-UA"/>
        </w:rPr>
        <w:t>1</w:t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. Рішення комісії, прийняті у межах її повноважень, є обов’язковими для виконання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місцевими підрозділами </w:t>
      </w:r>
      <w:r w:rsidRPr="000F4547">
        <w:rPr>
          <w:rFonts w:ascii="Times New Roman" w:hAnsi="Times New Roman"/>
          <w:sz w:val="24"/>
          <w:szCs w:val="24"/>
          <w:lang w:val="uk-UA"/>
        </w:rPr>
        <w:t>орган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ів </w:t>
      </w:r>
      <w:r w:rsidRPr="000F4547">
        <w:rPr>
          <w:rFonts w:ascii="Times New Roman" w:hAnsi="Times New Roman"/>
          <w:sz w:val="24"/>
          <w:szCs w:val="24"/>
          <w:lang w:val="uk-UA"/>
        </w:rPr>
        <w:t>державної влади</w:t>
      </w:r>
      <w:r w:rsidRPr="0002389D">
        <w:rPr>
          <w:rFonts w:ascii="Times New Roman" w:hAnsi="Times New Roman"/>
          <w:sz w:val="24"/>
          <w:szCs w:val="24"/>
          <w:lang w:val="uk-UA"/>
        </w:rPr>
        <w:t>, структурними підрозділами міськвиконкому</w:t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, підприємствами, установами та організаціями, розташованими на території </w:t>
      </w:r>
      <w:r w:rsidRPr="0002389D">
        <w:rPr>
          <w:rFonts w:ascii="Times New Roman" w:hAnsi="Times New Roman"/>
          <w:sz w:val="24"/>
          <w:szCs w:val="24"/>
          <w:lang w:val="uk-UA"/>
        </w:rPr>
        <w:t>міс</w:t>
      </w:r>
      <w:r>
        <w:rPr>
          <w:rFonts w:ascii="Times New Roman" w:hAnsi="Times New Roman"/>
          <w:sz w:val="24"/>
          <w:szCs w:val="24"/>
          <w:lang w:val="uk-UA"/>
        </w:rPr>
        <w:t>ької громади</w:t>
      </w:r>
      <w:r w:rsidRPr="000F4547">
        <w:rPr>
          <w:rFonts w:ascii="Times New Roman" w:hAnsi="Times New Roman"/>
          <w:sz w:val="24"/>
          <w:szCs w:val="24"/>
          <w:lang w:val="uk-UA"/>
        </w:rPr>
        <w:t>.</w:t>
      </w:r>
    </w:p>
    <w:p w:rsidR="003E7E4B" w:rsidRDefault="003E7E4B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 </w:t>
      </w:r>
    </w:p>
    <w:p w:rsidR="003E7E4B" w:rsidRDefault="003E7E4B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Pr="0002389D" w:rsidRDefault="003E7E4B" w:rsidP="00F602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02389D">
        <w:rPr>
          <w:rFonts w:ascii="Times New Roman" w:hAnsi="Times New Roman"/>
          <w:sz w:val="24"/>
          <w:szCs w:val="24"/>
        </w:rPr>
        <w:t>1</w:t>
      </w:r>
      <w:r w:rsidRPr="0002389D">
        <w:rPr>
          <w:rFonts w:ascii="Times New Roman" w:hAnsi="Times New Roman"/>
          <w:sz w:val="24"/>
          <w:szCs w:val="24"/>
          <w:lang w:val="uk-UA"/>
        </w:rPr>
        <w:t>2</w:t>
      </w:r>
      <w:r w:rsidRPr="0002389D">
        <w:rPr>
          <w:rFonts w:ascii="Times New Roman" w:hAnsi="Times New Roman"/>
          <w:sz w:val="24"/>
          <w:szCs w:val="24"/>
        </w:rPr>
        <w:t>. За членами комісії на час виконання завдань зберігається заробітна плата за основним місцем роботи.</w:t>
      </w:r>
    </w:p>
    <w:p w:rsidR="003E7E4B" w:rsidRPr="0002389D" w:rsidRDefault="003E7E4B" w:rsidP="00F602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13. Організація побутового забезпечення членів комісії, а також забезпечення їх спеціальним одягом, засобами індивідуального захисту під час роботи в зоні надзвичайної ситуації покладається на </w:t>
      </w:r>
      <w:r>
        <w:rPr>
          <w:rFonts w:ascii="Times New Roman" w:hAnsi="Times New Roman"/>
          <w:sz w:val="24"/>
          <w:szCs w:val="24"/>
          <w:lang w:val="uk-UA"/>
        </w:rPr>
        <w:t xml:space="preserve">Знам'янський </w:t>
      </w:r>
      <w:r w:rsidRPr="0002389D">
        <w:rPr>
          <w:rFonts w:ascii="Times New Roman" w:hAnsi="Times New Roman"/>
          <w:sz w:val="24"/>
          <w:szCs w:val="24"/>
          <w:lang w:val="uk-UA"/>
        </w:rPr>
        <w:t>міськвиконком.</w:t>
      </w:r>
    </w:p>
    <w:p w:rsidR="003E7E4B" w:rsidRDefault="003E7E4B" w:rsidP="00BB5E01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0F4547">
        <w:rPr>
          <w:rFonts w:ascii="Times New Roman" w:hAnsi="Times New Roman"/>
          <w:sz w:val="24"/>
          <w:szCs w:val="24"/>
          <w:lang w:val="uk-UA"/>
        </w:rPr>
        <w:t>1</w:t>
      </w:r>
      <w:r w:rsidRPr="0002389D">
        <w:rPr>
          <w:rFonts w:ascii="Times New Roman" w:hAnsi="Times New Roman"/>
          <w:sz w:val="24"/>
          <w:szCs w:val="24"/>
          <w:lang w:val="uk-UA"/>
        </w:rPr>
        <w:t>4</w:t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02389D">
        <w:rPr>
          <w:rFonts w:ascii="Times New Roman" w:hAnsi="Times New Roman"/>
          <w:sz w:val="24"/>
          <w:szCs w:val="24"/>
          <w:lang w:val="uk-UA"/>
        </w:rPr>
        <w:t>К</w:t>
      </w:r>
      <w:r w:rsidRPr="000F4547">
        <w:rPr>
          <w:rFonts w:ascii="Times New Roman" w:hAnsi="Times New Roman"/>
          <w:sz w:val="24"/>
          <w:szCs w:val="24"/>
          <w:lang w:val="uk-UA"/>
        </w:rPr>
        <w:t>омісія має бланк із зображенням Державного Герба України і своїм найменування</w:t>
      </w:r>
      <w:r w:rsidRPr="0002389D">
        <w:rPr>
          <w:rFonts w:ascii="Times New Roman" w:hAnsi="Times New Roman"/>
          <w:sz w:val="24"/>
          <w:szCs w:val="24"/>
          <w:lang w:val="uk-UA"/>
        </w:rPr>
        <w:t>м.</w:t>
      </w:r>
    </w:p>
    <w:p w:rsidR="003E7E4B" w:rsidRDefault="003E7E4B" w:rsidP="002D07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6C6E24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______________________________________________</w:t>
      </w: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6C6E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7E4B" w:rsidRDefault="003E7E4B" w:rsidP="006C6E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Додаток 2</w:t>
      </w:r>
    </w:p>
    <w:p w:rsidR="003E7E4B" w:rsidRDefault="003E7E4B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6C6E24">
        <w:rPr>
          <w:rFonts w:ascii="Times New Roman" w:hAnsi="Times New Roman"/>
          <w:sz w:val="24"/>
          <w:szCs w:val="24"/>
          <w:lang w:val="uk-UA"/>
        </w:rPr>
        <w:t xml:space="preserve"> до рішення виконавчого комітету </w:t>
      </w:r>
    </w:p>
    <w:p w:rsidR="003E7E4B" w:rsidRDefault="003E7E4B" w:rsidP="006C6E2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 w:rsidRPr="006C6E24">
        <w:rPr>
          <w:rFonts w:ascii="Times New Roman" w:hAnsi="Times New Roman"/>
          <w:sz w:val="24"/>
          <w:szCs w:val="24"/>
          <w:lang w:val="uk-UA"/>
        </w:rPr>
        <w:t>Знам'янської міської ради</w:t>
      </w:r>
    </w:p>
    <w:p w:rsidR="003E7E4B" w:rsidRDefault="003E7E4B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серпня 2021 року №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3E7E4B" w:rsidRPr="00896C81" w:rsidRDefault="003E7E4B" w:rsidP="001D1C04">
      <w:pPr>
        <w:pStyle w:val="BodyText"/>
        <w:jc w:val="center"/>
        <w:rPr>
          <w:b/>
          <w:lang w:val="uk-UA"/>
        </w:rPr>
      </w:pPr>
      <w:r w:rsidRPr="00896C81">
        <w:rPr>
          <w:b/>
          <w:lang w:val="uk-UA"/>
        </w:rPr>
        <w:t>ПОСАДОВИЙ СКЛАД</w:t>
      </w:r>
    </w:p>
    <w:p w:rsidR="003E7E4B" w:rsidRDefault="003E7E4B" w:rsidP="001D1C04">
      <w:pPr>
        <w:pStyle w:val="BodyText"/>
        <w:jc w:val="center"/>
        <w:rPr>
          <w:b/>
          <w:lang w:val="uk-UA"/>
        </w:rPr>
      </w:pPr>
      <w:r w:rsidRPr="00896C81">
        <w:rPr>
          <w:b/>
          <w:lang w:val="uk-UA"/>
        </w:rPr>
        <w:t>міської комісії з питань техногенно-екологічної безпеки та надзвичайних ситуацій</w:t>
      </w:r>
    </w:p>
    <w:p w:rsidR="003E7E4B" w:rsidRPr="00896C81" w:rsidRDefault="003E7E4B" w:rsidP="001D1C04">
      <w:pPr>
        <w:pStyle w:val="BodyText"/>
        <w:jc w:val="center"/>
        <w:rPr>
          <w:lang w:val="uk-UA"/>
        </w:rPr>
      </w:pPr>
      <w:r w:rsidRPr="00896C81">
        <w:rPr>
          <w:b/>
          <w:u w:val="single"/>
        </w:rPr>
        <w:t xml:space="preserve">Голова </w:t>
      </w:r>
      <w:r w:rsidRPr="00896C81">
        <w:rPr>
          <w:b/>
          <w:u w:val="single"/>
          <w:lang w:val="uk-UA"/>
        </w:rPr>
        <w:t>комісії</w:t>
      </w:r>
    </w:p>
    <w:p w:rsidR="003E7E4B" w:rsidRDefault="003E7E4B" w:rsidP="001D1C04">
      <w:pPr>
        <w:pStyle w:val="BodyText"/>
        <w:jc w:val="center"/>
        <w:rPr>
          <w:lang w:val="uk-UA"/>
        </w:rPr>
      </w:pPr>
      <w:r>
        <w:rPr>
          <w:lang w:val="uk-UA"/>
        </w:rPr>
        <w:t>Знам'янський м</w:t>
      </w:r>
      <w:r w:rsidRPr="00896C81">
        <w:rPr>
          <w:lang w:val="uk-UA"/>
        </w:rPr>
        <w:t>іський голова</w:t>
      </w:r>
    </w:p>
    <w:p w:rsidR="003E7E4B" w:rsidRPr="0092364D" w:rsidRDefault="003E7E4B" w:rsidP="001D1C04">
      <w:pPr>
        <w:pStyle w:val="BodyText"/>
        <w:jc w:val="center"/>
      </w:pPr>
      <w:r w:rsidRPr="0092364D">
        <w:rPr>
          <w:b/>
          <w:u w:val="single"/>
          <w:lang w:val="uk-UA"/>
        </w:rPr>
        <w:t>Перший з</w:t>
      </w:r>
      <w:r w:rsidRPr="0092364D">
        <w:rPr>
          <w:b/>
          <w:u w:val="single"/>
        </w:rPr>
        <w:t xml:space="preserve">аступник </w:t>
      </w:r>
      <w:r w:rsidRPr="0092364D">
        <w:rPr>
          <w:b/>
          <w:u w:val="single"/>
          <w:lang w:val="uk-UA"/>
        </w:rPr>
        <w:t>голови комісії</w:t>
      </w:r>
    </w:p>
    <w:p w:rsidR="003E7E4B" w:rsidRDefault="003E7E4B" w:rsidP="001D1C04">
      <w:pPr>
        <w:pStyle w:val="BodyText"/>
        <w:jc w:val="center"/>
        <w:rPr>
          <w:lang w:val="uk-UA"/>
        </w:rPr>
      </w:pPr>
      <w:r w:rsidRPr="0092364D">
        <w:t xml:space="preserve">Заступник міського </w:t>
      </w:r>
      <w:r w:rsidRPr="0092364D">
        <w:rPr>
          <w:lang w:val="uk-UA"/>
        </w:rPr>
        <w:t>голови з питань діяльності виконавчих органів</w:t>
      </w:r>
    </w:p>
    <w:p w:rsidR="003E7E4B" w:rsidRDefault="003E7E4B" w:rsidP="001D1C04">
      <w:pPr>
        <w:pStyle w:val="BodyText"/>
        <w:jc w:val="center"/>
        <w:rPr>
          <w:b/>
          <w:u w:val="single"/>
          <w:lang w:val="uk-UA"/>
        </w:rPr>
      </w:pPr>
      <w:r w:rsidRPr="0092364D">
        <w:rPr>
          <w:b/>
          <w:u w:val="single"/>
          <w:lang w:val="uk-UA"/>
        </w:rPr>
        <w:t>Заступник голови комісії</w:t>
      </w:r>
    </w:p>
    <w:p w:rsidR="003E7E4B" w:rsidRDefault="003E7E4B" w:rsidP="001D1C04">
      <w:pPr>
        <w:pStyle w:val="BodyText"/>
        <w:jc w:val="center"/>
        <w:rPr>
          <w:lang w:val="uk-UA"/>
        </w:rPr>
      </w:pPr>
      <w:r w:rsidRPr="0092364D">
        <w:t xml:space="preserve">Заступник міського </w:t>
      </w:r>
      <w:r w:rsidRPr="0092364D">
        <w:rPr>
          <w:lang w:val="uk-UA"/>
        </w:rPr>
        <w:t>голови з питань діяльності виконавчих органів</w:t>
      </w:r>
    </w:p>
    <w:p w:rsidR="003E7E4B" w:rsidRPr="00896C81" w:rsidRDefault="003E7E4B" w:rsidP="001D1C04">
      <w:pPr>
        <w:pStyle w:val="BodyText"/>
        <w:jc w:val="center"/>
        <w:rPr>
          <w:lang w:val="uk-UA"/>
        </w:rPr>
      </w:pPr>
      <w:r w:rsidRPr="00896C81">
        <w:rPr>
          <w:b/>
          <w:u w:val="single"/>
          <w:lang w:val="uk-UA"/>
        </w:rPr>
        <w:t>Відповідальний секретар комісії</w:t>
      </w:r>
    </w:p>
    <w:p w:rsidR="003E7E4B" w:rsidRDefault="003E7E4B" w:rsidP="001D1C04">
      <w:pPr>
        <w:pStyle w:val="BodyText"/>
        <w:jc w:val="center"/>
        <w:rPr>
          <w:lang w:val="uk-UA"/>
        </w:rPr>
      </w:pPr>
      <w:r w:rsidRPr="00896C81">
        <w:rPr>
          <w:lang w:val="uk-UA"/>
        </w:rPr>
        <w:t xml:space="preserve">Завідуючий сектором з питань надзвичайних ситуацій, охорони праці, екології та благоустрою управління </w:t>
      </w:r>
      <w:r>
        <w:rPr>
          <w:lang w:val="uk-UA"/>
        </w:rPr>
        <w:t xml:space="preserve">земельних ресурсів, екології, благоустрою та надзвичайних ситуацій </w:t>
      </w:r>
      <w:r w:rsidRPr="00896C81">
        <w:rPr>
          <w:lang w:val="uk-UA"/>
        </w:rPr>
        <w:t xml:space="preserve"> </w:t>
      </w:r>
    </w:p>
    <w:p w:rsidR="003E7E4B" w:rsidRDefault="003E7E4B" w:rsidP="001D1C04">
      <w:pPr>
        <w:pStyle w:val="BodyText"/>
        <w:jc w:val="center"/>
        <w:rPr>
          <w:b/>
          <w:u w:val="single"/>
          <w:lang w:val="uk-UA"/>
        </w:rPr>
      </w:pPr>
    </w:p>
    <w:p w:rsidR="003E7E4B" w:rsidRPr="00896C81" w:rsidRDefault="003E7E4B" w:rsidP="001D1C04">
      <w:pPr>
        <w:pStyle w:val="BodyText"/>
        <w:jc w:val="center"/>
        <w:rPr>
          <w:lang w:val="uk-UA"/>
        </w:rPr>
      </w:pPr>
      <w:r w:rsidRPr="00896C81">
        <w:rPr>
          <w:b/>
          <w:u w:val="single"/>
        </w:rPr>
        <w:t>Член</w:t>
      </w:r>
      <w:r w:rsidRPr="00896C81">
        <w:rPr>
          <w:b/>
          <w:u w:val="single"/>
          <w:lang w:val="uk-UA"/>
        </w:rPr>
        <w:t>и</w:t>
      </w:r>
      <w:r w:rsidRPr="00896C81">
        <w:rPr>
          <w:b/>
          <w:u w:val="single"/>
        </w:rPr>
        <w:t xml:space="preserve"> комісії</w:t>
      </w:r>
      <w:r w:rsidRPr="00896C81">
        <w:rPr>
          <w:b/>
          <w:u w:val="single"/>
          <w:lang w:val="uk-UA"/>
        </w:rPr>
        <w:t>:</w:t>
      </w:r>
    </w:p>
    <w:p w:rsidR="003E7E4B" w:rsidRPr="001D1C04" w:rsidRDefault="003E7E4B" w:rsidP="001D1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C04"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Pr="001D1C04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1D1C04">
        <w:rPr>
          <w:rFonts w:ascii="Times New Roman" w:hAnsi="Times New Roman"/>
          <w:sz w:val="24"/>
          <w:szCs w:val="24"/>
          <w:lang w:val="uk-UA"/>
        </w:rPr>
        <w:t xml:space="preserve">Начальник управління містобудування, архітектури та житлово-комунального господарства міської ради; </w:t>
      </w:r>
    </w:p>
    <w:p w:rsidR="003E7E4B" w:rsidRPr="001D1C04" w:rsidRDefault="003E7E4B" w:rsidP="001D1C0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D1C04">
        <w:rPr>
          <w:rFonts w:ascii="Times New Roman" w:hAnsi="Times New Roman"/>
          <w:sz w:val="24"/>
          <w:szCs w:val="24"/>
          <w:lang w:val="uk-UA" w:eastAsia="ru-RU"/>
        </w:rPr>
        <w:t xml:space="preserve">           н</w:t>
      </w:r>
      <w:r w:rsidRPr="001D1C04">
        <w:rPr>
          <w:rFonts w:ascii="Times New Roman" w:hAnsi="Times New Roman"/>
          <w:sz w:val="24"/>
          <w:szCs w:val="24"/>
          <w:lang w:val="uk-UA"/>
        </w:rPr>
        <w:t>ачальник фінансового управління;</w:t>
      </w:r>
    </w:p>
    <w:p w:rsidR="003E7E4B" w:rsidRPr="0092364D" w:rsidRDefault="003E7E4B" w:rsidP="001D1C04">
      <w:pPr>
        <w:pStyle w:val="BodyText"/>
        <w:ind w:firstLine="708"/>
        <w:rPr>
          <w:lang w:val="uk-UA"/>
        </w:rPr>
      </w:pPr>
      <w:r w:rsidRPr="0092364D">
        <w:rPr>
          <w:lang w:val="uk-UA"/>
        </w:rPr>
        <w:t>начальник управління соціального захисту населення міської ради;</w:t>
      </w:r>
    </w:p>
    <w:p w:rsidR="003E7E4B" w:rsidRDefault="003E7E4B" w:rsidP="001D1C04">
      <w:pPr>
        <w:pStyle w:val="BodyText"/>
        <w:ind w:firstLine="708"/>
        <w:jc w:val="both"/>
        <w:rPr>
          <w:lang w:val="uk-UA"/>
        </w:rPr>
      </w:pPr>
      <w:r w:rsidRPr="0092364D">
        <w:rPr>
          <w:lang w:val="uk-UA"/>
        </w:rPr>
        <w:t xml:space="preserve">начальник відділу економічного розвитку, </w:t>
      </w:r>
      <w:r>
        <w:rPr>
          <w:lang w:val="uk-UA"/>
        </w:rPr>
        <w:t xml:space="preserve">підприємництва, </w:t>
      </w:r>
      <w:r w:rsidRPr="0092364D">
        <w:rPr>
          <w:lang w:val="uk-UA"/>
        </w:rPr>
        <w:t>промисловості та торгівлі міськвиконкому;</w:t>
      </w:r>
    </w:p>
    <w:p w:rsidR="003E7E4B" w:rsidRPr="0092364D" w:rsidRDefault="003E7E4B" w:rsidP="001D1C04">
      <w:pPr>
        <w:pStyle w:val="BodyText"/>
        <w:ind w:firstLine="708"/>
        <w:rPr>
          <w:lang w:val="uk-UA"/>
        </w:rPr>
      </w:pPr>
      <w:r w:rsidRPr="0092364D">
        <w:rPr>
          <w:lang w:val="uk-UA"/>
        </w:rPr>
        <w:t>начальник відділу інфраструктури та</w:t>
      </w:r>
      <w:r>
        <w:rPr>
          <w:lang w:val="uk-UA"/>
        </w:rPr>
        <w:t xml:space="preserve"> інвестиційного розвитку</w:t>
      </w:r>
      <w:r w:rsidRPr="0092364D">
        <w:rPr>
          <w:lang w:val="uk-UA"/>
        </w:rPr>
        <w:t xml:space="preserve"> міськвиконкому;</w:t>
      </w:r>
    </w:p>
    <w:p w:rsidR="003E7E4B" w:rsidRPr="0092364D" w:rsidRDefault="003E7E4B" w:rsidP="001D1C04">
      <w:pPr>
        <w:pStyle w:val="BodyText"/>
        <w:ind w:firstLine="708"/>
        <w:rPr>
          <w:lang w:val="uk-UA"/>
        </w:rPr>
      </w:pPr>
      <w:r w:rsidRPr="0092364D">
        <w:rPr>
          <w:lang w:val="uk-UA"/>
        </w:rPr>
        <w:t>начальник відділу освіти міськвиконкому;</w:t>
      </w:r>
    </w:p>
    <w:p w:rsidR="003E7E4B" w:rsidRPr="0092364D" w:rsidRDefault="003E7E4B" w:rsidP="001D1C04">
      <w:pPr>
        <w:pStyle w:val="BodyText"/>
        <w:ind w:firstLine="708"/>
        <w:rPr>
          <w:lang w:val="uk-UA"/>
        </w:rPr>
      </w:pPr>
      <w:r w:rsidRPr="0092364D">
        <w:rPr>
          <w:lang w:val="uk-UA"/>
        </w:rPr>
        <w:t>начальник відділу культури і туризму міськвиконкому;</w:t>
      </w:r>
    </w:p>
    <w:p w:rsidR="003E7E4B" w:rsidRDefault="003E7E4B" w:rsidP="001D1C04">
      <w:pPr>
        <w:pStyle w:val="BodyText"/>
        <w:ind w:firstLine="708"/>
        <w:jc w:val="both"/>
        <w:rPr>
          <w:lang w:val="uk-UA"/>
        </w:rPr>
      </w:pPr>
      <w:r w:rsidRPr="0092364D">
        <w:rPr>
          <w:lang w:val="uk-UA"/>
        </w:rPr>
        <w:t>начальник відділу інформаційної діяльності та комунікацій з громадськістю міськвиконкому;</w:t>
      </w:r>
    </w:p>
    <w:p w:rsidR="003E7E4B" w:rsidRPr="0092364D" w:rsidRDefault="003E7E4B" w:rsidP="001D1C04">
      <w:pPr>
        <w:pStyle w:val="BodyText"/>
        <w:ind w:firstLine="708"/>
        <w:jc w:val="both"/>
        <w:rPr>
          <w:lang w:val="uk-UA"/>
        </w:rPr>
      </w:pPr>
      <w:r>
        <w:rPr>
          <w:lang w:val="uk-UA"/>
        </w:rPr>
        <w:t>начальник відділу охорони здоров'я міськвиконкому;</w:t>
      </w:r>
    </w:p>
    <w:p w:rsidR="003E7E4B" w:rsidRPr="0092364D" w:rsidRDefault="003E7E4B" w:rsidP="00820154">
      <w:pPr>
        <w:pStyle w:val="BodyText"/>
        <w:ind w:firstLine="708"/>
        <w:jc w:val="both"/>
        <w:rPr>
          <w:lang w:val="uk-UA"/>
        </w:rPr>
      </w:pPr>
      <w:r>
        <w:rPr>
          <w:lang w:val="uk-UA"/>
        </w:rPr>
        <w:t xml:space="preserve">начальник 18 Державної  пожежно-рятувальної частини 1 пожежно-рятувального загону Головного </w:t>
      </w:r>
      <w:r w:rsidRPr="0092364D">
        <w:rPr>
          <w:lang w:val="uk-UA"/>
        </w:rPr>
        <w:t>управління Державної служби України з надзвичайних ситуацій у Кіровоградській області</w:t>
      </w:r>
    </w:p>
    <w:p w:rsidR="003E7E4B" w:rsidRPr="00F4672C" w:rsidRDefault="003E7E4B" w:rsidP="00820154">
      <w:pPr>
        <w:pStyle w:val="BodyText"/>
        <w:ind w:firstLine="708"/>
        <w:jc w:val="both"/>
        <w:rPr>
          <w:lang w:val="uk-UA"/>
        </w:rPr>
      </w:pPr>
      <w:r w:rsidRPr="00F4672C">
        <w:t>начальник</w:t>
      </w:r>
      <w:r w:rsidRPr="00F4672C">
        <w:rPr>
          <w:lang w:val="uk-UA"/>
        </w:rPr>
        <w:t xml:space="preserve"> </w:t>
      </w:r>
      <w:r>
        <w:rPr>
          <w:lang w:val="uk-UA"/>
        </w:rPr>
        <w:t>Знам</w:t>
      </w:r>
      <w:r w:rsidRPr="00F4672C">
        <w:t>’</w:t>
      </w:r>
      <w:r>
        <w:rPr>
          <w:lang w:val="uk-UA"/>
        </w:rPr>
        <w:t xml:space="preserve">янського </w:t>
      </w:r>
      <w:r w:rsidRPr="00F4672C">
        <w:rPr>
          <w:lang w:val="uk-UA"/>
        </w:rPr>
        <w:t>управління</w:t>
      </w:r>
      <w:r w:rsidRPr="00F4672C">
        <w:t xml:space="preserve"> </w:t>
      </w:r>
      <w:r>
        <w:rPr>
          <w:lang w:val="uk-UA"/>
        </w:rPr>
        <w:t xml:space="preserve">Головного управління </w:t>
      </w:r>
      <w:r w:rsidRPr="00F4672C">
        <w:rPr>
          <w:lang w:val="uk-UA"/>
        </w:rPr>
        <w:t xml:space="preserve"> Держпродспоживслужби</w:t>
      </w:r>
      <w:r w:rsidRPr="00F4672C">
        <w:t xml:space="preserve"> в </w:t>
      </w:r>
      <w:r>
        <w:rPr>
          <w:lang w:val="uk-UA"/>
        </w:rPr>
        <w:t>Кіровоградській області</w:t>
      </w:r>
      <w:r w:rsidRPr="00F4672C">
        <w:rPr>
          <w:lang w:val="uk-UA"/>
        </w:rPr>
        <w:t>;</w:t>
      </w:r>
    </w:p>
    <w:p w:rsidR="003E7E4B" w:rsidRPr="0092364D" w:rsidRDefault="003E7E4B" w:rsidP="00820154">
      <w:pPr>
        <w:pStyle w:val="BodyText"/>
        <w:ind w:firstLine="708"/>
        <w:jc w:val="both"/>
        <w:rPr>
          <w:lang w:val="uk-UA"/>
        </w:rPr>
      </w:pPr>
      <w:r w:rsidRPr="0092364D">
        <w:rPr>
          <w:lang w:val="uk-UA"/>
        </w:rPr>
        <w:t xml:space="preserve">начальник </w:t>
      </w:r>
      <w:r>
        <w:rPr>
          <w:lang w:val="uk-UA"/>
        </w:rPr>
        <w:t xml:space="preserve">спеціального сектору </w:t>
      </w:r>
      <w:r w:rsidRPr="0092364D">
        <w:rPr>
          <w:lang w:val="uk-UA"/>
        </w:rPr>
        <w:t>виробничого підрозділу «Знам'янська дирекція залізничних перевезень»</w:t>
      </w:r>
      <w:r>
        <w:rPr>
          <w:lang w:val="uk-UA"/>
        </w:rPr>
        <w:t xml:space="preserve"> регіональної філії </w:t>
      </w:r>
      <w:r w:rsidRPr="00820154">
        <w:rPr>
          <w:lang w:val="uk-UA"/>
        </w:rPr>
        <w:t>"</w:t>
      </w:r>
      <w:r>
        <w:rPr>
          <w:lang w:val="uk-UA"/>
        </w:rPr>
        <w:t>Одеська залізниця</w:t>
      </w:r>
      <w:r w:rsidRPr="00820154">
        <w:rPr>
          <w:lang w:val="uk-UA"/>
        </w:rPr>
        <w:t>"</w:t>
      </w:r>
      <w:r w:rsidRPr="0092364D">
        <w:rPr>
          <w:lang w:val="uk-UA"/>
        </w:rPr>
        <w:t>;</w:t>
      </w:r>
    </w:p>
    <w:p w:rsidR="003E7E4B" w:rsidRPr="00820154" w:rsidRDefault="003E7E4B" w:rsidP="0082015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20154">
        <w:rPr>
          <w:rFonts w:ascii="Times New Roman" w:hAnsi="Times New Roman"/>
          <w:sz w:val="24"/>
          <w:szCs w:val="24"/>
          <w:lang w:val="uk-UA"/>
        </w:rPr>
        <w:t xml:space="preserve">            директор  комунального некомерційного підприємства «Знамянська міська лікарня ім.А.В.Лисенка»;</w:t>
      </w:r>
    </w:p>
    <w:p w:rsidR="003E7E4B" w:rsidRPr="0092364D" w:rsidRDefault="003E7E4B" w:rsidP="001D1C04">
      <w:pPr>
        <w:pStyle w:val="BodyText"/>
        <w:ind w:firstLine="708"/>
        <w:rPr>
          <w:lang w:val="uk-UA"/>
        </w:rPr>
      </w:pPr>
      <w:r w:rsidRPr="0092364D">
        <w:t>начальник  відділу</w:t>
      </w:r>
      <w:r w:rsidRPr="0092364D">
        <w:rPr>
          <w:lang w:val="uk-UA"/>
        </w:rPr>
        <w:t xml:space="preserve"> поліції </w:t>
      </w:r>
      <w:r>
        <w:rPr>
          <w:lang w:val="uk-UA"/>
        </w:rPr>
        <w:t>№1 (</w:t>
      </w:r>
      <w:r w:rsidRPr="0092364D">
        <w:t>Знам'ян</w:t>
      </w:r>
      <w:r>
        <w:rPr>
          <w:lang w:val="uk-UA"/>
        </w:rPr>
        <w:t>ка)</w:t>
      </w:r>
      <w:r w:rsidRPr="0092364D">
        <w:rPr>
          <w:lang w:val="uk-UA"/>
        </w:rPr>
        <w:t xml:space="preserve"> </w:t>
      </w:r>
      <w:r>
        <w:rPr>
          <w:lang w:val="uk-UA"/>
        </w:rPr>
        <w:t xml:space="preserve"> Кропивницького районного управління поліції </w:t>
      </w:r>
      <w:r w:rsidRPr="0092364D">
        <w:rPr>
          <w:lang w:val="uk-UA"/>
        </w:rPr>
        <w:t>Головного управління Національної поліції</w:t>
      </w:r>
      <w:r w:rsidRPr="0092364D">
        <w:t xml:space="preserve"> в </w:t>
      </w:r>
      <w:r w:rsidRPr="0092364D">
        <w:rPr>
          <w:lang w:val="uk-UA"/>
        </w:rPr>
        <w:t>Кіровоградській</w:t>
      </w:r>
      <w:r w:rsidRPr="0092364D">
        <w:t xml:space="preserve"> області</w:t>
      </w:r>
      <w:r w:rsidRPr="0092364D">
        <w:rPr>
          <w:lang w:val="uk-UA"/>
        </w:rPr>
        <w:t>;</w:t>
      </w:r>
    </w:p>
    <w:p w:rsidR="003E7E4B" w:rsidRPr="0092364D" w:rsidRDefault="003E7E4B" w:rsidP="00820154">
      <w:pPr>
        <w:pStyle w:val="BodyText"/>
        <w:ind w:firstLine="708"/>
        <w:jc w:val="both"/>
        <w:rPr>
          <w:lang w:val="uk-UA"/>
        </w:rPr>
      </w:pPr>
      <w:r w:rsidRPr="0092364D">
        <w:rPr>
          <w:lang w:val="uk-UA"/>
        </w:rPr>
        <w:t xml:space="preserve"> військовий комісар Знам’янського об’єднаного міського </w:t>
      </w:r>
      <w:r>
        <w:rPr>
          <w:lang w:val="uk-UA"/>
        </w:rPr>
        <w:t>територіального центру</w:t>
      </w:r>
      <w:r w:rsidRPr="000857EF">
        <w:rPr>
          <w:lang w:val="uk-UA"/>
        </w:rPr>
        <w:t xml:space="preserve"> </w:t>
      </w:r>
      <w:r>
        <w:rPr>
          <w:lang w:val="uk-UA"/>
        </w:rPr>
        <w:t>комплектування та соціальної підтримки</w:t>
      </w:r>
      <w:r w:rsidRPr="0092364D">
        <w:rPr>
          <w:lang w:val="uk-UA"/>
        </w:rPr>
        <w:t>;</w:t>
      </w:r>
    </w:p>
    <w:p w:rsidR="003E7E4B" w:rsidRPr="0092364D" w:rsidRDefault="003E7E4B" w:rsidP="00820154">
      <w:pPr>
        <w:pStyle w:val="BodyText"/>
        <w:ind w:firstLine="708"/>
        <w:jc w:val="both"/>
        <w:rPr>
          <w:lang w:val="uk-UA"/>
        </w:rPr>
      </w:pPr>
      <w:r w:rsidRPr="0092364D">
        <w:rPr>
          <w:lang w:val="uk-UA"/>
        </w:rPr>
        <w:t xml:space="preserve">  начальник Знам’янського управління Державної казначейської служби України Кіровоградської області;</w:t>
      </w:r>
    </w:p>
    <w:p w:rsidR="003E7E4B" w:rsidRDefault="003E7E4B" w:rsidP="006C6E24">
      <w:pPr>
        <w:pStyle w:val="BodyText"/>
        <w:jc w:val="center"/>
        <w:rPr>
          <w:lang w:val="uk-UA"/>
        </w:rPr>
      </w:pPr>
      <w:r w:rsidRPr="0092364D">
        <w:rPr>
          <w:lang w:val="uk-UA"/>
        </w:rPr>
        <w:t xml:space="preserve">  </w:t>
      </w:r>
      <w:r>
        <w:rPr>
          <w:lang w:val="uk-UA"/>
        </w:rPr>
        <w:t xml:space="preserve">  2</w:t>
      </w:r>
    </w:p>
    <w:p w:rsidR="003E7E4B" w:rsidRDefault="003E7E4B" w:rsidP="006C6E24">
      <w:pPr>
        <w:pStyle w:val="BodyText"/>
        <w:ind w:firstLine="708"/>
        <w:jc w:val="right"/>
        <w:rPr>
          <w:lang w:val="uk-UA"/>
        </w:rPr>
      </w:pPr>
      <w:r w:rsidRPr="0092364D">
        <w:rPr>
          <w:lang w:val="uk-UA"/>
        </w:rPr>
        <w:t xml:space="preserve"> </w:t>
      </w:r>
      <w:r>
        <w:rPr>
          <w:lang w:val="uk-UA"/>
        </w:rPr>
        <w:t>Продовження додатку 2</w:t>
      </w:r>
    </w:p>
    <w:p w:rsidR="003E7E4B" w:rsidRDefault="003E7E4B" w:rsidP="00820154">
      <w:pPr>
        <w:pStyle w:val="BodyText"/>
        <w:ind w:firstLine="708"/>
        <w:jc w:val="both"/>
        <w:rPr>
          <w:lang w:val="uk-UA"/>
        </w:rPr>
      </w:pPr>
      <w:r w:rsidRPr="0092364D">
        <w:rPr>
          <w:lang w:val="uk-UA"/>
        </w:rPr>
        <w:t>н</w:t>
      </w:r>
      <w:r w:rsidRPr="0092364D">
        <w:t>ачальник Знам'янського району електричних мереж П</w:t>
      </w:r>
      <w:r>
        <w:rPr>
          <w:lang w:val="uk-UA"/>
        </w:rPr>
        <w:t>р</w:t>
      </w:r>
      <w:r w:rsidRPr="0092364D">
        <w:t>АТ «Кіровоградобленерго»</w:t>
      </w:r>
    </w:p>
    <w:p w:rsidR="003E7E4B" w:rsidRPr="0092364D" w:rsidRDefault="003E7E4B" w:rsidP="00820154">
      <w:pPr>
        <w:pStyle w:val="BodyText"/>
        <w:rPr>
          <w:lang w:val="uk-UA"/>
        </w:rPr>
      </w:pPr>
      <w:r w:rsidRPr="0092364D">
        <w:rPr>
          <w:lang w:val="uk-UA"/>
        </w:rPr>
        <w:t xml:space="preserve"> (за згодою);</w:t>
      </w:r>
    </w:p>
    <w:p w:rsidR="003E7E4B" w:rsidRPr="0092364D" w:rsidRDefault="003E7E4B" w:rsidP="00820154">
      <w:pPr>
        <w:pStyle w:val="BodyText"/>
        <w:ind w:firstLine="708"/>
        <w:jc w:val="both"/>
        <w:rPr>
          <w:lang w:val="uk-UA"/>
        </w:rPr>
      </w:pPr>
      <w:r>
        <w:rPr>
          <w:lang w:val="uk-UA"/>
        </w:rPr>
        <w:t>начальник</w:t>
      </w:r>
      <w:r w:rsidRPr="0092364D">
        <w:t xml:space="preserve">  Знам'янського управління по експлуатації газового господарства ВАТ «Кіровоградгаз»</w:t>
      </w:r>
      <w:r w:rsidRPr="0092364D">
        <w:rPr>
          <w:lang w:val="uk-UA"/>
        </w:rPr>
        <w:t xml:space="preserve"> (за згодою)</w:t>
      </w: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  <w:r>
        <w:rPr>
          <w:b/>
          <w:lang w:val="uk-UA"/>
        </w:rPr>
        <w:t>______________________________________________</w:t>
      </w: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E7E4B" w:rsidRPr="00FD76A5" w:rsidRDefault="003E7E4B" w:rsidP="006C6E24">
      <w:pPr>
        <w:pStyle w:val="BodyText2"/>
        <w:spacing w:after="0" w:line="240" w:lineRule="auto"/>
        <w:ind w:left="4247" w:hanging="4247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Pr="00FD76A5">
        <w:rPr>
          <w:lang w:val="uk-UA"/>
        </w:rPr>
        <w:t>Додаток 3</w:t>
      </w:r>
    </w:p>
    <w:p w:rsidR="003E7E4B" w:rsidRDefault="003E7E4B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6C6E24">
        <w:rPr>
          <w:rFonts w:ascii="Times New Roman" w:hAnsi="Times New Roman"/>
          <w:sz w:val="24"/>
          <w:szCs w:val="24"/>
          <w:lang w:val="uk-UA"/>
        </w:rPr>
        <w:t xml:space="preserve">до рішення виконавчого комітету </w:t>
      </w:r>
    </w:p>
    <w:p w:rsidR="003E7E4B" w:rsidRDefault="003E7E4B" w:rsidP="006C6E2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 w:rsidRPr="006C6E24">
        <w:rPr>
          <w:rFonts w:ascii="Times New Roman" w:hAnsi="Times New Roman"/>
          <w:sz w:val="24"/>
          <w:szCs w:val="24"/>
          <w:lang w:val="uk-UA"/>
        </w:rPr>
        <w:t>Знам'янської міської ради</w:t>
      </w:r>
    </w:p>
    <w:p w:rsidR="003E7E4B" w:rsidRDefault="003E7E4B" w:rsidP="006C6E24">
      <w:pPr>
        <w:pStyle w:val="BodyText2"/>
        <w:spacing w:after="0" w:line="240" w:lineRule="auto"/>
        <w:ind w:left="4247" w:hanging="4247"/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серпня 2021 року №</w:t>
      </w:r>
    </w:p>
    <w:p w:rsidR="003E7E4B" w:rsidRDefault="003E7E4B" w:rsidP="00CB776C">
      <w:pPr>
        <w:spacing w:after="0" w:line="240" w:lineRule="auto"/>
        <w:ind w:left="4956" w:hanging="4956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7E4B" w:rsidRPr="00CB776C" w:rsidRDefault="003E7E4B" w:rsidP="00CB776C">
      <w:pPr>
        <w:spacing w:after="0" w:line="240" w:lineRule="auto"/>
        <w:ind w:left="4956" w:hanging="4956"/>
        <w:jc w:val="center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</w:rPr>
        <w:t>ПОЛОЖЕННЯ</w:t>
      </w:r>
    </w:p>
    <w:p w:rsidR="003E7E4B" w:rsidRPr="00CB776C" w:rsidRDefault="003E7E4B" w:rsidP="00CB776C">
      <w:pPr>
        <w:jc w:val="center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</w:rPr>
        <w:t>про комісію з питань евакуації</w:t>
      </w:r>
    </w:p>
    <w:p w:rsidR="003E7E4B" w:rsidRPr="00CB776C" w:rsidRDefault="003E7E4B" w:rsidP="00CB776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</w:rPr>
        <w:tab/>
      </w:r>
      <w:r w:rsidRPr="00CB776C">
        <w:rPr>
          <w:rFonts w:ascii="Times New Roman" w:hAnsi="Times New Roman"/>
          <w:sz w:val="24"/>
          <w:szCs w:val="24"/>
          <w:lang w:val="uk-UA"/>
        </w:rPr>
        <w:t>1. Комісія з питань евакуації (далі – Комісія)  є органом з евакуації виконавчого комітету Знам’янської міської ради, який відповідає за планування евакуації, прийняття і розміщення населення смт.Знам’янка Друга</w:t>
      </w:r>
      <w:r>
        <w:rPr>
          <w:rFonts w:ascii="Times New Roman" w:hAnsi="Times New Roman"/>
          <w:sz w:val="24"/>
          <w:szCs w:val="24"/>
          <w:lang w:val="uk-UA"/>
        </w:rPr>
        <w:t xml:space="preserve"> та с.Водяне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 при загрозі виникнення або виникненні надзвичайної ситуації на складах боєприпасів с.Богдановка, підготовку населення до здійснення заходів з евакуації, підготовку органів з евакуації до виконання завдань, здійснення контролю за підготовкою </w:t>
      </w:r>
      <w:r>
        <w:rPr>
          <w:rFonts w:ascii="Times New Roman" w:hAnsi="Times New Roman"/>
          <w:sz w:val="24"/>
          <w:szCs w:val="24"/>
          <w:lang w:val="uk-UA"/>
        </w:rPr>
        <w:t xml:space="preserve">і </w:t>
      </w:r>
      <w:r w:rsidRPr="00CB776C">
        <w:rPr>
          <w:rFonts w:ascii="Times New Roman" w:hAnsi="Times New Roman"/>
          <w:sz w:val="24"/>
          <w:szCs w:val="24"/>
          <w:lang w:val="uk-UA"/>
        </w:rPr>
        <w:t>проведення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 евакуації, приймання і розміщення евакуйованого населення, матеріальних і культурних цінностей.</w:t>
      </w:r>
    </w:p>
    <w:p w:rsidR="003E7E4B" w:rsidRPr="00CB776C" w:rsidRDefault="003E7E4B" w:rsidP="00CB77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ab/>
        <w:t>2. Штатний склад Комісії визначається рішенням виконавчого комітету Знам’янської міської ради. Персональний склад Комісії затверджується її головою.</w:t>
      </w:r>
    </w:p>
    <w:p w:rsidR="003E7E4B" w:rsidRPr="00CB776C" w:rsidRDefault="003E7E4B" w:rsidP="00CB776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  Комісія підпорядковується міському голові.</w:t>
      </w:r>
    </w:p>
    <w:p w:rsidR="003E7E4B" w:rsidRPr="00CB776C" w:rsidRDefault="003E7E4B" w:rsidP="00CB776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  3. Комісії підпорядковуються тимчасові органи з питань евакуації, які створюються на території громади для організації і проведення заходів з евакуації.</w:t>
      </w:r>
    </w:p>
    <w:p w:rsidR="003E7E4B" w:rsidRPr="00CB776C" w:rsidRDefault="003E7E4B" w:rsidP="00CB776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ab/>
        <w:t>4. Комісія у своїй роботі керується нормативно-законодавчими актами України з питань захисту населення у надзвичайних ситуаціях мирного і воєнного часу, рішеннями міської ради та її виконавчого комітету, розпорядженнями міського голови та цим Положенням.</w:t>
      </w:r>
    </w:p>
    <w:p w:rsidR="003E7E4B" w:rsidRPr="00CB776C" w:rsidRDefault="003E7E4B" w:rsidP="00CB776C">
      <w:pPr>
        <w:shd w:val="clear" w:color="auto" w:fill="FFFFFF"/>
        <w:tabs>
          <w:tab w:val="left" w:pos="1166"/>
        </w:tabs>
        <w:ind w:left="11" w:firstLine="567"/>
        <w:jc w:val="both"/>
        <w:rPr>
          <w:rFonts w:ascii="Times New Roman" w:hAnsi="Times New Roman"/>
          <w:spacing w:val="-15"/>
          <w:sz w:val="24"/>
          <w:szCs w:val="24"/>
        </w:rPr>
      </w:pPr>
      <w:r w:rsidRPr="00CB776C">
        <w:rPr>
          <w:rFonts w:ascii="Times New Roman" w:hAnsi="Times New Roman"/>
          <w:color w:val="000000"/>
          <w:spacing w:val="-12"/>
          <w:sz w:val="24"/>
          <w:szCs w:val="24"/>
          <w:lang w:val="uk-UA"/>
        </w:rPr>
        <w:t xml:space="preserve">    5. </w:t>
      </w:r>
      <w:r w:rsidRPr="00CB776C">
        <w:rPr>
          <w:rFonts w:ascii="Times New Roman" w:hAnsi="Times New Roman"/>
          <w:spacing w:val="7"/>
          <w:sz w:val="24"/>
          <w:szCs w:val="24"/>
        </w:rPr>
        <w:t>У невідкладних випадках у складі Комісії утворюється оперативна</w:t>
      </w:r>
      <w:r w:rsidRPr="00CB776C">
        <w:rPr>
          <w:rFonts w:ascii="Times New Roman" w:hAnsi="Times New Roman"/>
          <w:spacing w:val="7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6"/>
          <w:sz w:val="24"/>
          <w:szCs w:val="24"/>
        </w:rPr>
        <w:t>група, яка розпочинає роботу з моменту прийняття рішення про проведення</w:t>
      </w:r>
      <w:r w:rsidRPr="00CB776C">
        <w:rPr>
          <w:rFonts w:ascii="Times New Roman" w:hAnsi="Times New Roman"/>
          <w:spacing w:val="6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-2"/>
          <w:sz w:val="24"/>
          <w:szCs w:val="24"/>
        </w:rPr>
        <w:t>евакуаці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>йних заходів</w:t>
      </w:r>
      <w:r w:rsidRPr="00CB776C">
        <w:rPr>
          <w:rFonts w:ascii="Times New Roman" w:hAnsi="Times New Roman"/>
          <w:spacing w:val="-2"/>
          <w:sz w:val="24"/>
          <w:szCs w:val="24"/>
        </w:rPr>
        <w:t>.</w:t>
      </w:r>
    </w:p>
    <w:p w:rsidR="003E7E4B" w:rsidRPr="00CB776C" w:rsidRDefault="003E7E4B" w:rsidP="00CB776C">
      <w:pPr>
        <w:shd w:val="clear" w:color="auto" w:fill="FFFFFF"/>
        <w:tabs>
          <w:tab w:val="left" w:pos="994"/>
        </w:tabs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 6. </w:t>
      </w:r>
      <w:r w:rsidRPr="00CB776C">
        <w:rPr>
          <w:rFonts w:ascii="Times New Roman" w:hAnsi="Times New Roman"/>
          <w:spacing w:val="-1"/>
          <w:sz w:val="24"/>
          <w:szCs w:val="24"/>
        </w:rPr>
        <w:t>До складу Комісії входять:</w:t>
      </w:r>
    </w:p>
    <w:p w:rsidR="003E7E4B" w:rsidRPr="00CB776C" w:rsidRDefault="003E7E4B" w:rsidP="00CB776C">
      <w:pPr>
        <w:widowControl w:val="0"/>
        <w:shd w:val="clear" w:color="auto" w:fill="FFFFFF"/>
        <w:tabs>
          <w:tab w:val="left" w:pos="1018"/>
        </w:tabs>
        <w:autoSpaceDN w:val="0"/>
        <w:adjustRightInd w:val="0"/>
        <w:ind w:firstLine="567"/>
        <w:jc w:val="both"/>
        <w:rPr>
          <w:rFonts w:ascii="Times New Roman" w:hAnsi="Times New Roman"/>
          <w:spacing w:val="-21"/>
          <w:sz w:val="24"/>
          <w:szCs w:val="24"/>
        </w:rPr>
      </w:pPr>
      <w:r w:rsidRPr="00CB776C">
        <w:rPr>
          <w:rFonts w:ascii="Times New Roman" w:hAnsi="Times New Roman"/>
          <w:spacing w:val="-3"/>
          <w:sz w:val="24"/>
          <w:szCs w:val="24"/>
          <w:lang w:val="uk-UA"/>
        </w:rPr>
        <w:t xml:space="preserve">   1) </w:t>
      </w:r>
      <w:r w:rsidRPr="00CB776C">
        <w:rPr>
          <w:rFonts w:ascii="Times New Roman" w:hAnsi="Times New Roman"/>
          <w:spacing w:val="-3"/>
          <w:sz w:val="24"/>
          <w:szCs w:val="24"/>
        </w:rPr>
        <w:t>голова;</w:t>
      </w:r>
    </w:p>
    <w:p w:rsidR="003E7E4B" w:rsidRPr="00CB776C" w:rsidRDefault="003E7E4B" w:rsidP="00CB776C">
      <w:pPr>
        <w:widowControl w:val="0"/>
        <w:shd w:val="clear" w:color="auto" w:fill="FFFFFF"/>
        <w:tabs>
          <w:tab w:val="left" w:pos="1018"/>
        </w:tabs>
        <w:autoSpaceDN w:val="0"/>
        <w:adjustRightInd w:val="0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 2) </w:t>
      </w:r>
      <w:r w:rsidRPr="00CB776C">
        <w:rPr>
          <w:rFonts w:ascii="Times New Roman" w:hAnsi="Times New Roman"/>
          <w:spacing w:val="-1"/>
          <w:sz w:val="24"/>
          <w:szCs w:val="24"/>
        </w:rPr>
        <w:t>заступник голови;</w:t>
      </w:r>
    </w:p>
    <w:p w:rsidR="003E7E4B" w:rsidRPr="00CB776C" w:rsidRDefault="003E7E4B" w:rsidP="00CB776C">
      <w:pPr>
        <w:widowControl w:val="0"/>
        <w:shd w:val="clear" w:color="auto" w:fill="FFFFFF"/>
        <w:tabs>
          <w:tab w:val="left" w:pos="1018"/>
        </w:tabs>
        <w:autoSpaceDN w:val="0"/>
        <w:adjustRightInd w:val="0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 w:rsidRPr="00CB776C">
        <w:rPr>
          <w:rFonts w:ascii="Times New Roman" w:hAnsi="Times New Roman"/>
          <w:spacing w:val="-3"/>
          <w:sz w:val="24"/>
          <w:szCs w:val="24"/>
          <w:lang w:val="uk-UA"/>
        </w:rPr>
        <w:t xml:space="preserve">   3) </w:t>
      </w:r>
      <w:r w:rsidRPr="00CB776C">
        <w:rPr>
          <w:rFonts w:ascii="Times New Roman" w:hAnsi="Times New Roman"/>
          <w:spacing w:val="-3"/>
          <w:sz w:val="24"/>
          <w:szCs w:val="24"/>
        </w:rPr>
        <w:t>секретар;</w:t>
      </w:r>
    </w:p>
    <w:p w:rsidR="003E7E4B" w:rsidRPr="00CB776C" w:rsidRDefault="003E7E4B" w:rsidP="00CB776C">
      <w:pPr>
        <w:widowControl w:val="0"/>
        <w:shd w:val="clear" w:color="auto" w:fill="FFFFFF"/>
        <w:tabs>
          <w:tab w:val="left" w:pos="1018"/>
        </w:tabs>
        <w:autoSpaceDN w:val="0"/>
        <w:adjustRightInd w:val="0"/>
        <w:ind w:firstLine="567"/>
        <w:jc w:val="both"/>
        <w:rPr>
          <w:rFonts w:ascii="Times New Roman" w:hAnsi="Times New Roman"/>
          <w:spacing w:val="-13"/>
          <w:sz w:val="24"/>
          <w:szCs w:val="24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 4) </w:t>
      </w:r>
      <w:r w:rsidRPr="00CB776C">
        <w:rPr>
          <w:rFonts w:ascii="Times New Roman" w:hAnsi="Times New Roman"/>
          <w:spacing w:val="-1"/>
          <w:sz w:val="24"/>
          <w:szCs w:val="24"/>
        </w:rPr>
        <w:t>помічники</w:t>
      </w:r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голови комісії </w:t>
      </w:r>
      <w:r w:rsidRPr="00CB776C">
        <w:rPr>
          <w:rFonts w:ascii="Times New Roman" w:hAnsi="Times New Roman"/>
          <w:spacing w:val="-1"/>
          <w:sz w:val="24"/>
          <w:szCs w:val="24"/>
        </w:rPr>
        <w:t>з питань:</w:t>
      </w:r>
    </w:p>
    <w:p w:rsidR="003E7E4B" w:rsidRPr="00CB776C" w:rsidRDefault="003E7E4B" w:rsidP="00CB776C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CB776C">
        <w:rPr>
          <w:rFonts w:ascii="Times New Roman" w:hAnsi="Times New Roman"/>
          <w:sz w:val="24"/>
          <w:szCs w:val="24"/>
        </w:rPr>
        <w:t>медичного забезпечення заходів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 з евакуації</w:t>
      </w:r>
      <w:r w:rsidRPr="00CB776C">
        <w:rPr>
          <w:rFonts w:ascii="Times New Roman" w:hAnsi="Times New Roman"/>
          <w:sz w:val="24"/>
          <w:szCs w:val="24"/>
        </w:rPr>
        <w:t>;</w:t>
      </w:r>
    </w:p>
    <w:p w:rsidR="003E7E4B" w:rsidRPr="00CB776C" w:rsidRDefault="003E7E4B" w:rsidP="00CB776C">
      <w:pPr>
        <w:shd w:val="clear" w:color="auto" w:fill="FFFFFF"/>
        <w:ind w:left="567" w:right="-2"/>
        <w:jc w:val="both"/>
        <w:rPr>
          <w:rFonts w:ascii="Times New Roman" w:hAnsi="Times New Roman"/>
          <w:spacing w:val="-2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    </w:t>
      </w:r>
      <w:r w:rsidRPr="00CB776C">
        <w:rPr>
          <w:rFonts w:ascii="Times New Roman" w:hAnsi="Times New Roman"/>
          <w:spacing w:val="2"/>
          <w:sz w:val="24"/>
          <w:szCs w:val="24"/>
        </w:rPr>
        <w:t>торгівлі,   харчування</w:t>
      </w: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>,</w:t>
      </w:r>
      <w:r w:rsidRPr="00CB776C">
        <w:rPr>
          <w:rFonts w:ascii="Times New Roman" w:hAnsi="Times New Roman"/>
          <w:spacing w:val="2"/>
          <w:sz w:val="24"/>
          <w:szCs w:val="24"/>
        </w:rPr>
        <w:t xml:space="preserve">   побутового   обслуговування   евакуйованого </w:t>
      </w:r>
      <w:r w:rsidRPr="00CB776C">
        <w:rPr>
          <w:rFonts w:ascii="Times New Roman" w:hAnsi="Times New Roman"/>
          <w:spacing w:val="-2"/>
          <w:sz w:val="24"/>
          <w:szCs w:val="24"/>
        </w:rPr>
        <w:t>населення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 xml:space="preserve"> та </w:t>
      </w:r>
      <w:r w:rsidRPr="00CB776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 xml:space="preserve">      </w:t>
      </w:r>
    </w:p>
    <w:p w:rsidR="003E7E4B" w:rsidRPr="00CB776C" w:rsidRDefault="003E7E4B" w:rsidP="00CB776C">
      <w:pPr>
        <w:shd w:val="clear" w:color="auto" w:fill="FFFFFF"/>
        <w:ind w:left="567" w:right="-2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 xml:space="preserve">    </w:t>
      </w:r>
      <w:r w:rsidRPr="00CB776C">
        <w:rPr>
          <w:rFonts w:ascii="Times New Roman" w:hAnsi="Times New Roman"/>
          <w:spacing w:val="-2"/>
          <w:sz w:val="24"/>
          <w:szCs w:val="24"/>
        </w:rPr>
        <w:t>забезпечення пально-мастильними матеріалами;</w:t>
      </w:r>
    </w:p>
    <w:p w:rsidR="003E7E4B" w:rsidRPr="00CB776C" w:rsidRDefault="003E7E4B" w:rsidP="00CB776C">
      <w:pPr>
        <w:shd w:val="clear" w:color="auto" w:fill="FFFFFF"/>
        <w:ind w:left="567" w:right="2688"/>
        <w:jc w:val="both"/>
        <w:rPr>
          <w:rFonts w:ascii="Times New Roman" w:hAnsi="Times New Roman"/>
          <w:spacing w:val="-2"/>
          <w:sz w:val="24"/>
          <w:szCs w:val="24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  </w:t>
      </w:r>
      <w:r w:rsidRPr="00CB776C">
        <w:rPr>
          <w:rFonts w:ascii="Times New Roman" w:hAnsi="Times New Roman"/>
          <w:spacing w:val="-1"/>
          <w:sz w:val="24"/>
          <w:szCs w:val="24"/>
        </w:rPr>
        <w:t>соціального захисту евакуйованого населення;</w:t>
      </w:r>
    </w:p>
    <w:p w:rsidR="003E7E4B" w:rsidRPr="00CB776C" w:rsidRDefault="003E7E4B" w:rsidP="00CB776C">
      <w:pPr>
        <w:shd w:val="clear" w:color="auto" w:fill="FFFFFF"/>
        <w:tabs>
          <w:tab w:val="left" w:pos="9921"/>
        </w:tabs>
        <w:ind w:left="567" w:right="-2"/>
        <w:jc w:val="both"/>
        <w:rPr>
          <w:rFonts w:ascii="Times New Roman" w:hAnsi="Times New Roman"/>
          <w:spacing w:val="-1"/>
          <w:sz w:val="24"/>
          <w:szCs w:val="24"/>
        </w:rPr>
      </w:pP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 xml:space="preserve">    </w:t>
      </w:r>
      <w:r w:rsidRPr="00CB776C">
        <w:rPr>
          <w:rFonts w:ascii="Times New Roman" w:hAnsi="Times New Roman"/>
          <w:spacing w:val="-1"/>
          <w:sz w:val="24"/>
          <w:szCs w:val="24"/>
        </w:rPr>
        <w:t>інформаційного забезпечення;</w:t>
      </w:r>
    </w:p>
    <w:p w:rsidR="003E7E4B" w:rsidRPr="00CB776C" w:rsidRDefault="003E7E4B" w:rsidP="00CB776C">
      <w:pPr>
        <w:shd w:val="clear" w:color="auto" w:fill="FFFFFF"/>
        <w:ind w:left="715" w:right="2688" w:firstLine="1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Pr="00CB776C">
        <w:rPr>
          <w:rFonts w:ascii="Times New Roman" w:hAnsi="Times New Roman"/>
          <w:sz w:val="24"/>
          <w:szCs w:val="24"/>
          <w:lang w:val="uk-UA"/>
        </w:rPr>
        <w:t>)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-1"/>
          <w:sz w:val="24"/>
          <w:szCs w:val="24"/>
        </w:rPr>
        <w:t>групи забезпечення заходів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з евакуації</w:t>
      </w:r>
      <w:r w:rsidRPr="00CB776C">
        <w:rPr>
          <w:rFonts w:ascii="Times New Roman" w:hAnsi="Times New Roman"/>
          <w:spacing w:val="-1"/>
          <w:sz w:val="24"/>
          <w:szCs w:val="24"/>
        </w:rPr>
        <w:t>:</w:t>
      </w:r>
    </w:p>
    <w:p w:rsidR="003E7E4B" w:rsidRPr="00CB776C" w:rsidRDefault="003E7E4B" w:rsidP="00CB776C">
      <w:pPr>
        <w:shd w:val="clear" w:color="auto" w:fill="FFFFFF"/>
        <w:tabs>
          <w:tab w:val="left" w:pos="1018"/>
        </w:tabs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-3"/>
          <w:sz w:val="24"/>
          <w:szCs w:val="24"/>
          <w:lang w:val="uk-UA"/>
        </w:rPr>
        <w:t xml:space="preserve">     г</w:t>
      </w:r>
      <w:r w:rsidRPr="00CB776C">
        <w:rPr>
          <w:rFonts w:ascii="Times New Roman" w:hAnsi="Times New Roman"/>
          <w:spacing w:val="-3"/>
          <w:sz w:val="24"/>
          <w:szCs w:val="24"/>
        </w:rPr>
        <w:t xml:space="preserve">рупа </w:t>
      </w:r>
      <w:r w:rsidRPr="00CB776C">
        <w:rPr>
          <w:rFonts w:ascii="Times New Roman" w:hAnsi="Times New Roman"/>
          <w:spacing w:val="-3"/>
          <w:sz w:val="24"/>
          <w:szCs w:val="24"/>
          <w:lang w:val="uk-UA"/>
        </w:rPr>
        <w:t xml:space="preserve">планування  та </w:t>
      </w:r>
      <w:r w:rsidRPr="00CB776C">
        <w:rPr>
          <w:rFonts w:ascii="Times New Roman" w:hAnsi="Times New Roman"/>
          <w:spacing w:val="-3"/>
          <w:sz w:val="24"/>
          <w:szCs w:val="24"/>
        </w:rPr>
        <w:t>обліку евакуйованого населення;</w:t>
      </w:r>
    </w:p>
    <w:p w:rsidR="003E7E4B" w:rsidRPr="00CB776C" w:rsidRDefault="003E7E4B" w:rsidP="00CB776C">
      <w:pPr>
        <w:shd w:val="clear" w:color="auto" w:fill="FFFFFF"/>
        <w:ind w:right="5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8"/>
          <w:sz w:val="24"/>
          <w:szCs w:val="24"/>
          <w:lang w:val="uk-UA"/>
        </w:rPr>
        <w:t xml:space="preserve">    г</w:t>
      </w:r>
      <w:r w:rsidRPr="00CB776C">
        <w:rPr>
          <w:rFonts w:ascii="Times New Roman" w:hAnsi="Times New Roman"/>
          <w:spacing w:val="8"/>
          <w:sz w:val="24"/>
          <w:szCs w:val="24"/>
        </w:rPr>
        <w:t xml:space="preserve">рупа організації розміщення евакуйованого населення у безпечному </w:t>
      </w:r>
      <w:r w:rsidRPr="00CB776C">
        <w:rPr>
          <w:rFonts w:ascii="Times New Roman" w:hAnsi="Times New Roman"/>
          <w:spacing w:val="-2"/>
          <w:sz w:val="24"/>
          <w:szCs w:val="24"/>
        </w:rPr>
        <w:t>районі;</w:t>
      </w:r>
    </w:p>
    <w:p w:rsidR="003E7E4B" w:rsidRPr="00CB776C" w:rsidRDefault="003E7E4B" w:rsidP="00CB776C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   г</w:t>
      </w:r>
      <w:r w:rsidRPr="00CB776C">
        <w:rPr>
          <w:rFonts w:ascii="Times New Roman" w:hAnsi="Times New Roman"/>
          <w:spacing w:val="-1"/>
          <w:sz w:val="24"/>
          <w:szCs w:val="24"/>
        </w:rPr>
        <w:t>рупа транспортного забезпечення;</w:t>
      </w:r>
    </w:p>
    <w:p w:rsidR="003E7E4B" w:rsidRDefault="003E7E4B" w:rsidP="00120A9F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 </w:t>
      </w:r>
    </w:p>
    <w:p w:rsidR="003E7E4B" w:rsidRDefault="003E7E4B" w:rsidP="00120A9F">
      <w:pPr>
        <w:shd w:val="clear" w:color="auto" w:fill="FFFFFF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Продовження додатку 3</w:t>
      </w:r>
    </w:p>
    <w:p w:rsidR="003E7E4B" w:rsidRPr="00CB776C" w:rsidRDefault="003E7E4B" w:rsidP="00CB776C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г</w:t>
      </w:r>
      <w:r w:rsidRPr="00CB776C">
        <w:rPr>
          <w:rFonts w:ascii="Times New Roman" w:hAnsi="Times New Roman"/>
          <w:sz w:val="24"/>
          <w:szCs w:val="24"/>
        </w:rPr>
        <w:t xml:space="preserve">рупа охорони </w:t>
      </w:r>
      <w:r w:rsidRPr="00CB776C">
        <w:rPr>
          <w:rFonts w:ascii="Times New Roman" w:hAnsi="Times New Roman"/>
          <w:sz w:val="24"/>
          <w:szCs w:val="24"/>
          <w:lang w:val="uk-UA"/>
        </w:rPr>
        <w:t>публічного (</w:t>
      </w:r>
      <w:r w:rsidRPr="00CB776C">
        <w:rPr>
          <w:rFonts w:ascii="Times New Roman" w:hAnsi="Times New Roman"/>
          <w:sz w:val="24"/>
          <w:szCs w:val="24"/>
        </w:rPr>
        <w:t>громадського</w:t>
      </w:r>
      <w:r w:rsidRPr="00CB776C">
        <w:rPr>
          <w:rFonts w:ascii="Times New Roman" w:hAnsi="Times New Roman"/>
          <w:sz w:val="24"/>
          <w:szCs w:val="24"/>
          <w:lang w:val="uk-UA"/>
        </w:rPr>
        <w:t>)</w:t>
      </w:r>
      <w:r w:rsidRPr="00CB776C">
        <w:rPr>
          <w:rFonts w:ascii="Times New Roman" w:hAnsi="Times New Roman"/>
          <w:sz w:val="24"/>
          <w:szCs w:val="24"/>
        </w:rPr>
        <w:t xml:space="preserve"> порядку і безпеки дорожнього руху;</w:t>
      </w:r>
    </w:p>
    <w:p w:rsidR="003E7E4B" w:rsidRPr="00CB776C" w:rsidRDefault="003E7E4B" w:rsidP="00CB776C">
      <w:pPr>
        <w:shd w:val="clear" w:color="auto" w:fill="FFFFFF"/>
        <w:ind w:firstLine="567"/>
        <w:jc w:val="both"/>
        <w:rPr>
          <w:rFonts w:ascii="Times New Roman" w:hAnsi="Times New Roman"/>
          <w:spacing w:val="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    група зв'язку та оповіщення.</w:t>
      </w:r>
    </w:p>
    <w:p w:rsidR="003E7E4B" w:rsidRPr="00CB776C" w:rsidRDefault="003E7E4B" w:rsidP="00CB776C">
      <w:pPr>
        <w:shd w:val="clear" w:color="auto" w:fill="FFFFFF"/>
        <w:tabs>
          <w:tab w:val="left" w:pos="994"/>
        </w:tabs>
        <w:ind w:firstLine="709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pacing w:val="-1"/>
          <w:sz w:val="24"/>
          <w:szCs w:val="24"/>
          <w:lang w:val="uk-UA"/>
        </w:rPr>
        <w:t>6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. Голова Комісії:</w:t>
      </w:r>
    </w:p>
    <w:p w:rsidR="003E7E4B" w:rsidRPr="00CB776C" w:rsidRDefault="003E7E4B" w:rsidP="00CB776C">
      <w:pPr>
        <w:shd w:val="clear" w:color="auto" w:fill="FFFFFF"/>
        <w:tabs>
          <w:tab w:val="left" w:pos="1262"/>
        </w:tabs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22"/>
          <w:sz w:val="24"/>
          <w:szCs w:val="24"/>
          <w:lang w:val="uk-UA"/>
        </w:rPr>
        <w:t>1)</w:t>
      </w:r>
      <w:r w:rsidRPr="00CB776C">
        <w:rPr>
          <w:rFonts w:ascii="Times New Roman" w:hAnsi="Times New Roman"/>
          <w:sz w:val="24"/>
          <w:szCs w:val="24"/>
          <w:lang w:val="uk-UA"/>
        </w:rPr>
        <w:tab/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>здійснює    керівництво    діяльністю    Комісії,    несе    персональну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br/>
        <w:t>відповідальність за виконання покладених на Комісію завдань та прийняті нею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br/>
      </w:r>
      <w:r w:rsidRPr="00CB776C">
        <w:rPr>
          <w:rFonts w:ascii="Times New Roman" w:hAnsi="Times New Roman"/>
          <w:sz w:val="24"/>
          <w:szCs w:val="24"/>
          <w:lang w:val="uk-UA"/>
        </w:rPr>
        <w:t>рішення, визначає ступінь відповідальності посадових осіб Комісії;</w:t>
      </w:r>
    </w:p>
    <w:p w:rsidR="003E7E4B" w:rsidRPr="00CB776C" w:rsidRDefault="003E7E4B" w:rsidP="00CB776C">
      <w:pPr>
        <w:shd w:val="clear" w:color="auto" w:fill="FFFFFF"/>
        <w:tabs>
          <w:tab w:val="left" w:pos="1042"/>
        </w:tabs>
        <w:ind w:firstLine="851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8"/>
          <w:sz w:val="24"/>
          <w:szCs w:val="24"/>
          <w:lang w:val="uk-UA"/>
        </w:rPr>
        <w:t>2)</w:t>
      </w:r>
      <w:r w:rsidRPr="00CB776C">
        <w:rPr>
          <w:rFonts w:ascii="Times New Roman" w:hAnsi="Times New Roman"/>
          <w:sz w:val="24"/>
          <w:szCs w:val="24"/>
          <w:lang w:val="uk-UA"/>
        </w:rPr>
        <w:tab/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розглядає 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пропозиції </w:t>
      </w:r>
      <w:r>
        <w:rPr>
          <w:rFonts w:ascii="Times New Roman" w:hAnsi="Times New Roman"/>
          <w:spacing w:val="1"/>
          <w:sz w:val="24"/>
          <w:szCs w:val="24"/>
          <w:lang w:val="uk-UA"/>
        </w:rPr>
        <w:t xml:space="preserve">та визначає 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>кількісн</w:t>
      </w:r>
      <w:r>
        <w:rPr>
          <w:rFonts w:ascii="Times New Roman" w:hAnsi="Times New Roman"/>
          <w:spacing w:val="1"/>
          <w:sz w:val="24"/>
          <w:szCs w:val="24"/>
          <w:lang w:val="uk-UA"/>
        </w:rPr>
        <w:t>ий і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персональн</w:t>
      </w:r>
      <w:r>
        <w:rPr>
          <w:rFonts w:ascii="Times New Roman" w:hAnsi="Times New Roman"/>
          <w:spacing w:val="1"/>
          <w:sz w:val="24"/>
          <w:szCs w:val="24"/>
          <w:lang w:val="uk-UA"/>
        </w:rPr>
        <w:t>ий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склад Комісії,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br/>
      </w: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>розподіляє обов'язки її посадових осіб та визначає ступінь відповідальності та</w:t>
      </w: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br/>
      </w: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 xml:space="preserve">завдання начальникам груп забезпечення з питань організації всебічного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забезпечення евакуації населення;</w:t>
      </w:r>
    </w:p>
    <w:p w:rsidR="003E7E4B" w:rsidRPr="00CB776C" w:rsidRDefault="003E7E4B" w:rsidP="00CB776C">
      <w:pPr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3"/>
          <w:sz w:val="24"/>
          <w:szCs w:val="24"/>
          <w:lang w:val="uk-UA"/>
        </w:rPr>
        <w:t>3)</w:t>
      </w:r>
      <w:r w:rsidRPr="00CB776C">
        <w:rPr>
          <w:rFonts w:ascii="Times New Roman" w:hAnsi="Times New Roman"/>
          <w:sz w:val="24"/>
          <w:szCs w:val="24"/>
          <w:lang w:val="uk-UA"/>
        </w:rPr>
        <w:tab/>
        <w:t>організовує роботу Комісії з розроблення (коригування) Плану приймання евакуйованого населення смт.Знам’янка Друга і с.Водяне  при загрозі і виникненні надзвичайної ситуації;</w:t>
      </w:r>
    </w:p>
    <w:p w:rsidR="003E7E4B" w:rsidRPr="00CB776C" w:rsidRDefault="003E7E4B" w:rsidP="00CB776C">
      <w:pPr>
        <w:widowControl w:val="0"/>
        <w:shd w:val="clear" w:color="auto" w:fill="FFFFFF"/>
        <w:tabs>
          <w:tab w:val="left" w:pos="1042"/>
        </w:tabs>
        <w:autoSpaceDN w:val="0"/>
        <w:adjustRightInd w:val="0"/>
        <w:ind w:firstLine="851"/>
        <w:jc w:val="both"/>
        <w:rPr>
          <w:rFonts w:ascii="Times New Roman" w:hAnsi="Times New Roman"/>
          <w:spacing w:val="-13"/>
          <w:sz w:val="24"/>
          <w:szCs w:val="24"/>
        </w:rPr>
      </w:pP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4) </w:t>
      </w:r>
      <w:r w:rsidRPr="00CB776C">
        <w:rPr>
          <w:rFonts w:ascii="Times New Roman" w:hAnsi="Times New Roman"/>
          <w:spacing w:val="1"/>
          <w:sz w:val="24"/>
          <w:szCs w:val="24"/>
        </w:rPr>
        <w:t>організовує надання матеріальної допомоги евакуйованому населенню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z w:val="24"/>
          <w:szCs w:val="24"/>
        </w:rPr>
        <w:t>з питань забезпечення його життєдіяльності та соціального захисту;</w:t>
      </w:r>
    </w:p>
    <w:p w:rsidR="003E7E4B" w:rsidRPr="00CB776C" w:rsidRDefault="003E7E4B" w:rsidP="00CB776C">
      <w:pPr>
        <w:shd w:val="clear" w:color="auto" w:fill="FFFFFF"/>
        <w:tabs>
          <w:tab w:val="left" w:pos="1402"/>
        </w:tabs>
        <w:ind w:left="1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3"/>
          <w:sz w:val="24"/>
          <w:szCs w:val="24"/>
          <w:lang w:val="uk-UA"/>
        </w:rPr>
        <w:t xml:space="preserve">       5)</w:t>
      </w:r>
      <w:r w:rsidRPr="00CB776C">
        <w:rPr>
          <w:rFonts w:ascii="Times New Roman" w:hAnsi="Times New Roman"/>
          <w:sz w:val="24"/>
          <w:szCs w:val="24"/>
          <w:lang w:val="uk-UA"/>
        </w:rPr>
        <w:tab/>
        <w:t>організовує      розроблення      (коригування)      документів      Комісії, функціональних обов'язків її членів та організації навчання;</w:t>
      </w:r>
    </w:p>
    <w:p w:rsidR="003E7E4B" w:rsidRPr="00CB776C" w:rsidRDefault="003E7E4B" w:rsidP="00CB776C">
      <w:pPr>
        <w:shd w:val="clear" w:color="auto" w:fill="FFFFFF"/>
        <w:tabs>
          <w:tab w:val="left" w:pos="1402"/>
        </w:tabs>
        <w:ind w:left="10"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6</w:t>
      </w:r>
      <w:r w:rsidRPr="00CB776C">
        <w:rPr>
          <w:rFonts w:ascii="Times New Roman" w:hAnsi="Times New Roman"/>
          <w:spacing w:val="-13"/>
          <w:sz w:val="24"/>
          <w:szCs w:val="24"/>
        </w:rPr>
        <w:t>)</w:t>
      </w:r>
      <w:r w:rsidRPr="00CB776C">
        <w:rPr>
          <w:rFonts w:ascii="Times New Roman" w:hAnsi="Times New Roman"/>
          <w:sz w:val="24"/>
          <w:szCs w:val="24"/>
        </w:rPr>
        <w:tab/>
      </w:r>
      <w:r w:rsidRPr="00CB776C">
        <w:rPr>
          <w:rFonts w:ascii="Times New Roman" w:hAnsi="Times New Roman"/>
          <w:spacing w:val="6"/>
          <w:sz w:val="24"/>
          <w:szCs w:val="24"/>
        </w:rPr>
        <w:t>здійснює керівництво органами з евакуації під час проведення</w:t>
      </w:r>
      <w:r w:rsidRPr="00CB776C">
        <w:rPr>
          <w:rFonts w:ascii="Times New Roman" w:hAnsi="Times New Roman"/>
          <w:spacing w:val="6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-1"/>
          <w:sz w:val="24"/>
          <w:szCs w:val="24"/>
        </w:rPr>
        <w:t>евакуації (прийманні) населення;</w:t>
      </w:r>
    </w:p>
    <w:p w:rsidR="003E7E4B" w:rsidRPr="00CB776C" w:rsidRDefault="003E7E4B" w:rsidP="00CB776C">
      <w:pPr>
        <w:widowControl w:val="0"/>
        <w:shd w:val="clear" w:color="auto" w:fill="FFFFFF"/>
        <w:tabs>
          <w:tab w:val="left" w:pos="1032"/>
        </w:tabs>
        <w:autoSpaceDN w:val="0"/>
        <w:adjustRightInd w:val="0"/>
        <w:ind w:firstLine="567"/>
        <w:jc w:val="both"/>
        <w:rPr>
          <w:rFonts w:ascii="Times New Roman" w:hAnsi="Times New Roman"/>
          <w:spacing w:val="-13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7) віддає у межах своїх повноважень розпорядження, які є обов'язковими для    виконання    всіма    органами    управління    та    керівниками    суб'єктів господарювання незалежно від форм власності;</w:t>
      </w:r>
    </w:p>
    <w:p w:rsidR="003E7E4B" w:rsidRPr="00CB776C" w:rsidRDefault="003E7E4B" w:rsidP="00CB776C">
      <w:pPr>
        <w:shd w:val="clear" w:color="auto" w:fill="FFFFFF"/>
        <w:tabs>
          <w:tab w:val="left" w:pos="1214"/>
        </w:tabs>
        <w:ind w:left="1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      8) у разі необхідності проводить засідання Комісії 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щодо удосконалення заходів з евакуації та їх транспортного </w:t>
      </w: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 xml:space="preserve">забезпечення,  через  секретаря  Комісії з питань евакуації своєчасно доводить  їх </w:t>
      </w:r>
      <w:r w:rsidRPr="00CB776C">
        <w:rPr>
          <w:rFonts w:ascii="Times New Roman" w:hAnsi="Times New Roman"/>
          <w:sz w:val="24"/>
          <w:szCs w:val="24"/>
          <w:lang w:val="uk-UA"/>
        </w:rPr>
        <w:t>рішення підпорядкованим органам з евакуації та відповідним організаціям.</w:t>
      </w:r>
    </w:p>
    <w:p w:rsidR="003E7E4B" w:rsidRPr="00CB776C" w:rsidRDefault="003E7E4B" w:rsidP="00D07A00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5"/>
          <w:sz w:val="24"/>
          <w:szCs w:val="24"/>
          <w:lang w:val="uk-UA"/>
        </w:rPr>
        <w:t xml:space="preserve">       7.</w:t>
      </w:r>
      <w:r w:rsidRPr="00CB776C">
        <w:rPr>
          <w:rFonts w:ascii="Times New Roman" w:hAnsi="Times New Roman"/>
          <w:sz w:val="24"/>
          <w:szCs w:val="24"/>
          <w:lang w:val="uk-UA"/>
        </w:rPr>
        <w:tab/>
        <w:t xml:space="preserve"> Заступник голови Комісії відповідає за своєчасність коригування та уточнення Плану приймання евакуйованого населення смт.Знам’янка Друга і с.Водяне  при загрозі і виникненні надзвичайної ситуації  щороку до 01 березня станом на 01 січня поточного року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>.</w:t>
      </w:r>
    </w:p>
    <w:p w:rsidR="003E7E4B" w:rsidRPr="00CB776C" w:rsidRDefault="003E7E4B" w:rsidP="00D07A00">
      <w:pPr>
        <w:shd w:val="clear" w:color="auto" w:fill="FFFFFF"/>
        <w:spacing w:after="0" w:line="240" w:lineRule="auto"/>
        <w:ind w:right="1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6"/>
          <w:sz w:val="24"/>
          <w:szCs w:val="24"/>
          <w:lang w:val="uk-UA"/>
        </w:rPr>
        <w:t xml:space="preserve">Під час проведення заходів з евакуації заступник голови Комісії координує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діяльність груп, що входять до її складу, а також організовує чергування членів 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>Комісії.</w:t>
      </w:r>
    </w:p>
    <w:p w:rsidR="003E7E4B" w:rsidRPr="00CB776C" w:rsidRDefault="003E7E4B" w:rsidP="00CB776C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>Під час відсутності голови Комісії він виконує його обов'язки.</w:t>
      </w:r>
    </w:p>
    <w:p w:rsidR="003E7E4B" w:rsidRPr="00CB776C" w:rsidRDefault="003E7E4B" w:rsidP="00D07A00">
      <w:pPr>
        <w:shd w:val="clear" w:color="auto" w:fill="FFFFFF"/>
        <w:tabs>
          <w:tab w:val="left" w:pos="1162"/>
        </w:tabs>
        <w:spacing w:after="0" w:line="240" w:lineRule="auto"/>
        <w:ind w:left="6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8"/>
          <w:sz w:val="24"/>
          <w:szCs w:val="24"/>
          <w:lang w:val="uk-UA"/>
        </w:rPr>
        <w:t xml:space="preserve">      8.</w:t>
      </w:r>
      <w:r w:rsidRPr="00CB776C"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Секретар Комісії підпорядковується голові Комісії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та його заступнику.</w:t>
      </w:r>
    </w:p>
    <w:p w:rsidR="003E7E4B" w:rsidRPr="00CB776C" w:rsidRDefault="003E7E4B" w:rsidP="006268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-2"/>
          <w:sz w:val="24"/>
          <w:szCs w:val="24"/>
        </w:rPr>
        <w:t>Секретар Комісії забезпечує:</w:t>
      </w:r>
    </w:p>
    <w:p w:rsidR="003E7E4B" w:rsidRPr="00CB776C" w:rsidRDefault="003E7E4B" w:rsidP="006268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</w:rPr>
        <w:t>своєчасне доведення до виконавців розпоряджень голови Комісії;</w:t>
      </w:r>
    </w:p>
    <w:p w:rsidR="003E7E4B" w:rsidRPr="00CB776C" w:rsidRDefault="003E7E4B" w:rsidP="006268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</w:rPr>
        <w:t>збір і узагальнення інформації, що надходить;</w:t>
      </w:r>
    </w:p>
    <w:p w:rsidR="003E7E4B" w:rsidRPr="00CB776C" w:rsidRDefault="003E7E4B" w:rsidP="006268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</w:rPr>
        <w:t xml:space="preserve">облік отриманих Комісією та </w:t>
      </w:r>
      <w:r>
        <w:rPr>
          <w:rFonts w:ascii="Times New Roman" w:hAnsi="Times New Roman"/>
          <w:sz w:val="24"/>
          <w:szCs w:val="24"/>
          <w:lang w:val="uk-UA"/>
        </w:rPr>
        <w:t>ви</w:t>
      </w:r>
      <w:r w:rsidRPr="00CB776C">
        <w:rPr>
          <w:rFonts w:ascii="Times New Roman" w:hAnsi="Times New Roman"/>
          <w:sz w:val="24"/>
          <w:szCs w:val="24"/>
        </w:rPr>
        <w:t>даних її головою розпоряджень;</w:t>
      </w:r>
    </w:p>
    <w:p w:rsidR="003E7E4B" w:rsidRPr="00CB776C" w:rsidRDefault="003E7E4B" w:rsidP="00CB776C">
      <w:pPr>
        <w:shd w:val="clear" w:color="auto" w:fill="FFFFFF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CB776C">
        <w:rPr>
          <w:rFonts w:ascii="Times New Roman" w:hAnsi="Times New Roman"/>
          <w:spacing w:val="-1"/>
          <w:sz w:val="24"/>
          <w:szCs w:val="24"/>
        </w:rPr>
        <w:t>оформлення і реєстрацію документів Комісії.</w:t>
      </w:r>
    </w:p>
    <w:p w:rsidR="003E7E4B" w:rsidRPr="00CB776C" w:rsidRDefault="003E7E4B" w:rsidP="00CB776C">
      <w:pPr>
        <w:shd w:val="clear" w:color="auto" w:fill="FFFFFF"/>
        <w:tabs>
          <w:tab w:val="left" w:pos="1162"/>
        </w:tabs>
        <w:ind w:left="5" w:firstLine="988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8"/>
          <w:sz w:val="24"/>
          <w:szCs w:val="24"/>
          <w:lang w:val="uk-UA"/>
        </w:rPr>
        <w:t xml:space="preserve">9. </w:t>
      </w:r>
      <w:r w:rsidRPr="00CB776C">
        <w:rPr>
          <w:rFonts w:ascii="Times New Roman" w:hAnsi="Times New Roman"/>
          <w:sz w:val="24"/>
          <w:szCs w:val="24"/>
          <w:lang w:val="uk-UA"/>
        </w:rPr>
        <w:tab/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Основними завданнями помічників голови  Комісії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та груп забезпечення евакуаційних заходів є:</w:t>
      </w:r>
    </w:p>
    <w:p w:rsidR="003E7E4B" w:rsidRDefault="003E7E4B" w:rsidP="00120A9F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 </w:t>
      </w:r>
    </w:p>
    <w:p w:rsidR="003E7E4B" w:rsidRDefault="003E7E4B" w:rsidP="00120A9F">
      <w:pPr>
        <w:shd w:val="clear" w:color="auto" w:fill="FFFFFF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Продовження додатку 3</w:t>
      </w:r>
    </w:p>
    <w:p w:rsidR="003E7E4B" w:rsidRPr="00CB776C" w:rsidRDefault="003E7E4B" w:rsidP="00CB776C">
      <w:pPr>
        <w:numPr>
          <w:ilvl w:val="0"/>
          <w:numId w:val="17"/>
        </w:numPr>
        <w:shd w:val="clear" w:color="auto" w:fill="FFFFFF"/>
        <w:tabs>
          <w:tab w:val="clear" w:pos="1880"/>
          <w:tab w:val="num" w:pos="142"/>
          <w:tab w:val="left" w:pos="1162"/>
        </w:tabs>
        <w:suppressAutoHyphens/>
        <w:overflowPunct w:val="0"/>
        <w:autoSpaceDE w:val="0"/>
        <w:spacing w:after="0" w:line="240" w:lineRule="auto"/>
        <w:ind w:left="0" w:firstLine="993"/>
        <w:jc w:val="both"/>
        <w:textAlignment w:val="baseline"/>
        <w:rPr>
          <w:rFonts w:ascii="Times New Roman" w:hAnsi="Times New Roman"/>
          <w:spacing w:val="-2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>розроблення розділів</w:t>
      </w:r>
      <w:r w:rsidRPr="00CB776C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z w:val="24"/>
          <w:szCs w:val="24"/>
          <w:lang w:val="uk-UA"/>
        </w:rPr>
        <w:t>Плану приймання евакуйованого населення смт.Знам’янка Друга і с.Водяне  при загрозі і виникненні надзвичайної ситуації за своїми напрямками та щорічне його коригування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>;</w:t>
      </w:r>
    </w:p>
    <w:p w:rsidR="003E7E4B" w:rsidRPr="00CB776C" w:rsidRDefault="003E7E4B" w:rsidP="00CB776C">
      <w:pPr>
        <w:widowControl w:val="0"/>
        <w:shd w:val="clear" w:color="auto" w:fill="FFFFFF"/>
        <w:tabs>
          <w:tab w:val="left" w:pos="1042"/>
        </w:tabs>
        <w:autoSpaceDN w:val="0"/>
        <w:adjustRightInd w:val="0"/>
        <w:ind w:firstLine="993"/>
        <w:jc w:val="both"/>
        <w:rPr>
          <w:rFonts w:ascii="Times New Roman" w:hAnsi="Times New Roman"/>
          <w:spacing w:val="-8"/>
          <w:sz w:val="24"/>
          <w:szCs w:val="24"/>
        </w:rPr>
      </w:pP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 xml:space="preserve">2) </w:t>
      </w:r>
      <w:r w:rsidRPr="00CB776C">
        <w:rPr>
          <w:rFonts w:ascii="Times New Roman" w:hAnsi="Times New Roman"/>
          <w:spacing w:val="3"/>
          <w:sz w:val="24"/>
          <w:szCs w:val="24"/>
        </w:rPr>
        <w:t xml:space="preserve">визначення сил і засобів, необхідних для забезпечення </w:t>
      </w:r>
      <w:r w:rsidRPr="00CB776C">
        <w:rPr>
          <w:rFonts w:ascii="Times New Roman" w:hAnsi="Times New Roman"/>
          <w:sz w:val="24"/>
          <w:szCs w:val="24"/>
        </w:rPr>
        <w:t xml:space="preserve">заходів з евакуації за напрямками, та подання заявок на поповнення недостатньої кількості </w:t>
      </w:r>
      <w:r w:rsidRPr="00CB776C">
        <w:rPr>
          <w:rFonts w:ascii="Times New Roman" w:hAnsi="Times New Roman"/>
          <w:spacing w:val="-1"/>
          <w:sz w:val="24"/>
          <w:szCs w:val="24"/>
        </w:rPr>
        <w:t>матеріальних засобів;</w:t>
      </w:r>
    </w:p>
    <w:p w:rsidR="003E7E4B" w:rsidRPr="00CB776C" w:rsidRDefault="003E7E4B" w:rsidP="00CB776C">
      <w:pPr>
        <w:widowControl w:val="0"/>
        <w:shd w:val="clear" w:color="auto" w:fill="FFFFFF"/>
        <w:tabs>
          <w:tab w:val="left" w:pos="1042"/>
        </w:tabs>
        <w:autoSpaceDN w:val="0"/>
        <w:adjustRightInd w:val="0"/>
        <w:ind w:firstLine="993"/>
        <w:jc w:val="both"/>
        <w:rPr>
          <w:rFonts w:ascii="Times New Roman" w:hAnsi="Times New Roman"/>
          <w:spacing w:val="-9"/>
          <w:sz w:val="24"/>
          <w:szCs w:val="24"/>
        </w:rPr>
      </w:pPr>
      <w:r w:rsidRPr="00CB776C">
        <w:rPr>
          <w:rFonts w:ascii="Times New Roman" w:hAnsi="Times New Roman"/>
          <w:spacing w:val="7"/>
          <w:sz w:val="24"/>
          <w:szCs w:val="24"/>
          <w:lang w:val="uk-UA"/>
        </w:rPr>
        <w:t xml:space="preserve">3) </w:t>
      </w:r>
      <w:r w:rsidRPr="00CB776C">
        <w:rPr>
          <w:rFonts w:ascii="Times New Roman" w:hAnsi="Times New Roman"/>
          <w:spacing w:val="7"/>
          <w:sz w:val="24"/>
          <w:szCs w:val="24"/>
        </w:rPr>
        <w:t>організація забезпечення заходів з евакуації під час проведення</w:t>
      </w:r>
      <w:r w:rsidRPr="00CB776C">
        <w:rPr>
          <w:rFonts w:ascii="Times New Roman" w:hAnsi="Times New Roman"/>
          <w:spacing w:val="7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z w:val="24"/>
          <w:szCs w:val="24"/>
        </w:rPr>
        <w:t>евакуації населення і розміщення в безпечних районах;</w:t>
      </w:r>
    </w:p>
    <w:p w:rsidR="003E7E4B" w:rsidRPr="00CB776C" w:rsidRDefault="003E7E4B" w:rsidP="00CB776C">
      <w:pPr>
        <w:widowControl w:val="0"/>
        <w:shd w:val="clear" w:color="auto" w:fill="FFFFFF"/>
        <w:tabs>
          <w:tab w:val="left" w:pos="1042"/>
        </w:tabs>
        <w:autoSpaceDN w:val="0"/>
        <w:adjustRightInd w:val="0"/>
        <w:ind w:firstLine="567"/>
        <w:jc w:val="both"/>
        <w:rPr>
          <w:rFonts w:ascii="Times New Roman" w:hAnsi="Times New Roman"/>
          <w:spacing w:val="-8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5"/>
          <w:sz w:val="24"/>
          <w:szCs w:val="24"/>
          <w:lang w:val="uk-UA"/>
        </w:rPr>
        <w:t xml:space="preserve">       4) узагальнення даних щодо переліку майна, яке підлягає вивезенню в </w:t>
      </w:r>
      <w:r w:rsidRPr="00CB776C">
        <w:rPr>
          <w:rFonts w:ascii="Times New Roman" w:hAnsi="Times New Roman"/>
          <w:sz w:val="24"/>
          <w:szCs w:val="24"/>
          <w:lang w:val="uk-UA"/>
        </w:rPr>
        <w:t>безпечні місця розташування під час проведення евакуації;</w:t>
      </w:r>
    </w:p>
    <w:p w:rsidR="003E7E4B" w:rsidRPr="00CB776C" w:rsidRDefault="003E7E4B" w:rsidP="00CB776C">
      <w:pPr>
        <w:widowControl w:val="0"/>
        <w:shd w:val="clear" w:color="auto" w:fill="FFFFFF"/>
        <w:tabs>
          <w:tab w:val="left" w:pos="1042"/>
        </w:tabs>
        <w:autoSpaceDN w:val="0"/>
        <w:adjustRightInd w:val="0"/>
        <w:ind w:firstLine="567"/>
        <w:jc w:val="both"/>
        <w:rPr>
          <w:rFonts w:ascii="Times New Roman" w:hAnsi="Times New Roman"/>
          <w:spacing w:val="3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      5) повне і своєчасне забезпечення груп Комісії усіма видами оснащення, </w:t>
      </w:r>
      <w:r w:rsidRPr="00CB776C">
        <w:rPr>
          <w:rFonts w:ascii="Times New Roman" w:hAnsi="Times New Roman"/>
          <w:spacing w:val="11"/>
          <w:sz w:val="24"/>
          <w:szCs w:val="24"/>
          <w:lang w:val="uk-UA"/>
        </w:rPr>
        <w:t xml:space="preserve">обладнання робочих місць членів Комісії всім необхідним для успішного </w:t>
      </w: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>виконання ними своїх обов'язків.</w:t>
      </w:r>
    </w:p>
    <w:p w:rsidR="003E7E4B" w:rsidRPr="00CB776C" w:rsidRDefault="003E7E4B" w:rsidP="00CB776C">
      <w:pPr>
        <w:shd w:val="clear" w:color="auto" w:fill="FFFFFF"/>
        <w:tabs>
          <w:tab w:val="left" w:pos="1162"/>
        </w:tabs>
        <w:ind w:left="5" w:firstLine="567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8"/>
          <w:sz w:val="24"/>
          <w:szCs w:val="24"/>
          <w:lang w:val="uk-UA"/>
        </w:rPr>
        <w:t xml:space="preserve">         10.</w:t>
      </w:r>
      <w:r w:rsidRPr="00CB776C">
        <w:rPr>
          <w:rFonts w:ascii="Times New Roman" w:hAnsi="Times New Roman"/>
          <w:sz w:val="24"/>
          <w:szCs w:val="24"/>
          <w:lang w:val="uk-UA"/>
        </w:rPr>
        <w:tab/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>Групи забезпечення заходів з евакуації формуються відповідними міськими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 спеціалізованими службами цивільного захисту у складі начальника</w:t>
      </w:r>
      <w:r w:rsidRPr="00CB776C">
        <w:rPr>
          <w:rFonts w:ascii="Times New Roman" w:hAnsi="Times New Roman"/>
          <w:sz w:val="24"/>
          <w:szCs w:val="24"/>
          <w:lang w:val="uk-UA"/>
        </w:rPr>
        <w:br/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групи і фахівців.</w:t>
      </w:r>
    </w:p>
    <w:p w:rsidR="003E7E4B" w:rsidRPr="00CB776C" w:rsidRDefault="003E7E4B" w:rsidP="00CB776C">
      <w:pPr>
        <w:widowControl w:val="0"/>
        <w:shd w:val="clear" w:color="auto" w:fill="FFFFFF"/>
        <w:tabs>
          <w:tab w:val="left" w:pos="1142"/>
        </w:tabs>
        <w:autoSpaceDN w:val="0"/>
        <w:adjustRightInd w:val="0"/>
        <w:ind w:firstLine="567"/>
        <w:jc w:val="both"/>
        <w:rPr>
          <w:rFonts w:ascii="Times New Roman" w:hAnsi="Times New Roman"/>
          <w:spacing w:val="-2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 xml:space="preserve">       11. Функціональні обов'язки голови Комісії 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затверджує міський голова  в установленому порядку, </w:t>
      </w:r>
      <w:r w:rsidRPr="00CB776C">
        <w:rPr>
          <w:rFonts w:ascii="Times New Roman" w:hAnsi="Times New Roman"/>
          <w:spacing w:val="8"/>
          <w:sz w:val="24"/>
          <w:szCs w:val="24"/>
          <w:lang w:val="uk-UA"/>
        </w:rPr>
        <w:t>інших посадових осіб - заступник голови Комісії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>.</w:t>
      </w:r>
    </w:p>
    <w:p w:rsidR="003E7E4B" w:rsidRPr="00CB776C" w:rsidRDefault="003E7E4B" w:rsidP="00CB776C">
      <w:pPr>
        <w:widowControl w:val="0"/>
        <w:shd w:val="clear" w:color="auto" w:fill="FFFFFF"/>
        <w:tabs>
          <w:tab w:val="left" w:pos="1142"/>
        </w:tabs>
        <w:autoSpaceDN w:val="0"/>
        <w:adjustRightInd w:val="0"/>
        <w:ind w:firstLine="567"/>
        <w:jc w:val="both"/>
        <w:rPr>
          <w:rFonts w:ascii="Times New Roman" w:hAnsi="Times New Roman"/>
          <w:spacing w:val="-18"/>
          <w:sz w:val="24"/>
          <w:szCs w:val="24"/>
        </w:rPr>
      </w:pP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      12. </w:t>
      </w:r>
      <w:r w:rsidRPr="00CB776C">
        <w:rPr>
          <w:rFonts w:ascii="Times New Roman" w:hAnsi="Times New Roman"/>
          <w:spacing w:val="1"/>
          <w:sz w:val="24"/>
          <w:szCs w:val="24"/>
        </w:rPr>
        <w:t>Час на збір та підготовку Комісії до роботи у робочий час не повинен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14"/>
          <w:sz w:val="24"/>
          <w:szCs w:val="24"/>
        </w:rPr>
        <w:t>перевищувати двох годин, у не робочий час - чотирьох годин з моменту</w:t>
      </w:r>
      <w:r w:rsidRPr="00CB776C">
        <w:rPr>
          <w:rFonts w:ascii="Times New Roman" w:hAnsi="Times New Roman"/>
          <w:spacing w:val="1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-1"/>
          <w:sz w:val="24"/>
          <w:szCs w:val="24"/>
        </w:rPr>
        <w:t>прийняття рішення про проведення евакуаці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йних заходів</w:t>
      </w:r>
      <w:r w:rsidRPr="00CB776C">
        <w:rPr>
          <w:rFonts w:ascii="Times New Roman" w:hAnsi="Times New Roman"/>
          <w:spacing w:val="-1"/>
          <w:sz w:val="24"/>
          <w:szCs w:val="24"/>
        </w:rPr>
        <w:t>.</w:t>
      </w:r>
    </w:p>
    <w:p w:rsidR="003E7E4B" w:rsidRPr="00CB776C" w:rsidRDefault="003E7E4B" w:rsidP="00626884">
      <w:pPr>
        <w:widowControl w:val="0"/>
        <w:shd w:val="clear" w:color="auto" w:fill="FFFFFF"/>
        <w:tabs>
          <w:tab w:val="left" w:pos="114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8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     13. Основними завданнями Комісії  є:</w:t>
      </w:r>
    </w:p>
    <w:p w:rsidR="003E7E4B" w:rsidRPr="00CB776C" w:rsidRDefault="003E7E4B" w:rsidP="00626884">
      <w:pPr>
        <w:shd w:val="clear" w:color="auto" w:fill="FFFFFF"/>
        <w:tabs>
          <w:tab w:val="left" w:pos="122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9"/>
          <w:sz w:val="24"/>
          <w:szCs w:val="24"/>
          <w:lang w:val="uk-UA"/>
        </w:rPr>
        <w:t xml:space="preserve">           1)</w:t>
      </w:r>
      <w:r w:rsidRPr="00CB776C">
        <w:rPr>
          <w:rFonts w:ascii="Times New Roman" w:hAnsi="Times New Roman"/>
          <w:sz w:val="24"/>
          <w:szCs w:val="24"/>
          <w:lang w:val="uk-UA"/>
        </w:rPr>
        <w:tab/>
        <w:t xml:space="preserve"> планування, підготовка і проведення евакуації (приймання і розміщення) населення, матеріальних і культурних цінностей у разі загрози виникнення або виникнення надзвичайних ситуацій у мирний та особливий період;</w:t>
      </w:r>
    </w:p>
    <w:p w:rsidR="003E7E4B" w:rsidRPr="00CB776C" w:rsidRDefault="003E7E4B" w:rsidP="00626884">
      <w:pPr>
        <w:shd w:val="clear" w:color="auto" w:fill="FFFFFF"/>
        <w:tabs>
          <w:tab w:val="left" w:pos="1051"/>
        </w:tabs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</w:rPr>
      </w:pPr>
      <w:r w:rsidRPr="00CB776C">
        <w:rPr>
          <w:rFonts w:ascii="Times New Roman" w:hAnsi="Times New Roman"/>
          <w:spacing w:val="-8"/>
          <w:sz w:val="24"/>
          <w:szCs w:val="24"/>
          <w:lang w:val="uk-UA"/>
        </w:rPr>
        <w:t xml:space="preserve">           </w:t>
      </w:r>
      <w:r w:rsidRPr="00CB776C">
        <w:rPr>
          <w:rFonts w:ascii="Times New Roman" w:hAnsi="Times New Roman"/>
          <w:spacing w:val="-8"/>
          <w:sz w:val="24"/>
          <w:szCs w:val="24"/>
        </w:rPr>
        <w:t>2)</w:t>
      </w:r>
      <w:r w:rsidRPr="00CB776C">
        <w:rPr>
          <w:rFonts w:ascii="Times New Roman" w:hAnsi="Times New Roman"/>
          <w:sz w:val="24"/>
          <w:szCs w:val="24"/>
        </w:rPr>
        <w:tab/>
      </w:r>
      <w:r w:rsidRPr="00CB776C">
        <w:rPr>
          <w:rFonts w:ascii="Times New Roman" w:hAnsi="Times New Roman"/>
          <w:spacing w:val="1"/>
          <w:sz w:val="24"/>
          <w:szCs w:val="24"/>
        </w:rPr>
        <w:t xml:space="preserve">планування розміщення евакуйованого населення 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>смт.Знам’янка Друга, с.Водяне</w:t>
      </w:r>
      <w:r w:rsidRPr="00CB776C">
        <w:rPr>
          <w:rFonts w:ascii="Times New Roman" w:hAnsi="Times New Roman"/>
          <w:spacing w:val="1"/>
          <w:sz w:val="24"/>
          <w:szCs w:val="24"/>
        </w:rPr>
        <w:t xml:space="preserve"> в безпечних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10"/>
          <w:sz w:val="24"/>
          <w:szCs w:val="24"/>
        </w:rPr>
        <w:t>районах</w:t>
      </w:r>
      <w:r w:rsidRPr="00CB776C">
        <w:rPr>
          <w:rFonts w:ascii="Times New Roman" w:hAnsi="Times New Roman"/>
          <w:spacing w:val="-2"/>
          <w:sz w:val="24"/>
          <w:szCs w:val="24"/>
        </w:rPr>
        <w:t>;</w:t>
      </w:r>
    </w:p>
    <w:p w:rsidR="003E7E4B" w:rsidRPr="00CB776C" w:rsidRDefault="003E7E4B" w:rsidP="00626884">
      <w:pPr>
        <w:widowControl w:val="0"/>
        <w:shd w:val="clear" w:color="auto" w:fill="FFFFFF"/>
        <w:tabs>
          <w:tab w:val="left" w:pos="116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3) координація підприємств, організацій, установ, пов’язаних з розробленням, здійсненням та всебічним забезпеченням заходів щодо організації евакуації населення, матеріальних та культурних цінностей;</w:t>
      </w:r>
    </w:p>
    <w:p w:rsidR="003E7E4B" w:rsidRPr="00CB776C" w:rsidRDefault="003E7E4B" w:rsidP="00626884">
      <w:pPr>
        <w:widowControl w:val="0"/>
        <w:shd w:val="clear" w:color="auto" w:fill="FFFFFF"/>
        <w:tabs>
          <w:tab w:val="left" w:pos="116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        4) </w:t>
      </w:r>
      <w:r w:rsidRPr="00CB776C">
        <w:rPr>
          <w:rFonts w:ascii="Times New Roman" w:hAnsi="Times New Roman"/>
          <w:spacing w:val="4"/>
          <w:sz w:val="24"/>
          <w:szCs w:val="24"/>
        </w:rPr>
        <w:t>організація   оповіщення  населення  про   початок  евакуації</w:t>
      </w:r>
      <w:r w:rsidRPr="00CB776C">
        <w:rPr>
          <w:rFonts w:ascii="Times New Roman" w:hAnsi="Times New Roman"/>
          <w:sz w:val="24"/>
          <w:szCs w:val="24"/>
        </w:rPr>
        <w:t>;</w:t>
      </w:r>
    </w:p>
    <w:p w:rsidR="003E7E4B" w:rsidRPr="00CB776C" w:rsidRDefault="003E7E4B" w:rsidP="00626884">
      <w:pPr>
        <w:widowControl w:val="0"/>
        <w:shd w:val="clear" w:color="auto" w:fill="FFFFFF"/>
        <w:tabs>
          <w:tab w:val="left" w:pos="709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3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        5) залучення до виконання заходів з евакуації сил і засобів </w:t>
      </w:r>
      <w:r w:rsidRPr="00CB776C">
        <w:rPr>
          <w:rFonts w:ascii="Times New Roman" w:hAnsi="Times New Roman"/>
          <w:sz w:val="24"/>
          <w:szCs w:val="24"/>
          <w:lang w:val="uk-UA"/>
        </w:rPr>
        <w:t>спеціалізованих служб цивільного захисту та координація їх дій;</w:t>
      </w:r>
    </w:p>
    <w:p w:rsidR="003E7E4B" w:rsidRPr="00CB776C" w:rsidRDefault="003E7E4B" w:rsidP="00626884">
      <w:pPr>
        <w:widowControl w:val="0"/>
        <w:shd w:val="clear" w:color="auto" w:fill="FFFFFF"/>
        <w:tabs>
          <w:tab w:val="left" w:pos="116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         6) </w:t>
      </w:r>
      <w:r w:rsidRPr="00CB776C">
        <w:rPr>
          <w:rFonts w:ascii="Times New Roman" w:hAnsi="Times New Roman"/>
          <w:spacing w:val="2"/>
          <w:sz w:val="24"/>
          <w:szCs w:val="24"/>
        </w:rPr>
        <w:t>контроль за підготовкою та розподілом усіх видів автотранспортних</w:t>
      </w: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z w:val="24"/>
          <w:szCs w:val="24"/>
        </w:rPr>
        <w:t>засобів для забезпечення евакуаційних перевезень;</w:t>
      </w:r>
    </w:p>
    <w:p w:rsidR="003E7E4B" w:rsidRPr="00CB776C" w:rsidRDefault="003E7E4B" w:rsidP="00626884">
      <w:pPr>
        <w:shd w:val="clear" w:color="auto" w:fill="FFFFFF"/>
        <w:tabs>
          <w:tab w:val="left" w:pos="1234"/>
        </w:tabs>
        <w:spacing w:after="0" w:line="240" w:lineRule="auto"/>
        <w:ind w:left="11"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CB776C">
        <w:rPr>
          <w:rFonts w:ascii="Times New Roman" w:hAnsi="Times New Roman"/>
          <w:spacing w:val="-13"/>
          <w:sz w:val="24"/>
          <w:szCs w:val="24"/>
          <w:lang w:val="uk-UA"/>
        </w:rPr>
        <w:t xml:space="preserve">            </w:t>
      </w:r>
      <w:r w:rsidRPr="00CB776C">
        <w:rPr>
          <w:rFonts w:ascii="Times New Roman" w:hAnsi="Times New Roman"/>
          <w:spacing w:val="-13"/>
          <w:sz w:val="24"/>
          <w:szCs w:val="24"/>
        </w:rPr>
        <w:t>7)</w:t>
      </w:r>
      <w:r w:rsidRPr="00CB776C">
        <w:rPr>
          <w:rFonts w:ascii="Times New Roman" w:hAnsi="Times New Roman"/>
          <w:sz w:val="24"/>
          <w:szCs w:val="24"/>
        </w:rPr>
        <w:tab/>
        <w:t>контроль    за   розміщенням    та    організацією    життєзабезпечення</w:t>
      </w:r>
      <w:r w:rsidRPr="00CB776C">
        <w:rPr>
          <w:rFonts w:ascii="Times New Roman" w:hAnsi="Times New Roman"/>
          <w:sz w:val="24"/>
          <w:szCs w:val="24"/>
        </w:rPr>
        <w:br/>
      </w:r>
      <w:r w:rsidRPr="00CB776C">
        <w:rPr>
          <w:rFonts w:ascii="Times New Roman" w:hAnsi="Times New Roman"/>
          <w:spacing w:val="-1"/>
          <w:sz w:val="24"/>
          <w:szCs w:val="24"/>
        </w:rPr>
        <w:t>евакуйованого населення;</w:t>
      </w:r>
    </w:p>
    <w:p w:rsidR="003E7E4B" w:rsidRPr="00CB776C" w:rsidRDefault="003E7E4B" w:rsidP="00626884">
      <w:pPr>
        <w:shd w:val="clear" w:color="auto" w:fill="FFFFFF"/>
        <w:tabs>
          <w:tab w:val="left" w:pos="1128"/>
        </w:tabs>
        <w:spacing w:after="0" w:line="240" w:lineRule="auto"/>
        <w:ind w:left="6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5"/>
          <w:sz w:val="24"/>
          <w:szCs w:val="24"/>
          <w:lang w:val="uk-UA"/>
        </w:rPr>
        <w:t xml:space="preserve">             8)</w:t>
      </w:r>
      <w:r w:rsidRPr="00CB776C">
        <w:rPr>
          <w:rFonts w:ascii="Times New Roman" w:hAnsi="Times New Roman"/>
          <w:sz w:val="24"/>
          <w:szCs w:val="24"/>
          <w:lang w:val="uk-UA"/>
        </w:rPr>
        <w:tab/>
        <w:t>взаємодія з іншими органами управління і силами цивільного захисту щодо організації та проведення заходів з евакуації на території міс</w:t>
      </w:r>
      <w:r>
        <w:rPr>
          <w:rFonts w:ascii="Times New Roman" w:hAnsi="Times New Roman"/>
          <w:sz w:val="24"/>
          <w:szCs w:val="24"/>
          <w:lang w:val="uk-UA"/>
        </w:rPr>
        <w:t>ької громади</w:t>
      </w:r>
      <w:r w:rsidRPr="00CB776C">
        <w:rPr>
          <w:rFonts w:ascii="Times New Roman" w:hAnsi="Times New Roman"/>
          <w:sz w:val="24"/>
          <w:szCs w:val="24"/>
          <w:lang w:val="uk-UA"/>
        </w:rPr>
        <w:t>;</w:t>
      </w:r>
    </w:p>
    <w:p w:rsidR="003E7E4B" w:rsidRPr="00CB776C" w:rsidRDefault="003E7E4B" w:rsidP="00CB776C">
      <w:pPr>
        <w:shd w:val="clear" w:color="auto" w:fill="FFFFFF"/>
        <w:tabs>
          <w:tab w:val="left" w:pos="1022"/>
        </w:tabs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CB776C">
        <w:rPr>
          <w:rFonts w:ascii="Times New Roman" w:hAnsi="Times New Roman"/>
          <w:spacing w:val="-13"/>
          <w:sz w:val="24"/>
          <w:szCs w:val="24"/>
          <w:lang w:val="uk-UA"/>
        </w:rPr>
        <w:t xml:space="preserve">             </w:t>
      </w:r>
      <w:r w:rsidRPr="00CB776C">
        <w:rPr>
          <w:rFonts w:ascii="Times New Roman" w:hAnsi="Times New Roman"/>
          <w:spacing w:val="-13"/>
          <w:sz w:val="24"/>
          <w:szCs w:val="24"/>
        </w:rPr>
        <w:t>9)</w:t>
      </w:r>
      <w:r w:rsidRPr="00CB776C">
        <w:rPr>
          <w:rFonts w:ascii="Times New Roman" w:hAnsi="Times New Roman"/>
          <w:sz w:val="24"/>
          <w:szCs w:val="24"/>
        </w:rPr>
        <w:tab/>
      </w:r>
      <w:r w:rsidRPr="00CB776C">
        <w:rPr>
          <w:rFonts w:ascii="Times New Roman" w:hAnsi="Times New Roman"/>
          <w:spacing w:val="-1"/>
          <w:sz w:val="24"/>
          <w:szCs w:val="24"/>
        </w:rPr>
        <w:t>організація інформаційного забезпечення.</w:t>
      </w:r>
    </w:p>
    <w:p w:rsidR="003E7E4B" w:rsidRPr="00CB776C" w:rsidRDefault="003E7E4B" w:rsidP="00626884">
      <w:pPr>
        <w:shd w:val="clear" w:color="auto" w:fill="FFFFFF"/>
        <w:tabs>
          <w:tab w:val="left" w:pos="1142"/>
        </w:tabs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 xml:space="preserve">         14. К</w:t>
      </w:r>
      <w:r w:rsidRPr="00CB776C">
        <w:rPr>
          <w:rFonts w:ascii="Times New Roman" w:hAnsi="Times New Roman"/>
          <w:spacing w:val="3"/>
          <w:sz w:val="24"/>
          <w:szCs w:val="24"/>
        </w:rPr>
        <w:t>омісія відповідно до покладених на неї</w:t>
      </w: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-4"/>
          <w:sz w:val="24"/>
          <w:szCs w:val="24"/>
        </w:rPr>
        <w:t>завдань:</w:t>
      </w:r>
    </w:p>
    <w:p w:rsidR="003E7E4B" w:rsidRPr="00CB776C" w:rsidRDefault="003E7E4B" w:rsidP="006268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 xml:space="preserve">         1) у режимі повсякденної діяльності:</w:t>
      </w:r>
    </w:p>
    <w:p w:rsidR="003E7E4B" w:rsidRPr="00CB776C" w:rsidRDefault="003E7E4B" w:rsidP="00626884">
      <w:pPr>
        <w:shd w:val="clear" w:color="auto" w:fill="FFFFFF"/>
        <w:spacing w:after="0" w:line="240" w:lineRule="auto"/>
        <w:ind w:left="6" w:right="6" w:firstLine="567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разом з відповідними спеціалізованими службами цивільного захисту розробляє в установленому порядку, погоджує, затверджує та щороку коригує План приймання евакуйованого населення смт.Знам’янка Друга і с.Водяне  при загрозі і виникненні надзвичайної ситуації;</w:t>
      </w:r>
    </w:p>
    <w:p w:rsidR="003E7E4B" w:rsidRDefault="003E7E4B" w:rsidP="00120A9F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/>
          <w:sz w:val="24"/>
          <w:szCs w:val="24"/>
          <w:lang w:val="uk-UA"/>
        </w:rPr>
        <w:t xml:space="preserve">4 </w:t>
      </w:r>
    </w:p>
    <w:p w:rsidR="003E7E4B" w:rsidRDefault="003E7E4B" w:rsidP="00120A9F">
      <w:pPr>
        <w:shd w:val="clear" w:color="auto" w:fill="FFFFFF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Продовження додатку 3</w:t>
      </w:r>
    </w:p>
    <w:p w:rsidR="003E7E4B" w:rsidRPr="00CB776C" w:rsidRDefault="003E7E4B" w:rsidP="00626884">
      <w:pPr>
        <w:shd w:val="clear" w:color="auto" w:fill="FFFFFF"/>
        <w:spacing w:after="0" w:line="240" w:lineRule="auto"/>
        <w:ind w:left="11" w:right="6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z w:val="24"/>
          <w:szCs w:val="24"/>
        </w:rPr>
        <w:t>контролює створення, комплектування та підготовку підпорядкованих органів з евакуації  до виконання завдань;</w:t>
      </w:r>
    </w:p>
    <w:p w:rsidR="003E7E4B" w:rsidRPr="00CB776C" w:rsidRDefault="003E7E4B" w:rsidP="00CB776C">
      <w:pPr>
        <w:shd w:val="clear" w:color="auto" w:fill="FFFFFF"/>
        <w:ind w:left="10" w:right="1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прогнозує можливі наслідки у разі виникнення надзвичайних ситуацій і потребу проведення евакуації населення та вивезення матеріальних і культурних цінностей;</w:t>
      </w:r>
    </w:p>
    <w:p w:rsidR="003E7E4B" w:rsidRPr="00CB776C" w:rsidRDefault="003E7E4B" w:rsidP="0006325B">
      <w:pPr>
        <w:shd w:val="clear" w:color="auto" w:fill="FFFFFF"/>
        <w:spacing w:after="0" w:line="240" w:lineRule="auto"/>
        <w:ind w:left="11" w:right="6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        вивчає і уточнює безпечні райони розміщення еваконаселення, маршрути </w:t>
      </w:r>
      <w:r w:rsidRPr="00CB776C">
        <w:rPr>
          <w:rFonts w:ascii="Times New Roman" w:hAnsi="Times New Roman"/>
          <w:spacing w:val="7"/>
          <w:sz w:val="24"/>
          <w:szCs w:val="24"/>
          <w:lang w:val="uk-UA"/>
        </w:rPr>
        <w:t xml:space="preserve">евакуації, узгоджує питання приймання, розміщення та забезпечення </w:t>
      </w:r>
      <w:r w:rsidRPr="00CB776C">
        <w:rPr>
          <w:rFonts w:ascii="Times New Roman" w:hAnsi="Times New Roman"/>
          <w:sz w:val="24"/>
          <w:szCs w:val="24"/>
          <w:lang w:val="uk-UA"/>
        </w:rPr>
        <w:t>евакуйованого населення різними видами обслуговування;</w:t>
      </w:r>
    </w:p>
    <w:p w:rsidR="003E7E4B" w:rsidRPr="00CB776C" w:rsidRDefault="003E7E4B" w:rsidP="00CB776C">
      <w:pPr>
        <w:shd w:val="clear" w:color="auto" w:fill="FFFFFF"/>
        <w:ind w:right="5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CB776C">
        <w:rPr>
          <w:rFonts w:ascii="Times New Roman" w:hAnsi="Times New Roman"/>
          <w:sz w:val="24"/>
          <w:szCs w:val="24"/>
        </w:rPr>
        <w:t xml:space="preserve">веде розрахунки щодо наявності автотранспортних засобів за видами транспорту, який задіюється з метою забезпечення евакуації 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(прийому) </w:t>
      </w:r>
      <w:r w:rsidRPr="00CB776C">
        <w:rPr>
          <w:rFonts w:ascii="Times New Roman" w:hAnsi="Times New Roman"/>
          <w:sz w:val="24"/>
          <w:szCs w:val="24"/>
        </w:rPr>
        <w:t>населення;</w:t>
      </w:r>
    </w:p>
    <w:p w:rsidR="003E7E4B" w:rsidRPr="00CB776C" w:rsidRDefault="003E7E4B" w:rsidP="0006325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        </w:t>
      </w:r>
      <w:r w:rsidRPr="00CB776C">
        <w:rPr>
          <w:rFonts w:ascii="Times New Roman" w:hAnsi="Times New Roman"/>
          <w:spacing w:val="-1"/>
          <w:sz w:val="24"/>
          <w:szCs w:val="24"/>
        </w:rPr>
        <w:t>2) у разі отримання р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ішення</w:t>
      </w:r>
      <w:r w:rsidRPr="00CB776C">
        <w:rPr>
          <w:rFonts w:ascii="Times New Roman" w:hAnsi="Times New Roman"/>
          <w:spacing w:val="-1"/>
          <w:sz w:val="24"/>
          <w:szCs w:val="24"/>
        </w:rPr>
        <w:t xml:space="preserve"> на проведення евакуаці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йних заходів</w:t>
      </w:r>
      <w:r w:rsidRPr="00CB776C">
        <w:rPr>
          <w:rFonts w:ascii="Times New Roman" w:hAnsi="Times New Roman"/>
          <w:spacing w:val="-1"/>
          <w:sz w:val="24"/>
          <w:szCs w:val="24"/>
        </w:rPr>
        <w:t>:</w:t>
      </w:r>
    </w:p>
    <w:p w:rsidR="003E7E4B" w:rsidRPr="00CB776C" w:rsidRDefault="003E7E4B" w:rsidP="0006325B">
      <w:pPr>
        <w:shd w:val="clear" w:color="auto" w:fill="FFFFFF"/>
        <w:spacing w:after="0" w:line="240" w:lineRule="auto"/>
        <w:ind w:left="6" w:right="6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Комісія здійснює керівництво організацією та проведенням евакуаційних заходів;</w:t>
      </w:r>
    </w:p>
    <w:p w:rsidR="003E7E4B" w:rsidRPr="00CB776C" w:rsidRDefault="003E7E4B" w:rsidP="0006325B">
      <w:pPr>
        <w:shd w:val="clear" w:color="auto" w:fill="FFFFFF"/>
        <w:spacing w:after="0" w:line="240" w:lineRule="auto"/>
        <w:ind w:left="6" w:right="11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         </w:t>
      </w:r>
      <w:r w:rsidRPr="00CB776C">
        <w:rPr>
          <w:rFonts w:ascii="Times New Roman" w:hAnsi="Times New Roman"/>
          <w:spacing w:val="1"/>
          <w:sz w:val="24"/>
          <w:szCs w:val="24"/>
        </w:rPr>
        <w:t>голова Комісії отримує завдання на проведення евакуаці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>йних заходів</w:t>
      </w:r>
      <w:r w:rsidRPr="00CB776C">
        <w:rPr>
          <w:rFonts w:ascii="Times New Roman" w:hAnsi="Times New Roman"/>
          <w:spacing w:val="1"/>
          <w:sz w:val="24"/>
          <w:szCs w:val="24"/>
        </w:rPr>
        <w:t xml:space="preserve"> особисто від 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міського </w:t>
      </w:r>
      <w:r w:rsidRPr="00CB776C">
        <w:rPr>
          <w:rFonts w:ascii="Times New Roman" w:hAnsi="Times New Roman"/>
          <w:sz w:val="24"/>
          <w:szCs w:val="24"/>
        </w:rPr>
        <w:t>голови;</w:t>
      </w:r>
    </w:p>
    <w:p w:rsidR="003E7E4B" w:rsidRPr="00CB776C" w:rsidRDefault="003E7E4B" w:rsidP="0006325B">
      <w:pPr>
        <w:shd w:val="clear" w:color="auto" w:fill="FFFFFF"/>
        <w:spacing w:after="0" w:line="240" w:lineRule="auto"/>
        <w:ind w:left="6" w:right="1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17"/>
          <w:sz w:val="24"/>
          <w:szCs w:val="24"/>
          <w:lang w:val="uk-UA"/>
        </w:rPr>
        <w:t xml:space="preserve">        рішення про проведення заходів з евакуації приймає виконавчий комітет міської ради, яке доводиться до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>підпорядкованих органів з евакуації секретарем Комісії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;</w:t>
      </w:r>
    </w:p>
    <w:p w:rsidR="003E7E4B" w:rsidRPr="00CB776C" w:rsidRDefault="003E7E4B" w:rsidP="0006325B">
      <w:pPr>
        <w:shd w:val="clear" w:color="auto" w:fill="FFFFFF"/>
        <w:spacing w:after="0" w:line="240" w:lineRule="auto"/>
        <w:ind w:left="6" w:right="11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12"/>
          <w:sz w:val="24"/>
          <w:szCs w:val="24"/>
          <w:lang w:val="uk-UA"/>
        </w:rPr>
        <w:t xml:space="preserve">         </w:t>
      </w:r>
      <w:r w:rsidRPr="00CB776C">
        <w:rPr>
          <w:rFonts w:ascii="Times New Roman" w:hAnsi="Times New Roman"/>
          <w:spacing w:val="12"/>
          <w:sz w:val="24"/>
          <w:szCs w:val="24"/>
        </w:rPr>
        <w:t xml:space="preserve">час на розгортання і підготовку до роботи Комісії не повинен </w:t>
      </w:r>
      <w:r w:rsidRPr="00CB776C">
        <w:rPr>
          <w:rFonts w:ascii="Times New Roman" w:hAnsi="Times New Roman"/>
          <w:sz w:val="24"/>
          <w:szCs w:val="24"/>
        </w:rPr>
        <w:t xml:space="preserve">перевищувати чотирьох годин з моменту отримання рішення про проведення </w:t>
      </w:r>
      <w:r w:rsidRPr="00CB776C">
        <w:rPr>
          <w:rFonts w:ascii="Times New Roman" w:hAnsi="Times New Roman"/>
          <w:spacing w:val="-2"/>
          <w:sz w:val="24"/>
          <w:szCs w:val="24"/>
        </w:rPr>
        <w:t>евакуаці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>йних заходів</w:t>
      </w:r>
      <w:r w:rsidRPr="00CB776C">
        <w:rPr>
          <w:rFonts w:ascii="Times New Roman" w:hAnsi="Times New Roman"/>
          <w:spacing w:val="-2"/>
          <w:sz w:val="24"/>
          <w:szCs w:val="24"/>
        </w:rPr>
        <w:t>;</w:t>
      </w:r>
    </w:p>
    <w:p w:rsidR="003E7E4B" w:rsidRPr="00CB776C" w:rsidRDefault="003E7E4B" w:rsidP="0006325B">
      <w:pPr>
        <w:shd w:val="clear" w:color="auto" w:fill="FFFFFF"/>
        <w:spacing w:after="0" w:line="240" w:lineRule="auto"/>
        <w:ind w:left="6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11"/>
          <w:sz w:val="24"/>
          <w:szCs w:val="24"/>
          <w:lang w:val="uk-UA"/>
        </w:rPr>
        <w:t xml:space="preserve">        </w:t>
      </w:r>
      <w:r w:rsidRPr="00CB776C">
        <w:rPr>
          <w:rFonts w:ascii="Times New Roman" w:hAnsi="Times New Roman"/>
          <w:spacing w:val="11"/>
          <w:sz w:val="24"/>
          <w:szCs w:val="24"/>
        </w:rPr>
        <w:t xml:space="preserve">Комісія переводить </w:t>
      </w:r>
      <w:r w:rsidRPr="00CB776C">
        <w:rPr>
          <w:rFonts w:ascii="Times New Roman" w:hAnsi="Times New Roman"/>
          <w:spacing w:val="11"/>
          <w:sz w:val="24"/>
          <w:szCs w:val="24"/>
          <w:lang w:val="uk-UA"/>
        </w:rPr>
        <w:t xml:space="preserve">підпорядковані </w:t>
      </w:r>
      <w:r w:rsidRPr="00CB776C">
        <w:rPr>
          <w:rFonts w:ascii="Times New Roman" w:hAnsi="Times New Roman"/>
          <w:spacing w:val="11"/>
          <w:sz w:val="24"/>
          <w:szCs w:val="24"/>
        </w:rPr>
        <w:t xml:space="preserve">органи з евакуації </w:t>
      </w:r>
      <w:r>
        <w:rPr>
          <w:rFonts w:ascii="Times New Roman" w:hAnsi="Times New Roman"/>
          <w:spacing w:val="11"/>
          <w:sz w:val="24"/>
          <w:szCs w:val="24"/>
          <w:lang w:val="uk-UA"/>
        </w:rPr>
        <w:t>громади</w:t>
      </w:r>
      <w:r w:rsidRPr="00CB776C">
        <w:rPr>
          <w:rFonts w:ascii="Times New Roman" w:hAnsi="Times New Roman"/>
          <w:spacing w:val="11"/>
          <w:sz w:val="24"/>
          <w:szCs w:val="24"/>
        </w:rPr>
        <w:t xml:space="preserve"> на </w:t>
      </w:r>
      <w:r w:rsidRPr="00CB776C">
        <w:rPr>
          <w:rFonts w:ascii="Times New Roman" w:hAnsi="Times New Roman"/>
          <w:spacing w:val="7"/>
          <w:sz w:val="24"/>
          <w:szCs w:val="24"/>
        </w:rPr>
        <w:t>цілодобову роботу</w:t>
      </w:r>
      <w:r w:rsidRPr="00CB776C">
        <w:rPr>
          <w:rFonts w:ascii="Times New Roman" w:hAnsi="Times New Roman"/>
          <w:spacing w:val="-3"/>
          <w:sz w:val="24"/>
          <w:szCs w:val="24"/>
        </w:rPr>
        <w:t>;</w:t>
      </w:r>
    </w:p>
    <w:p w:rsidR="003E7E4B" w:rsidRPr="00CB776C" w:rsidRDefault="003E7E4B" w:rsidP="0006325B">
      <w:pPr>
        <w:shd w:val="clear" w:color="auto" w:fill="FFFFFF"/>
        <w:spacing w:after="0" w:line="240" w:lineRule="auto"/>
        <w:ind w:left="6" w:right="6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здійснює через помічників голови Комісії при взаємодії з відповідними </w:t>
      </w:r>
      <w:r w:rsidRPr="00CB776C">
        <w:rPr>
          <w:rFonts w:ascii="Times New Roman" w:hAnsi="Times New Roman"/>
          <w:spacing w:val="10"/>
          <w:sz w:val="24"/>
          <w:szCs w:val="24"/>
          <w:lang w:val="uk-UA"/>
        </w:rPr>
        <w:t xml:space="preserve"> спеціалізованими службами цивільного захисту всебічне </w:t>
      </w:r>
      <w:r w:rsidRPr="00CB776C">
        <w:rPr>
          <w:rFonts w:ascii="Times New Roman" w:hAnsi="Times New Roman"/>
          <w:sz w:val="24"/>
          <w:szCs w:val="24"/>
          <w:lang w:val="uk-UA"/>
        </w:rPr>
        <w:t>забезпечення заходів з евакуації;</w:t>
      </w:r>
    </w:p>
    <w:p w:rsidR="003E7E4B" w:rsidRPr="00CB776C" w:rsidRDefault="003E7E4B" w:rsidP="0006325B">
      <w:pPr>
        <w:shd w:val="clear" w:color="auto" w:fill="FFFFFF"/>
        <w:spacing w:after="0" w:line="240" w:lineRule="auto"/>
        <w:ind w:left="6" w:right="1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          підтримує постійний зв'язок і обмінюється інформацією з підприємствами, установами, організаціями, які беруть участь в евакозаходах</w:t>
      </w:r>
      <w:r w:rsidRPr="00CB776C">
        <w:rPr>
          <w:rFonts w:ascii="Times New Roman" w:hAnsi="Times New Roman"/>
          <w:sz w:val="24"/>
          <w:szCs w:val="24"/>
          <w:lang w:val="uk-UA"/>
        </w:rPr>
        <w:t>;</w:t>
      </w:r>
    </w:p>
    <w:p w:rsidR="003E7E4B" w:rsidRPr="00CB776C" w:rsidRDefault="003E7E4B" w:rsidP="0006325B">
      <w:pPr>
        <w:shd w:val="clear" w:color="auto" w:fill="FFFFFF"/>
        <w:spacing w:after="0" w:line="240" w:lineRule="auto"/>
        <w:ind w:left="6" w:right="11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CB776C">
        <w:rPr>
          <w:rFonts w:ascii="Times New Roman" w:hAnsi="Times New Roman"/>
          <w:sz w:val="24"/>
          <w:szCs w:val="24"/>
        </w:rPr>
        <w:t xml:space="preserve">контролює розміщення та організацію життєзабезпечення евакуйованого </w:t>
      </w:r>
      <w:r w:rsidRPr="00CB776C">
        <w:rPr>
          <w:rFonts w:ascii="Times New Roman" w:hAnsi="Times New Roman"/>
          <w:spacing w:val="-2"/>
          <w:sz w:val="24"/>
          <w:szCs w:val="24"/>
        </w:rPr>
        <w:t>населення;</w:t>
      </w:r>
    </w:p>
    <w:p w:rsidR="003E7E4B" w:rsidRPr="00CB776C" w:rsidRDefault="003E7E4B" w:rsidP="00CB776C">
      <w:pPr>
        <w:shd w:val="clear" w:color="auto" w:fill="FFFFFF"/>
        <w:ind w:left="5" w:right="5" w:firstLine="567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збирає і узагальнює інформацію про хід виконання заходів з евакуації від всіх  органів евакуації та надає її міському голові (за необхідності - голові </w:t>
      </w:r>
      <w:r>
        <w:rPr>
          <w:rFonts w:ascii="Times New Roman" w:hAnsi="Times New Roman"/>
          <w:sz w:val="24"/>
          <w:szCs w:val="24"/>
          <w:lang w:val="uk-UA"/>
        </w:rPr>
        <w:t xml:space="preserve">районної і 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обласної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державної адміністрації).</w:t>
      </w:r>
    </w:p>
    <w:p w:rsidR="003E7E4B" w:rsidRPr="00CB776C" w:rsidRDefault="003E7E4B" w:rsidP="0006325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         15. Комісія має право:</w:t>
      </w:r>
    </w:p>
    <w:p w:rsidR="003E7E4B" w:rsidRPr="00CB776C" w:rsidRDefault="003E7E4B" w:rsidP="0006325B">
      <w:pPr>
        <w:widowControl w:val="0"/>
        <w:shd w:val="clear" w:color="auto" w:fill="FFFFFF"/>
        <w:tabs>
          <w:tab w:val="left" w:pos="1027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         1) приводити в готовність всі органи з евакуац</w:t>
      </w:r>
      <w:r>
        <w:rPr>
          <w:rFonts w:ascii="Times New Roman" w:hAnsi="Times New Roman"/>
          <w:spacing w:val="1"/>
          <w:sz w:val="24"/>
          <w:szCs w:val="24"/>
          <w:lang w:val="uk-UA"/>
        </w:rPr>
        <w:t>і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ї, необхідні сили і засоби </w:t>
      </w:r>
      <w:r w:rsidRPr="00CB776C">
        <w:rPr>
          <w:rFonts w:ascii="Times New Roman" w:hAnsi="Times New Roman"/>
          <w:sz w:val="24"/>
          <w:szCs w:val="24"/>
          <w:lang w:val="uk-UA"/>
        </w:rPr>
        <w:t>та здійснювати керівництво їх діями при проведенні евакуаційних заходів;</w:t>
      </w:r>
    </w:p>
    <w:p w:rsidR="003E7E4B" w:rsidRPr="00CB776C" w:rsidRDefault="003E7E4B" w:rsidP="0006325B">
      <w:pPr>
        <w:widowControl w:val="0"/>
        <w:shd w:val="clear" w:color="auto" w:fill="FFFFFF"/>
        <w:tabs>
          <w:tab w:val="left" w:pos="1027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2) залучати для проведення заходів з евакуації органи управління, сили 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і   засоби   суб'єктів   господарювання   (підприємств,   установ   і   організацій)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незалежно від форми власності;</w:t>
      </w:r>
    </w:p>
    <w:p w:rsidR="003E7E4B" w:rsidRPr="00CB776C" w:rsidRDefault="003E7E4B" w:rsidP="0006325B">
      <w:pPr>
        <w:widowControl w:val="0"/>
        <w:shd w:val="clear" w:color="auto" w:fill="FFFFFF"/>
        <w:tabs>
          <w:tab w:val="left" w:pos="115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9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         3) доводити,   у   межах   своєї   компетенції,   начальникам 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спеціалізованих    служб    цивільного    захисту,    підприємствам,    установам, </w:t>
      </w:r>
      <w:r w:rsidRPr="00CB776C">
        <w:rPr>
          <w:rFonts w:ascii="Times New Roman" w:hAnsi="Times New Roman"/>
          <w:spacing w:val="9"/>
          <w:sz w:val="24"/>
          <w:szCs w:val="24"/>
          <w:lang w:val="uk-UA"/>
        </w:rPr>
        <w:t xml:space="preserve">організаціям, незалежно від форм власності і підпорядкування, завдання з </w:t>
      </w:r>
      <w:r w:rsidRPr="00CB776C">
        <w:rPr>
          <w:rFonts w:ascii="Times New Roman" w:hAnsi="Times New Roman"/>
          <w:sz w:val="24"/>
          <w:szCs w:val="24"/>
          <w:lang w:val="uk-UA"/>
        </w:rPr>
        <w:t>виконання заходів з евакуації та здійснювати контроль за їх виконанням;</w:t>
      </w:r>
    </w:p>
    <w:p w:rsidR="003E7E4B" w:rsidRPr="00CB776C" w:rsidRDefault="003E7E4B" w:rsidP="0006325B">
      <w:pPr>
        <w:widowControl w:val="0"/>
        <w:shd w:val="clear" w:color="auto" w:fill="FFFFFF"/>
        <w:tabs>
          <w:tab w:val="left" w:pos="115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8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          4) безкоштовно  одержувати  від  місцевих  органів  виконавчої  влади, 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органів   місцевого    самоврядування,   підприємств,   установ    і    організацій </w:t>
      </w:r>
      <w:r w:rsidRPr="00CB776C">
        <w:rPr>
          <w:rFonts w:ascii="Times New Roman" w:hAnsi="Times New Roman"/>
          <w:spacing w:val="9"/>
          <w:sz w:val="24"/>
          <w:szCs w:val="24"/>
          <w:lang w:val="uk-UA"/>
        </w:rPr>
        <w:t xml:space="preserve">незалежно від форми власності і підпорядкування, матеріали і документи, </w:t>
      </w:r>
      <w:r w:rsidRPr="00CB776C">
        <w:rPr>
          <w:rFonts w:ascii="Times New Roman" w:hAnsi="Times New Roman"/>
          <w:sz w:val="24"/>
          <w:szCs w:val="24"/>
          <w:lang w:val="uk-UA"/>
        </w:rPr>
        <w:t>необхідні для планування та організації заходів з евакуації;</w:t>
      </w:r>
    </w:p>
    <w:p w:rsidR="003E7E4B" w:rsidRPr="00CB776C" w:rsidRDefault="003E7E4B" w:rsidP="0006325B">
      <w:pPr>
        <w:widowControl w:val="0"/>
        <w:shd w:val="clear" w:color="auto" w:fill="FFFFFF"/>
        <w:tabs>
          <w:tab w:val="left" w:pos="1061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           5) відпрацьовувати та надавати міському голові </w:t>
      </w:r>
      <w:r w:rsidRPr="00CB776C">
        <w:rPr>
          <w:rFonts w:ascii="Times New Roman" w:hAnsi="Times New Roman"/>
          <w:sz w:val="24"/>
          <w:szCs w:val="24"/>
          <w:lang w:val="uk-UA"/>
        </w:rPr>
        <w:t>пропозиції    щодо    матеріально-технічного    та   інших    видів    забезпечення проведення заходів з евакуації;</w:t>
      </w:r>
    </w:p>
    <w:p w:rsidR="003E7E4B" w:rsidRPr="00CB776C" w:rsidRDefault="003E7E4B" w:rsidP="0006325B">
      <w:pPr>
        <w:widowControl w:val="0"/>
        <w:shd w:val="clear" w:color="auto" w:fill="FFFFFF"/>
        <w:tabs>
          <w:tab w:val="left" w:pos="1061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3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           6) заслуховувати керівників місцевих органів виконавчої влади, органів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місцевого самоврядування, суб'єктів господарювання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про стан справ з евакотранспортних питань </w:t>
      </w:r>
      <w:r w:rsidRPr="00CB776C">
        <w:rPr>
          <w:rFonts w:ascii="Times New Roman" w:hAnsi="Times New Roman"/>
          <w:spacing w:val="5"/>
          <w:sz w:val="24"/>
          <w:szCs w:val="24"/>
          <w:lang w:val="uk-UA"/>
        </w:rPr>
        <w:t xml:space="preserve">та про хід виконання завдань щодо  організації  проведення  і  всебічного </w:t>
      </w:r>
      <w:r w:rsidRPr="00CB776C">
        <w:rPr>
          <w:rFonts w:ascii="Times New Roman" w:hAnsi="Times New Roman"/>
          <w:sz w:val="24"/>
          <w:szCs w:val="24"/>
          <w:lang w:val="uk-UA"/>
        </w:rPr>
        <w:t>забезпечення заходів з евакуації на території громади;</w:t>
      </w:r>
    </w:p>
    <w:p w:rsidR="003E7E4B" w:rsidRPr="00CB776C" w:rsidRDefault="003E7E4B" w:rsidP="0006325B">
      <w:pPr>
        <w:widowControl w:val="0"/>
        <w:shd w:val="clear" w:color="auto" w:fill="FFFFFF"/>
        <w:tabs>
          <w:tab w:val="left" w:pos="1061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3"/>
          <w:sz w:val="24"/>
          <w:szCs w:val="24"/>
        </w:rPr>
      </w:pP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          7) </w:t>
      </w:r>
      <w:r w:rsidRPr="00CB776C">
        <w:rPr>
          <w:rFonts w:ascii="Times New Roman" w:hAnsi="Times New Roman"/>
          <w:spacing w:val="1"/>
          <w:sz w:val="24"/>
          <w:szCs w:val="24"/>
        </w:rPr>
        <w:t xml:space="preserve">проводити перевірки стану готовності підпорядкованих </w:t>
      </w:r>
      <w:r w:rsidRPr="00CB776C">
        <w:rPr>
          <w:rFonts w:ascii="Times New Roman" w:hAnsi="Times New Roman"/>
          <w:sz w:val="24"/>
          <w:szCs w:val="24"/>
        </w:rPr>
        <w:t>органів з евакуації та служб забезпечення до дій за призначенням;</w:t>
      </w:r>
    </w:p>
    <w:p w:rsidR="003E7E4B" w:rsidRDefault="003E7E4B" w:rsidP="00120A9F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pacing w:val="4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         </w:t>
      </w:r>
    </w:p>
    <w:p w:rsidR="003E7E4B" w:rsidRDefault="003E7E4B" w:rsidP="00120A9F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4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E7E4B" w:rsidRDefault="003E7E4B" w:rsidP="00120A9F">
      <w:pPr>
        <w:shd w:val="clear" w:color="auto" w:fill="FFFFFF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Продовження додатку 3</w:t>
      </w:r>
    </w:p>
    <w:p w:rsidR="003E7E4B" w:rsidRDefault="003E7E4B" w:rsidP="00120A9F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  <w:lang w:val="uk-UA"/>
        </w:rPr>
      </w:pPr>
      <w:r>
        <w:rPr>
          <w:rFonts w:ascii="Times New Roman" w:hAnsi="Times New Roman"/>
          <w:spacing w:val="4"/>
          <w:sz w:val="24"/>
          <w:szCs w:val="24"/>
          <w:lang w:val="uk-UA"/>
        </w:rPr>
        <w:tab/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8) приймати 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>в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межах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повноважень 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Комісії 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під 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>час проведення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>заходів</w:t>
      </w:r>
      <w:r>
        <w:rPr>
          <w:rFonts w:ascii="Times New Roman" w:hAnsi="Times New Roman"/>
          <w:spacing w:val="3"/>
          <w:sz w:val="24"/>
          <w:szCs w:val="24"/>
          <w:lang w:val="uk-UA"/>
        </w:rPr>
        <w:t xml:space="preserve">  </w:t>
      </w: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 xml:space="preserve"> з </w:t>
      </w:r>
    </w:p>
    <w:p w:rsidR="003E7E4B" w:rsidRPr="00CB776C" w:rsidRDefault="003E7E4B" w:rsidP="00120A9F">
      <w:pPr>
        <w:widowControl w:val="0"/>
        <w:shd w:val="clear" w:color="auto" w:fill="FFFFFF"/>
        <w:tabs>
          <w:tab w:val="left" w:pos="1061"/>
        </w:tabs>
        <w:autoSpaceDN w:val="0"/>
        <w:adjustRightInd w:val="0"/>
        <w:jc w:val="both"/>
        <w:rPr>
          <w:rFonts w:ascii="Times New Roman" w:hAnsi="Times New Roman"/>
          <w:spacing w:val="-1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 xml:space="preserve">евакуації у разі загрози виникнення або виникнення надзвичайної </w:t>
      </w:r>
      <w:r w:rsidRPr="00CB776C">
        <w:rPr>
          <w:rFonts w:ascii="Times New Roman" w:hAnsi="Times New Roman"/>
          <w:spacing w:val="-3"/>
          <w:sz w:val="24"/>
          <w:szCs w:val="24"/>
          <w:lang w:val="uk-UA"/>
        </w:rPr>
        <w:t>ситуації.</w:t>
      </w:r>
    </w:p>
    <w:p w:rsidR="003E7E4B" w:rsidRPr="00CB776C" w:rsidRDefault="003E7E4B" w:rsidP="0006325B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8"/>
          <w:sz w:val="24"/>
          <w:szCs w:val="24"/>
          <w:lang w:val="uk-UA"/>
        </w:rPr>
        <w:tab/>
        <w:t xml:space="preserve">             16. 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Організація роботи Комісії.</w:t>
      </w:r>
    </w:p>
    <w:p w:rsidR="003E7E4B" w:rsidRPr="00CB776C" w:rsidRDefault="003E7E4B" w:rsidP="00CB776C">
      <w:pPr>
        <w:shd w:val="clear" w:color="auto" w:fill="FFFFFF"/>
        <w:ind w:left="1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13"/>
          <w:sz w:val="24"/>
          <w:szCs w:val="24"/>
          <w:lang w:val="uk-UA"/>
        </w:rPr>
        <w:t xml:space="preserve">        Комісія працює згідно з річним планом роботи Комісії, який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затверджується головою Комісії</w:t>
      </w:r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(рішенням Комісії)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.</w:t>
      </w:r>
    </w:p>
    <w:p w:rsidR="003E7E4B" w:rsidRPr="00CB776C" w:rsidRDefault="003E7E4B" w:rsidP="00CB776C">
      <w:pPr>
        <w:shd w:val="clear" w:color="auto" w:fill="FFFFFF"/>
        <w:ind w:left="10" w:right="5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CB776C">
        <w:rPr>
          <w:rFonts w:ascii="Times New Roman" w:hAnsi="Times New Roman"/>
          <w:sz w:val="24"/>
          <w:szCs w:val="24"/>
        </w:rPr>
        <w:t>Керівництво Комісією здійснює особисто її голова, а у разі відсутності голови, за його дорученням - заступник голови.</w:t>
      </w:r>
    </w:p>
    <w:p w:rsidR="003E7E4B" w:rsidRPr="00CB776C" w:rsidRDefault="003E7E4B" w:rsidP="00CB776C">
      <w:pPr>
        <w:shd w:val="clear" w:color="auto" w:fill="FFFFFF"/>
        <w:tabs>
          <w:tab w:val="left" w:pos="1214"/>
        </w:tabs>
        <w:ind w:left="10"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CB776C">
        <w:rPr>
          <w:rFonts w:ascii="Times New Roman" w:hAnsi="Times New Roman"/>
          <w:spacing w:val="-18"/>
          <w:sz w:val="24"/>
          <w:szCs w:val="24"/>
          <w:lang w:val="uk-UA"/>
        </w:rPr>
        <w:t xml:space="preserve">               17.</w:t>
      </w:r>
      <w:r w:rsidRPr="00CB776C">
        <w:rPr>
          <w:rFonts w:ascii="Times New Roman" w:hAnsi="Times New Roman"/>
          <w:sz w:val="24"/>
          <w:szCs w:val="24"/>
          <w:lang w:val="uk-UA"/>
        </w:rPr>
        <w:tab/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Комісія   проводить   засідання   з   питань   планування,   підготовки,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br/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організації   проведення   та   всебічного   забезпечення   евакуації   населення, 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приймає   відповідні   рішення.   </w:t>
      </w:r>
      <w:r w:rsidRPr="00CB776C">
        <w:rPr>
          <w:rFonts w:ascii="Times New Roman" w:hAnsi="Times New Roman"/>
          <w:sz w:val="24"/>
          <w:szCs w:val="24"/>
        </w:rPr>
        <w:t xml:space="preserve">Засідання   </w:t>
      </w:r>
      <w:r w:rsidRPr="00CB776C">
        <w:rPr>
          <w:rFonts w:ascii="Times New Roman" w:hAnsi="Times New Roman"/>
          <w:sz w:val="24"/>
          <w:szCs w:val="24"/>
          <w:lang w:val="uk-UA"/>
        </w:rPr>
        <w:t>К</w:t>
      </w:r>
      <w:r w:rsidRPr="00CB776C">
        <w:rPr>
          <w:rFonts w:ascii="Times New Roman" w:hAnsi="Times New Roman"/>
          <w:sz w:val="24"/>
          <w:szCs w:val="24"/>
        </w:rPr>
        <w:t>омісії   проводяться   залежно   від</w:t>
      </w:r>
      <w:r w:rsidRPr="00CB776C">
        <w:rPr>
          <w:rFonts w:ascii="Times New Roman" w:hAnsi="Times New Roman"/>
          <w:sz w:val="24"/>
          <w:szCs w:val="24"/>
        </w:rPr>
        <w:br/>
      </w:r>
      <w:r w:rsidRPr="00CB776C">
        <w:rPr>
          <w:rFonts w:ascii="Times New Roman" w:hAnsi="Times New Roman"/>
          <w:spacing w:val="-1"/>
          <w:sz w:val="24"/>
          <w:szCs w:val="24"/>
        </w:rPr>
        <w:t>ситуації, у разі необхідності.</w:t>
      </w:r>
    </w:p>
    <w:p w:rsidR="003E7E4B" w:rsidRPr="00CB776C" w:rsidRDefault="003E7E4B" w:rsidP="00CB776C">
      <w:pPr>
        <w:shd w:val="clear" w:color="auto" w:fill="FFFFFF"/>
        <w:tabs>
          <w:tab w:val="left" w:pos="1301"/>
        </w:tabs>
        <w:ind w:left="5"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CB776C">
        <w:rPr>
          <w:rFonts w:ascii="Times New Roman" w:hAnsi="Times New Roman"/>
          <w:spacing w:val="-10"/>
          <w:sz w:val="24"/>
          <w:szCs w:val="24"/>
          <w:lang w:val="uk-UA"/>
        </w:rPr>
        <w:t xml:space="preserve">             18</w:t>
      </w:r>
      <w:r w:rsidRPr="00CB776C">
        <w:rPr>
          <w:rFonts w:ascii="Times New Roman" w:hAnsi="Times New Roman"/>
          <w:spacing w:val="-10"/>
          <w:sz w:val="24"/>
          <w:szCs w:val="24"/>
        </w:rPr>
        <w:t>.</w:t>
      </w:r>
      <w:r w:rsidRPr="00CB776C">
        <w:rPr>
          <w:rFonts w:ascii="Times New Roman" w:hAnsi="Times New Roman"/>
          <w:sz w:val="24"/>
          <w:szCs w:val="24"/>
        </w:rPr>
        <w:tab/>
      </w:r>
      <w:r w:rsidRPr="00CB776C">
        <w:rPr>
          <w:rFonts w:ascii="Times New Roman" w:hAnsi="Times New Roman"/>
          <w:spacing w:val="1"/>
          <w:sz w:val="24"/>
          <w:szCs w:val="24"/>
        </w:rPr>
        <w:t>Рішення   Комісії   оформляється   протоколом,   який   підписується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-1"/>
          <w:sz w:val="24"/>
          <w:szCs w:val="24"/>
        </w:rPr>
        <w:t>головою та секретарем Комісії.</w:t>
      </w:r>
    </w:p>
    <w:p w:rsidR="003E7E4B" w:rsidRPr="00CB776C" w:rsidRDefault="003E7E4B" w:rsidP="00CB776C">
      <w:pPr>
        <w:widowControl w:val="0"/>
        <w:shd w:val="clear" w:color="auto" w:fill="FFFFFF"/>
        <w:tabs>
          <w:tab w:val="left" w:pos="1147"/>
        </w:tabs>
        <w:autoSpaceDN w:val="0"/>
        <w:adjustRightInd w:val="0"/>
        <w:ind w:firstLine="567"/>
        <w:jc w:val="both"/>
        <w:rPr>
          <w:rFonts w:ascii="Times New Roman" w:hAnsi="Times New Roman"/>
          <w:spacing w:val="-10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          19. Рішення Комісії, прийняті у межах її повноважень, є обов'язковими </w:t>
      </w:r>
      <w:r w:rsidRPr="00CB776C">
        <w:rPr>
          <w:rFonts w:ascii="Times New Roman" w:hAnsi="Times New Roman"/>
          <w:spacing w:val="5"/>
          <w:sz w:val="24"/>
          <w:szCs w:val="24"/>
          <w:lang w:val="uk-UA"/>
        </w:rPr>
        <w:t xml:space="preserve">для виконання </w:t>
      </w: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>місцевими органами виконавчої влади,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суб'єктами господарювання всіх форм власності, які здійснюють свою діяльність на території громади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>.</w:t>
      </w:r>
    </w:p>
    <w:p w:rsidR="003E7E4B" w:rsidRPr="00CB776C" w:rsidRDefault="003E7E4B" w:rsidP="00CB776C">
      <w:pPr>
        <w:widowControl w:val="0"/>
        <w:shd w:val="clear" w:color="auto" w:fill="FFFFFF"/>
        <w:tabs>
          <w:tab w:val="left" w:pos="1147"/>
        </w:tabs>
        <w:autoSpaceDN w:val="0"/>
        <w:adjustRightInd w:val="0"/>
        <w:ind w:firstLine="1134"/>
        <w:jc w:val="both"/>
        <w:rPr>
          <w:rFonts w:ascii="Times New Roman" w:hAnsi="Times New Roman"/>
          <w:spacing w:val="-10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5"/>
          <w:sz w:val="24"/>
          <w:szCs w:val="24"/>
          <w:lang w:val="uk-UA"/>
        </w:rPr>
        <w:t xml:space="preserve"> 20. </w:t>
      </w:r>
      <w:r w:rsidRPr="00CB776C">
        <w:rPr>
          <w:rFonts w:ascii="Times New Roman" w:hAnsi="Times New Roman"/>
          <w:spacing w:val="5"/>
          <w:sz w:val="24"/>
          <w:szCs w:val="24"/>
        </w:rPr>
        <w:t>Контроль за виконанням рішень Комісії покладається на секретаря</w:t>
      </w:r>
      <w:r w:rsidRPr="00CB776C">
        <w:rPr>
          <w:rFonts w:ascii="Times New Roman" w:hAnsi="Times New Roman"/>
          <w:spacing w:val="5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-2"/>
          <w:sz w:val="24"/>
          <w:szCs w:val="24"/>
        </w:rPr>
        <w:t>Комісії.</w:t>
      </w:r>
    </w:p>
    <w:p w:rsidR="003E7E4B" w:rsidRPr="00CB776C" w:rsidRDefault="003E7E4B" w:rsidP="00CB776C">
      <w:pPr>
        <w:widowControl w:val="0"/>
        <w:shd w:val="clear" w:color="auto" w:fill="FFFFFF"/>
        <w:tabs>
          <w:tab w:val="left" w:pos="1147"/>
        </w:tabs>
        <w:autoSpaceDN w:val="0"/>
        <w:adjustRightInd w:val="0"/>
        <w:ind w:firstLine="1134"/>
        <w:jc w:val="both"/>
        <w:rPr>
          <w:rFonts w:ascii="Times New Roman" w:hAnsi="Times New Roman"/>
          <w:spacing w:val="-10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0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z w:val="24"/>
          <w:szCs w:val="24"/>
          <w:lang w:val="uk-UA"/>
        </w:rPr>
        <w:t>23. Комісія бере участь у проведенні командно-штабних навчань та штабних тренувань.</w:t>
      </w:r>
    </w:p>
    <w:p w:rsidR="003E7E4B" w:rsidRPr="00CB776C" w:rsidRDefault="003E7E4B" w:rsidP="00CB776C">
      <w:pPr>
        <w:widowControl w:val="0"/>
        <w:shd w:val="clear" w:color="auto" w:fill="FFFFFF"/>
        <w:tabs>
          <w:tab w:val="left" w:pos="1147"/>
        </w:tabs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10"/>
          <w:sz w:val="24"/>
          <w:szCs w:val="24"/>
          <w:lang w:val="uk-UA"/>
        </w:rPr>
        <w:t xml:space="preserve">         24. </w:t>
      </w:r>
      <w:r w:rsidRPr="00CB776C">
        <w:rPr>
          <w:rFonts w:ascii="Times New Roman" w:hAnsi="Times New Roman"/>
          <w:sz w:val="24"/>
          <w:szCs w:val="24"/>
          <w:lang w:val="uk-UA"/>
        </w:rPr>
        <w:t>Комісія в роботі використовує бланк виконавчого комітету Знам'янської міської ради, вказуючи на ньому  своє найменування.</w:t>
      </w:r>
      <w:r w:rsidRPr="00CB776C">
        <w:rPr>
          <w:rFonts w:ascii="Times New Roman" w:hAnsi="Times New Roman"/>
          <w:sz w:val="24"/>
          <w:szCs w:val="24"/>
          <w:lang w:val="uk-UA"/>
        </w:rPr>
        <w:tab/>
      </w:r>
    </w:p>
    <w:p w:rsidR="003E7E4B" w:rsidRDefault="003E7E4B" w:rsidP="00CB776C">
      <w:pPr>
        <w:ind w:firstLine="5812"/>
        <w:jc w:val="both"/>
        <w:rPr>
          <w:lang w:val="uk-UA"/>
        </w:rPr>
      </w:pPr>
    </w:p>
    <w:p w:rsidR="003E7E4B" w:rsidRDefault="003E7E4B" w:rsidP="00120A9F">
      <w:pPr>
        <w:jc w:val="center"/>
        <w:rPr>
          <w:lang w:val="uk-UA"/>
        </w:rPr>
      </w:pPr>
      <w:r>
        <w:rPr>
          <w:lang w:val="uk-UA"/>
        </w:rPr>
        <w:t>________________________________</w:t>
      </w:r>
    </w:p>
    <w:p w:rsidR="003E7E4B" w:rsidRDefault="003E7E4B" w:rsidP="00CB776C">
      <w:pPr>
        <w:ind w:left="4956" w:firstLine="708"/>
        <w:rPr>
          <w:lang w:val="uk-UA"/>
        </w:rPr>
      </w:pPr>
    </w:p>
    <w:p w:rsidR="003E7E4B" w:rsidRDefault="003E7E4B" w:rsidP="00CB776C">
      <w:pPr>
        <w:ind w:left="4956" w:firstLine="708"/>
        <w:rPr>
          <w:lang w:val="uk-UA"/>
        </w:rPr>
      </w:pPr>
    </w:p>
    <w:p w:rsidR="003E7E4B" w:rsidRDefault="003E7E4B" w:rsidP="00CB776C">
      <w:pPr>
        <w:ind w:left="4956" w:firstLine="708"/>
        <w:rPr>
          <w:lang w:val="uk-UA"/>
        </w:rPr>
      </w:pPr>
    </w:p>
    <w:p w:rsidR="003E7E4B" w:rsidRDefault="003E7E4B" w:rsidP="00CB776C">
      <w:pPr>
        <w:ind w:left="4956" w:firstLine="708"/>
        <w:rPr>
          <w:lang w:val="uk-UA"/>
        </w:rPr>
      </w:pPr>
    </w:p>
    <w:p w:rsidR="003E7E4B" w:rsidRDefault="003E7E4B" w:rsidP="00CB776C">
      <w:pPr>
        <w:ind w:left="4956" w:firstLine="708"/>
        <w:rPr>
          <w:lang w:val="uk-UA"/>
        </w:rPr>
      </w:pPr>
    </w:p>
    <w:p w:rsidR="003E7E4B" w:rsidRDefault="003E7E4B" w:rsidP="00CB776C">
      <w:pPr>
        <w:ind w:left="4956" w:firstLine="708"/>
        <w:rPr>
          <w:lang w:val="uk-UA"/>
        </w:rPr>
      </w:pPr>
    </w:p>
    <w:p w:rsidR="003E7E4B" w:rsidRDefault="003E7E4B" w:rsidP="00CB776C">
      <w:pPr>
        <w:ind w:left="4956" w:firstLine="708"/>
        <w:rPr>
          <w:lang w:val="uk-UA"/>
        </w:rPr>
      </w:pPr>
    </w:p>
    <w:p w:rsidR="003E7E4B" w:rsidRDefault="003E7E4B" w:rsidP="00CB776C">
      <w:pPr>
        <w:ind w:left="4956" w:firstLine="708"/>
        <w:rPr>
          <w:lang w:val="uk-UA"/>
        </w:rPr>
      </w:pPr>
    </w:p>
    <w:p w:rsidR="003E7E4B" w:rsidRDefault="003E7E4B" w:rsidP="00CB776C">
      <w:pPr>
        <w:ind w:left="4956" w:firstLine="708"/>
        <w:rPr>
          <w:lang w:val="uk-UA"/>
        </w:rPr>
      </w:pPr>
    </w:p>
    <w:p w:rsidR="003E7E4B" w:rsidRDefault="003E7E4B" w:rsidP="00CB776C">
      <w:pPr>
        <w:ind w:left="4956" w:firstLine="708"/>
        <w:rPr>
          <w:lang w:val="uk-UA"/>
        </w:rPr>
      </w:pPr>
    </w:p>
    <w:p w:rsidR="003E7E4B" w:rsidRDefault="003E7E4B" w:rsidP="00CB776C">
      <w:pPr>
        <w:ind w:left="4956" w:firstLine="708"/>
        <w:rPr>
          <w:lang w:val="uk-UA"/>
        </w:rPr>
      </w:pPr>
    </w:p>
    <w:p w:rsidR="003E7E4B" w:rsidRPr="00FD76A5" w:rsidRDefault="003E7E4B" w:rsidP="00120A9F">
      <w:pPr>
        <w:pStyle w:val="BodyText2"/>
        <w:spacing w:after="0" w:line="240" w:lineRule="auto"/>
        <w:ind w:left="4247" w:hanging="4247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Pr="00FD76A5">
        <w:rPr>
          <w:lang w:val="uk-UA"/>
        </w:rPr>
        <w:t>Додаток</w:t>
      </w:r>
      <w:r>
        <w:rPr>
          <w:lang w:val="uk-UA"/>
        </w:rPr>
        <w:t xml:space="preserve"> 4</w:t>
      </w:r>
    </w:p>
    <w:p w:rsidR="003E7E4B" w:rsidRDefault="003E7E4B" w:rsidP="00120A9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6C6E24">
        <w:rPr>
          <w:rFonts w:ascii="Times New Roman" w:hAnsi="Times New Roman"/>
          <w:sz w:val="24"/>
          <w:szCs w:val="24"/>
          <w:lang w:val="uk-UA"/>
        </w:rPr>
        <w:t xml:space="preserve">до рішення виконавчого комітету </w:t>
      </w:r>
    </w:p>
    <w:p w:rsidR="003E7E4B" w:rsidRDefault="003E7E4B" w:rsidP="00120A9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 w:rsidRPr="006C6E24">
        <w:rPr>
          <w:rFonts w:ascii="Times New Roman" w:hAnsi="Times New Roman"/>
          <w:sz w:val="24"/>
          <w:szCs w:val="24"/>
          <w:lang w:val="uk-UA"/>
        </w:rPr>
        <w:t>Знам'янської міської ради</w:t>
      </w:r>
    </w:p>
    <w:p w:rsidR="003E7E4B" w:rsidRDefault="003E7E4B" w:rsidP="00120A9F">
      <w:pPr>
        <w:pStyle w:val="BodyText2"/>
        <w:spacing w:after="0" w:line="240" w:lineRule="auto"/>
        <w:ind w:left="4247" w:hanging="4247"/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серпня 2021 року №</w:t>
      </w:r>
    </w:p>
    <w:p w:rsidR="003E7E4B" w:rsidRDefault="003E7E4B" w:rsidP="00CB776C">
      <w:pPr>
        <w:ind w:left="4956" w:firstLine="708"/>
        <w:rPr>
          <w:lang w:val="uk-UA"/>
        </w:rPr>
      </w:pPr>
    </w:p>
    <w:p w:rsidR="003E7E4B" w:rsidRPr="005F5E78" w:rsidRDefault="003E7E4B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  <w:r w:rsidRPr="005F5E78">
        <w:rPr>
          <w:b/>
          <w:lang w:val="uk-UA"/>
        </w:rPr>
        <w:t>ШТАТНИЙ СКЛАД</w:t>
      </w:r>
    </w:p>
    <w:p w:rsidR="003E7E4B" w:rsidRPr="005F5E78" w:rsidRDefault="003E7E4B" w:rsidP="00DE222A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  <w:r w:rsidRPr="005F5E78">
        <w:rPr>
          <w:b/>
          <w:lang w:val="uk-UA"/>
        </w:rPr>
        <w:t>комісії з питань евакуації</w:t>
      </w:r>
    </w:p>
    <w:p w:rsidR="003E7E4B" w:rsidRDefault="003E7E4B" w:rsidP="00FD76A5">
      <w:pPr>
        <w:pStyle w:val="BodyText2"/>
        <w:spacing w:after="0" w:line="240" w:lineRule="auto"/>
        <w:ind w:left="4245" w:hanging="4245"/>
        <w:jc w:val="center"/>
        <w:rPr>
          <w:lang w:val="uk-UA"/>
        </w:rPr>
      </w:pPr>
      <w:r w:rsidRPr="003968E5">
        <w:rPr>
          <w:b/>
          <w:u w:val="single"/>
          <w:lang w:val="uk-UA"/>
        </w:rPr>
        <w:t>Голова комісії</w:t>
      </w:r>
    </w:p>
    <w:p w:rsidR="003E7E4B" w:rsidRDefault="003E7E4B" w:rsidP="00FD76A5">
      <w:pPr>
        <w:pStyle w:val="BodyText2"/>
        <w:spacing w:after="0" w:line="240" w:lineRule="auto"/>
        <w:jc w:val="center"/>
        <w:rPr>
          <w:lang w:val="uk-UA"/>
        </w:rPr>
      </w:pPr>
      <w:r>
        <w:rPr>
          <w:lang w:val="uk-UA"/>
        </w:rPr>
        <w:t>Заступник міського голови з питань діяльності виконавчих органів</w:t>
      </w:r>
    </w:p>
    <w:p w:rsidR="003E7E4B" w:rsidRPr="003968E5" w:rsidRDefault="003E7E4B" w:rsidP="00FD76A5">
      <w:pPr>
        <w:pStyle w:val="BodyText2"/>
        <w:spacing w:after="0" w:line="240" w:lineRule="auto"/>
        <w:jc w:val="center"/>
        <w:rPr>
          <w:b/>
          <w:u w:val="single"/>
          <w:lang w:val="uk-UA"/>
        </w:rPr>
      </w:pPr>
      <w:r w:rsidRPr="003968E5">
        <w:rPr>
          <w:b/>
          <w:u w:val="single"/>
          <w:lang w:val="uk-UA"/>
        </w:rPr>
        <w:t>Заступник голови комісії</w:t>
      </w:r>
    </w:p>
    <w:p w:rsidR="003E7E4B" w:rsidRDefault="003E7E4B" w:rsidP="00FD76A5">
      <w:pPr>
        <w:pStyle w:val="BodyText2"/>
        <w:spacing w:after="0" w:line="240" w:lineRule="auto"/>
        <w:jc w:val="center"/>
        <w:rPr>
          <w:lang w:val="uk-UA"/>
        </w:rPr>
      </w:pPr>
      <w:r>
        <w:rPr>
          <w:lang w:val="uk-UA"/>
        </w:rPr>
        <w:t>Начальник управління  соціального захисту населення міської ради</w:t>
      </w:r>
    </w:p>
    <w:p w:rsidR="003E7E4B" w:rsidRPr="003968E5" w:rsidRDefault="003E7E4B" w:rsidP="00DE222A">
      <w:pPr>
        <w:pStyle w:val="BodyText2"/>
        <w:spacing w:after="0" w:line="240" w:lineRule="auto"/>
        <w:ind w:left="4245" w:hanging="4245"/>
        <w:jc w:val="center"/>
        <w:rPr>
          <w:b/>
          <w:u w:val="single"/>
          <w:lang w:val="uk-UA"/>
        </w:rPr>
      </w:pPr>
      <w:r w:rsidRPr="003968E5">
        <w:rPr>
          <w:b/>
          <w:u w:val="single"/>
          <w:lang w:val="uk-UA"/>
        </w:rPr>
        <w:t>Секретар комісії</w:t>
      </w:r>
    </w:p>
    <w:p w:rsidR="003E7E4B" w:rsidRDefault="003E7E4B" w:rsidP="00DA6182">
      <w:pPr>
        <w:pStyle w:val="BodyText"/>
        <w:spacing w:after="0"/>
        <w:jc w:val="center"/>
        <w:rPr>
          <w:lang w:val="uk-UA"/>
        </w:rPr>
      </w:pPr>
      <w:r w:rsidRPr="00896C81">
        <w:rPr>
          <w:lang w:val="uk-UA"/>
        </w:rPr>
        <w:t xml:space="preserve">Завідуючий сектором з питань надзвичайних ситуацій, охорони праці, екології та благоустрою управління </w:t>
      </w:r>
      <w:r>
        <w:rPr>
          <w:lang w:val="uk-UA"/>
        </w:rPr>
        <w:t xml:space="preserve">земельних ресурсів, екології, благоустрою та надзвичайних ситуацій </w:t>
      </w:r>
      <w:r w:rsidRPr="00896C81">
        <w:rPr>
          <w:lang w:val="uk-UA"/>
        </w:rPr>
        <w:t xml:space="preserve"> </w:t>
      </w:r>
    </w:p>
    <w:p w:rsidR="003E7E4B" w:rsidRDefault="003E7E4B" w:rsidP="00FD76A5">
      <w:pPr>
        <w:pStyle w:val="BodyText2"/>
        <w:spacing w:line="240" w:lineRule="auto"/>
        <w:ind w:left="4245" w:hanging="4245"/>
        <w:rPr>
          <w:lang w:val="uk-UA"/>
        </w:rPr>
      </w:pPr>
    </w:p>
    <w:p w:rsidR="003E7E4B" w:rsidRDefault="003E7E4B" w:rsidP="00DA6182">
      <w:pPr>
        <w:pStyle w:val="BodyText2"/>
        <w:spacing w:after="0" w:line="240" w:lineRule="auto"/>
        <w:jc w:val="center"/>
        <w:rPr>
          <w:b/>
          <w:u w:val="single"/>
          <w:lang w:val="uk-UA"/>
        </w:rPr>
      </w:pPr>
      <w:r w:rsidRPr="00E271D3">
        <w:rPr>
          <w:b/>
          <w:u w:val="single"/>
          <w:lang w:val="uk-UA"/>
        </w:rPr>
        <w:t>Помічник голови комісії з питань медичного забезпечення евакозаходів</w:t>
      </w:r>
    </w:p>
    <w:p w:rsidR="003E7E4B" w:rsidRDefault="003E7E4B" w:rsidP="00FD76A5">
      <w:pPr>
        <w:pStyle w:val="BodyText2"/>
        <w:spacing w:line="240" w:lineRule="auto"/>
        <w:jc w:val="center"/>
        <w:rPr>
          <w:lang w:val="uk-UA"/>
        </w:rPr>
      </w:pPr>
      <w:r>
        <w:rPr>
          <w:lang w:val="uk-UA"/>
        </w:rPr>
        <w:t>Начальник відділу охорони здоров'я міськвиконкому</w:t>
      </w:r>
    </w:p>
    <w:p w:rsidR="003E7E4B" w:rsidRPr="00E271D3" w:rsidRDefault="003E7E4B" w:rsidP="00FD76A5">
      <w:pPr>
        <w:pStyle w:val="BodyText2"/>
        <w:spacing w:line="240" w:lineRule="auto"/>
        <w:ind w:left="4245" w:hanging="4245"/>
        <w:jc w:val="center"/>
        <w:rPr>
          <w:b/>
          <w:u w:val="single"/>
          <w:lang w:val="uk-UA"/>
        </w:rPr>
      </w:pPr>
      <w:r w:rsidRPr="00E271D3">
        <w:rPr>
          <w:b/>
          <w:u w:val="single"/>
          <w:lang w:val="uk-UA"/>
        </w:rPr>
        <w:t xml:space="preserve">Помічник голови комісії з питань забезпечення пально-мастильними матеріалами, </w:t>
      </w:r>
    </w:p>
    <w:p w:rsidR="003E7E4B" w:rsidRPr="00E271D3" w:rsidRDefault="003E7E4B" w:rsidP="00FD76A5">
      <w:pPr>
        <w:pStyle w:val="BodyText2"/>
        <w:spacing w:line="240" w:lineRule="auto"/>
        <w:ind w:left="4245" w:hanging="4245"/>
        <w:jc w:val="center"/>
        <w:rPr>
          <w:b/>
          <w:u w:val="single"/>
          <w:lang w:val="uk-UA"/>
        </w:rPr>
      </w:pPr>
      <w:r w:rsidRPr="00E271D3">
        <w:rPr>
          <w:b/>
          <w:u w:val="single"/>
          <w:lang w:val="uk-UA"/>
        </w:rPr>
        <w:t>торгівлі, харчування та побутового обслуговування еваконаселення</w:t>
      </w:r>
    </w:p>
    <w:p w:rsidR="003E7E4B" w:rsidRPr="00E271D3" w:rsidRDefault="003E7E4B" w:rsidP="00FD76A5">
      <w:pPr>
        <w:pStyle w:val="BodyText2"/>
        <w:spacing w:line="240" w:lineRule="auto"/>
        <w:jc w:val="center"/>
        <w:rPr>
          <w:lang w:val="uk-UA"/>
        </w:rPr>
      </w:pPr>
      <w:r>
        <w:rPr>
          <w:lang w:val="uk-UA"/>
        </w:rPr>
        <w:t xml:space="preserve">Начальник відділу </w:t>
      </w:r>
      <w:r>
        <w:t xml:space="preserve"> економічного розвитку, п</w:t>
      </w:r>
      <w:r>
        <w:rPr>
          <w:lang w:val="uk-UA"/>
        </w:rPr>
        <w:t>ідприємництва</w:t>
      </w:r>
      <w:r>
        <w:t xml:space="preserve"> та торгівлі</w:t>
      </w:r>
      <w:r>
        <w:rPr>
          <w:lang w:val="uk-UA"/>
        </w:rPr>
        <w:t xml:space="preserve"> </w:t>
      </w:r>
      <w:r>
        <w:t>міськвиконкому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  <w:rPr>
          <w:b/>
          <w:u w:val="single"/>
          <w:lang w:val="uk-UA"/>
        </w:rPr>
      </w:pPr>
      <w:r w:rsidRPr="003F3604">
        <w:rPr>
          <w:b/>
          <w:u w:val="single"/>
          <w:lang w:val="uk-UA"/>
        </w:rPr>
        <w:t>Помічник голови комісії з питань соціального захисту еваконаселення</w:t>
      </w:r>
    </w:p>
    <w:p w:rsidR="003E7E4B" w:rsidRDefault="003E7E4B" w:rsidP="00FD76A5">
      <w:pPr>
        <w:pStyle w:val="BodyText2"/>
        <w:spacing w:line="240" w:lineRule="auto"/>
        <w:jc w:val="center"/>
        <w:rPr>
          <w:lang w:val="uk-UA"/>
        </w:rPr>
      </w:pPr>
      <w:r>
        <w:rPr>
          <w:lang w:val="uk-UA"/>
        </w:rPr>
        <w:t>Заступник начальника управління  соціального захисту населення міської ради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  <w:rPr>
          <w:b/>
          <w:u w:val="single"/>
          <w:lang w:val="uk-UA"/>
        </w:rPr>
      </w:pPr>
      <w:r w:rsidRPr="0050473F">
        <w:rPr>
          <w:b/>
          <w:u w:val="single"/>
          <w:lang w:val="uk-UA"/>
        </w:rPr>
        <w:t>Помічник голови комісії з питань інформаційного забезпечення</w:t>
      </w:r>
    </w:p>
    <w:p w:rsidR="003E7E4B" w:rsidRPr="00FD76A5" w:rsidRDefault="003E7E4B" w:rsidP="00FD76A5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FD76A5">
        <w:rPr>
          <w:rFonts w:ascii="Times New Roman" w:hAnsi="Times New Roman"/>
          <w:sz w:val="24"/>
          <w:szCs w:val="24"/>
          <w:lang w:val="uk-UA"/>
        </w:rPr>
        <w:t>Начальник відділу інформаційної діяльності та комунікацій з громадськістю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  <w:rPr>
          <w:lang w:val="uk-UA"/>
        </w:rPr>
      </w:pPr>
      <w:r w:rsidRPr="00E152FE">
        <w:rPr>
          <w:b/>
          <w:lang w:val="uk-UA"/>
        </w:rPr>
        <w:t xml:space="preserve">Група </w:t>
      </w:r>
      <w:r>
        <w:rPr>
          <w:b/>
          <w:lang w:val="uk-UA"/>
        </w:rPr>
        <w:t xml:space="preserve">планування та </w:t>
      </w:r>
      <w:r w:rsidRPr="00E152FE">
        <w:rPr>
          <w:b/>
          <w:lang w:val="uk-UA"/>
        </w:rPr>
        <w:t>обліку евак</w:t>
      </w:r>
      <w:r>
        <w:rPr>
          <w:b/>
          <w:lang w:val="uk-UA"/>
        </w:rPr>
        <w:t>онаселення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Керівник групи</w:t>
      </w:r>
    </w:p>
    <w:p w:rsidR="003E7E4B" w:rsidRDefault="003E7E4B" w:rsidP="00FD76A5">
      <w:pPr>
        <w:pStyle w:val="BodyText2"/>
        <w:spacing w:line="240" w:lineRule="auto"/>
        <w:rPr>
          <w:lang w:val="uk-UA"/>
        </w:rPr>
      </w:pPr>
      <w:r>
        <w:rPr>
          <w:lang w:val="uk-UA"/>
        </w:rPr>
        <w:t xml:space="preserve">Начальник відділу по обслуговуванню ветеранів та інвалідів управління соціального захисту населення міської ради 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Заступник керівника групи</w:t>
      </w:r>
    </w:p>
    <w:p w:rsidR="003E7E4B" w:rsidRDefault="003E7E4B" w:rsidP="00FD76A5">
      <w:pPr>
        <w:pStyle w:val="BodyText2"/>
        <w:spacing w:line="240" w:lineRule="auto"/>
        <w:rPr>
          <w:lang w:val="uk-UA"/>
        </w:rPr>
      </w:pPr>
      <w:r>
        <w:rPr>
          <w:lang w:val="uk-UA"/>
        </w:rPr>
        <w:t>Заступник начальника  міського відділу освіти</w:t>
      </w:r>
    </w:p>
    <w:p w:rsidR="003E7E4B" w:rsidRDefault="003E7E4B" w:rsidP="00FD76A5">
      <w:pPr>
        <w:pStyle w:val="BodyText2"/>
        <w:spacing w:line="240" w:lineRule="auto"/>
        <w:jc w:val="center"/>
        <w:rPr>
          <w:u w:val="single"/>
          <w:lang w:val="uk-UA"/>
        </w:rPr>
      </w:pPr>
      <w:r>
        <w:rPr>
          <w:u w:val="single"/>
          <w:lang w:val="uk-UA"/>
        </w:rPr>
        <w:t>Члени групи</w:t>
      </w:r>
    </w:p>
    <w:p w:rsidR="003E7E4B" w:rsidRDefault="003E7E4B" w:rsidP="00FD76A5">
      <w:pPr>
        <w:pStyle w:val="BodyText2"/>
        <w:spacing w:line="240" w:lineRule="auto"/>
        <w:rPr>
          <w:lang w:val="uk-UA"/>
        </w:rPr>
      </w:pPr>
      <w:r>
        <w:rPr>
          <w:lang w:val="uk-UA"/>
        </w:rPr>
        <w:t>Головний спеціаліст  управління соціального захисту населення</w:t>
      </w:r>
      <w:r w:rsidRPr="00266669">
        <w:rPr>
          <w:lang w:val="uk-UA"/>
        </w:rPr>
        <w:t xml:space="preserve"> </w:t>
      </w:r>
      <w:r>
        <w:rPr>
          <w:lang w:val="uk-UA"/>
        </w:rPr>
        <w:t>міської ради</w:t>
      </w:r>
    </w:p>
    <w:p w:rsidR="003E7E4B" w:rsidRDefault="003E7E4B" w:rsidP="00FD76A5">
      <w:pPr>
        <w:pStyle w:val="BodyText2"/>
        <w:spacing w:line="240" w:lineRule="auto"/>
        <w:rPr>
          <w:lang w:val="uk-UA"/>
        </w:rPr>
      </w:pPr>
      <w:r>
        <w:rPr>
          <w:lang w:val="uk-UA"/>
        </w:rPr>
        <w:t>Головний спеціаліст управління соціального захисту населення міської ради</w:t>
      </w:r>
    </w:p>
    <w:p w:rsidR="003E7E4B" w:rsidRDefault="003E7E4B" w:rsidP="00FD76A5">
      <w:pPr>
        <w:pStyle w:val="BodyText2"/>
        <w:spacing w:line="240" w:lineRule="auto"/>
        <w:rPr>
          <w:lang w:val="uk-UA"/>
        </w:rPr>
      </w:pPr>
      <w:r>
        <w:rPr>
          <w:lang w:val="uk-UA"/>
        </w:rPr>
        <w:t>Головний спеціаліст-експерт з умов праці управління соціального захисту населення міської ради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  <w:rPr>
          <w:b/>
          <w:lang w:val="uk-UA"/>
        </w:rPr>
      </w:pPr>
      <w:r>
        <w:rPr>
          <w:b/>
        </w:rPr>
        <w:t xml:space="preserve">Група  розміщення </w:t>
      </w:r>
      <w:r>
        <w:rPr>
          <w:b/>
          <w:lang w:val="uk-UA"/>
        </w:rPr>
        <w:t>еваконаселення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Керівник групи</w:t>
      </w:r>
    </w:p>
    <w:p w:rsidR="003E7E4B" w:rsidRDefault="003E7E4B" w:rsidP="00FD76A5">
      <w:pPr>
        <w:pStyle w:val="BodyText2"/>
        <w:spacing w:line="240" w:lineRule="auto"/>
        <w:rPr>
          <w:lang w:val="uk-UA"/>
        </w:rPr>
      </w:pPr>
      <w:r>
        <w:rPr>
          <w:lang w:val="uk-UA"/>
        </w:rPr>
        <w:t>Начальник міського  відділу освіти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Заступник керівника групи</w:t>
      </w:r>
    </w:p>
    <w:p w:rsidR="003E7E4B" w:rsidRPr="00266669" w:rsidRDefault="003E7E4B" w:rsidP="00FD76A5">
      <w:pPr>
        <w:pStyle w:val="BodyText2"/>
        <w:spacing w:line="240" w:lineRule="auto"/>
        <w:ind w:left="4245" w:hanging="4245"/>
        <w:rPr>
          <w:u w:val="single"/>
          <w:lang w:val="uk-UA"/>
        </w:rPr>
      </w:pPr>
      <w:r w:rsidRPr="00266669">
        <w:rPr>
          <w:lang w:val="uk-UA"/>
        </w:rPr>
        <w:t>Г</w:t>
      </w:r>
      <w:r>
        <w:rPr>
          <w:lang w:val="uk-UA"/>
        </w:rPr>
        <w:t>оловний спеціаліст міського відділу освіти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  <w:rPr>
          <w:lang w:val="uk-UA"/>
        </w:rPr>
      </w:pPr>
      <w:r>
        <w:rPr>
          <w:u w:val="single"/>
          <w:lang w:val="uk-UA"/>
        </w:rPr>
        <w:t>Члени групи</w:t>
      </w:r>
    </w:p>
    <w:p w:rsidR="003E7E4B" w:rsidRDefault="003E7E4B" w:rsidP="00FD76A5">
      <w:pPr>
        <w:pStyle w:val="BodyText2"/>
        <w:spacing w:line="240" w:lineRule="auto"/>
        <w:rPr>
          <w:lang w:val="uk-UA"/>
        </w:rPr>
      </w:pPr>
      <w:r>
        <w:rPr>
          <w:lang w:val="uk-UA"/>
        </w:rPr>
        <w:t>Фахівець з охорони праці  міського відділу освіти</w:t>
      </w:r>
    </w:p>
    <w:p w:rsidR="003E7E4B" w:rsidRDefault="003E7E4B" w:rsidP="00DE222A">
      <w:pPr>
        <w:pStyle w:val="BodyText2"/>
        <w:spacing w:line="240" w:lineRule="auto"/>
        <w:rPr>
          <w:lang w:val="uk-UA"/>
        </w:rPr>
      </w:pPr>
      <w:r w:rsidRPr="00924A5C">
        <w:rPr>
          <w:lang w:val="uk-UA"/>
        </w:rPr>
        <w:t>Інженер міського відділу освіти</w:t>
      </w:r>
      <w:r w:rsidRPr="00DE222A">
        <w:rPr>
          <w:lang w:val="uk-UA"/>
        </w:rPr>
        <w:t xml:space="preserve"> </w:t>
      </w:r>
    </w:p>
    <w:p w:rsidR="003E7E4B" w:rsidRDefault="003E7E4B" w:rsidP="00DE222A">
      <w:pPr>
        <w:pStyle w:val="BodyText2"/>
        <w:spacing w:line="240" w:lineRule="auto"/>
        <w:rPr>
          <w:lang w:val="uk-UA"/>
        </w:rPr>
      </w:pPr>
      <w:r>
        <w:rPr>
          <w:lang w:val="uk-UA"/>
        </w:rPr>
        <w:t>Завідуюча методичним кабінетом міського відділу освіти</w:t>
      </w:r>
    </w:p>
    <w:p w:rsidR="003E7E4B" w:rsidRDefault="003E7E4B" w:rsidP="00DE222A">
      <w:pPr>
        <w:pStyle w:val="BodyText2"/>
        <w:spacing w:line="240" w:lineRule="auto"/>
        <w:jc w:val="center"/>
        <w:rPr>
          <w:lang w:val="uk-UA"/>
        </w:rPr>
      </w:pPr>
      <w:r>
        <w:rPr>
          <w:lang w:val="uk-UA"/>
        </w:rPr>
        <w:t>2</w:t>
      </w:r>
    </w:p>
    <w:p w:rsidR="003E7E4B" w:rsidRPr="00DA6182" w:rsidRDefault="003E7E4B" w:rsidP="00DE222A">
      <w:pPr>
        <w:pStyle w:val="BodyText2"/>
        <w:spacing w:line="240" w:lineRule="auto"/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r w:rsidRPr="00DA6182">
        <w:rPr>
          <w:lang w:val="uk-UA"/>
        </w:rPr>
        <w:t xml:space="preserve">Продовження додатка </w:t>
      </w:r>
      <w:r>
        <w:rPr>
          <w:lang w:val="uk-UA"/>
        </w:rPr>
        <w:t>4</w:t>
      </w:r>
    </w:p>
    <w:p w:rsidR="003E7E4B" w:rsidRDefault="003E7E4B" w:rsidP="00FD76A5">
      <w:pPr>
        <w:pStyle w:val="BodyText2"/>
        <w:spacing w:line="240" w:lineRule="auto"/>
        <w:jc w:val="center"/>
        <w:rPr>
          <w:lang w:val="uk-UA"/>
        </w:rPr>
      </w:pPr>
      <w:r>
        <w:rPr>
          <w:b/>
        </w:rPr>
        <w:t>Група транспортного забезпечення</w:t>
      </w:r>
    </w:p>
    <w:p w:rsidR="003E7E4B" w:rsidRPr="00986CE1" w:rsidRDefault="003E7E4B" w:rsidP="00FD76A5">
      <w:pPr>
        <w:pStyle w:val="BodyText2"/>
        <w:spacing w:after="0" w:line="240" w:lineRule="auto"/>
        <w:ind w:left="4247" w:hanging="4247"/>
        <w:jc w:val="center"/>
        <w:rPr>
          <w:u w:val="single"/>
        </w:rPr>
      </w:pPr>
      <w:r w:rsidRPr="00986CE1">
        <w:rPr>
          <w:u w:val="single"/>
        </w:rPr>
        <w:t>Керівник групи</w:t>
      </w:r>
    </w:p>
    <w:p w:rsidR="003E7E4B" w:rsidRPr="00DA6182" w:rsidRDefault="003E7E4B" w:rsidP="00DE222A">
      <w:pPr>
        <w:pStyle w:val="Heading1"/>
        <w:spacing w:before="0" w:after="0" w:line="240" w:lineRule="auto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  <w:lang w:val="uk-UA"/>
        </w:rPr>
        <w:t xml:space="preserve">Начальник </w:t>
      </w:r>
      <w:r w:rsidRPr="00DA6182">
        <w:rPr>
          <w:rFonts w:ascii="Times New Roman" w:hAnsi="Times New Roman" w:cs="Times New Roman"/>
          <w:b w:val="0"/>
          <w:sz w:val="24"/>
        </w:rPr>
        <w:t xml:space="preserve">відділу </w:t>
      </w:r>
      <w:r>
        <w:rPr>
          <w:rFonts w:ascii="Times New Roman" w:hAnsi="Times New Roman" w:cs="Times New Roman"/>
          <w:b w:val="0"/>
          <w:sz w:val="24"/>
          <w:lang w:val="uk-UA"/>
        </w:rPr>
        <w:t>інфраструктури та інвестиційного розвитку</w:t>
      </w:r>
      <w:r w:rsidRPr="00DA6182">
        <w:rPr>
          <w:rFonts w:ascii="Times New Roman" w:hAnsi="Times New Roman" w:cs="Times New Roman"/>
          <w:b w:val="0"/>
          <w:sz w:val="24"/>
        </w:rPr>
        <w:t xml:space="preserve"> міськвиконкому</w:t>
      </w:r>
    </w:p>
    <w:p w:rsidR="003E7E4B" w:rsidRPr="00F06E38" w:rsidRDefault="003E7E4B" w:rsidP="00DE222A">
      <w:pPr>
        <w:pStyle w:val="BodyText2"/>
        <w:spacing w:after="0" w:line="240" w:lineRule="auto"/>
        <w:ind w:left="4247" w:hanging="4247"/>
        <w:jc w:val="center"/>
        <w:rPr>
          <w:u w:val="single"/>
          <w:lang w:val="uk-UA"/>
        </w:rPr>
      </w:pPr>
      <w:r>
        <w:rPr>
          <w:u w:val="single"/>
          <w:lang w:val="uk-UA"/>
        </w:rPr>
        <w:t>Заступник керівника групи</w:t>
      </w:r>
    </w:p>
    <w:p w:rsidR="003E7E4B" w:rsidRPr="00751E5D" w:rsidRDefault="003E7E4B" w:rsidP="00DE222A">
      <w:pPr>
        <w:pStyle w:val="BodyText2"/>
        <w:spacing w:after="0" w:line="240" w:lineRule="auto"/>
        <w:rPr>
          <w:lang w:val="uk-UA"/>
        </w:rPr>
      </w:pPr>
      <w:r>
        <w:rPr>
          <w:lang w:val="uk-UA"/>
        </w:rPr>
        <w:t xml:space="preserve">Головний спеціаліст </w:t>
      </w:r>
      <w:r w:rsidRPr="00BF20DA">
        <w:rPr>
          <w:lang w:val="uk-UA"/>
        </w:rPr>
        <w:t>відділу інфраструктури та інвестиційного розвитку</w:t>
      </w:r>
      <w:r>
        <w:rPr>
          <w:lang w:val="uk-UA"/>
        </w:rPr>
        <w:t xml:space="preserve"> міськвиконкому</w:t>
      </w:r>
    </w:p>
    <w:p w:rsidR="003E7E4B" w:rsidRDefault="003E7E4B" w:rsidP="00DE222A">
      <w:pPr>
        <w:pStyle w:val="BodyText2"/>
        <w:spacing w:after="0" w:line="240" w:lineRule="auto"/>
        <w:ind w:left="4247" w:hanging="4247"/>
        <w:jc w:val="center"/>
        <w:rPr>
          <w:u w:val="single"/>
          <w:lang w:val="uk-UA"/>
        </w:rPr>
      </w:pPr>
      <w:r>
        <w:rPr>
          <w:u w:val="single"/>
          <w:lang w:val="uk-UA"/>
        </w:rPr>
        <w:t>Члени групи</w:t>
      </w:r>
    </w:p>
    <w:p w:rsidR="003E7E4B" w:rsidRDefault="003E7E4B" w:rsidP="00E54A0A">
      <w:pPr>
        <w:pStyle w:val="BodyText2"/>
        <w:spacing w:line="240" w:lineRule="auto"/>
        <w:jc w:val="both"/>
        <w:rPr>
          <w:lang w:val="uk-UA"/>
        </w:rPr>
      </w:pPr>
      <w:r>
        <w:rPr>
          <w:lang w:val="uk-UA"/>
        </w:rPr>
        <w:t>Головний спеціаліст відділу економічного розвитку, підприємництва та торгівлі міськвиконкому</w:t>
      </w:r>
    </w:p>
    <w:p w:rsidR="003E7E4B" w:rsidRPr="00751E5D" w:rsidRDefault="003E7E4B" w:rsidP="00E54A0A">
      <w:pPr>
        <w:pStyle w:val="BodyText2"/>
        <w:spacing w:line="240" w:lineRule="auto"/>
        <w:jc w:val="both"/>
        <w:rPr>
          <w:lang w:val="uk-UA"/>
        </w:rPr>
      </w:pPr>
      <w:r>
        <w:rPr>
          <w:lang w:val="uk-UA"/>
        </w:rPr>
        <w:t>Головний спеціаліст відділу економічного розвитку, підприємництва та торгівлі міськвиконкому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</w:pPr>
      <w:r>
        <w:rPr>
          <w:b/>
        </w:rPr>
        <w:t xml:space="preserve">Група </w:t>
      </w:r>
      <w:r>
        <w:rPr>
          <w:b/>
          <w:lang w:val="uk-UA"/>
        </w:rPr>
        <w:t>охорони</w:t>
      </w:r>
      <w:r>
        <w:rPr>
          <w:b/>
        </w:rPr>
        <w:t xml:space="preserve"> </w:t>
      </w:r>
      <w:r w:rsidRPr="00CC3BD1">
        <w:rPr>
          <w:b/>
          <w:lang w:val="uk-UA"/>
        </w:rPr>
        <w:t>громадського</w:t>
      </w:r>
      <w:r>
        <w:rPr>
          <w:b/>
        </w:rPr>
        <w:t xml:space="preserve"> порядку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  <w:rPr>
          <w:u w:val="single"/>
        </w:rPr>
      </w:pPr>
      <w:r>
        <w:rPr>
          <w:u w:val="single"/>
          <w:lang w:val="uk-UA"/>
        </w:rPr>
        <w:t>Керівник групи</w:t>
      </w:r>
    </w:p>
    <w:p w:rsidR="003E7E4B" w:rsidRDefault="003E7E4B" w:rsidP="00FD76A5">
      <w:pPr>
        <w:pStyle w:val="BodyText2"/>
        <w:spacing w:line="240" w:lineRule="auto"/>
        <w:rPr>
          <w:lang w:val="uk-UA"/>
        </w:rPr>
      </w:pPr>
      <w:r>
        <w:rPr>
          <w:lang w:val="uk-UA"/>
        </w:rPr>
        <w:t>Начальник сектору  превенції  відділу поліції  №1 (Знам’янка) Кропивницького районного управління ГУНП в Кіровоградській області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Заступник керівника групи</w:t>
      </w:r>
    </w:p>
    <w:p w:rsidR="003E7E4B" w:rsidRDefault="003E7E4B" w:rsidP="00FD76A5">
      <w:pPr>
        <w:pStyle w:val="BodyText2"/>
        <w:spacing w:line="240" w:lineRule="auto"/>
        <w:rPr>
          <w:lang w:val="uk-UA"/>
        </w:rPr>
      </w:pPr>
      <w:r>
        <w:rPr>
          <w:lang w:val="uk-UA"/>
        </w:rPr>
        <w:t>Заступник начальника  сектору  превенції  відділу поліції  №1 (Знам’янка) Кропивницького районного управління ГУНП в Кіровоградській області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Члени групи</w:t>
      </w:r>
    </w:p>
    <w:p w:rsidR="003E7E4B" w:rsidRDefault="003E7E4B" w:rsidP="00FD76A5">
      <w:pPr>
        <w:pStyle w:val="BodyText2"/>
        <w:spacing w:line="240" w:lineRule="auto"/>
        <w:jc w:val="both"/>
        <w:rPr>
          <w:b/>
          <w:lang w:val="uk-UA"/>
        </w:rPr>
      </w:pPr>
      <w:r>
        <w:rPr>
          <w:lang w:val="uk-UA"/>
        </w:rPr>
        <w:t>Дільничні офіцери поліції відділу поліції  №1 (Знам’янка) Кропивницького районного управління ГУНП в Кіровоградській області  (згідно закріплених районів, де розміщуються евакооргани)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b/>
        </w:rPr>
        <w:t xml:space="preserve">Група оповіщення та зв`язку 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Керівник групи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  <w:rPr>
          <w:lang w:val="uk-UA"/>
        </w:rPr>
      </w:pPr>
      <w:r>
        <w:rPr>
          <w:lang w:val="uk-UA"/>
        </w:rPr>
        <w:t>Комендант міськвиконкому</w:t>
      </w:r>
    </w:p>
    <w:p w:rsidR="003E7E4B" w:rsidRDefault="003E7E4B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 xml:space="preserve"> Заступник керівника групи</w:t>
      </w:r>
    </w:p>
    <w:p w:rsidR="003E7E4B" w:rsidRPr="006C6E24" w:rsidRDefault="003E7E4B" w:rsidP="006C6E24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6C6E24">
        <w:rPr>
          <w:rFonts w:ascii="Times New Roman" w:hAnsi="Times New Roman"/>
          <w:sz w:val="24"/>
          <w:szCs w:val="24"/>
          <w:lang w:val="uk-UA"/>
        </w:rPr>
        <w:t>Сторож міськвиконкому</w:t>
      </w:r>
    </w:p>
    <w:p w:rsidR="003E7E4B" w:rsidRPr="006C6E24" w:rsidRDefault="003E7E4B" w:rsidP="006C6E24">
      <w:pPr>
        <w:jc w:val="center"/>
        <w:rPr>
          <w:rFonts w:ascii="Times New Roman" w:hAnsi="Times New Roman"/>
          <w:sz w:val="24"/>
          <w:szCs w:val="24"/>
          <w:u w:val="single"/>
          <w:lang w:val="uk-UA"/>
        </w:rPr>
      </w:pPr>
      <w:r w:rsidRPr="006C6E24">
        <w:rPr>
          <w:rFonts w:ascii="Times New Roman" w:hAnsi="Times New Roman"/>
          <w:sz w:val="24"/>
          <w:szCs w:val="24"/>
          <w:u w:val="single"/>
        </w:rPr>
        <w:t>Члени  групи</w:t>
      </w:r>
      <w:r w:rsidRPr="006C6E24">
        <w:rPr>
          <w:rFonts w:ascii="Times New Roman" w:hAnsi="Times New Roman"/>
          <w:sz w:val="24"/>
          <w:szCs w:val="24"/>
          <w:u w:val="single"/>
          <w:lang w:val="uk-UA"/>
        </w:rPr>
        <w:t>:</w:t>
      </w:r>
    </w:p>
    <w:p w:rsidR="003E7E4B" w:rsidRPr="006C6E24" w:rsidRDefault="003E7E4B" w:rsidP="006C6E24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6C6E24">
        <w:rPr>
          <w:rFonts w:ascii="Times New Roman" w:hAnsi="Times New Roman"/>
          <w:sz w:val="24"/>
          <w:szCs w:val="24"/>
          <w:lang w:val="uk-UA"/>
        </w:rPr>
        <w:t>Сторож міськвиконкому</w:t>
      </w:r>
    </w:p>
    <w:p w:rsidR="003E7E4B" w:rsidRPr="006C6E24" w:rsidRDefault="003E7E4B" w:rsidP="006C6E24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6C6E24">
        <w:rPr>
          <w:rFonts w:ascii="Times New Roman" w:hAnsi="Times New Roman"/>
          <w:sz w:val="24"/>
          <w:szCs w:val="24"/>
          <w:lang w:val="uk-UA"/>
        </w:rPr>
        <w:t>Сторож міськвиконкому</w:t>
      </w:r>
    </w:p>
    <w:p w:rsidR="003E7E4B" w:rsidRPr="006C6E24" w:rsidRDefault="003E7E4B" w:rsidP="006C6E24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6C6E24">
        <w:rPr>
          <w:rFonts w:ascii="Times New Roman" w:hAnsi="Times New Roman"/>
          <w:sz w:val="24"/>
          <w:szCs w:val="24"/>
          <w:lang w:val="uk-UA"/>
        </w:rPr>
        <w:t>Сторож міськвиконкому</w:t>
      </w:r>
    </w:p>
    <w:p w:rsidR="003E7E4B" w:rsidRPr="00EB71E4" w:rsidRDefault="003E7E4B" w:rsidP="001D1C04">
      <w:pPr>
        <w:pStyle w:val="BodyText"/>
        <w:ind w:firstLine="708"/>
        <w:rPr>
          <w:lang w:val="uk-UA"/>
        </w:rPr>
      </w:pPr>
    </w:p>
    <w:p w:rsidR="003E7E4B" w:rsidRDefault="003E7E4B" w:rsidP="002D07D7">
      <w:pPr>
        <w:shd w:val="clear" w:color="auto" w:fill="FFFFFF"/>
        <w:jc w:val="center"/>
        <w:rPr>
          <w:lang w:val="uk-UA"/>
        </w:rPr>
      </w:pPr>
      <w:r>
        <w:rPr>
          <w:lang w:val="uk-UA"/>
        </w:rPr>
        <w:t>________________________________________________________</w:t>
      </w:r>
    </w:p>
    <w:p w:rsidR="003E7E4B" w:rsidRDefault="003E7E4B" w:rsidP="001D1C04">
      <w:pPr>
        <w:shd w:val="clear" w:color="auto" w:fill="FFFFFF"/>
        <w:ind w:left="6827" w:firstLine="252"/>
        <w:jc w:val="both"/>
        <w:rPr>
          <w:lang w:val="uk-UA"/>
        </w:rPr>
      </w:pPr>
    </w:p>
    <w:p w:rsidR="003E7E4B" w:rsidRPr="00896C81" w:rsidRDefault="003E7E4B" w:rsidP="001D1C04">
      <w:pPr>
        <w:shd w:val="clear" w:color="auto" w:fill="FFFFFF"/>
        <w:jc w:val="both"/>
        <w:rPr>
          <w:lang w:val="uk-UA"/>
        </w:rPr>
      </w:pPr>
    </w:p>
    <w:p w:rsidR="003E7E4B" w:rsidRPr="00741E4A" w:rsidRDefault="003E7E4B" w:rsidP="00BB5E01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sectPr w:rsidR="003E7E4B" w:rsidRPr="00741E4A" w:rsidSect="004E5B2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b w:val="0"/>
        <w:sz w:val="16"/>
        <w:szCs w:val="16"/>
      </w:rPr>
    </w:lvl>
  </w:abstractNum>
  <w:abstractNum w:abstractNumId="4">
    <w:nsid w:val="0000000B"/>
    <w:multiLevelType w:val="singleLevel"/>
    <w:tmpl w:val="0000000B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00000012"/>
    <w:multiLevelType w:val="singleLevel"/>
    <w:tmpl w:val="00000012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00000027"/>
    <w:multiLevelType w:val="singleLevel"/>
    <w:tmpl w:val="00000027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00000042"/>
    <w:multiLevelType w:val="singleLevel"/>
    <w:tmpl w:val="00000042"/>
    <w:name w:val="WW8Num7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00000065"/>
    <w:multiLevelType w:val="singleLevel"/>
    <w:tmpl w:val="00000065"/>
    <w:name w:val="WW8Num1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0000006E"/>
    <w:multiLevelType w:val="multilevel"/>
    <w:tmpl w:val="00000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4F24D0"/>
    <w:multiLevelType w:val="hybridMultilevel"/>
    <w:tmpl w:val="E7CAC5DA"/>
    <w:lvl w:ilvl="0" w:tplc="6B6C818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62A5196"/>
    <w:multiLevelType w:val="hybridMultilevel"/>
    <w:tmpl w:val="F69C4C34"/>
    <w:lvl w:ilvl="0" w:tplc="0F48837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414E19BF"/>
    <w:multiLevelType w:val="hybridMultilevel"/>
    <w:tmpl w:val="2DEE6CA8"/>
    <w:lvl w:ilvl="0" w:tplc="E7AC5F5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6EE80E5F"/>
    <w:multiLevelType w:val="hybridMultilevel"/>
    <w:tmpl w:val="F5766FB8"/>
    <w:lvl w:ilvl="0" w:tplc="0088D6E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711C2260"/>
    <w:multiLevelType w:val="hybridMultilevel"/>
    <w:tmpl w:val="CD606BFC"/>
    <w:lvl w:ilvl="0" w:tplc="4822CC0E">
      <w:start w:val="1"/>
      <w:numFmt w:val="decimal"/>
      <w:lvlText w:val="%1)"/>
      <w:lvlJc w:val="left"/>
      <w:pPr>
        <w:tabs>
          <w:tab w:val="num" w:pos="1880"/>
        </w:tabs>
        <w:ind w:left="188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  <w:rPr>
        <w:rFonts w:cs="Times New Roman"/>
      </w:rPr>
    </w:lvl>
  </w:abstractNum>
  <w:abstractNum w:abstractNumId="15">
    <w:nsid w:val="7B6A6877"/>
    <w:multiLevelType w:val="hybridMultilevel"/>
    <w:tmpl w:val="F6583656"/>
    <w:lvl w:ilvl="0" w:tplc="E0DCF6B8">
      <w:start w:val="1"/>
      <w:numFmt w:val="bullet"/>
      <w:lvlText w:val="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F63454D"/>
    <w:multiLevelType w:val="hybridMultilevel"/>
    <w:tmpl w:val="B63456B0"/>
    <w:lvl w:ilvl="0" w:tplc="2A0C68F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1"/>
  </w:num>
  <w:num w:numId="9">
    <w:abstractNumId w:val="2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3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461"/>
    <w:rsid w:val="000008D8"/>
    <w:rsid w:val="00011257"/>
    <w:rsid w:val="0002389D"/>
    <w:rsid w:val="00033FAA"/>
    <w:rsid w:val="0006325B"/>
    <w:rsid w:val="00067384"/>
    <w:rsid w:val="00083AAD"/>
    <w:rsid w:val="000857EF"/>
    <w:rsid w:val="000A3AAD"/>
    <w:rsid w:val="000B08E8"/>
    <w:rsid w:val="000E01C5"/>
    <w:rsid w:val="000F4547"/>
    <w:rsid w:val="00120A9F"/>
    <w:rsid w:val="00173408"/>
    <w:rsid w:val="001756A1"/>
    <w:rsid w:val="001B0469"/>
    <w:rsid w:val="001C1446"/>
    <w:rsid w:val="001C7643"/>
    <w:rsid w:val="001D0C8C"/>
    <w:rsid w:val="001D1C04"/>
    <w:rsid w:val="001F57A6"/>
    <w:rsid w:val="001F67B1"/>
    <w:rsid w:val="0020271A"/>
    <w:rsid w:val="002100DB"/>
    <w:rsid w:val="0023248B"/>
    <w:rsid w:val="00236B3E"/>
    <w:rsid w:val="00266669"/>
    <w:rsid w:val="002956C9"/>
    <w:rsid w:val="002C1139"/>
    <w:rsid w:val="002D07D7"/>
    <w:rsid w:val="002D0A68"/>
    <w:rsid w:val="002F6DE2"/>
    <w:rsid w:val="003037AA"/>
    <w:rsid w:val="003107C4"/>
    <w:rsid w:val="003208BA"/>
    <w:rsid w:val="003208C8"/>
    <w:rsid w:val="0035747E"/>
    <w:rsid w:val="003968E5"/>
    <w:rsid w:val="003E4053"/>
    <w:rsid w:val="003E7E4B"/>
    <w:rsid w:val="003F3604"/>
    <w:rsid w:val="003F63EF"/>
    <w:rsid w:val="00401495"/>
    <w:rsid w:val="004212C3"/>
    <w:rsid w:val="00442024"/>
    <w:rsid w:val="00493047"/>
    <w:rsid w:val="004B12C0"/>
    <w:rsid w:val="004C343A"/>
    <w:rsid w:val="004D63C5"/>
    <w:rsid w:val="004E5B2C"/>
    <w:rsid w:val="0050473F"/>
    <w:rsid w:val="005579E2"/>
    <w:rsid w:val="005B48BB"/>
    <w:rsid w:val="005C30F3"/>
    <w:rsid w:val="005F5E78"/>
    <w:rsid w:val="00604F7A"/>
    <w:rsid w:val="0060592B"/>
    <w:rsid w:val="00626884"/>
    <w:rsid w:val="0063092A"/>
    <w:rsid w:val="006449B3"/>
    <w:rsid w:val="006C6E24"/>
    <w:rsid w:val="0072005C"/>
    <w:rsid w:val="00732D0E"/>
    <w:rsid w:val="00733E91"/>
    <w:rsid w:val="00741E4A"/>
    <w:rsid w:val="00751E5D"/>
    <w:rsid w:val="007763B1"/>
    <w:rsid w:val="00793405"/>
    <w:rsid w:val="007C497A"/>
    <w:rsid w:val="007D571F"/>
    <w:rsid w:val="00812E2E"/>
    <w:rsid w:val="00820154"/>
    <w:rsid w:val="0082067C"/>
    <w:rsid w:val="00896C81"/>
    <w:rsid w:val="008B7C83"/>
    <w:rsid w:val="008C1FA7"/>
    <w:rsid w:val="008D6B12"/>
    <w:rsid w:val="008F2179"/>
    <w:rsid w:val="00912057"/>
    <w:rsid w:val="00920113"/>
    <w:rsid w:val="00921000"/>
    <w:rsid w:val="009218CA"/>
    <w:rsid w:val="0092364D"/>
    <w:rsid w:val="00924A5C"/>
    <w:rsid w:val="00952ED8"/>
    <w:rsid w:val="00957554"/>
    <w:rsid w:val="00966A21"/>
    <w:rsid w:val="00986CE1"/>
    <w:rsid w:val="009D03F0"/>
    <w:rsid w:val="009D5937"/>
    <w:rsid w:val="00A23DC2"/>
    <w:rsid w:val="00A54D78"/>
    <w:rsid w:val="00A56282"/>
    <w:rsid w:val="00A61C17"/>
    <w:rsid w:val="00A82901"/>
    <w:rsid w:val="00A904BE"/>
    <w:rsid w:val="00AC0E27"/>
    <w:rsid w:val="00AC4A94"/>
    <w:rsid w:val="00AE5BD2"/>
    <w:rsid w:val="00AF6EC2"/>
    <w:rsid w:val="00B56A14"/>
    <w:rsid w:val="00BA050D"/>
    <w:rsid w:val="00BA5F25"/>
    <w:rsid w:val="00BB5E01"/>
    <w:rsid w:val="00BF0E02"/>
    <w:rsid w:val="00BF20DA"/>
    <w:rsid w:val="00BF331C"/>
    <w:rsid w:val="00C17AED"/>
    <w:rsid w:val="00C40A69"/>
    <w:rsid w:val="00C55887"/>
    <w:rsid w:val="00C77B6D"/>
    <w:rsid w:val="00C83FD8"/>
    <w:rsid w:val="00CB776C"/>
    <w:rsid w:val="00CC3BD1"/>
    <w:rsid w:val="00CC4CE6"/>
    <w:rsid w:val="00CD2900"/>
    <w:rsid w:val="00CD2F4F"/>
    <w:rsid w:val="00D03584"/>
    <w:rsid w:val="00D07A00"/>
    <w:rsid w:val="00D13376"/>
    <w:rsid w:val="00D75A71"/>
    <w:rsid w:val="00DA3A45"/>
    <w:rsid w:val="00DA6182"/>
    <w:rsid w:val="00DB08EE"/>
    <w:rsid w:val="00DE222A"/>
    <w:rsid w:val="00E01302"/>
    <w:rsid w:val="00E03EAB"/>
    <w:rsid w:val="00E107F3"/>
    <w:rsid w:val="00E152FE"/>
    <w:rsid w:val="00E26908"/>
    <w:rsid w:val="00E271D3"/>
    <w:rsid w:val="00E52344"/>
    <w:rsid w:val="00E54A0A"/>
    <w:rsid w:val="00E7093E"/>
    <w:rsid w:val="00E71FF2"/>
    <w:rsid w:val="00E9223D"/>
    <w:rsid w:val="00EB2122"/>
    <w:rsid w:val="00EB71E4"/>
    <w:rsid w:val="00F06461"/>
    <w:rsid w:val="00F06E38"/>
    <w:rsid w:val="00F32BE5"/>
    <w:rsid w:val="00F4672C"/>
    <w:rsid w:val="00F5397D"/>
    <w:rsid w:val="00F54C06"/>
    <w:rsid w:val="00F6027B"/>
    <w:rsid w:val="00F64451"/>
    <w:rsid w:val="00F76B12"/>
    <w:rsid w:val="00FB26A0"/>
    <w:rsid w:val="00FC79BE"/>
    <w:rsid w:val="00FD4EE5"/>
    <w:rsid w:val="00FD76A5"/>
    <w:rsid w:val="00FE0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34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D76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E5B2C"/>
    <w:pPr>
      <w:keepNext/>
      <w:widowControl w:val="0"/>
      <w:tabs>
        <w:tab w:val="num" w:pos="840"/>
      </w:tabs>
      <w:suppressAutoHyphens/>
      <w:spacing w:after="0" w:line="240" w:lineRule="auto"/>
      <w:ind w:left="840" w:hanging="360"/>
      <w:jc w:val="center"/>
      <w:outlineLvl w:val="1"/>
    </w:pPr>
    <w:rPr>
      <w:rFonts w:ascii="Times New Roman" w:eastAsia="Times New Roman" w:hAnsi="Times New Roman" w:cs="Mangal"/>
      <w:b/>
      <w:kern w:val="2"/>
      <w:sz w:val="20"/>
      <w:szCs w:val="20"/>
      <w:lang w:eastAsia="hi-IN" w:bidi="hi-IN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E5B2C"/>
    <w:pPr>
      <w:keepNext/>
      <w:widowControl w:val="0"/>
      <w:tabs>
        <w:tab w:val="num" w:pos="840"/>
      </w:tabs>
      <w:suppressAutoHyphens/>
      <w:spacing w:after="0" w:line="240" w:lineRule="auto"/>
      <w:ind w:left="840" w:hanging="360"/>
      <w:jc w:val="center"/>
      <w:outlineLvl w:val="2"/>
    </w:pPr>
    <w:rPr>
      <w:rFonts w:ascii="Times New Roman" w:eastAsia="Times New Roman" w:hAnsi="Times New Roman" w:cs="Mangal"/>
      <w:b/>
      <w:kern w:val="2"/>
      <w:sz w:val="24"/>
      <w:szCs w:val="20"/>
      <w:lang w:eastAsia="hi-IN" w:bidi="hi-IN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B48BB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B4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54C06"/>
    <w:rPr>
      <w:rFonts w:ascii="Times New Roman" w:hAnsi="Times New Roman" w:cs="Mangal"/>
      <w:b/>
      <w:kern w:val="2"/>
      <w:sz w:val="20"/>
      <w:szCs w:val="20"/>
      <w:lang w:eastAsia="hi-IN" w:bidi="hi-I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54C06"/>
    <w:rPr>
      <w:rFonts w:ascii="Times New Roman" w:hAnsi="Times New Roman" w:cs="Mangal"/>
      <w:b/>
      <w:kern w:val="2"/>
      <w:sz w:val="20"/>
      <w:szCs w:val="20"/>
      <w:lang w:eastAsia="hi-IN" w:bidi="hi-I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21000"/>
    <w:rPr>
      <w:rFonts w:ascii="Calibri" w:hAnsi="Calibri" w:cs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next w:val="BodyText"/>
    <w:link w:val="SubtitleChar"/>
    <w:uiPriority w:val="99"/>
    <w:qFormat/>
    <w:locked/>
    <w:rsid w:val="004E5B2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b/>
      <w:iCs/>
      <w:kern w:val="2"/>
      <w:sz w:val="24"/>
      <w:szCs w:val="20"/>
      <w:lang w:val="uk-UA" w:eastAsia="hi-IN" w:bidi="hi-I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54C06"/>
    <w:rPr>
      <w:rFonts w:ascii="Cambria" w:hAnsi="Cambria" w:cs="Times New Roman"/>
      <w:sz w:val="24"/>
      <w:szCs w:val="24"/>
      <w:lang w:eastAsia="en-US"/>
    </w:rPr>
  </w:style>
  <w:style w:type="paragraph" w:styleId="Title">
    <w:name w:val="Title"/>
    <w:basedOn w:val="Normal"/>
    <w:next w:val="Subtitle"/>
    <w:link w:val="TitleChar"/>
    <w:uiPriority w:val="99"/>
    <w:qFormat/>
    <w:locked/>
    <w:rsid w:val="004E5B2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kern w:val="2"/>
      <w:sz w:val="32"/>
      <w:szCs w:val="20"/>
      <w:lang w:eastAsia="hi-IN" w:bidi="hi-IN"/>
    </w:rPr>
  </w:style>
  <w:style w:type="character" w:customStyle="1" w:styleId="TitleChar">
    <w:name w:val="Title Char"/>
    <w:basedOn w:val="DefaultParagraphFont"/>
    <w:link w:val="Title"/>
    <w:uiPriority w:val="99"/>
    <w:locked/>
    <w:rsid w:val="00F54C06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4E5B2C"/>
    <w:pPr>
      <w:widowControl w:val="0"/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54C06"/>
    <w:rPr>
      <w:rFonts w:cs="Times New Roman"/>
      <w:lang w:eastAsia="en-US"/>
    </w:rPr>
  </w:style>
  <w:style w:type="paragraph" w:customStyle="1" w:styleId="Bodytext1">
    <w:name w:val="Body text1"/>
    <w:basedOn w:val="Normal"/>
    <w:link w:val="Bodytext0"/>
    <w:uiPriority w:val="99"/>
    <w:rsid w:val="004E5B2C"/>
    <w:pPr>
      <w:widowControl w:val="0"/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Mangal"/>
      <w:kern w:val="2"/>
      <w:sz w:val="18"/>
      <w:szCs w:val="18"/>
      <w:lang w:eastAsia="hi-IN" w:bidi="hi-IN"/>
    </w:rPr>
  </w:style>
  <w:style w:type="paragraph" w:customStyle="1" w:styleId="Heading20">
    <w:name w:val="Heading #2"/>
    <w:basedOn w:val="Normal"/>
    <w:uiPriority w:val="99"/>
    <w:rsid w:val="004E5B2C"/>
    <w:pPr>
      <w:widowControl w:val="0"/>
      <w:shd w:val="clear" w:color="auto" w:fill="FFFFFF"/>
      <w:suppressAutoHyphens/>
      <w:spacing w:before="540" w:after="60" w:line="240" w:lineRule="atLeast"/>
      <w:jc w:val="center"/>
    </w:pPr>
    <w:rPr>
      <w:rFonts w:ascii="Times New Roman" w:eastAsia="Times New Roman" w:hAnsi="Times New Roman" w:cs="Mangal"/>
      <w:b/>
      <w:bCs/>
      <w:kern w:val="2"/>
      <w:sz w:val="20"/>
      <w:szCs w:val="20"/>
      <w:lang w:eastAsia="hi-IN" w:bidi="hi-IN"/>
    </w:rPr>
  </w:style>
  <w:style w:type="paragraph" w:customStyle="1" w:styleId="msonormalcxspmiddle">
    <w:name w:val="msonormalcxspmiddle"/>
    <w:basedOn w:val="Normal"/>
    <w:uiPriority w:val="99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Normal"/>
    <w:uiPriority w:val="99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Normal"/>
    <w:uiPriority w:val="99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cxsplast">
    <w:name w:val="msonormalcxspmiddlecxspmiddlecxsplast"/>
    <w:basedOn w:val="Normal"/>
    <w:uiPriority w:val="99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741E4A"/>
    <w:pPr>
      <w:ind w:left="720"/>
      <w:contextualSpacing/>
    </w:pPr>
  </w:style>
  <w:style w:type="character" w:customStyle="1" w:styleId="Bodytext0">
    <w:name w:val="Body text_"/>
    <w:basedOn w:val="DefaultParagraphFont"/>
    <w:link w:val="Bodytext1"/>
    <w:uiPriority w:val="99"/>
    <w:locked/>
    <w:rsid w:val="00F64451"/>
    <w:rPr>
      <w:rFonts w:ascii="Times New Roman" w:hAnsi="Times New Roman" w:cs="Mangal"/>
      <w:kern w:val="2"/>
      <w:sz w:val="18"/>
      <w:szCs w:val="18"/>
      <w:shd w:val="clear" w:color="auto" w:fill="FFFFFF"/>
      <w:lang w:eastAsia="hi-IN" w:bidi="hi-IN"/>
    </w:rPr>
  </w:style>
  <w:style w:type="paragraph" w:customStyle="1" w:styleId="msonormalcxspmiddlecxsplastcxsplast">
    <w:name w:val="msonormalcxspmiddlecxsplastcxsplast"/>
    <w:basedOn w:val="Normal"/>
    <w:uiPriority w:val="99"/>
    <w:rsid w:val="00F644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23248B"/>
    <w:rPr>
      <w:rFonts w:cs="Times New Roman"/>
      <w:b/>
      <w:bCs/>
      <w:lang w:bidi="ar-SA"/>
    </w:rPr>
  </w:style>
  <w:style w:type="paragraph" w:customStyle="1" w:styleId="21">
    <w:name w:val="Основной текст (2)1"/>
    <w:basedOn w:val="Normal"/>
    <w:link w:val="2"/>
    <w:uiPriority w:val="99"/>
    <w:rsid w:val="0023248B"/>
    <w:pPr>
      <w:widowControl w:val="0"/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noProof/>
      <w:sz w:val="20"/>
      <w:szCs w:val="20"/>
      <w:lang w:eastAsia="ru-RU"/>
    </w:rPr>
  </w:style>
  <w:style w:type="paragraph" w:customStyle="1" w:styleId="msonormalcxspmiddlecxspmiddlecxspmiddle">
    <w:name w:val="msonormalcxspmiddlecxspmiddlecxspmiddle"/>
    <w:basedOn w:val="Normal"/>
    <w:uiPriority w:val="99"/>
    <w:rsid w:val="0023248B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24"/>
      <w:szCs w:val="24"/>
      <w:lang w:eastAsia="ru-RU"/>
    </w:rPr>
  </w:style>
  <w:style w:type="character" w:customStyle="1" w:styleId="20">
    <w:name w:val="Основной текст (2) + Не полужирный"/>
    <w:basedOn w:val="2"/>
    <w:uiPriority w:val="99"/>
    <w:rsid w:val="000857EF"/>
    <w:rPr>
      <w:color w:val="000000"/>
      <w:spacing w:val="0"/>
      <w:w w:val="100"/>
      <w:position w:val="0"/>
      <w:sz w:val="24"/>
      <w:szCs w:val="24"/>
      <w:lang w:val="uk-UA" w:eastAsia="uk-UA"/>
    </w:rPr>
  </w:style>
  <w:style w:type="paragraph" w:styleId="BodyText2">
    <w:name w:val="Body Text 2"/>
    <w:basedOn w:val="Normal"/>
    <w:link w:val="BodyText2Char"/>
    <w:uiPriority w:val="99"/>
    <w:rsid w:val="00FD76A5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D76A5"/>
    <w:rPr>
      <w:sz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37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7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7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7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538</TotalTime>
  <Pages>17</Pages>
  <Words>6020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йцукен</cp:lastModifiedBy>
  <cp:revision>20</cp:revision>
  <cp:lastPrinted>2021-08-23T12:09:00Z</cp:lastPrinted>
  <dcterms:created xsi:type="dcterms:W3CDTF">2018-09-04T13:25:00Z</dcterms:created>
  <dcterms:modified xsi:type="dcterms:W3CDTF">2021-08-23T12:13:00Z</dcterms:modified>
</cp:coreProperties>
</file>