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FF" w:rsidRDefault="00DE41FF" w:rsidP="000E569F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rPr>
          <w:b/>
          <w:bCs/>
          <w:sz w:val="28"/>
          <w:szCs w:val="28"/>
        </w:rPr>
        <w:t xml:space="preserve">ПРОЕКТ </w:t>
      </w:r>
    </w:p>
    <w:p w:rsidR="00DE41FF" w:rsidRPr="00730B35" w:rsidRDefault="00DE41FF" w:rsidP="000E569F"/>
    <w:p w:rsidR="00DE41FF" w:rsidRDefault="00DE41FF" w:rsidP="000E569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DE41FF" w:rsidRDefault="00DE41FF" w:rsidP="000E569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DE41FF" w:rsidRDefault="00DE41FF" w:rsidP="000E569F">
      <w:pPr>
        <w:spacing w:line="200" w:lineRule="atLeast"/>
        <w:jc w:val="center"/>
        <w:rPr>
          <w:b/>
        </w:rPr>
      </w:pPr>
    </w:p>
    <w:p w:rsidR="00DE41FF" w:rsidRDefault="00DE41FF" w:rsidP="000E569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DE41FF" w:rsidRDefault="00DE41FF" w:rsidP="000E569F">
      <w:pPr>
        <w:spacing w:line="200" w:lineRule="atLeast"/>
        <w:jc w:val="center"/>
        <w:rPr>
          <w:b/>
        </w:rPr>
      </w:pPr>
    </w:p>
    <w:p w:rsidR="00DE41FF" w:rsidRDefault="00DE41FF" w:rsidP="000E569F">
      <w:pPr>
        <w:pStyle w:val="Heading2"/>
        <w:jc w:val="left"/>
        <w:rPr>
          <w:sz w:val="16"/>
          <w:szCs w:val="24"/>
        </w:rPr>
      </w:pPr>
    </w:p>
    <w:p w:rsidR="00DE41FF" w:rsidRPr="00E021EB" w:rsidRDefault="00DE41FF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9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DE41FF" w:rsidRPr="00DA4E81" w:rsidRDefault="00DE41FF" w:rsidP="000E569F">
      <w:pPr>
        <w:jc w:val="center"/>
        <w:rPr>
          <w:b/>
          <w:sz w:val="18"/>
        </w:rPr>
      </w:pPr>
    </w:p>
    <w:p w:rsidR="00DE41FF" w:rsidRPr="00E021EB" w:rsidRDefault="00DE41FF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DE41FF" w:rsidRDefault="00DE41FF" w:rsidP="000E569F">
      <w:pPr>
        <w:ind w:left="180"/>
      </w:pPr>
      <w:r>
        <w:t xml:space="preserve">                                        </w:t>
      </w:r>
    </w:p>
    <w:p w:rsidR="00DE41FF" w:rsidRPr="00E021EB" w:rsidRDefault="00DE41FF" w:rsidP="000E569F">
      <w:pPr>
        <w:jc w:val="both"/>
      </w:pPr>
      <w:r w:rsidRPr="00E021EB">
        <w:t xml:space="preserve">Про встановлення вартості  ритуальних </w:t>
      </w:r>
    </w:p>
    <w:p w:rsidR="00DE41FF" w:rsidRPr="00E021EB" w:rsidRDefault="00DE41FF" w:rsidP="000E569F">
      <w:pPr>
        <w:jc w:val="both"/>
      </w:pPr>
      <w:r w:rsidRPr="00E021EB">
        <w:t>послуг по комунальному підприємству</w:t>
      </w:r>
    </w:p>
    <w:p w:rsidR="00DE41FF" w:rsidRPr="00E021EB" w:rsidRDefault="00DE41FF" w:rsidP="000E569F">
      <w:pPr>
        <w:jc w:val="both"/>
      </w:pPr>
      <w:r w:rsidRPr="00E021EB">
        <w:t xml:space="preserve">"Знам'янський комбінат комунальних </w:t>
      </w:r>
    </w:p>
    <w:p w:rsidR="00DE41FF" w:rsidRDefault="00DE41FF" w:rsidP="000E569F">
      <w:pPr>
        <w:jc w:val="both"/>
        <w:rPr>
          <w:lang w:val="uk-UA"/>
        </w:rPr>
      </w:pPr>
      <w:r w:rsidRPr="00E021EB">
        <w:t>послуг"</w:t>
      </w:r>
      <w:r>
        <w:rPr>
          <w:lang w:val="uk-UA"/>
        </w:rPr>
        <w:t xml:space="preserve"> відповідно до необхідного</w:t>
      </w:r>
    </w:p>
    <w:p w:rsidR="00DE41FF" w:rsidRDefault="00DE41FF" w:rsidP="000E569F">
      <w:pPr>
        <w:jc w:val="both"/>
        <w:rPr>
          <w:lang w:val="uk-UA"/>
        </w:rPr>
      </w:pPr>
      <w:r>
        <w:rPr>
          <w:lang w:val="uk-UA"/>
        </w:rPr>
        <w:t>мінімального переліку окремих видів</w:t>
      </w:r>
    </w:p>
    <w:p w:rsidR="00DE41FF" w:rsidRPr="0063207A" w:rsidRDefault="00DE41FF" w:rsidP="000E569F">
      <w:pPr>
        <w:jc w:val="both"/>
        <w:rPr>
          <w:lang w:val="uk-UA"/>
        </w:rPr>
      </w:pPr>
      <w:r>
        <w:rPr>
          <w:lang w:val="uk-UA"/>
        </w:rPr>
        <w:t>ритуальних послуг</w:t>
      </w:r>
    </w:p>
    <w:p w:rsidR="00DE41FF" w:rsidRDefault="00DE41FF" w:rsidP="000E569F">
      <w:r>
        <w:t>.</w:t>
      </w:r>
    </w:p>
    <w:p w:rsidR="00DE41FF" w:rsidRDefault="00DE41FF" w:rsidP="000E569F"/>
    <w:p w:rsidR="00DE41FF" w:rsidRPr="00E021EB" w:rsidRDefault="00DE41FF" w:rsidP="000E569F">
      <w:pPr>
        <w:pStyle w:val="BodyText3"/>
        <w:ind w:firstLine="567"/>
        <w:rPr>
          <w:sz w:val="24"/>
          <w:szCs w:val="24"/>
        </w:rPr>
      </w:pPr>
      <w:r w:rsidRPr="00C64321">
        <w:rPr>
          <w:color w:val="FF0000"/>
        </w:rPr>
        <w:t xml:space="preserve">  </w:t>
      </w:r>
      <w:r>
        <w:rPr>
          <w:sz w:val="24"/>
          <w:szCs w:val="24"/>
        </w:rPr>
        <w:t xml:space="preserve">Розглянувши  звернення </w:t>
      </w:r>
      <w:r w:rsidRPr="00E021EB">
        <w:rPr>
          <w:sz w:val="24"/>
          <w:szCs w:val="24"/>
        </w:rPr>
        <w:t xml:space="preserve"> керівника комунального підприємства "Знам'янський комбінат комунальних послуг" Чернявського О.М.  про встановлення  вартості ритуальних послуг відповідно до необхідного мінімального переліку окремих видів ритуальних послуг, з метою врегулювання вартості та цін на ритуальні послуги, керуючись абз.1 ст.10 Закону України "Про поховання та похоронну справу", наказом Держжитлокомунгоспу  України від 19.11.2003 року №194 "Про затвердження Єдиної методики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належності", ст.</w:t>
      </w:r>
      <w:r>
        <w:rPr>
          <w:sz w:val="24"/>
          <w:szCs w:val="24"/>
        </w:rPr>
        <w:t xml:space="preserve"> </w:t>
      </w:r>
      <w:r w:rsidRPr="00E021EB">
        <w:rPr>
          <w:sz w:val="24"/>
          <w:szCs w:val="24"/>
        </w:rPr>
        <w:t>28 Закону України "Про місцеве самоврядування в Україні", виконавчий комітет Знам'янської міської ради</w:t>
      </w:r>
    </w:p>
    <w:p w:rsidR="00DE41FF" w:rsidRPr="00CF16A7" w:rsidRDefault="00DE41FF" w:rsidP="000E569F">
      <w:pPr>
        <w:jc w:val="both"/>
      </w:pPr>
    </w:p>
    <w:p w:rsidR="00DE41FF" w:rsidRPr="00CF16A7" w:rsidRDefault="00DE41FF" w:rsidP="000E569F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DE41FF" w:rsidRPr="00CF16A7" w:rsidRDefault="00DE41FF" w:rsidP="000E569F">
      <w:pPr>
        <w:jc w:val="center"/>
        <w:rPr>
          <w:b/>
        </w:rPr>
      </w:pPr>
    </w:p>
    <w:p w:rsidR="00DE41FF" w:rsidRPr="00CF16A7" w:rsidRDefault="00DE41FF" w:rsidP="000E569F">
      <w:pPr>
        <w:numPr>
          <w:ilvl w:val="0"/>
          <w:numId w:val="8"/>
        </w:numPr>
        <w:jc w:val="both"/>
      </w:pPr>
      <w:r w:rsidRPr="00CF16A7">
        <w:t>Встановити  вартість  ритуальних  послуг  відповідно до необхідного мінімального переліку окремих  видів  ритуальних  послуг  по комунальному підприємству  "Знам'янський комбінат комунальних послуг" згідно з додатком.</w:t>
      </w:r>
    </w:p>
    <w:p w:rsidR="00DE41FF" w:rsidRPr="00CF16A7" w:rsidRDefault="00DE41FF" w:rsidP="000E569F">
      <w:pPr>
        <w:numPr>
          <w:ilvl w:val="0"/>
          <w:numId w:val="8"/>
        </w:numPr>
        <w:jc w:val="both"/>
      </w:pPr>
      <w:r w:rsidRPr="00CF16A7">
        <w:t>Рішен</w:t>
      </w:r>
      <w:r>
        <w:t xml:space="preserve">ня  виконавчого  комітету  від </w:t>
      </w:r>
      <w:r>
        <w:rPr>
          <w:lang w:val="uk-UA"/>
        </w:rPr>
        <w:t>19</w:t>
      </w:r>
      <w:r>
        <w:t>.</w:t>
      </w:r>
      <w:r>
        <w:rPr>
          <w:lang w:val="uk-UA"/>
        </w:rPr>
        <w:t>01</w:t>
      </w:r>
      <w:r>
        <w:t>.201</w:t>
      </w:r>
      <w:r>
        <w:rPr>
          <w:lang w:val="uk-UA"/>
        </w:rPr>
        <w:t>7</w:t>
      </w:r>
      <w:r>
        <w:t xml:space="preserve"> р. №</w:t>
      </w:r>
      <w:r>
        <w:rPr>
          <w:lang w:val="uk-UA"/>
        </w:rPr>
        <w:t xml:space="preserve"> 6</w:t>
      </w:r>
      <w:r w:rsidRPr="00CF16A7">
        <w:t xml:space="preserve"> "Про встановлення вартості   ри</w:t>
      </w:r>
      <w:r>
        <w:t xml:space="preserve">туальних  послуг  по </w:t>
      </w:r>
      <w:r>
        <w:rPr>
          <w:lang w:val="uk-UA"/>
        </w:rPr>
        <w:t>комунальному підприємству "Знам'янський комбінат комунальних послуг"</w:t>
      </w:r>
      <w:r w:rsidRPr="00CF16A7">
        <w:t>"  вважати  таким,  що  втратило  чинність.</w:t>
      </w:r>
    </w:p>
    <w:p w:rsidR="00DE41FF" w:rsidRPr="009B43BF" w:rsidRDefault="00DE41FF" w:rsidP="005437D4">
      <w:pPr>
        <w:numPr>
          <w:ilvl w:val="0"/>
          <w:numId w:val="8"/>
        </w:numPr>
        <w:jc w:val="both"/>
      </w:pPr>
      <w:r>
        <w:rPr>
          <w:lang w:val="uk-UA"/>
        </w:rPr>
        <w:t xml:space="preserve">Комунальному </w:t>
      </w:r>
      <w:r w:rsidRPr="00FA43AC">
        <w:rPr>
          <w:lang w:val="uk-UA"/>
        </w:rPr>
        <w:t>підприємств</w:t>
      </w:r>
      <w:r>
        <w:rPr>
          <w:lang w:val="uk-UA"/>
        </w:rPr>
        <w:t>у</w:t>
      </w:r>
      <w:r w:rsidRPr="00FA43AC">
        <w:rPr>
          <w:lang w:val="uk-UA"/>
        </w:rPr>
        <w:t xml:space="preserve"> «Знам’янський комбінат комунальних послуг» </w:t>
      </w:r>
      <w:r>
        <w:t xml:space="preserve"> (</w:t>
      </w:r>
      <w:r>
        <w:rPr>
          <w:lang w:val="uk-UA"/>
        </w:rPr>
        <w:t>кер. Чернявський О.М.</w:t>
      </w:r>
      <w:r>
        <w:t>)</w:t>
      </w:r>
      <w:r>
        <w:rPr>
          <w:lang w:val="uk-UA"/>
        </w:rPr>
        <w:t xml:space="preserve"> оприлюднити дане рішення  в газеті "Знам</w:t>
      </w:r>
      <w:r>
        <w:rPr>
          <w:lang w:val="en-US"/>
        </w:rPr>
        <w:t>'</w:t>
      </w:r>
      <w:r>
        <w:rPr>
          <w:lang w:val="uk-UA"/>
        </w:rPr>
        <w:t xml:space="preserve">янські вісті" у десятиденний строк після його прийняття. </w:t>
      </w:r>
    </w:p>
    <w:p w:rsidR="00DE41FF" w:rsidRPr="00441FC0" w:rsidRDefault="00DE41FF" w:rsidP="009B43BF">
      <w:pPr>
        <w:numPr>
          <w:ilvl w:val="0"/>
          <w:numId w:val="8"/>
        </w:numPr>
        <w:jc w:val="both"/>
      </w:pPr>
      <w:r w:rsidRPr="00441FC0">
        <w:t xml:space="preserve">Дане рішення набирає чинності  з моменту оприлюднення </w:t>
      </w:r>
      <w:r>
        <w:t xml:space="preserve"> </w:t>
      </w:r>
      <w:r w:rsidRPr="00441FC0">
        <w:t xml:space="preserve">рішення  </w:t>
      </w:r>
      <w:r>
        <w:t>в</w:t>
      </w:r>
      <w:r w:rsidRPr="00441FC0">
        <w:t xml:space="preserve"> </w:t>
      </w:r>
      <w:r>
        <w:t xml:space="preserve"> </w:t>
      </w:r>
      <w:r w:rsidRPr="00441FC0">
        <w:t xml:space="preserve">засобах масової </w:t>
      </w:r>
      <w:r>
        <w:t xml:space="preserve"> </w:t>
      </w:r>
      <w:r w:rsidRPr="00441FC0">
        <w:t>інформації.</w:t>
      </w:r>
    </w:p>
    <w:p w:rsidR="00DE41FF" w:rsidRPr="00A24612" w:rsidRDefault="00DE41FF" w:rsidP="00644755">
      <w:pPr>
        <w:numPr>
          <w:ilvl w:val="0"/>
          <w:numId w:val="8"/>
        </w:numPr>
        <w:jc w:val="both"/>
      </w:pPr>
      <w:r w:rsidRPr="00CF16A7">
        <w:t xml:space="preserve">Організацію виконання рішення покласти на  </w:t>
      </w:r>
      <w:r>
        <w:rPr>
          <w:lang w:val="uk-UA"/>
        </w:rPr>
        <w:t xml:space="preserve">комунальне </w:t>
      </w:r>
      <w:r w:rsidRPr="00FA43AC">
        <w:rPr>
          <w:lang w:val="uk-UA"/>
        </w:rPr>
        <w:t>підприємств</w:t>
      </w:r>
      <w:r>
        <w:rPr>
          <w:lang w:val="uk-UA"/>
        </w:rPr>
        <w:t>о</w:t>
      </w:r>
      <w:r w:rsidRPr="00FA43AC">
        <w:rPr>
          <w:lang w:val="uk-UA"/>
        </w:rPr>
        <w:t xml:space="preserve"> «Знам’янський комбінат комунальних послуг» </w:t>
      </w:r>
      <w:r>
        <w:t xml:space="preserve"> (</w:t>
      </w:r>
      <w:r>
        <w:rPr>
          <w:lang w:val="uk-UA"/>
        </w:rPr>
        <w:t>кер. Чернявський О.М.</w:t>
      </w:r>
      <w:r>
        <w:t>)</w:t>
      </w:r>
      <w:r>
        <w:rPr>
          <w:lang w:val="uk-UA"/>
        </w:rPr>
        <w:t>.</w:t>
      </w:r>
    </w:p>
    <w:p w:rsidR="00DE41FF" w:rsidRPr="00CF16A7" w:rsidRDefault="00DE41FF" w:rsidP="000E569F">
      <w:pPr>
        <w:numPr>
          <w:ilvl w:val="0"/>
          <w:numId w:val="8"/>
        </w:numPr>
        <w:jc w:val="both"/>
      </w:pPr>
      <w:r w:rsidRPr="00CF16A7">
        <w:t xml:space="preserve">Контроль за виконанням даного рішення покласти на заступника міського голови з питань діяльності виконавчих органів – начальника фінансового управління </w:t>
      </w:r>
    </w:p>
    <w:p w:rsidR="00DE41FF" w:rsidRPr="00CF16A7" w:rsidRDefault="00DE41FF" w:rsidP="000E569F">
      <w:pPr>
        <w:ind w:left="360"/>
        <w:jc w:val="both"/>
      </w:pPr>
      <w:r w:rsidRPr="00CF16A7">
        <w:t xml:space="preserve">      Лихоту Г.В. </w:t>
      </w:r>
    </w:p>
    <w:p w:rsidR="00DE41FF" w:rsidRPr="00644755" w:rsidRDefault="00DE41FF" w:rsidP="000E569F">
      <w:pPr>
        <w:jc w:val="both"/>
        <w:rPr>
          <w:lang w:val="uk-UA"/>
        </w:rPr>
      </w:pPr>
    </w:p>
    <w:p w:rsidR="00DE41FF" w:rsidRPr="00CF16A7" w:rsidRDefault="00DE41FF" w:rsidP="000E569F">
      <w:pPr>
        <w:ind w:left="360"/>
        <w:rPr>
          <w:b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F210A7">
      <w:pPr>
        <w:ind w:left="6789" w:hanging="41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DE41FF" w:rsidRPr="00F210A7" w:rsidRDefault="00DE41FF" w:rsidP="00F210A7">
      <w:pPr>
        <w:ind w:left="6789" w:hanging="417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F210A7">
        <w:rPr>
          <w:sz w:val="20"/>
          <w:szCs w:val="20"/>
          <w:lang w:val="uk-UA"/>
        </w:rPr>
        <w:t xml:space="preserve">Додаток  </w:t>
      </w:r>
    </w:p>
    <w:p w:rsidR="00DE41FF" w:rsidRPr="00F210A7" w:rsidRDefault="00DE41FF" w:rsidP="00F210A7">
      <w:pPr>
        <w:rPr>
          <w:sz w:val="20"/>
          <w:szCs w:val="20"/>
          <w:lang w:val="uk-UA"/>
        </w:rPr>
      </w:pPr>
      <w:r w:rsidRPr="00F210A7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</w:t>
      </w:r>
      <w:r w:rsidRPr="00F210A7">
        <w:rPr>
          <w:sz w:val="20"/>
          <w:szCs w:val="20"/>
          <w:lang w:val="uk-UA"/>
        </w:rPr>
        <w:t>до рішення виконавчого комітету</w:t>
      </w:r>
    </w:p>
    <w:p w:rsidR="00DE41FF" w:rsidRPr="00F210A7" w:rsidRDefault="00DE41FF" w:rsidP="00F210A7">
      <w:pPr>
        <w:ind w:left="5664" w:firstLine="70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Pr="00F210A7">
        <w:rPr>
          <w:sz w:val="20"/>
          <w:szCs w:val="20"/>
          <w:lang w:val="uk-UA"/>
        </w:rPr>
        <w:t xml:space="preserve">від </w:t>
      </w:r>
      <w:r>
        <w:rPr>
          <w:sz w:val="20"/>
          <w:szCs w:val="20"/>
          <w:lang w:val="uk-UA"/>
        </w:rPr>
        <w:t>______________2019</w:t>
      </w:r>
      <w:r w:rsidRPr="00F210A7">
        <w:rPr>
          <w:sz w:val="20"/>
          <w:szCs w:val="20"/>
          <w:lang w:val="uk-UA"/>
        </w:rPr>
        <w:t xml:space="preserve"> р. № </w:t>
      </w:r>
    </w:p>
    <w:p w:rsidR="00DE41FF" w:rsidRDefault="00DE41FF" w:rsidP="00AA6D15">
      <w:pPr>
        <w:ind w:left="5664" w:firstLine="708"/>
        <w:rPr>
          <w:lang w:val="uk-UA"/>
        </w:rPr>
      </w:pPr>
      <w:r>
        <w:rPr>
          <w:lang w:val="uk-UA"/>
        </w:rPr>
        <w:tab/>
        <w:t xml:space="preserve"> </w:t>
      </w:r>
    </w:p>
    <w:p w:rsidR="00DE41FF" w:rsidRDefault="00DE41FF" w:rsidP="00AA6D15">
      <w:pPr>
        <w:jc w:val="center"/>
        <w:rPr>
          <w:lang w:val="uk-UA"/>
        </w:rPr>
      </w:pPr>
    </w:p>
    <w:p w:rsidR="00DE41FF" w:rsidRDefault="00DE41FF" w:rsidP="00F210A7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Вартість  ритуальних послуг  відповідно до необхідного </w:t>
      </w:r>
    </w:p>
    <w:p w:rsidR="00DE41FF" w:rsidRDefault="00DE41FF" w:rsidP="002E3484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мінімального переліку окремих видів ритуальних послуг </w:t>
      </w:r>
    </w:p>
    <w:p w:rsidR="00DE41FF" w:rsidRPr="002E3484" w:rsidRDefault="00DE41FF" w:rsidP="00F210A7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по КП "Знам'янський комбінат комунальних послуг"</w:t>
      </w:r>
    </w:p>
    <w:p w:rsidR="00DE41FF" w:rsidRDefault="00DE41FF" w:rsidP="00AA6D15">
      <w:pPr>
        <w:ind w:left="6372" w:firstLine="708"/>
        <w:rPr>
          <w:lang w:val="uk-UA"/>
        </w:rPr>
      </w:pPr>
    </w:p>
    <w:p w:rsidR="00DE41FF" w:rsidRDefault="00DE41FF" w:rsidP="00AA6D15">
      <w:pPr>
        <w:jc w:val="center"/>
        <w:rPr>
          <w:sz w:val="1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"/>
        <w:gridCol w:w="6564"/>
        <w:gridCol w:w="2619"/>
      </w:tblGrid>
      <w:tr w:rsidR="00DE41FF" w:rsidTr="00254773">
        <w:trPr>
          <w:trHeight w:val="549"/>
        </w:trPr>
        <w:tc>
          <w:tcPr>
            <w:tcW w:w="456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6564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Перелік  послуг</w:t>
            </w:r>
          </w:p>
        </w:tc>
        <w:tc>
          <w:tcPr>
            <w:tcW w:w="2619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szCs w:val="22"/>
                <w:lang w:val="uk-UA"/>
              </w:rPr>
              <w:t xml:space="preserve">Вартість послуги, 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szCs w:val="22"/>
                <w:lang w:val="uk-UA"/>
              </w:rPr>
              <w:t>грн.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</w:p>
        </w:tc>
      </w:tr>
      <w:tr w:rsidR="00DE41FF" w:rsidTr="00254773">
        <w:tc>
          <w:tcPr>
            <w:tcW w:w="456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64" w:type="dxa"/>
          </w:tcPr>
          <w:p w:rsidR="00DE41FF" w:rsidRDefault="00DE41FF" w:rsidP="002547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Оформлення  свідоцтва про поховання </w:t>
            </w:r>
          </w:p>
        </w:tc>
        <w:tc>
          <w:tcPr>
            <w:tcW w:w="2619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8,90</w:t>
            </w:r>
          </w:p>
        </w:tc>
      </w:tr>
      <w:tr w:rsidR="00DE41FF" w:rsidTr="00254773">
        <w:tc>
          <w:tcPr>
            <w:tcW w:w="456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64" w:type="dxa"/>
          </w:tcPr>
          <w:p w:rsidR="00DE41FF" w:rsidRDefault="00DE41FF" w:rsidP="002547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Оформлення договору-замовлення на організацію та проведення поховання</w:t>
            </w:r>
          </w:p>
        </w:tc>
        <w:tc>
          <w:tcPr>
            <w:tcW w:w="2619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18,00</w:t>
            </w:r>
          </w:p>
        </w:tc>
      </w:tr>
      <w:tr w:rsidR="00DE41FF" w:rsidTr="00254773">
        <w:tc>
          <w:tcPr>
            <w:tcW w:w="456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564" w:type="dxa"/>
          </w:tcPr>
          <w:p w:rsidR="00DE41FF" w:rsidRDefault="00DE41FF" w:rsidP="002547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Копання могили механізованим способом</w:t>
            </w:r>
          </w:p>
        </w:tc>
        <w:tc>
          <w:tcPr>
            <w:tcW w:w="2619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450,00</w:t>
            </w:r>
          </w:p>
        </w:tc>
      </w:tr>
      <w:tr w:rsidR="00DE41FF" w:rsidTr="00254773">
        <w:tc>
          <w:tcPr>
            <w:tcW w:w="456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564" w:type="dxa"/>
          </w:tcPr>
          <w:p w:rsidR="00DE41FF" w:rsidRPr="0092623D" w:rsidRDefault="00DE41FF" w:rsidP="002547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Копання могили </w:t>
            </w:r>
            <w:r>
              <w:rPr>
                <w:bCs/>
                <w:lang w:val="uk-UA"/>
              </w:rPr>
              <w:t>після механізованої розробки</w:t>
            </w:r>
            <w:r w:rsidRPr="0092623D">
              <w:rPr>
                <w:bCs/>
                <w:lang w:val="uk-UA"/>
              </w:rPr>
              <w:t xml:space="preserve"> екскаватором</w:t>
            </w:r>
            <w:r>
              <w:rPr>
                <w:bCs/>
                <w:lang w:val="uk-UA"/>
              </w:rPr>
              <w:t xml:space="preserve"> (підчистка)</w:t>
            </w:r>
            <w:r w:rsidRPr="0092623D">
              <w:rPr>
                <w:bCs/>
                <w:lang w:val="uk-UA"/>
              </w:rPr>
              <w:t>:</w:t>
            </w:r>
          </w:p>
          <w:p w:rsidR="00DE41FF" w:rsidRDefault="00DE41FF" w:rsidP="002E6E6A">
            <w:pPr>
              <w:rPr>
                <w:lang w:val="uk-UA"/>
              </w:rPr>
            </w:pPr>
            <w:r>
              <w:rPr>
                <w:lang w:val="uk-UA"/>
              </w:rPr>
              <w:t>- влітку</w:t>
            </w:r>
          </w:p>
          <w:p w:rsidR="00DE41FF" w:rsidRDefault="00DE41FF" w:rsidP="002E6E6A">
            <w:pPr>
              <w:rPr>
                <w:lang w:val="uk-UA"/>
              </w:rPr>
            </w:pPr>
            <w:r>
              <w:rPr>
                <w:lang w:val="uk-UA"/>
              </w:rPr>
              <w:t>- влітку при грунті сильно насиченому  вологою</w:t>
            </w:r>
          </w:p>
          <w:p w:rsidR="00DE41FF" w:rsidRDefault="00DE41FF" w:rsidP="002E6E6A">
            <w:pPr>
              <w:rPr>
                <w:lang w:val="uk-UA"/>
              </w:rPr>
            </w:pPr>
            <w:r>
              <w:rPr>
                <w:lang w:val="uk-UA"/>
              </w:rPr>
              <w:t>- взимку</w:t>
            </w:r>
          </w:p>
          <w:p w:rsidR="00DE41FF" w:rsidRDefault="00DE41FF" w:rsidP="002E6E6A">
            <w:pPr>
              <w:rPr>
                <w:lang w:val="uk-UA"/>
              </w:rPr>
            </w:pPr>
            <w:r>
              <w:rPr>
                <w:lang w:val="uk-UA"/>
              </w:rPr>
              <w:t>- взимку при  грунті, який замерз в стані насичення водою</w:t>
            </w:r>
          </w:p>
          <w:p w:rsidR="00DE41FF" w:rsidRDefault="00DE41FF" w:rsidP="002E6E6A">
            <w:pPr>
              <w:rPr>
                <w:lang w:val="uk-UA"/>
              </w:rPr>
            </w:pPr>
            <w:r>
              <w:rPr>
                <w:lang w:val="uk-UA"/>
              </w:rPr>
              <w:t xml:space="preserve">  поверх природної вологості</w:t>
            </w:r>
          </w:p>
        </w:tc>
        <w:tc>
          <w:tcPr>
            <w:tcW w:w="2619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</w:p>
          <w:p w:rsidR="00DE41FF" w:rsidRDefault="00DE41FF" w:rsidP="00254773">
            <w:pPr>
              <w:jc w:val="center"/>
              <w:rPr>
                <w:lang w:val="uk-UA"/>
              </w:rPr>
            </w:pP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555,00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581,70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567,00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596,40</w:t>
            </w:r>
          </w:p>
        </w:tc>
      </w:tr>
      <w:tr w:rsidR="00DE41FF" w:rsidTr="00254773">
        <w:tc>
          <w:tcPr>
            <w:tcW w:w="456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564" w:type="dxa"/>
          </w:tcPr>
          <w:p w:rsidR="00DE41FF" w:rsidRDefault="00DE41FF" w:rsidP="008B4A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Копання могили вручну:</w:t>
            </w:r>
          </w:p>
          <w:p w:rsidR="00DE41FF" w:rsidRDefault="00DE41FF" w:rsidP="00ED6A32">
            <w:pPr>
              <w:rPr>
                <w:lang w:val="uk-UA"/>
              </w:rPr>
            </w:pPr>
            <w:r>
              <w:rPr>
                <w:lang w:val="uk-UA"/>
              </w:rPr>
              <w:t>- влітку</w:t>
            </w:r>
          </w:p>
          <w:p w:rsidR="00DE41FF" w:rsidRDefault="00DE41FF" w:rsidP="00ED6A32">
            <w:pPr>
              <w:rPr>
                <w:lang w:val="uk-UA"/>
              </w:rPr>
            </w:pPr>
            <w:r>
              <w:rPr>
                <w:lang w:val="uk-UA"/>
              </w:rPr>
              <w:t>- влітку при грунті сильно насиченому  вологою</w:t>
            </w:r>
          </w:p>
          <w:p w:rsidR="00DE41FF" w:rsidRDefault="00DE41FF" w:rsidP="00ED6A32">
            <w:pPr>
              <w:rPr>
                <w:lang w:val="uk-UA"/>
              </w:rPr>
            </w:pPr>
            <w:r>
              <w:rPr>
                <w:lang w:val="uk-UA"/>
              </w:rPr>
              <w:t>- взимку</w:t>
            </w:r>
          </w:p>
          <w:p w:rsidR="00DE41FF" w:rsidRDefault="00DE41FF" w:rsidP="00ED6A32">
            <w:pPr>
              <w:rPr>
                <w:lang w:val="uk-UA"/>
              </w:rPr>
            </w:pPr>
            <w:r>
              <w:rPr>
                <w:lang w:val="uk-UA"/>
              </w:rPr>
              <w:t>- взимку при  грунті, який замерз в стані насичення водою</w:t>
            </w:r>
          </w:p>
          <w:p w:rsidR="00DE41FF" w:rsidRDefault="00DE41FF" w:rsidP="008B4A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поверх природної вологості</w:t>
            </w:r>
          </w:p>
        </w:tc>
        <w:tc>
          <w:tcPr>
            <w:tcW w:w="2619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603,00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754,30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1057,90</w:t>
            </w:r>
          </w:p>
          <w:p w:rsidR="00DE41FF" w:rsidRDefault="00DE41FF" w:rsidP="00ED6A32">
            <w:pPr>
              <w:rPr>
                <w:lang w:val="uk-UA"/>
              </w:rPr>
            </w:pPr>
          </w:p>
          <w:p w:rsidR="00DE41FF" w:rsidRDefault="00DE41FF" w:rsidP="008B4A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1207,00</w:t>
            </w:r>
          </w:p>
        </w:tc>
      </w:tr>
      <w:tr w:rsidR="00DE41FF" w:rsidTr="00254773">
        <w:tc>
          <w:tcPr>
            <w:tcW w:w="456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564" w:type="dxa"/>
          </w:tcPr>
          <w:p w:rsidR="00DE41FF" w:rsidRDefault="00DE41FF" w:rsidP="002547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Засипання  могили грунтом:</w:t>
            </w:r>
          </w:p>
          <w:p w:rsidR="00DE41FF" w:rsidRDefault="00DE41FF" w:rsidP="00ED6A32">
            <w:pPr>
              <w:rPr>
                <w:lang w:val="uk-UA"/>
              </w:rPr>
            </w:pPr>
            <w:r>
              <w:rPr>
                <w:lang w:val="uk-UA"/>
              </w:rPr>
              <w:t>- влітку</w:t>
            </w:r>
          </w:p>
          <w:p w:rsidR="00DE41FF" w:rsidRDefault="00DE41FF" w:rsidP="00ED6A32">
            <w:pPr>
              <w:rPr>
                <w:lang w:val="uk-UA"/>
              </w:rPr>
            </w:pPr>
            <w:r>
              <w:rPr>
                <w:lang w:val="uk-UA"/>
              </w:rPr>
              <w:t>- влітку при грунті сильно насиченому  вологою</w:t>
            </w:r>
          </w:p>
          <w:p w:rsidR="00DE41FF" w:rsidRDefault="00DE41FF" w:rsidP="00ED6A32">
            <w:pPr>
              <w:rPr>
                <w:lang w:val="uk-UA"/>
              </w:rPr>
            </w:pPr>
            <w:r>
              <w:rPr>
                <w:lang w:val="uk-UA"/>
              </w:rPr>
              <w:t>- взимку</w:t>
            </w:r>
          </w:p>
          <w:p w:rsidR="00DE41FF" w:rsidRDefault="00DE41FF" w:rsidP="00ED6A32">
            <w:pPr>
              <w:rPr>
                <w:lang w:val="uk-UA"/>
              </w:rPr>
            </w:pPr>
            <w:r>
              <w:rPr>
                <w:lang w:val="uk-UA"/>
              </w:rPr>
              <w:t>- взимку при  грунті, який замерз в стані насичення водою</w:t>
            </w:r>
          </w:p>
          <w:p w:rsidR="00DE41FF" w:rsidRDefault="00DE41FF" w:rsidP="00ED6A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поверх природної вологості</w:t>
            </w:r>
          </w:p>
        </w:tc>
        <w:tc>
          <w:tcPr>
            <w:tcW w:w="2619" w:type="dxa"/>
          </w:tcPr>
          <w:p w:rsidR="00DE41FF" w:rsidRDefault="00DE41FF" w:rsidP="00254773">
            <w:pPr>
              <w:jc w:val="center"/>
              <w:rPr>
                <w:lang w:val="uk-UA"/>
              </w:rPr>
            </w:pP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134,50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168,00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203,60</w:t>
            </w:r>
          </w:p>
          <w:p w:rsidR="00DE41FF" w:rsidRDefault="00DE41FF" w:rsidP="00254773">
            <w:pPr>
              <w:jc w:val="center"/>
              <w:rPr>
                <w:lang w:val="uk-UA"/>
              </w:rPr>
            </w:pPr>
          </w:p>
          <w:p w:rsidR="00DE41FF" w:rsidRDefault="00DE41FF" w:rsidP="002547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254,50</w:t>
            </w:r>
          </w:p>
        </w:tc>
      </w:tr>
    </w:tbl>
    <w:p w:rsidR="00DE41FF" w:rsidRDefault="00DE41FF" w:rsidP="00AA6D15">
      <w:pPr>
        <w:rPr>
          <w:lang w:val="uk-UA"/>
        </w:rPr>
      </w:pPr>
    </w:p>
    <w:p w:rsidR="00DE41FF" w:rsidRDefault="00DE41FF" w:rsidP="00AA6D15">
      <w:pPr>
        <w:rPr>
          <w:lang w:val="uk-UA"/>
        </w:rPr>
      </w:pPr>
    </w:p>
    <w:p w:rsidR="00DE41FF" w:rsidRDefault="00DE41FF" w:rsidP="00AA6D15">
      <w:pPr>
        <w:rPr>
          <w:lang w:val="uk-UA"/>
        </w:rPr>
      </w:pPr>
    </w:p>
    <w:p w:rsidR="00DE41FF" w:rsidRDefault="00DE41FF" w:rsidP="00AA6D15"/>
    <w:p w:rsidR="00DE41FF" w:rsidRDefault="00DE41FF" w:rsidP="00AA6D15">
      <w:pPr>
        <w:pStyle w:val="Heading7"/>
        <w:jc w:val="center"/>
      </w:pPr>
    </w:p>
    <w:p w:rsidR="00DE41FF" w:rsidRDefault="00DE41FF" w:rsidP="00AA6D15">
      <w:pPr>
        <w:jc w:val="center"/>
        <w:rPr>
          <w:b/>
          <w:lang w:val="uk-UA"/>
        </w:rPr>
      </w:pPr>
      <w:r>
        <w:rPr>
          <w:b/>
          <w:lang w:val="uk-UA"/>
        </w:rPr>
        <w:t>Керуюча справами (секретар) виконкому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І.Ратушна </w:t>
      </w: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FD718F">
      <w:pPr>
        <w:ind w:left="360"/>
        <w:rPr>
          <w:b/>
          <w:lang w:val="uk-UA"/>
        </w:rPr>
      </w:pPr>
    </w:p>
    <w:p w:rsidR="00DE41FF" w:rsidRDefault="00DE41FF" w:rsidP="00D01D99">
      <w:pPr>
        <w:rPr>
          <w:lang w:val="uk-UA"/>
        </w:rPr>
      </w:pPr>
    </w:p>
    <w:p w:rsidR="00DE41FF" w:rsidRDefault="00DE41FF" w:rsidP="00D01D99">
      <w:pPr>
        <w:rPr>
          <w:lang w:val="uk-UA"/>
        </w:rPr>
      </w:pPr>
    </w:p>
    <w:p w:rsidR="00DE41FF" w:rsidRPr="005652A6" w:rsidRDefault="00DE41FF" w:rsidP="00FD718F">
      <w:pPr>
        <w:ind w:left="360"/>
        <w:rPr>
          <w:b/>
          <w:lang w:val="uk-UA"/>
        </w:rPr>
      </w:pPr>
    </w:p>
    <w:sectPr w:rsidR="00DE41FF" w:rsidRPr="005652A6" w:rsidSect="00225CE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1FF" w:rsidRDefault="00DE41FF" w:rsidP="00C64321">
      <w:r>
        <w:separator/>
      </w:r>
    </w:p>
  </w:endnote>
  <w:endnote w:type="continuationSeparator" w:id="0">
    <w:p w:rsidR="00DE41FF" w:rsidRDefault="00DE41FF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1FF" w:rsidRDefault="00DE41FF" w:rsidP="00C64321">
      <w:r>
        <w:separator/>
      </w:r>
    </w:p>
  </w:footnote>
  <w:footnote w:type="continuationSeparator" w:id="0">
    <w:p w:rsidR="00DE41FF" w:rsidRDefault="00DE41FF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63D12489"/>
    <w:multiLevelType w:val="hybridMultilevel"/>
    <w:tmpl w:val="57B66F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0E1A1E"/>
    <w:multiLevelType w:val="hybridMultilevel"/>
    <w:tmpl w:val="720CD138"/>
    <w:lvl w:ilvl="0" w:tplc="042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13C03"/>
    <w:rsid w:val="00023051"/>
    <w:rsid w:val="00047C7F"/>
    <w:rsid w:val="00064336"/>
    <w:rsid w:val="00095581"/>
    <w:rsid w:val="000A4275"/>
    <w:rsid w:val="000A4E38"/>
    <w:rsid w:val="000A631D"/>
    <w:rsid w:val="000B6429"/>
    <w:rsid w:val="000C0BC2"/>
    <w:rsid w:val="000E569F"/>
    <w:rsid w:val="000F0070"/>
    <w:rsid w:val="00114F83"/>
    <w:rsid w:val="00131999"/>
    <w:rsid w:val="00150DB8"/>
    <w:rsid w:val="00154CA9"/>
    <w:rsid w:val="001962F4"/>
    <w:rsid w:val="001B33E7"/>
    <w:rsid w:val="001B44B0"/>
    <w:rsid w:val="001B4FF9"/>
    <w:rsid w:val="001C6AFA"/>
    <w:rsid w:val="001E19CF"/>
    <w:rsid w:val="001E5EFE"/>
    <w:rsid w:val="001F05B7"/>
    <w:rsid w:val="001F24E2"/>
    <w:rsid w:val="00210C7C"/>
    <w:rsid w:val="00225CE8"/>
    <w:rsid w:val="00245C5D"/>
    <w:rsid w:val="00254773"/>
    <w:rsid w:val="00261925"/>
    <w:rsid w:val="00270029"/>
    <w:rsid w:val="0028576F"/>
    <w:rsid w:val="002C081C"/>
    <w:rsid w:val="002C7131"/>
    <w:rsid w:val="002E3484"/>
    <w:rsid w:val="002E6E6A"/>
    <w:rsid w:val="002F5A07"/>
    <w:rsid w:val="00303EEE"/>
    <w:rsid w:val="00316498"/>
    <w:rsid w:val="00331E9C"/>
    <w:rsid w:val="003456A1"/>
    <w:rsid w:val="00390449"/>
    <w:rsid w:val="00394AE8"/>
    <w:rsid w:val="003A2D15"/>
    <w:rsid w:val="003B197F"/>
    <w:rsid w:val="003B7763"/>
    <w:rsid w:val="003D76C1"/>
    <w:rsid w:val="003E1D49"/>
    <w:rsid w:val="003E78E4"/>
    <w:rsid w:val="00403E16"/>
    <w:rsid w:val="00404D18"/>
    <w:rsid w:val="004318ED"/>
    <w:rsid w:val="00440D6D"/>
    <w:rsid w:val="00441FC0"/>
    <w:rsid w:val="00464D16"/>
    <w:rsid w:val="00475F41"/>
    <w:rsid w:val="00485BC9"/>
    <w:rsid w:val="00492E1D"/>
    <w:rsid w:val="004A0C03"/>
    <w:rsid w:val="004B6FAE"/>
    <w:rsid w:val="004E5F14"/>
    <w:rsid w:val="005014C0"/>
    <w:rsid w:val="005047F9"/>
    <w:rsid w:val="00517928"/>
    <w:rsid w:val="00537C68"/>
    <w:rsid w:val="00540757"/>
    <w:rsid w:val="005437D4"/>
    <w:rsid w:val="0056258B"/>
    <w:rsid w:val="005652A6"/>
    <w:rsid w:val="005A6F03"/>
    <w:rsid w:val="005B209E"/>
    <w:rsid w:val="005D76CA"/>
    <w:rsid w:val="005E354E"/>
    <w:rsid w:val="005E3E25"/>
    <w:rsid w:val="005E7AAB"/>
    <w:rsid w:val="00600495"/>
    <w:rsid w:val="0063207A"/>
    <w:rsid w:val="00632745"/>
    <w:rsid w:val="00644755"/>
    <w:rsid w:val="00662059"/>
    <w:rsid w:val="00662D65"/>
    <w:rsid w:val="00663228"/>
    <w:rsid w:val="00667321"/>
    <w:rsid w:val="00674D05"/>
    <w:rsid w:val="00681CDB"/>
    <w:rsid w:val="0068664B"/>
    <w:rsid w:val="006B106B"/>
    <w:rsid w:val="006B537B"/>
    <w:rsid w:val="006C349E"/>
    <w:rsid w:val="006D06D8"/>
    <w:rsid w:val="00713B87"/>
    <w:rsid w:val="00730B35"/>
    <w:rsid w:val="00735BE8"/>
    <w:rsid w:val="007616B3"/>
    <w:rsid w:val="00761FE3"/>
    <w:rsid w:val="0079338F"/>
    <w:rsid w:val="007C7342"/>
    <w:rsid w:val="007C7C0C"/>
    <w:rsid w:val="00830D03"/>
    <w:rsid w:val="00832F19"/>
    <w:rsid w:val="00856633"/>
    <w:rsid w:val="00863696"/>
    <w:rsid w:val="00875373"/>
    <w:rsid w:val="0088170B"/>
    <w:rsid w:val="008A2BC9"/>
    <w:rsid w:val="008A3FD8"/>
    <w:rsid w:val="008B4AD2"/>
    <w:rsid w:val="008C1A8A"/>
    <w:rsid w:val="008F0F18"/>
    <w:rsid w:val="009020F2"/>
    <w:rsid w:val="009054FA"/>
    <w:rsid w:val="009105C5"/>
    <w:rsid w:val="0091256D"/>
    <w:rsid w:val="00916DF9"/>
    <w:rsid w:val="0092623D"/>
    <w:rsid w:val="00926626"/>
    <w:rsid w:val="00940C4D"/>
    <w:rsid w:val="0096712F"/>
    <w:rsid w:val="0097094A"/>
    <w:rsid w:val="00993912"/>
    <w:rsid w:val="009A465F"/>
    <w:rsid w:val="009B43BF"/>
    <w:rsid w:val="009B4785"/>
    <w:rsid w:val="009D0AAE"/>
    <w:rsid w:val="009E0916"/>
    <w:rsid w:val="009F71A2"/>
    <w:rsid w:val="00A24612"/>
    <w:rsid w:val="00A31783"/>
    <w:rsid w:val="00A41044"/>
    <w:rsid w:val="00A6442A"/>
    <w:rsid w:val="00A82EC6"/>
    <w:rsid w:val="00AA01CA"/>
    <w:rsid w:val="00AA6D15"/>
    <w:rsid w:val="00AC1132"/>
    <w:rsid w:val="00AE4C78"/>
    <w:rsid w:val="00AF22AC"/>
    <w:rsid w:val="00B055B3"/>
    <w:rsid w:val="00B3150E"/>
    <w:rsid w:val="00B35072"/>
    <w:rsid w:val="00B86D2B"/>
    <w:rsid w:val="00B87C88"/>
    <w:rsid w:val="00BB5E19"/>
    <w:rsid w:val="00C043CD"/>
    <w:rsid w:val="00C05AA0"/>
    <w:rsid w:val="00C378A7"/>
    <w:rsid w:val="00C473A1"/>
    <w:rsid w:val="00C64321"/>
    <w:rsid w:val="00C70A82"/>
    <w:rsid w:val="00C751FE"/>
    <w:rsid w:val="00C95F3E"/>
    <w:rsid w:val="00CC031F"/>
    <w:rsid w:val="00CE18BC"/>
    <w:rsid w:val="00CF16A7"/>
    <w:rsid w:val="00CF423F"/>
    <w:rsid w:val="00D01D99"/>
    <w:rsid w:val="00D11B81"/>
    <w:rsid w:val="00D15E9F"/>
    <w:rsid w:val="00D439CF"/>
    <w:rsid w:val="00D5535C"/>
    <w:rsid w:val="00D7535B"/>
    <w:rsid w:val="00DA31F7"/>
    <w:rsid w:val="00DA4E81"/>
    <w:rsid w:val="00DB04F8"/>
    <w:rsid w:val="00DC092A"/>
    <w:rsid w:val="00DE0C34"/>
    <w:rsid w:val="00DE41FF"/>
    <w:rsid w:val="00E00388"/>
    <w:rsid w:val="00E021EB"/>
    <w:rsid w:val="00E03C69"/>
    <w:rsid w:val="00E10F47"/>
    <w:rsid w:val="00E3021C"/>
    <w:rsid w:val="00E306FC"/>
    <w:rsid w:val="00E3094F"/>
    <w:rsid w:val="00E35993"/>
    <w:rsid w:val="00E54600"/>
    <w:rsid w:val="00E75571"/>
    <w:rsid w:val="00ED6A32"/>
    <w:rsid w:val="00F10D23"/>
    <w:rsid w:val="00F210A7"/>
    <w:rsid w:val="00F26B05"/>
    <w:rsid w:val="00F55599"/>
    <w:rsid w:val="00FA43AC"/>
    <w:rsid w:val="00FA6495"/>
    <w:rsid w:val="00FD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21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2366</Words>
  <Characters>1349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User</dc:creator>
  <cp:keywords/>
  <dc:description/>
  <cp:lastModifiedBy>User</cp:lastModifiedBy>
  <cp:revision>5</cp:revision>
  <cp:lastPrinted>2017-01-03T10:08:00Z</cp:lastPrinted>
  <dcterms:created xsi:type="dcterms:W3CDTF">2019-01-21T13:32:00Z</dcterms:created>
  <dcterms:modified xsi:type="dcterms:W3CDTF">2019-01-21T14:47:00Z</dcterms:modified>
</cp:coreProperties>
</file>