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A2" w:rsidRPr="00910A63" w:rsidRDefault="005810A2" w:rsidP="00910A63">
      <w:pPr>
        <w:pStyle w:val="NoSpacing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5810A2" w:rsidRDefault="005810A2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810A2" w:rsidRDefault="005810A2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810A2" w:rsidRDefault="005810A2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5810A2" w:rsidRDefault="005810A2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5810A2" w:rsidRDefault="005810A2" w:rsidP="00910A63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надання згоди комунальному підприємству «Знам’янський комбінат комунальних послуг» на продовження дії договору оренди частини </w:t>
      </w:r>
      <w:r w:rsidRPr="009C0615">
        <w:rPr>
          <w:b/>
          <w:lang w:val="uk-UA"/>
        </w:rPr>
        <w:t xml:space="preserve">приміщення </w:t>
      </w:r>
    </w:p>
    <w:p w:rsidR="005810A2" w:rsidRPr="00DB5D60" w:rsidRDefault="005810A2" w:rsidP="00910A63">
      <w:pPr>
        <w:jc w:val="center"/>
        <w:rPr>
          <w:b/>
          <w:lang w:val="uk-UA"/>
        </w:rPr>
      </w:pPr>
      <w:r w:rsidRPr="00DB5D60">
        <w:rPr>
          <w:b/>
          <w:lang w:val="uk-UA"/>
        </w:rPr>
        <w:t xml:space="preserve">з </w:t>
      </w:r>
      <w:r w:rsidRPr="00773690">
        <w:rPr>
          <w:b/>
          <w:lang w:val="uk-UA"/>
        </w:rPr>
        <w:t>Обласним благодійним фондом «Повернення до життя»</w:t>
      </w:r>
    </w:p>
    <w:p w:rsidR="005810A2" w:rsidRDefault="005810A2" w:rsidP="000C20ED">
      <w:pPr>
        <w:jc w:val="center"/>
        <w:rPr>
          <w:b/>
          <w:lang w:val="uk-UA"/>
        </w:rPr>
      </w:pPr>
    </w:p>
    <w:p w:rsidR="005810A2" w:rsidRDefault="005810A2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5810A2" w:rsidRDefault="005810A2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приміщення, розташованого у житловому будинку, площею 48,49  кв.м.,  що  знаходиться по вул. Привокзальна, 20, з 2003  року  орендується   Обласним благодійним фондом «Повернення до життя». </w:t>
      </w:r>
    </w:p>
    <w:p w:rsidR="005810A2" w:rsidRDefault="005810A2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5810A2" w:rsidRDefault="005810A2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Pr="0069013A">
        <w:rPr>
          <w:lang w:val="uk-UA"/>
        </w:rPr>
        <w:t>закінченням строку дії договор</w:t>
      </w:r>
      <w:r>
        <w:rPr>
          <w:lang w:val="uk-UA"/>
        </w:rPr>
        <w:t>у</w:t>
      </w:r>
      <w:r w:rsidRPr="0069013A">
        <w:rPr>
          <w:lang w:val="uk-UA"/>
        </w:rPr>
        <w:t xml:space="preserve"> оренди</w:t>
      </w:r>
      <w:r>
        <w:rPr>
          <w:lang w:val="uk-UA"/>
        </w:rPr>
        <w:t xml:space="preserve"> (до 14.12.2018р. включно), виникає  необхідність переукладання договору оренди  частини приміщення по вул. Привокзальна, 20.  Рішення  підготовлене  на  звернення</w:t>
      </w:r>
      <w:r w:rsidRPr="006C49CF">
        <w:rPr>
          <w:lang w:val="uk-UA"/>
        </w:rPr>
        <w:t xml:space="preserve"> </w:t>
      </w:r>
      <w:r>
        <w:rPr>
          <w:lang w:val="uk-UA"/>
        </w:rPr>
        <w:t xml:space="preserve">Обласного благодійного фонду «Повернення до життя», щодо подовження дії договору оренди.  </w:t>
      </w:r>
    </w:p>
    <w:p w:rsidR="005810A2" w:rsidRDefault="005810A2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5810A2" w:rsidRDefault="005810A2" w:rsidP="001E3056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надходження  коштів  на  рахунок  КП «Знам’янський комбінат комунальних послуг» від  орендної  плати.</w:t>
      </w:r>
    </w:p>
    <w:p w:rsidR="005810A2" w:rsidRDefault="005810A2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5810A2" w:rsidRDefault="005810A2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КП «Знам’янський  комбінат комунальних послуг»  договору  оренди  з  орендарем  та  контроль  за  своєчасним  надходженням  від  нього  коштів  за  оренду. </w:t>
      </w:r>
    </w:p>
    <w:p w:rsidR="005810A2" w:rsidRDefault="005810A2" w:rsidP="000C20ED">
      <w:pPr>
        <w:pStyle w:val="ListParagraph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5810A2" w:rsidRDefault="005810A2" w:rsidP="000C20ED">
      <w:pPr>
        <w:pStyle w:val="ListParagraph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5810A2" w:rsidRDefault="005810A2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5810A2" w:rsidRDefault="005810A2" w:rsidP="000C20ED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________________2018  року</w:t>
      </w:r>
    </w:p>
    <w:p w:rsidR="005810A2" w:rsidRDefault="005810A2" w:rsidP="000C20ED">
      <w:pPr>
        <w:pStyle w:val="ListParagraph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5810A2" w:rsidRDefault="005810A2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5810A2" w:rsidRDefault="005810A2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О. Чернявський</w:t>
      </w:r>
      <w:bookmarkStart w:id="0" w:name="_GoBack"/>
      <w:bookmarkEnd w:id="0"/>
    </w:p>
    <w:p w:rsidR="005810A2" w:rsidRDefault="005810A2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810A2" w:rsidRDefault="005810A2" w:rsidP="000C20ED">
      <w:pPr>
        <w:pStyle w:val="ListParagraph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5810A2" w:rsidRDefault="005810A2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5810A2" w:rsidRDefault="005810A2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5810A2" w:rsidRDefault="005810A2" w:rsidP="000C20ED">
      <w:pPr>
        <w:pStyle w:val="Title"/>
        <w:jc w:val="both"/>
      </w:pPr>
    </w:p>
    <w:p w:rsidR="005810A2" w:rsidRDefault="005810A2" w:rsidP="000C20ED">
      <w:pPr>
        <w:jc w:val="center"/>
        <w:rPr>
          <w:b/>
          <w:lang w:val="uk-UA"/>
        </w:rPr>
      </w:pPr>
    </w:p>
    <w:p w:rsidR="005810A2" w:rsidRDefault="005810A2" w:rsidP="000C20ED">
      <w:pPr>
        <w:jc w:val="center"/>
        <w:rPr>
          <w:b/>
          <w:lang w:val="uk-UA"/>
        </w:rPr>
      </w:pPr>
    </w:p>
    <w:p w:rsidR="005810A2" w:rsidRPr="00910A63" w:rsidRDefault="005810A2" w:rsidP="000C20ED">
      <w:pPr>
        <w:jc w:val="center"/>
        <w:rPr>
          <w:b/>
        </w:rPr>
      </w:pPr>
    </w:p>
    <w:p w:rsidR="005810A2" w:rsidRPr="00910A63" w:rsidRDefault="005810A2" w:rsidP="000C20ED">
      <w:pPr>
        <w:jc w:val="center"/>
        <w:rPr>
          <w:b/>
        </w:rPr>
      </w:pPr>
    </w:p>
    <w:p w:rsidR="005810A2" w:rsidRPr="00910A63" w:rsidRDefault="005810A2" w:rsidP="000C20ED">
      <w:pPr>
        <w:jc w:val="center"/>
        <w:rPr>
          <w:b/>
        </w:rPr>
      </w:pPr>
    </w:p>
    <w:p w:rsidR="005810A2" w:rsidRPr="00910A63" w:rsidRDefault="005810A2" w:rsidP="000C20ED">
      <w:pPr>
        <w:jc w:val="center"/>
        <w:rPr>
          <w:b/>
        </w:rPr>
      </w:pPr>
    </w:p>
    <w:p w:rsidR="005810A2" w:rsidRDefault="005810A2" w:rsidP="00DD4D9D">
      <w:pPr>
        <w:jc w:val="right"/>
        <w:rPr>
          <w:b/>
          <w:lang w:val="uk-UA"/>
        </w:rPr>
      </w:pPr>
    </w:p>
    <w:p w:rsidR="005810A2" w:rsidRDefault="005810A2" w:rsidP="00DD4D9D">
      <w:pPr>
        <w:jc w:val="right"/>
        <w:rPr>
          <w:b/>
          <w:lang w:val="uk-UA"/>
        </w:rPr>
      </w:pPr>
    </w:p>
    <w:p w:rsidR="005810A2" w:rsidRDefault="005810A2" w:rsidP="00DD4D9D">
      <w:pPr>
        <w:jc w:val="center"/>
        <w:rPr>
          <w:b/>
          <w:lang w:val="uk-UA"/>
        </w:rPr>
      </w:pPr>
      <w:r>
        <w:rPr>
          <w:b/>
          <w:lang w:val="uk-UA"/>
        </w:rPr>
        <w:t>_______________ сесія Знам</w:t>
      </w:r>
      <w:r>
        <w:rPr>
          <w:b/>
        </w:rPr>
        <w:t>`</w:t>
      </w:r>
      <w:r>
        <w:rPr>
          <w:b/>
          <w:lang w:val="uk-UA"/>
        </w:rPr>
        <w:t>янської міської ради</w:t>
      </w:r>
    </w:p>
    <w:p w:rsidR="005810A2" w:rsidRDefault="005810A2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810A2" w:rsidRDefault="005810A2" w:rsidP="00DD4D9D">
      <w:pPr>
        <w:jc w:val="center"/>
        <w:rPr>
          <w:lang w:val="uk-UA"/>
        </w:rPr>
      </w:pPr>
    </w:p>
    <w:p w:rsidR="005810A2" w:rsidRDefault="005810A2" w:rsidP="00DD4D9D">
      <w:pPr>
        <w:pStyle w:val="Heading3"/>
      </w:pPr>
      <w:r>
        <w:t>Р І Ш Е Н Н Я</w:t>
      </w:r>
    </w:p>
    <w:p w:rsidR="005810A2" w:rsidRDefault="005810A2" w:rsidP="00DD4D9D">
      <w:pPr>
        <w:jc w:val="center"/>
        <w:rPr>
          <w:b/>
          <w:bCs/>
          <w:lang w:val="uk-UA"/>
        </w:rPr>
      </w:pPr>
    </w:p>
    <w:p w:rsidR="005810A2" w:rsidRDefault="005810A2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5810A2" w:rsidRDefault="005810A2" w:rsidP="00DD4D9D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r>
        <w:rPr>
          <w:lang w:val="uk-UA"/>
        </w:rPr>
        <w:t>янка</w:t>
      </w:r>
    </w:p>
    <w:p w:rsidR="005810A2" w:rsidRDefault="005810A2" w:rsidP="00DD4D9D">
      <w:pPr>
        <w:jc w:val="center"/>
        <w:rPr>
          <w:lang w:val="uk-UA"/>
        </w:rPr>
      </w:pPr>
    </w:p>
    <w:p w:rsidR="005810A2" w:rsidRDefault="005810A2" w:rsidP="00DD4D9D">
      <w:pPr>
        <w:jc w:val="center"/>
        <w:rPr>
          <w:sz w:val="16"/>
          <w:lang w:val="uk-UA"/>
        </w:rPr>
      </w:pPr>
    </w:p>
    <w:p w:rsidR="005810A2" w:rsidRDefault="005810A2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Pr="00EB786D">
        <w:rPr>
          <w:lang w:val="uk-UA"/>
        </w:rPr>
        <w:t xml:space="preserve">надання згоди комунальному підприємству </w:t>
      </w:r>
    </w:p>
    <w:p w:rsidR="005810A2" w:rsidRDefault="005810A2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 xml:space="preserve">«Знам’янський комбінат комунальних послуг» </w:t>
      </w:r>
    </w:p>
    <w:p w:rsidR="005810A2" w:rsidRDefault="005810A2" w:rsidP="00B14037">
      <w:pPr>
        <w:rPr>
          <w:lang w:val="uk-UA"/>
        </w:rPr>
      </w:pPr>
      <w:r w:rsidRPr="00EB786D">
        <w:rPr>
          <w:lang w:val="uk-UA"/>
        </w:rPr>
        <w:t xml:space="preserve">на продовження дії договору </w:t>
      </w:r>
      <w:r w:rsidRPr="00B14037">
        <w:rPr>
          <w:lang w:val="uk-UA"/>
        </w:rPr>
        <w:t xml:space="preserve">оренди частини </w:t>
      </w:r>
    </w:p>
    <w:p w:rsidR="005810A2" w:rsidRDefault="005810A2" w:rsidP="00414A82">
      <w:pPr>
        <w:rPr>
          <w:lang w:val="uk-UA"/>
        </w:rPr>
      </w:pPr>
      <w:r w:rsidRPr="00B14037">
        <w:rPr>
          <w:lang w:val="uk-UA"/>
        </w:rPr>
        <w:t xml:space="preserve">приміщення з </w:t>
      </w:r>
      <w:r>
        <w:rPr>
          <w:lang w:val="uk-UA"/>
        </w:rPr>
        <w:t xml:space="preserve">Обласним благодійним фондом </w:t>
      </w:r>
    </w:p>
    <w:p w:rsidR="005810A2" w:rsidRPr="00B14037" w:rsidRDefault="005810A2" w:rsidP="00414A82">
      <w:pPr>
        <w:rPr>
          <w:lang w:val="uk-UA"/>
        </w:rPr>
      </w:pPr>
      <w:r>
        <w:rPr>
          <w:lang w:val="uk-UA"/>
        </w:rPr>
        <w:t>«Повернення до життя»</w:t>
      </w:r>
    </w:p>
    <w:p w:rsidR="005810A2" w:rsidRDefault="005810A2" w:rsidP="00EB786D">
      <w:pPr>
        <w:ind w:right="-185"/>
        <w:jc w:val="both"/>
        <w:rPr>
          <w:b/>
          <w:lang w:val="uk-UA"/>
        </w:rPr>
      </w:pPr>
    </w:p>
    <w:p w:rsidR="005810A2" w:rsidRPr="00042A58" w:rsidRDefault="005810A2" w:rsidP="00EB786D">
      <w:pPr>
        <w:ind w:right="-185"/>
        <w:jc w:val="both"/>
        <w:rPr>
          <w:bCs/>
          <w:lang w:val="uk-UA"/>
        </w:rPr>
      </w:pPr>
    </w:p>
    <w:p w:rsidR="005810A2" w:rsidRDefault="005810A2" w:rsidP="00D12A04">
      <w:pPr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>
        <w:rPr>
          <w:lang w:val="uk-UA"/>
        </w:rPr>
        <w:t>Обласного благодійного фонду «Повернення до життя» щодо</w:t>
      </w:r>
      <w:r w:rsidRPr="00042A58">
        <w:rPr>
          <w:lang w:val="uk-UA"/>
        </w:rPr>
        <w:t xml:space="preserve"> продовження  </w:t>
      </w:r>
      <w:r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>
        <w:rPr>
          <w:lang w:val="uk-UA"/>
        </w:rPr>
        <w:t xml:space="preserve"> частини приміщення </w:t>
      </w:r>
      <w:r w:rsidRPr="00486861">
        <w:rPr>
          <w:lang w:val="uk-UA"/>
        </w:rPr>
        <w:t>у  житловому  будинку  №</w:t>
      </w:r>
      <w:r>
        <w:rPr>
          <w:lang w:val="uk-UA"/>
        </w:rPr>
        <w:t>20</w:t>
      </w:r>
      <w:r w:rsidRPr="00486861">
        <w:rPr>
          <w:lang w:val="uk-UA"/>
        </w:rPr>
        <w:t xml:space="preserve">  по  вул. </w:t>
      </w:r>
      <w:r>
        <w:rPr>
          <w:lang w:val="uk-UA"/>
        </w:rPr>
        <w:t xml:space="preserve">Привокзальній, </w:t>
      </w:r>
      <w:r w:rsidRPr="00486861">
        <w:rPr>
          <w:lang w:val="uk-UA"/>
        </w:rPr>
        <w:t xml:space="preserve">  загальною  площею  </w:t>
      </w:r>
      <w:r>
        <w:rPr>
          <w:lang w:val="uk-UA"/>
        </w:rPr>
        <w:t>48,49</w:t>
      </w:r>
      <w:r w:rsidRPr="00486861">
        <w:rPr>
          <w:lang w:val="uk-UA"/>
        </w:rPr>
        <w:t xml:space="preserve">  кв. м.</w:t>
      </w:r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5810A2" w:rsidRPr="00042A58" w:rsidRDefault="005810A2" w:rsidP="00D975C1">
      <w:pPr>
        <w:ind w:right="-1"/>
        <w:jc w:val="both"/>
        <w:rPr>
          <w:lang w:val="uk-UA"/>
        </w:rPr>
      </w:pPr>
    </w:p>
    <w:p w:rsidR="005810A2" w:rsidRPr="00042A58" w:rsidRDefault="005810A2" w:rsidP="00D975C1">
      <w:pPr>
        <w:pStyle w:val="Heading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5810A2" w:rsidRPr="00042A58" w:rsidRDefault="005810A2" w:rsidP="00D975C1">
      <w:pPr>
        <w:ind w:right="-1"/>
        <w:rPr>
          <w:lang w:val="uk-UA"/>
        </w:rPr>
      </w:pPr>
    </w:p>
    <w:p w:rsidR="005810A2" w:rsidRPr="00042A58" w:rsidRDefault="005810A2" w:rsidP="00D12A04">
      <w:pPr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«Знам’янський  комбінат  комунальних  послуг» на продовження</w:t>
      </w:r>
      <w:r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>
        <w:rPr>
          <w:lang w:val="uk-UA"/>
        </w:rPr>
        <w:t xml:space="preserve">частини </w:t>
      </w:r>
      <w:r w:rsidRPr="00486861">
        <w:rPr>
          <w:lang w:val="uk-UA"/>
        </w:rPr>
        <w:t>приміщення  у  житловому  будинку  №</w:t>
      </w:r>
      <w:r>
        <w:rPr>
          <w:lang w:val="uk-UA"/>
        </w:rPr>
        <w:t>20</w:t>
      </w:r>
      <w:r w:rsidRPr="00486861">
        <w:rPr>
          <w:lang w:val="uk-UA"/>
        </w:rPr>
        <w:t xml:space="preserve">  по  вул. </w:t>
      </w:r>
      <w:r>
        <w:rPr>
          <w:lang w:val="uk-UA"/>
        </w:rPr>
        <w:t xml:space="preserve">Привокзальній, </w:t>
      </w:r>
      <w:r w:rsidRPr="00486861">
        <w:rPr>
          <w:lang w:val="uk-UA"/>
        </w:rPr>
        <w:t xml:space="preserve">  загальною  площею  </w:t>
      </w:r>
      <w:r>
        <w:rPr>
          <w:lang w:val="uk-UA"/>
        </w:rPr>
        <w:t>48,49</w:t>
      </w:r>
      <w:r w:rsidRPr="00486861">
        <w:rPr>
          <w:lang w:val="uk-UA"/>
        </w:rPr>
        <w:t xml:space="preserve">  кв. м.</w:t>
      </w:r>
      <w:r w:rsidRPr="00042A58">
        <w:rPr>
          <w:lang w:val="uk-UA"/>
        </w:rPr>
        <w:t xml:space="preserve"> з  </w:t>
      </w:r>
      <w:r>
        <w:rPr>
          <w:lang w:val="uk-UA"/>
        </w:rPr>
        <w:t xml:space="preserve">Обласним благодійним фондом «Повернення до життя», </w:t>
      </w:r>
      <w:r w:rsidRPr="00042A58">
        <w:rPr>
          <w:lang w:val="uk-UA"/>
        </w:rPr>
        <w:t xml:space="preserve">терміном  </w:t>
      </w:r>
      <w:r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5810A2" w:rsidRPr="00042A58" w:rsidRDefault="005810A2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Комунальному  підприємству </w:t>
      </w:r>
      <w:r>
        <w:rPr>
          <w:lang w:val="uk-UA"/>
        </w:rPr>
        <w:t>«Знам’янський к</w:t>
      </w:r>
      <w:r w:rsidRPr="00042A58">
        <w:rPr>
          <w:lang w:val="uk-UA"/>
        </w:rPr>
        <w:t>омбінат  комунальних  послуг»,  відповідно  до п. 1  даного  рішення,  укласти  догов</w:t>
      </w:r>
      <w:r>
        <w:rPr>
          <w:lang w:val="uk-UA"/>
        </w:rPr>
        <w:t>ір</w:t>
      </w:r>
      <w:r w:rsidRPr="00042A58">
        <w:rPr>
          <w:lang w:val="uk-UA"/>
        </w:rPr>
        <w:t xml:space="preserve">  оренди</w:t>
      </w:r>
      <w:r>
        <w:rPr>
          <w:lang w:val="uk-UA"/>
        </w:rPr>
        <w:t xml:space="preserve"> за договірною ціною, не меншою ніж розрахункова відповідно до вимог </w:t>
      </w:r>
      <w:r w:rsidRPr="00042A58">
        <w:rPr>
          <w:lang w:val="uk-UA"/>
        </w:rPr>
        <w:t>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5810A2" w:rsidRPr="00042A58" w:rsidRDefault="005810A2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>
        <w:rPr>
          <w:lang w:val="uk-UA"/>
        </w:rPr>
        <w:t>о</w:t>
      </w:r>
      <w:r w:rsidRPr="00042A58">
        <w:rPr>
          <w:lang w:val="uk-UA"/>
        </w:rPr>
        <w:t xml:space="preserve"> «Знам’янський  комбінат  комунальних  послуг» </w:t>
      </w:r>
      <w:r>
        <w:rPr>
          <w:lang w:val="uk-UA"/>
        </w:rPr>
        <w:t xml:space="preserve">(керівник </w:t>
      </w:r>
      <w:r w:rsidRPr="00042A58">
        <w:rPr>
          <w:lang w:val="uk-UA"/>
        </w:rPr>
        <w:t>Чернявськ</w:t>
      </w:r>
      <w:r>
        <w:rPr>
          <w:lang w:val="uk-UA"/>
        </w:rPr>
        <w:t>ий</w:t>
      </w:r>
      <w:r w:rsidRPr="00042A58">
        <w:rPr>
          <w:lang w:val="uk-UA"/>
        </w:rPr>
        <w:t xml:space="preserve"> О.М.</w:t>
      </w:r>
      <w:r>
        <w:rPr>
          <w:lang w:val="uk-UA"/>
        </w:rPr>
        <w:t>).</w:t>
      </w:r>
    </w:p>
    <w:p w:rsidR="005810A2" w:rsidRPr="00042A58" w:rsidRDefault="005810A2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(гол.Н.Данасієнко).</w:t>
      </w:r>
    </w:p>
    <w:p w:rsidR="005810A2" w:rsidRPr="00042A58" w:rsidRDefault="005810A2" w:rsidP="00D975C1">
      <w:pPr>
        <w:jc w:val="both"/>
        <w:rPr>
          <w:lang w:val="uk-UA"/>
        </w:rPr>
      </w:pPr>
    </w:p>
    <w:p w:rsidR="005810A2" w:rsidRDefault="005810A2" w:rsidP="00D975C1">
      <w:pPr>
        <w:jc w:val="both"/>
        <w:rPr>
          <w:lang w:val="uk-UA"/>
        </w:rPr>
      </w:pPr>
    </w:p>
    <w:p w:rsidR="005810A2" w:rsidRDefault="005810A2" w:rsidP="00DD4D9D">
      <w:pPr>
        <w:jc w:val="both"/>
        <w:rPr>
          <w:lang w:val="uk-UA"/>
        </w:rPr>
      </w:pPr>
    </w:p>
    <w:p w:rsidR="005810A2" w:rsidRDefault="005810A2" w:rsidP="00DD4D9D">
      <w:pPr>
        <w:ind w:firstLine="540"/>
        <w:jc w:val="center"/>
        <w:rPr>
          <w:b/>
          <w:bCs/>
          <w:lang w:val="uk-UA"/>
        </w:rPr>
      </w:pPr>
    </w:p>
    <w:p w:rsidR="005810A2" w:rsidRDefault="005810A2" w:rsidP="00DD4D9D">
      <w:pPr>
        <w:widowControl w:val="0"/>
        <w:suppressAutoHyphens/>
        <w:ind w:firstLine="284"/>
        <w:jc w:val="both"/>
        <w:rPr>
          <w:lang w:val="uk-UA"/>
        </w:rPr>
      </w:pPr>
    </w:p>
    <w:p w:rsidR="005810A2" w:rsidRPr="005E7A6D" w:rsidRDefault="005810A2" w:rsidP="00DD4D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7A6D">
        <w:rPr>
          <w:rFonts w:ascii="Times New Roman" w:hAnsi="Times New Roman"/>
          <w:b/>
          <w:sz w:val="24"/>
          <w:szCs w:val="24"/>
        </w:rPr>
        <w:t>Міський голова</w:t>
      </w:r>
      <w:r w:rsidRPr="005E7A6D">
        <w:rPr>
          <w:rFonts w:ascii="Times New Roman" w:hAnsi="Times New Roman"/>
          <w:b/>
          <w:sz w:val="24"/>
          <w:szCs w:val="24"/>
        </w:rPr>
        <w:tab/>
      </w:r>
      <w:r w:rsidRPr="005E7A6D">
        <w:rPr>
          <w:rFonts w:ascii="Times New Roman" w:hAnsi="Times New Roman"/>
          <w:b/>
          <w:sz w:val="24"/>
          <w:szCs w:val="24"/>
        </w:rPr>
        <w:tab/>
      </w:r>
      <w:r w:rsidRPr="005E7A6D">
        <w:rPr>
          <w:rFonts w:ascii="Times New Roman" w:hAnsi="Times New Roman"/>
          <w:b/>
          <w:sz w:val="24"/>
          <w:szCs w:val="24"/>
        </w:rPr>
        <w:tab/>
      </w:r>
      <w:r w:rsidRPr="005E7A6D">
        <w:rPr>
          <w:rFonts w:ascii="Times New Roman" w:hAnsi="Times New Roman"/>
          <w:b/>
          <w:sz w:val="24"/>
          <w:szCs w:val="24"/>
        </w:rPr>
        <w:tab/>
      </w:r>
      <w:r w:rsidRPr="005E7A6D">
        <w:rPr>
          <w:rFonts w:ascii="Times New Roman" w:hAnsi="Times New Roman"/>
          <w:b/>
          <w:sz w:val="24"/>
          <w:szCs w:val="24"/>
        </w:rPr>
        <w:tab/>
        <w:t>С. Філіпенко</w:t>
      </w:r>
    </w:p>
    <w:p w:rsidR="005810A2" w:rsidRPr="005E7A6D" w:rsidRDefault="005810A2" w:rsidP="00DD4D9D">
      <w:pPr>
        <w:rPr>
          <w:lang w:val="uk-UA"/>
        </w:rPr>
      </w:pPr>
    </w:p>
    <w:p w:rsidR="005810A2" w:rsidRPr="006C49CF" w:rsidRDefault="005810A2"/>
    <w:sectPr w:rsidR="005810A2" w:rsidRPr="006C49CF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CF6"/>
    <w:rsid w:val="00010628"/>
    <w:rsid w:val="00042A58"/>
    <w:rsid w:val="00094041"/>
    <w:rsid w:val="000C20ED"/>
    <w:rsid w:val="00123B5F"/>
    <w:rsid w:val="00167611"/>
    <w:rsid w:val="001C6A8F"/>
    <w:rsid w:val="001E3056"/>
    <w:rsid w:val="001F72D5"/>
    <w:rsid w:val="002A139B"/>
    <w:rsid w:val="00311604"/>
    <w:rsid w:val="003631F3"/>
    <w:rsid w:val="00407A58"/>
    <w:rsid w:val="00411E24"/>
    <w:rsid w:val="00414A82"/>
    <w:rsid w:val="00434513"/>
    <w:rsid w:val="00486861"/>
    <w:rsid w:val="00490E0B"/>
    <w:rsid w:val="004B5811"/>
    <w:rsid w:val="004C7C1C"/>
    <w:rsid w:val="004F567E"/>
    <w:rsid w:val="00502946"/>
    <w:rsid w:val="00562FE6"/>
    <w:rsid w:val="005810A2"/>
    <w:rsid w:val="005D6E3F"/>
    <w:rsid w:val="005E7A6D"/>
    <w:rsid w:val="00676483"/>
    <w:rsid w:val="0069013A"/>
    <w:rsid w:val="006974D2"/>
    <w:rsid w:val="006C49CF"/>
    <w:rsid w:val="006D1753"/>
    <w:rsid w:val="00716A41"/>
    <w:rsid w:val="00773690"/>
    <w:rsid w:val="007D1A13"/>
    <w:rsid w:val="007E386A"/>
    <w:rsid w:val="0080321B"/>
    <w:rsid w:val="00810E5F"/>
    <w:rsid w:val="00887D9C"/>
    <w:rsid w:val="0089734C"/>
    <w:rsid w:val="00910A63"/>
    <w:rsid w:val="00954CF6"/>
    <w:rsid w:val="009C0615"/>
    <w:rsid w:val="00A61149"/>
    <w:rsid w:val="00A878C0"/>
    <w:rsid w:val="00A97E77"/>
    <w:rsid w:val="00AF4279"/>
    <w:rsid w:val="00B14037"/>
    <w:rsid w:val="00C068CE"/>
    <w:rsid w:val="00D12A04"/>
    <w:rsid w:val="00D3406A"/>
    <w:rsid w:val="00D975C1"/>
    <w:rsid w:val="00DB5D60"/>
    <w:rsid w:val="00DD4D9D"/>
    <w:rsid w:val="00DF4D20"/>
    <w:rsid w:val="00E22D96"/>
    <w:rsid w:val="00E26C3C"/>
    <w:rsid w:val="00EB786D"/>
    <w:rsid w:val="00F000C6"/>
    <w:rsid w:val="00F8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0E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75C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4D9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75C1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0C20ED"/>
    <w:pPr>
      <w:jc w:val="center"/>
    </w:pPr>
    <w:rPr>
      <w:sz w:val="3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0C20ED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0C20ED"/>
    <w:rPr>
      <w:lang w:eastAsia="en-US"/>
    </w:rPr>
  </w:style>
  <w:style w:type="paragraph" w:styleId="ListParagraph">
    <w:name w:val="List Paragraph"/>
    <w:basedOn w:val="Normal"/>
    <w:uiPriority w:val="99"/>
    <w:qFormat/>
    <w:rsid w:val="000C20E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DD4D9D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4D9D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2545</Words>
  <Characters>1451</Characters>
  <Application>Microsoft Office Outlook</Application>
  <DocSecurity>0</DocSecurity>
  <Lines>0</Lines>
  <Paragraphs>0</Paragraphs>
  <ScaleCrop>false</ScaleCrop>
  <Company>ЦРЛ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nika</dc:creator>
  <cp:keywords/>
  <dc:description/>
  <cp:lastModifiedBy>User</cp:lastModifiedBy>
  <cp:revision>2</cp:revision>
  <cp:lastPrinted>2018-11-22T09:50:00Z</cp:lastPrinted>
  <dcterms:created xsi:type="dcterms:W3CDTF">2018-12-04T07:51:00Z</dcterms:created>
  <dcterms:modified xsi:type="dcterms:W3CDTF">2018-12-04T07:51:00Z</dcterms:modified>
</cp:coreProperties>
</file>