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482" w:rsidRDefault="00662482" w:rsidP="002F6B83">
      <w:pPr>
        <w:spacing w:after="0"/>
        <w:rPr>
          <w:rFonts w:ascii="Times New Roman" w:hAnsi="Times New Roman"/>
          <w:b/>
          <w:bCs/>
          <w:sz w:val="24"/>
          <w:szCs w:val="24"/>
          <w:lang w:val="uk-UA"/>
        </w:rPr>
      </w:pPr>
    </w:p>
    <w:p w:rsidR="00662482" w:rsidRDefault="00662482"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ПРОЕКТ</w:t>
      </w:r>
    </w:p>
    <w:p w:rsidR="00662482" w:rsidRDefault="00662482" w:rsidP="002F6B83">
      <w:pPr>
        <w:spacing w:after="0"/>
        <w:rPr>
          <w:rFonts w:ascii="Times New Roman" w:hAnsi="Times New Roman"/>
          <w:b/>
          <w:bCs/>
          <w:sz w:val="24"/>
          <w:szCs w:val="24"/>
          <w:lang w:val="uk-UA"/>
        </w:rPr>
      </w:pPr>
    </w:p>
    <w:p w:rsidR="00662482" w:rsidRPr="00AE0347" w:rsidRDefault="00662482"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662482" w:rsidRPr="00AE0347" w:rsidRDefault="00662482"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662482" w:rsidRPr="00CC7A23" w:rsidRDefault="00662482"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ставок єдиного податку для першої та другої груп платників єдиного податку на території  м. Знам'янка на 2019</w:t>
      </w:r>
      <w:r w:rsidRPr="00CC7A23">
        <w:rPr>
          <w:rFonts w:ascii="Times New Roman" w:hAnsi="Times New Roman"/>
          <w:b/>
          <w:sz w:val="24"/>
          <w:szCs w:val="24"/>
          <w:lang w:val="uk-UA"/>
        </w:rPr>
        <w:t xml:space="preserve"> рік"</w:t>
      </w:r>
    </w:p>
    <w:p w:rsidR="00662482" w:rsidRPr="00CC7A23" w:rsidRDefault="00662482"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sidRPr="00CC7A23">
        <w:rPr>
          <w:rFonts w:ascii="Times New Roman" w:hAnsi="Times New Roman"/>
          <w:sz w:val="24"/>
          <w:szCs w:val="24"/>
          <w:lang w:val="uk-UA"/>
        </w:rPr>
        <w:t xml:space="preserve">проект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662482" w:rsidRPr="00CC7A23" w:rsidRDefault="00662482"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sidRPr="00CC7A23">
        <w:rPr>
          <w:rFonts w:ascii="Times New Roman" w:hAnsi="Times New Roman"/>
          <w:sz w:val="24"/>
          <w:szCs w:val="24"/>
          <w:lang w:val="uk-UA"/>
        </w:rPr>
        <w:t xml:space="preserve">: встановлення ставок </w:t>
      </w:r>
      <w:r>
        <w:rPr>
          <w:rFonts w:ascii="Times New Roman" w:hAnsi="Times New Roman"/>
          <w:sz w:val="24"/>
          <w:szCs w:val="24"/>
          <w:lang w:val="uk-UA"/>
        </w:rPr>
        <w:t xml:space="preserve">єдиного податку для першої та другої груп платників єдиного податку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 на 2019</w:t>
      </w:r>
      <w:r w:rsidRPr="00CC7A23">
        <w:rPr>
          <w:rFonts w:ascii="Times New Roman" w:hAnsi="Times New Roman"/>
          <w:sz w:val="24"/>
          <w:szCs w:val="24"/>
          <w:lang w:val="uk-UA"/>
        </w:rPr>
        <w:t xml:space="preserve"> рік.</w:t>
      </w:r>
    </w:p>
    <w:p w:rsidR="00662482" w:rsidRPr="00CC7A23" w:rsidRDefault="00662482"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єдиного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2019</w:t>
      </w:r>
      <w:r w:rsidRPr="00CC7A23">
        <w:rPr>
          <w:rFonts w:ascii="Times New Roman" w:hAnsi="Times New Roman"/>
          <w:sz w:val="24"/>
          <w:szCs w:val="24"/>
          <w:lang w:val="uk-UA"/>
        </w:rPr>
        <w:t xml:space="preserve"> році. </w:t>
      </w:r>
    </w:p>
    <w:p w:rsidR="00662482" w:rsidRPr="00CC7A23" w:rsidRDefault="00662482"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єдиного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2019</w:t>
      </w:r>
      <w:r w:rsidRPr="00CC7A23">
        <w:rPr>
          <w:rFonts w:ascii="Times New Roman" w:hAnsi="Times New Roman"/>
          <w:sz w:val="24"/>
          <w:szCs w:val="24"/>
          <w:lang w:val="uk-UA"/>
        </w:rPr>
        <w:t xml:space="preserve"> році.</w:t>
      </w:r>
    </w:p>
    <w:p w:rsidR="00662482" w:rsidRPr="00CC7A23" w:rsidRDefault="00662482" w:rsidP="00CC7A23">
      <w:pPr>
        <w:jc w:val="both"/>
        <w:rPr>
          <w:rFonts w:ascii="Times New Roman" w:hAnsi="Times New Roman"/>
          <w:b/>
          <w:sz w:val="24"/>
          <w:szCs w:val="24"/>
          <w:lang w:val="uk-UA"/>
        </w:rPr>
      </w:pPr>
      <w:r w:rsidRPr="00CC7A23">
        <w:rPr>
          <w:rFonts w:ascii="Times New Roman" w:hAnsi="Times New Roman"/>
          <w:b/>
          <w:sz w:val="24"/>
          <w:szCs w:val="24"/>
          <w:lang w:val="uk-UA"/>
        </w:rPr>
        <w:t xml:space="preserve">5. Порівняльна таблиця змін (у випадку, якщо проектом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662482" w:rsidRPr="00CC7A23" w:rsidRDefault="00662482" w:rsidP="00CC7A23">
      <w:pPr>
        <w:jc w:val="both"/>
        <w:rPr>
          <w:rFonts w:ascii="Times New Roman" w:hAnsi="Times New Roman"/>
          <w:sz w:val="24"/>
          <w:szCs w:val="24"/>
          <w:lang w:val="uk-UA"/>
        </w:rPr>
      </w:pPr>
      <w:r w:rsidRPr="00CC7A23">
        <w:rPr>
          <w:rFonts w:ascii="Times New Roman" w:hAnsi="Times New Roman"/>
          <w:b/>
          <w:sz w:val="24"/>
          <w:szCs w:val="24"/>
          <w:lang w:val="uk-UA"/>
        </w:rPr>
        <w:t>6. Дата  оприлюднення  проекту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11.05.2018</w:t>
      </w:r>
      <w:r w:rsidRPr="00CC7A23">
        <w:rPr>
          <w:rFonts w:ascii="Times New Roman" w:hAnsi="Times New Roman"/>
          <w:sz w:val="24"/>
          <w:szCs w:val="24"/>
          <w:lang w:val="uk-UA"/>
        </w:rPr>
        <w:t xml:space="preserve"> року сайт Знам’янської  міської  ради.</w:t>
      </w:r>
    </w:p>
    <w:p w:rsidR="00662482" w:rsidRPr="00CC7A23" w:rsidRDefault="00662482"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підпис та ПІБ суб'єкту подання проекту рішення:</w:t>
      </w:r>
    </w:p>
    <w:p w:rsidR="00662482" w:rsidRPr="00CC7A23" w:rsidRDefault="00662482"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11.05.2018</w:t>
      </w:r>
      <w:r w:rsidRPr="00CC7A23">
        <w:rPr>
          <w:rFonts w:ascii="Times New Roman" w:hAnsi="Times New Roman"/>
          <w:sz w:val="24"/>
          <w:szCs w:val="24"/>
          <w:lang w:val="uk-UA"/>
        </w:rPr>
        <w:t xml:space="preserve">                                                                                 Кузіна І.П.</w:t>
      </w:r>
    </w:p>
    <w:p w:rsidR="00662482" w:rsidRPr="00CC7A23" w:rsidRDefault="00662482" w:rsidP="00CC7A23">
      <w:pPr>
        <w:jc w:val="both"/>
        <w:rPr>
          <w:rFonts w:ascii="Times New Roman" w:hAnsi="Times New Roman"/>
          <w:b/>
          <w:sz w:val="24"/>
          <w:szCs w:val="24"/>
          <w:lang w:val="uk-UA"/>
        </w:rPr>
      </w:pPr>
      <w:r w:rsidRPr="00CC7A23">
        <w:rPr>
          <w:rFonts w:ascii="Times New Roman" w:hAnsi="Times New Roman"/>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662482" w:rsidRPr="00CC7A23" w:rsidRDefault="00662482" w:rsidP="00CC7A23">
      <w:pPr>
        <w:pStyle w:val="Title"/>
        <w:jc w:val="both"/>
        <w:rPr>
          <w:sz w:val="24"/>
          <w:szCs w:val="24"/>
        </w:rPr>
      </w:pPr>
      <w:r>
        <w:rPr>
          <w:sz w:val="24"/>
          <w:szCs w:val="24"/>
        </w:rPr>
        <w:t xml:space="preserve">    11.05.2018</w:t>
      </w:r>
      <w:r w:rsidRPr="00CC7A23">
        <w:rPr>
          <w:sz w:val="24"/>
          <w:szCs w:val="24"/>
        </w:rPr>
        <w:t xml:space="preserve">                                                                                 Клименко Н.М.</w:t>
      </w:r>
    </w:p>
    <w:p w:rsidR="00662482" w:rsidRPr="00CC7A23"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p>
    <w:p w:rsidR="00662482" w:rsidRPr="002F6B83" w:rsidRDefault="00662482" w:rsidP="002F6B83">
      <w:pPr>
        <w:spacing w:after="0"/>
        <w:rPr>
          <w:rFonts w:ascii="Times New Roman" w:hAnsi="Times New Roman"/>
          <w:b/>
          <w:bCs/>
          <w:sz w:val="24"/>
          <w:szCs w:val="24"/>
          <w:lang w:val="uk-UA"/>
        </w:rPr>
      </w:pPr>
    </w:p>
    <w:p w:rsidR="00662482" w:rsidRDefault="00662482"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662482" w:rsidRDefault="00662482"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662482" w:rsidRDefault="00662482"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ПРОЕКТ</w:t>
      </w:r>
    </w:p>
    <w:p w:rsidR="00662482" w:rsidRPr="00800A09" w:rsidRDefault="00662482"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662482" w:rsidRPr="00800A09" w:rsidRDefault="00662482"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662482" w:rsidRPr="00800A09" w:rsidRDefault="00662482"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662482" w:rsidRPr="00BB454D" w:rsidRDefault="00662482"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червня  2018</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662482" w:rsidRPr="00BB454D" w:rsidRDefault="00662482"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662482" w:rsidRDefault="00662482"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єдиного податку</w:t>
      </w:r>
    </w:p>
    <w:p w:rsidR="00662482" w:rsidRDefault="00662482" w:rsidP="00BB1DB8">
      <w:pPr>
        <w:spacing w:after="0"/>
        <w:rPr>
          <w:rFonts w:ascii="Times New Roman" w:hAnsi="Times New Roman"/>
          <w:sz w:val="24"/>
          <w:szCs w:val="24"/>
          <w:lang w:val="uk-UA"/>
        </w:rPr>
      </w:pPr>
      <w:r>
        <w:rPr>
          <w:rFonts w:ascii="Times New Roman" w:hAnsi="Times New Roman"/>
          <w:sz w:val="24"/>
          <w:szCs w:val="24"/>
          <w:lang w:val="uk-UA"/>
        </w:rPr>
        <w:t>для першої та другої груп</w:t>
      </w:r>
      <w:r w:rsidRPr="00BB454D">
        <w:rPr>
          <w:rFonts w:ascii="Times New Roman" w:hAnsi="Times New Roman"/>
          <w:sz w:val="24"/>
          <w:szCs w:val="24"/>
          <w:lang w:val="uk-UA"/>
        </w:rPr>
        <w:t xml:space="preserve"> </w:t>
      </w:r>
      <w:r>
        <w:rPr>
          <w:rFonts w:ascii="Times New Roman" w:hAnsi="Times New Roman"/>
          <w:sz w:val="24"/>
          <w:szCs w:val="24"/>
          <w:lang w:val="uk-UA"/>
        </w:rPr>
        <w:t>платників</w:t>
      </w:r>
    </w:p>
    <w:p w:rsidR="00662482" w:rsidRPr="00BB454D" w:rsidRDefault="00662482" w:rsidP="00BB1DB8">
      <w:pPr>
        <w:spacing w:after="0"/>
        <w:rPr>
          <w:rFonts w:ascii="Times New Roman" w:hAnsi="Times New Roman"/>
          <w:sz w:val="24"/>
          <w:szCs w:val="24"/>
          <w:lang w:val="uk-UA"/>
        </w:rPr>
      </w:pPr>
      <w:r>
        <w:rPr>
          <w:rFonts w:ascii="Times New Roman" w:hAnsi="Times New Roman"/>
          <w:sz w:val="24"/>
          <w:szCs w:val="24"/>
          <w:lang w:val="uk-UA"/>
        </w:rPr>
        <w:t xml:space="preserve">єдиного податку </w:t>
      </w:r>
      <w:r w:rsidRPr="00BB454D">
        <w:rPr>
          <w:rFonts w:ascii="Times New Roman" w:hAnsi="Times New Roman"/>
          <w:sz w:val="24"/>
          <w:szCs w:val="24"/>
          <w:lang w:val="uk-UA"/>
        </w:rPr>
        <w:t>на території</w:t>
      </w:r>
    </w:p>
    <w:p w:rsidR="00662482" w:rsidRPr="00FB6583" w:rsidRDefault="00662482" w:rsidP="00BB1DB8">
      <w:pPr>
        <w:spacing w:after="0"/>
        <w:rPr>
          <w:rFonts w:ascii="Times New Roman" w:hAnsi="Times New Roman"/>
          <w:lang w:val="uk-UA"/>
        </w:rPr>
      </w:pPr>
      <w:r>
        <w:rPr>
          <w:rFonts w:ascii="Times New Roman" w:hAnsi="Times New Roman"/>
          <w:sz w:val="24"/>
          <w:szCs w:val="24"/>
          <w:lang w:val="uk-UA"/>
        </w:rPr>
        <w:t>м. Знам'янка на 2019</w:t>
      </w:r>
      <w:r w:rsidRPr="00BB454D">
        <w:rPr>
          <w:rFonts w:ascii="Times New Roman" w:hAnsi="Times New Roman"/>
          <w:sz w:val="24"/>
          <w:szCs w:val="24"/>
          <w:lang w:val="uk-UA"/>
        </w:rPr>
        <w:t xml:space="preserve"> рік</w:t>
      </w:r>
    </w:p>
    <w:p w:rsidR="00662482" w:rsidRPr="00C5208C" w:rsidRDefault="00662482" w:rsidP="00BB1DB8">
      <w:pPr>
        <w:spacing w:after="0"/>
        <w:rPr>
          <w:rFonts w:ascii="Times New Roman" w:hAnsi="Times New Roman"/>
          <w:sz w:val="24"/>
          <w:lang w:val="uk-UA"/>
        </w:rPr>
      </w:pPr>
    </w:p>
    <w:p w:rsidR="00662482" w:rsidRPr="00BB454D" w:rsidRDefault="00662482"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293.1 та 293.2 статті 293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Знам'янська </w:t>
      </w:r>
      <w:r w:rsidRPr="00BB454D">
        <w:rPr>
          <w:rFonts w:ascii="Times New Roman" w:hAnsi="Times New Roman"/>
          <w:sz w:val="24"/>
          <w:szCs w:val="24"/>
          <w:lang w:val="uk-UA"/>
        </w:rPr>
        <w:t>міська  рада</w:t>
      </w:r>
    </w:p>
    <w:p w:rsidR="00662482" w:rsidRPr="00BB454D" w:rsidRDefault="00662482"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662482" w:rsidRDefault="00662482" w:rsidP="005C4DBB">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Встановити  на території м. Зн</w:t>
      </w:r>
      <w:r>
        <w:rPr>
          <w:rFonts w:ascii="Times New Roman" w:hAnsi="Times New Roman"/>
          <w:sz w:val="24"/>
          <w:szCs w:val="24"/>
          <w:lang w:val="uk-UA"/>
        </w:rPr>
        <w:t>ам'янка</w:t>
      </w:r>
      <w:r w:rsidRPr="00BB454D">
        <w:rPr>
          <w:rFonts w:ascii="Times New Roman" w:hAnsi="Times New Roman"/>
          <w:sz w:val="24"/>
          <w:szCs w:val="24"/>
          <w:lang w:val="uk-UA"/>
        </w:rPr>
        <w:t xml:space="preserve">:  </w:t>
      </w:r>
    </w:p>
    <w:p w:rsidR="00662482" w:rsidRDefault="00662482" w:rsidP="005C4DBB">
      <w:pPr>
        <w:numPr>
          <w:ilvl w:val="1"/>
          <w:numId w:val="3"/>
        </w:numPr>
        <w:spacing w:after="0" w:line="240" w:lineRule="auto"/>
        <w:jc w:val="both"/>
        <w:rPr>
          <w:rFonts w:ascii="Times New Roman" w:hAnsi="Times New Roman"/>
          <w:sz w:val="24"/>
          <w:szCs w:val="24"/>
          <w:lang w:val="uk-UA"/>
        </w:rPr>
      </w:pPr>
      <w:r w:rsidRPr="005C4DBB">
        <w:rPr>
          <w:rFonts w:ascii="Times New Roman" w:hAnsi="Times New Roman"/>
          <w:sz w:val="24"/>
          <w:szCs w:val="24"/>
          <w:lang w:val="uk-UA"/>
        </w:rPr>
        <w:t xml:space="preserve">ставку єдиного податку </w:t>
      </w:r>
      <w:r w:rsidRPr="005C4DBB">
        <w:rPr>
          <w:rFonts w:ascii="Times New Roman" w:hAnsi="Times New Roman"/>
          <w:sz w:val="24"/>
          <w:szCs w:val="24"/>
        </w:rPr>
        <w:t>для першої групи платників єдиного податку</w:t>
      </w:r>
      <w:r>
        <w:rPr>
          <w:rFonts w:ascii="Times New Roman" w:hAnsi="Times New Roman"/>
          <w:sz w:val="24"/>
          <w:szCs w:val="24"/>
        </w:rPr>
        <w:t xml:space="preserve"> </w:t>
      </w:r>
      <w:r>
        <w:rPr>
          <w:rFonts w:ascii="Times New Roman" w:hAnsi="Times New Roman"/>
          <w:sz w:val="24"/>
          <w:szCs w:val="24"/>
          <w:lang w:val="uk-UA"/>
        </w:rPr>
        <w:t xml:space="preserve">у розмірі </w:t>
      </w:r>
      <w:r w:rsidRPr="005C4DBB">
        <w:rPr>
          <w:rFonts w:ascii="Times New Roman" w:hAnsi="Times New Roman"/>
          <w:sz w:val="24"/>
          <w:szCs w:val="24"/>
        </w:rPr>
        <w:t xml:space="preserve"> </w:t>
      </w:r>
      <w:r w:rsidRPr="002014E5">
        <w:rPr>
          <w:rFonts w:ascii="Times New Roman" w:hAnsi="Times New Roman"/>
          <w:sz w:val="24"/>
          <w:szCs w:val="24"/>
        </w:rPr>
        <w:t>10</w:t>
      </w:r>
      <w:r w:rsidRPr="005C4DBB">
        <w:rPr>
          <w:rFonts w:ascii="Times New Roman" w:hAnsi="Times New Roman"/>
          <w:sz w:val="24"/>
          <w:szCs w:val="24"/>
        </w:rPr>
        <w:t xml:space="preserve"> відсотків розміру прожиткового мінімуму для працездатних осіб, встановленого законом на 1 січня податкового (звітного) року;</w:t>
      </w:r>
    </w:p>
    <w:p w:rsidR="00662482" w:rsidRPr="005C4DBB" w:rsidRDefault="00662482" w:rsidP="005F026B">
      <w:pPr>
        <w:numPr>
          <w:ilvl w:val="1"/>
          <w:numId w:val="3"/>
        </w:numPr>
        <w:spacing w:after="0" w:line="240" w:lineRule="auto"/>
        <w:jc w:val="both"/>
        <w:rPr>
          <w:rFonts w:ascii="Times New Roman" w:hAnsi="Times New Roman"/>
          <w:sz w:val="24"/>
          <w:szCs w:val="24"/>
        </w:rPr>
      </w:pPr>
      <w:r w:rsidRPr="005C4DBB">
        <w:rPr>
          <w:rFonts w:ascii="Times New Roman" w:hAnsi="Times New Roman"/>
          <w:sz w:val="24"/>
          <w:szCs w:val="24"/>
          <w:lang w:val="uk-UA"/>
        </w:rPr>
        <w:t xml:space="preserve">ставку єдиного податку </w:t>
      </w:r>
      <w:r w:rsidRPr="005C4DBB">
        <w:rPr>
          <w:rFonts w:ascii="Times New Roman" w:hAnsi="Times New Roman"/>
          <w:sz w:val="24"/>
          <w:szCs w:val="24"/>
        </w:rPr>
        <w:t xml:space="preserve">для другої групи платників єдиного податку </w:t>
      </w:r>
      <w:r>
        <w:rPr>
          <w:rFonts w:ascii="Times New Roman" w:hAnsi="Times New Roman"/>
          <w:sz w:val="24"/>
          <w:szCs w:val="24"/>
          <w:lang w:val="uk-UA"/>
        </w:rPr>
        <w:t xml:space="preserve">у розмірі </w:t>
      </w:r>
      <w:r w:rsidRPr="002014E5">
        <w:rPr>
          <w:rFonts w:ascii="Times New Roman" w:hAnsi="Times New Roman"/>
          <w:sz w:val="24"/>
          <w:szCs w:val="24"/>
          <w:lang w:val="uk-UA"/>
        </w:rPr>
        <w:t>1</w:t>
      </w:r>
      <w:r>
        <w:rPr>
          <w:rFonts w:ascii="Times New Roman" w:hAnsi="Times New Roman"/>
          <w:sz w:val="24"/>
          <w:szCs w:val="24"/>
          <w:lang w:val="uk-UA"/>
        </w:rPr>
        <w:t>5</w:t>
      </w:r>
      <w:r w:rsidRPr="005C4DBB">
        <w:rPr>
          <w:rFonts w:ascii="Times New Roman" w:hAnsi="Times New Roman"/>
          <w:sz w:val="24"/>
          <w:szCs w:val="24"/>
        </w:rPr>
        <w:t xml:space="preserve"> відсотків розміру мінімальної заробітної плати, встановленої законом на 1 січня податкового (звітного) року.</w:t>
      </w:r>
    </w:p>
    <w:p w:rsidR="00662482" w:rsidRPr="005C4DBB" w:rsidRDefault="00662482" w:rsidP="005C4DBB">
      <w:pPr>
        <w:spacing w:after="0" w:line="240" w:lineRule="auto"/>
        <w:jc w:val="both"/>
        <w:rPr>
          <w:rFonts w:ascii="Times New Roman" w:hAnsi="Times New Roman"/>
          <w:sz w:val="24"/>
          <w:szCs w:val="24"/>
        </w:rPr>
      </w:pPr>
      <w:r w:rsidRPr="005C4DBB">
        <w:rPr>
          <w:rFonts w:ascii="Times New Roman" w:hAnsi="Times New Roman"/>
          <w:sz w:val="24"/>
          <w:szCs w:val="24"/>
        </w:rPr>
        <w:t>Ставки єдиного податку для першої та другої груп платників єдиного податку застосовуються з особливостями, встановленими вимог</w:t>
      </w:r>
      <w:r>
        <w:rPr>
          <w:rFonts w:ascii="Times New Roman" w:hAnsi="Times New Roman"/>
          <w:sz w:val="24"/>
          <w:szCs w:val="24"/>
        </w:rPr>
        <w:t>ами пунктів 293.4, 293.6, 293.7</w:t>
      </w:r>
      <w:r w:rsidRPr="005C4DBB">
        <w:rPr>
          <w:rFonts w:ascii="Times New Roman" w:hAnsi="Times New Roman"/>
          <w:sz w:val="24"/>
          <w:szCs w:val="24"/>
        </w:rPr>
        <w:t xml:space="preserve"> та 293.8 статті 293 Податкового кодексу України.</w:t>
      </w:r>
    </w:p>
    <w:p w:rsidR="00662482" w:rsidRDefault="00662482" w:rsidP="009354D1">
      <w:pPr>
        <w:pStyle w:val="NormalWeb"/>
        <w:numPr>
          <w:ilvl w:val="0"/>
          <w:numId w:val="3"/>
        </w:numPr>
        <w:spacing w:before="0" w:beforeAutospacing="0" w:after="0" w:afterAutospacing="0"/>
        <w:jc w:val="both"/>
      </w:pPr>
      <w:r>
        <w:t>Платниками податку є суб'єкти господарювання, які застосовують спрощену систему оподаткування, обліку та звітності, визначені підпунктами 1) та 2) пункту 291.4 статті 291 Податкового кодексу України.</w:t>
      </w:r>
    </w:p>
    <w:p w:rsidR="00662482" w:rsidRDefault="00662482" w:rsidP="009354D1">
      <w:pPr>
        <w:pStyle w:val="NormalWeb"/>
        <w:numPr>
          <w:ilvl w:val="0"/>
          <w:numId w:val="3"/>
        </w:numPr>
        <w:spacing w:before="0" w:beforeAutospacing="0" w:after="0" w:afterAutospacing="0"/>
        <w:jc w:val="both"/>
      </w:pPr>
      <w:r>
        <w:t xml:space="preserve">Об'єкт оподаткування визначається: </w:t>
      </w:r>
    </w:p>
    <w:p w:rsidR="00662482" w:rsidRDefault="00662482" w:rsidP="009739C2">
      <w:pPr>
        <w:pStyle w:val="NormalWeb"/>
        <w:numPr>
          <w:ilvl w:val="1"/>
          <w:numId w:val="3"/>
        </w:numPr>
        <w:spacing w:before="0" w:beforeAutospacing="0" w:after="0" w:afterAutospacing="0"/>
        <w:jc w:val="both"/>
      </w:pPr>
      <w:r>
        <w:t>для платників єдиного податку першої групи відповідно до підпункту 1) пункту 291.4 статті 291 Податкового кодексу України;</w:t>
      </w:r>
    </w:p>
    <w:p w:rsidR="00662482" w:rsidRDefault="00662482" w:rsidP="009739C2">
      <w:pPr>
        <w:pStyle w:val="NormalWeb"/>
        <w:numPr>
          <w:ilvl w:val="1"/>
          <w:numId w:val="3"/>
        </w:numPr>
        <w:spacing w:before="0" w:beforeAutospacing="0" w:after="0" w:afterAutospacing="0"/>
        <w:jc w:val="both"/>
      </w:pPr>
      <w:r>
        <w:t>для платників єдиного податку другої групи відповідно до підпункту  2) пункту 291.4 статті 291 Податкового кодексу України.</w:t>
      </w:r>
    </w:p>
    <w:p w:rsidR="00662482" w:rsidRDefault="00662482" w:rsidP="009739C2">
      <w:pPr>
        <w:pStyle w:val="NormalWeb"/>
        <w:numPr>
          <w:ilvl w:val="0"/>
          <w:numId w:val="3"/>
        </w:numPr>
        <w:spacing w:before="0" w:beforeAutospacing="0" w:after="0" w:afterAutospacing="0"/>
        <w:jc w:val="both"/>
      </w:pPr>
      <w:r>
        <w:t>База оподаткування для  платників єдиного податку  першої та другої груп платників єдиного податку визначається відповідно до пункту 293.1 статті 293 Податкового кодексу України.</w:t>
      </w:r>
    </w:p>
    <w:p w:rsidR="00662482" w:rsidRDefault="00662482" w:rsidP="009739C2">
      <w:pPr>
        <w:pStyle w:val="NormalWeb"/>
        <w:numPr>
          <w:ilvl w:val="0"/>
          <w:numId w:val="3"/>
        </w:numPr>
        <w:spacing w:before="0" w:beforeAutospacing="0" w:after="0" w:afterAutospacing="0"/>
        <w:jc w:val="both"/>
      </w:pPr>
      <w:r>
        <w:t xml:space="preserve">Порядок обчислення податку встановлюється відповідно до пунктів 295.2, 295.5 та 295.8 статті 295 Податкового кодексу України з урахуванням особливостей, визначених статтею 297 Податкового кодексу України. </w:t>
      </w:r>
    </w:p>
    <w:p w:rsidR="00662482" w:rsidRDefault="00662482" w:rsidP="009739C2">
      <w:pPr>
        <w:pStyle w:val="NormalWeb"/>
        <w:numPr>
          <w:ilvl w:val="0"/>
          <w:numId w:val="3"/>
        </w:numPr>
        <w:spacing w:before="0" w:beforeAutospacing="0" w:after="0" w:afterAutospacing="0"/>
        <w:jc w:val="both"/>
      </w:pPr>
      <w:r>
        <w:t>Податковий період встановлюється відповідно до статті 294 Податкового кодексу України.</w:t>
      </w:r>
    </w:p>
    <w:p w:rsidR="00662482" w:rsidRDefault="00662482" w:rsidP="009739C2">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295.1, 295.4 та 295.7 статті 295 Податкового кодексу України з урахуванням особливостей, визначених статтею 297 Податкового кодексу України.</w:t>
      </w:r>
    </w:p>
    <w:p w:rsidR="00662482" w:rsidRDefault="00662482" w:rsidP="003605FD">
      <w:pPr>
        <w:pStyle w:val="NormalWeb"/>
        <w:numPr>
          <w:ilvl w:val="0"/>
          <w:numId w:val="3"/>
        </w:numPr>
        <w:spacing w:before="0" w:beforeAutospacing="0" w:after="0" w:afterAutospacing="0"/>
        <w:jc w:val="both"/>
      </w:pPr>
      <w:r>
        <w:t>Строк та порядок подання звітності про обчислення і сплату податку визначено пунктами 296.2, 296.4, підпунктом 296.5.1 пункту 296.5 статті 296 Податкового кодексу України з урахуванням особливостей, визначених статтею 297 Податкового кодексу України.</w:t>
      </w:r>
    </w:p>
    <w:p w:rsidR="00662482" w:rsidRDefault="00662482" w:rsidP="00795C4B">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01.01.2019</w:t>
      </w:r>
      <w:r w:rsidRPr="00BB454D">
        <w:t xml:space="preserve"> року.</w:t>
      </w:r>
    </w:p>
    <w:p w:rsidR="00662482" w:rsidRDefault="00662482" w:rsidP="00795C4B">
      <w:pPr>
        <w:pStyle w:val="NormalWeb"/>
        <w:numPr>
          <w:ilvl w:val="0"/>
          <w:numId w:val="3"/>
        </w:numPr>
        <w:spacing w:before="0" w:beforeAutospacing="0" w:after="0" w:afterAutospacing="0"/>
        <w:jc w:val="both"/>
      </w:pPr>
      <w:r>
        <w:t>Рішення міської ради від 23 червня 2018 року №913 "Про встановлення місцевих податків і зборів на території м.Знам'янка на 2018 рік" вважати таким, що втратило чинність з 01 січня 2019 року.</w:t>
      </w:r>
    </w:p>
    <w:p w:rsidR="00662482" w:rsidRDefault="00662482" w:rsidP="00795C4B">
      <w:pPr>
        <w:pStyle w:val="NormalWeb"/>
        <w:numPr>
          <w:ilvl w:val="0"/>
          <w:numId w:val="3"/>
        </w:numPr>
        <w:spacing w:before="0" w:beforeAutospacing="0" w:after="0" w:afterAutospacing="0"/>
        <w:jc w:val="both"/>
      </w:pPr>
      <w:r w:rsidRPr="00BB454D">
        <w:t xml:space="preserve">Головному редактору  газети  "Знам’янські  вісті" Н.Коленченко  оприлюднити  дане  </w:t>
      </w:r>
      <w:r>
        <w:t>рішення  в   міській  газеті.</w:t>
      </w:r>
    </w:p>
    <w:p w:rsidR="00662482" w:rsidRPr="00E51DB5" w:rsidRDefault="00662482" w:rsidP="00795C4B">
      <w:pPr>
        <w:pStyle w:val="NormalWeb"/>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підприємництва, правової політики (гол. О.Луц)</w:t>
      </w:r>
      <w:r>
        <w:t xml:space="preserve"> та </w:t>
      </w:r>
      <w:r w:rsidRPr="00E51DB5">
        <w:t>комісію з питань бюджету та економічного розвитку міста (гол. Н.Данасієнко).</w:t>
      </w:r>
    </w:p>
    <w:p w:rsidR="00662482" w:rsidRPr="005144AF" w:rsidRDefault="00662482" w:rsidP="00D14B4A">
      <w:pPr>
        <w:suppressAutoHyphens/>
        <w:spacing w:after="0" w:line="240" w:lineRule="auto"/>
        <w:ind w:left="360"/>
        <w:jc w:val="both"/>
        <w:rPr>
          <w:rFonts w:ascii="Times New Roman" w:hAnsi="Times New Roman"/>
          <w:sz w:val="24"/>
          <w:szCs w:val="24"/>
          <w:lang w:val="uk-UA"/>
        </w:rPr>
      </w:pPr>
    </w:p>
    <w:p w:rsidR="00662482" w:rsidRPr="00C5208C" w:rsidRDefault="00662482" w:rsidP="00BB1DB8">
      <w:pPr>
        <w:widowControl w:val="0"/>
        <w:suppressAutoHyphens/>
        <w:spacing w:after="0" w:line="240" w:lineRule="auto"/>
        <w:ind w:left="420"/>
        <w:jc w:val="both"/>
        <w:rPr>
          <w:rFonts w:ascii="Times New Roman" w:hAnsi="Times New Roman"/>
          <w:sz w:val="24"/>
          <w:szCs w:val="24"/>
          <w:lang w:val="uk-UA"/>
        </w:rPr>
      </w:pPr>
    </w:p>
    <w:p w:rsidR="00662482" w:rsidRPr="0097165C" w:rsidRDefault="00662482" w:rsidP="0097165C">
      <w:pPr>
        <w:ind w:left="360"/>
        <w:rPr>
          <w:rFonts w:ascii="Times New Roman" w:hAnsi="Times New Roman"/>
          <w:b/>
          <w:sz w:val="24"/>
          <w:szCs w:val="24"/>
          <w:lang w:val="uk-UA"/>
        </w:rPr>
      </w:pPr>
      <w:r w:rsidRPr="00C5208C">
        <w:rPr>
          <w:rFonts w:ascii="Times New Roman" w:hAnsi="Times New Roman"/>
          <w:sz w:val="24"/>
          <w:szCs w:val="24"/>
        </w:rPr>
        <w:t xml:space="preserve">               </w:t>
      </w:r>
      <w:r>
        <w:rPr>
          <w:rFonts w:ascii="Times New Roman" w:hAnsi="Times New Roman"/>
          <w:sz w:val="24"/>
          <w:szCs w:val="24"/>
          <w:lang w:val="uk-UA"/>
        </w:rPr>
        <w:t xml:space="preserve">     </w:t>
      </w:r>
      <w:r w:rsidRPr="00C5208C">
        <w:rPr>
          <w:rFonts w:ascii="Times New Roman" w:hAnsi="Times New Roman"/>
          <w:b/>
          <w:sz w:val="24"/>
          <w:szCs w:val="24"/>
        </w:rPr>
        <w:t xml:space="preserve">Міський голова                                     </w:t>
      </w:r>
      <w:r>
        <w:rPr>
          <w:rFonts w:ascii="Times New Roman" w:hAnsi="Times New Roman"/>
          <w:b/>
          <w:sz w:val="24"/>
          <w:szCs w:val="24"/>
        </w:rPr>
        <w:t xml:space="preserve">                  </w:t>
      </w:r>
      <w:r w:rsidRPr="00C5208C">
        <w:rPr>
          <w:rFonts w:ascii="Times New Roman" w:hAnsi="Times New Roman"/>
          <w:b/>
          <w:sz w:val="24"/>
          <w:szCs w:val="24"/>
        </w:rPr>
        <w:t>С.Філіпенко</w:t>
      </w: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Default="00662482" w:rsidP="00BB1DB8">
      <w:pPr>
        <w:spacing w:after="0"/>
        <w:ind w:left="4956" w:firstLine="708"/>
        <w:rPr>
          <w:rFonts w:ascii="Times New Roman" w:hAnsi="Times New Roman"/>
          <w:sz w:val="18"/>
          <w:lang w:val="uk-UA"/>
        </w:rPr>
      </w:pPr>
    </w:p>
    <w:p w:rsidR="00662482" w:rsidRPr="00A84EC8" w:rsidRDefault="00662482" w:rsidP="00A04A99">
      <w:pPr>
        <w:spacing w:after="0"/>
        <w:rPr>
          <w:rFonts w:ascii="Times New Roman" w:hAnsi="Times New Roman"/>
          <w:sz w:val="18"/>
          <w:lang w:val="uk-UA"/>
        </w:rPr>
      </w:pPr>
    </w:p>
    <w:sectPr w:rsidR="00662482" w:rsidRPr="00A84EC8" w:rsidSect="0097165C">
      <w:footerReference w:type="even" r:id="rId7"/>
      <w:footerReference w:type="default" r:id="rId8"/>
      <w:pgSz w:w="11906" w:h="16838"/>
      <w:pgMar w:top="426"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482" w:rsidRDefault="00662482">
      <w:r>
        <w:separator/>
      </w:r>
    </w:p>
  </w:endnote>
  <w:endnote w:type="continuationSeparator" w:id="0">
    <w:p w:rsidR="00662482" w:rsidRDefault="006624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482" w:rsidRDefault="00662482"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2482" w:rsidRDefault="00662482"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482" w:rsidRDefault="00662482"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62482" w:rsidRDefault="00662482"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482" w:rsidRDefault="00662482">
      <w:r>
        <w:separator/>
      </w:r>
    </w:p>
  </w:footnote>
  <w:footnote w:type="continuationSeparator" w:id="0">
    <w:p w:rsidR="00662482" w:rsidRDefault="006624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9">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7"/>
  </w:num>
  <w:num w:numId="5">
    <w:abstractNumId w:val="6"/>
  </w:num>
  <w:num w:numId="6">
    <w:abstractNumId w:val="8"/>
  </w:num>
  <w:num w:numId="7">
    <w:abstractNumId w:val="0"/>
  </w:num>
  <w:num w:numId="8">
    <w:abstractNumId w:val="2"/>
  </w:num>
  <w:num w:numId="9">
    <w:abstractNumId w:val="1"/>
  </w:num>
  <w:num w:numId="10">
    <w:abstractNumId w:val="3"/>
  </w:num>
  <w:num w:numId="11">
    <w:abstractNumId w:val="9"/>
  </w:num>
  <w:num w:numId="12">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225D"/>
    <w:rsid w:val="00006089"/>
    <w:rsid w:val="00074D0E"/>
    <w:rsid w:val="00077D74"/>
    <w:rsid w:val="00082068"/>
    <w:rsid w:val="00084D0E"/>
    <w:rsid w:val="000A1E29"/>
    <w:rsid w:val="000A3CFE"/>
    <w:rsid w:val="000A3DC7"/>
    <w:rsid w:val="000C408B"/>
    <w:rsid w:val="000C457D"/>
    <w:rsid w:val="000C7B63"/>
    <w:rsid w:val="000D7723"/>
    <w:rsid w:val="000E1705"/>
    <w:rsid w:val="000E19E0"/>
    <w:rsid w:val="000F4876"/>
    <w:rsid w:val="000F4C45"/>
    <w:rsid w:val="00100BA0"/>
    <w:rsid w:val="00152439"/>
    <w:rsid w:val="001A5BDD"/>
    <w:rsid w:val="001B206F"/>
    <w:rsid w:val="001E1D53"/>
    <w:rsid w:val="002014E5"/>
    <w:rsid w:val="00213F8E"/>
    <w:rsid w:val="00241072"/>
    <w:rsid w:val="00252258"/>
    <w:rsid w:val="00277714"/>
    <w:rsid w:val="002A7ABB"/>
    <w:rsid w:val="002C52B3"/>
    <w:rsid w:val="002E3636"/>
    <w:rsid w:val="002E6C30"/>
    <w:rsid w:val="002E6E35"/>
    <w:rsid w:val="002F6B83"/>
    <w:rsid w:val="002F6E21"/>
    <w:rsid w:val="00307649"/>
    <w:rsid w:val="00321A78"/>
    <w:rsid w:val="003261AF"/>
    <w:rsid w:val="003605FD"/>
    <w:rsid w:val="00370C8F"/>
    <w:rsid w:val="00370F52"/>
    <w:rsid w:val="00392B77"/>
    <w:rsid w:val="003C30D7"/>
    <w:rsid w:val="003E388B"/>
    <w:rsid w:val="004210BD"/>
    <w:rsid w:val="00424042"/>
    <w:rsid w:val="00434E5A"/>
    <w:rsid w:val="00464C59"/>
    <w:rsid w:val="00482E82"/>
    <w:rsid w:val="004B444C"/>
    <w:rsid w:val="004F3DCE"/>
    <w:rsid w:val="00501A7C"/>
    <w:rsid w:val="005144AF"/>
    <w:rsid w:val="00532504"/>
    <w:rsid w:val="005411A0"/>
    <w:rsid w:val="00546133"/>
    <w:rsid w:val="00547B2F"/>
    <w:rsid w:val="005821EB"/>
    <w:rsid w:val="005C01D2"/>
    <w:rsid w:val="005C4DBB"/>
    <w:rsid w:val="005C4FA5"/>
    <w:rsid w:val="005E3244"/>
    <w:rsid w:val="005F026B"/>
    <w:rsid w:val="006518B2"/>
    <w:rsid w:val="00662482"/>
    <w:rsid w:val="006A1F45"/>
    <w:rsid w:val="006C0EFA"/>
    <w:rsid w:val="006F62DC"/>
    <w:rsid w:val="0070254F"/>
    <w:rsid w:val="00717FB1"/>
    <w:rsid w:val="00720CDD"/>
    <w:rsid w:val="00724AB1"/>
    <w:rsid w:val="00744BBD"/>
    <w:rsid w:val="00745DD4"/>
    <w:rsid w:val="00771838"/>
    <w:rsid w:val="00784300"/>
    <w:rsid w:val="00794E7A"/>
    <w:rsid w:val="00795C4B"/>
    <w:rsid w:val="007A0DF7"/>
    <w:rsid w:val="007E201A"/>
    <w:rsid w:val="007E6722"/>
    <w:rsid w:val="007F1715"/>
    <w:rsid w:val="007F375A"/>
    <w:rsid w:val="007F7CB7"/>
    <w:rsid w:val="00800A09"/>
    <w:rsid w:val="00814027"/>
    <w:rsid w:val="008254F8"/>
    <w:rsid w:val="00863F31"/>
    <w:rsid w:val="0086733E"/>
    <w:rsid w:val="00867B0A"/>
    <w:rsid w:val="00882ACB"/>
    <w:rsid w:val="00882D8F"/>
    <w:rsid w:val="00885EE0"/>
    <w:rsid w:val="00890A9D"/>
    <w:rsid w:val="00894492"/>
    <w:rsid w:val="00896015"/>
    <w:rsid w:val="008C258F"/>
    <w:rsid w:val="008D6DDD"/>
    <w:rsid w:val="008F77D6"/>
    <w:rsid w:val="00933D60"/>
    <w:rsid w:val="009354D1"/>
    <w:rsid w:val="00964EFD"/>
    <w:rsid w:val="0097165C"/>
    <w:rsid w:val="009739C2"/>
    <w:rsid w:val="009D71DF"/>
    <w:rsid w:val="00A01EB5"/>
    <w:rsid w:val="00A04A99"/>
    <w:rsid w:val="00A1727F"/>
    <w:rsid w:val="00A613AD"/>
    <w:rsid w:val="00A73C2F"/>
    <w:rsid w:val="00A83043"/>
    <w:rsid w:val="00A84EC8"/>
    <w:rsid w:val="00AC5EBE"/>
    <w:rsid w:val="00AD425C"/>
    <w:rsid w:val="00AE0294"/>
    <w:rsid w:val="00AE0347"/>
    <w:rsid w:val="00B07761"/>
    <w:rsid w:val="00B32DCD"/>
    <w:rsid w:val="00B354AE"/>
    <w:rsid w:val="00B36AC3"/>
    <w:rsid w:val="00B803A6"/>
    <w:rsid w:val="00B96287"/>
    <w:rsid w:val="00BA6FBB"/>
    <w:rsid w:val="00BB1DB8"/>
    <w:rsid w:val="00BB3795"/>
    <w:rsid w:val="00BB454D"/>
    <w:rsid w:val="00BD254F"/>
    <w:rsid w:val="00BE245A"/>
    <w:rsid w:val="00BE39C3"/>
    <w:rsid w:val="00BF785A"/>
    <w:rsid w:val="00C16778"/>
    <w:rsid w:val="00C24AFC"/>
    <w:rsid w:val="00C2603A"/>
    <w:rsid w:val="00C4682C"/>
    <w:rsid w:val="00C5208C"/>
    <w:rsid w:val="00C6663D"/>
    <w:rsid w:val="00C67139"/>
    <w:rsid w:val="00C67DCA"/>
    <w:rsid w:val="00C72517"/>
    <w:rsid w:val="00C81D47"/>
    <w:rsid w:val="00CA3B04"/>
    <w:rsid w:val="00CC5526"/>
    <w:rsid w:val="00CC7A23"/>
    <w:rsid w:val="00CE5B17"/>
    <w:rsid w:val="00CF4E11"/>
    <w:rsid w:val="00D06C81"/>
    <w:rsid w:val="00D14B4A"/>
    <w:rsid w:val="00D32F05"/>
    <w:rsid w:val="00D55EB5"/>
    <w:rsid w:val="00D60805"/>
    <w:rsid w:val="00D67BC9"/>
    <w:rsid w:val="00DA1042"/>
    <w:rsid w:val="00DC29DA"/>
    <w:rsid w:val="00DD3648"/>
    <w:rsid w:val="00E16059"/>
    <w:rsid w:val="00E51DB5"/>
    <w:rsid w:val="00E82479"/>
    <w:rsid w:val="00E82EFE"/>
    <w:rsid w:val="00EC34BB"/>
    <w:rsid w:val="00EE6864"/>
    <w:rsid w:val="00EE74D5"/>
    <w:rsid w:val="00F06E28"/>
    <w:rsid w:val="00F158BF"/>
    <w:rsid w:val="00F23D11"/>
    <w:rsid w:val="00F25E6D"/>
    <w:rsid w:val="00F25FBC"/>
    <w:rsid w:val="00F94260"/>
    <w:rsid w:val="00F97EEF"/>
    <w:rsid w:val="00FB6049"/>
    <w:rsid w:val="00FB6583"/>
    <w:rsid w:val="00FD19D6"/>
    <w:rsid w:val="00FD7E2A"/>
    <w:rsid w:val="00FF04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s>
</file>

<file path=word/webSettings.xml><?xml version="1.0" encoding="utf-8"?>
<w:webSettings xmlns:r="http://schemas.openxmlformats.org/officeDocument/2006/relationships" xmlns:w="http://schemas.openxmlformats.org/wordprocessingml/2006/main">
  <w:divs>
    <w:div w:id="2754788">
      <w:marLeft w:val="0"/>
      <w:marRight w:val="0"/>
      <w:marTop w:val="0"/>
      <w:marBottom w:val="0"/>
      <w:divBdr>
        <w:top w:val="none" w:sz="0" w:space="0" w:color="auto"/>
        <w:left w:val="none" w:sz="0" w:space="0" w:color="auto"/>
        <w:bottom w:val="none" w:sz="0" w:space="0" w:color="auto"/>
        <w:right w:val="none" w:sz="0" w:space="0" w:color="auto"/>
      </w:divBdr>
    </w:div>
    <w:div w:id="2754789">
      <w:marLeft w:val="0"/>
      <w:marRight w:val="0"/>
      <w:marTop w:val="0"/>
      <w:marBottom w:val="0"/>
      <w:divBdr>
        <w:top w:val="none" w:sz="0" w:space="0" w:color="auto"/>
        <w:left w:val="none" w:sz="0" w:space="0" w:color="auto"/>
        <w:bottom w:val="none" w:sz="0" w:space="0" w:color="auto"/>
        <w:right w:val="none" w:sz="0" w:space="0" w:color="auto"/>
      </w:divBdr>
    </w:div>
    <w:div w:id="2754790">
      <w:marLeft w:val="0"/>
      <w:marRight w:val="0"/>
      <w:marTop w:val="0"/>
      <w:marBottom w:val="0"/>
      <w:divBdr>
        <w:top w:val="none" w:sz="0" w:space="0" w:color="auto"/>
        <w:left w:val="none" w:sz="0" w:space="0" w:color="auto"/>
        <w:bottom w:val="none" w:sz="0" w:space="0" w:color="auto"/>
        <w:right w:val="none" w:sz="0" w:space="0" w:color="auto"/>
      </w:divBdr>
    </w:div>
    <w:div w:id="2754791">
      <w:marLeft w:val="0"/>
      <w:marRight w:val="0"/>
      <w:marTop w:val="0"/>
      <w:marBottom w:val="0"/>
      <w:divBdr>
        <w:top w:val="none" w:sz="0" w:space="0" w:color="auto"/>
        <w:left w:val="none" w:sz="0" w:space="0" w:color="auto"/>
        <w:bottom w:val="none" w:sz="0" w:space="0" w:color="auto"/>
        <w:right w:val="none" w:sz="0" w:space="0" w:color="auto"/>
      </w:divBdr>
    </w:div>
    <w:div w:id="2754792">
      <w:marLeft w:val="0"/>
      <w:marRight w:val="0"/>
      <w:marTop w:val="0"/>
      <w:marBottom w:val="0"/>
      <w:divBdr>
        <w:top w:val="none" w:sz="0" w:space="0" w:color="auto"/>
        <w:left w:val="none" w:sz="0" w:space="0" w:color="auto"/>
        <w:bottom w:val="none" w:sz="0" w:space="0" w:color="auto"/>
        <w:right w:val="none" w:sz="0" w:space="0" w:color="auto"/>
      </w:divBdr>
    </w:div>
    <w:div w:id="2754793">
      <w:marLeft w:val="0"/>
      <w:marRight w:val="0"/>
      <w:marTop w:val="0"/>
      <w:marBottom w:val="0"/>
      <w:divBdr>
        <w:top w:val="none" w:sz="0" w:space="0" w:color="auto"/>
        <w:left w:val="none" w:sz="0" w:space="0" w:color="auto"/>
        <w:bottom w:val="none" w:sz="0" w:space="0" w:color="auto"/>
        <w:right w:val="none" w:sz="0" w:space="0" w:color="auto"/>
      </w:divBdr>
    </w:div>
    <w:div w:id="2754794">
      <w:marLeft w:val="0"/>
      <w:marRight w:val="0"/>
      <w:marTop w:val="0"/>
      <w:marBottom w:val="0"/>
      <w:divBdr>
        <w:top w:val="none" w:sz="0" w:space="0" w:color="auto"/>
        <w:left w:val="none" w:sz="0" w:space="0" w:color="auto"/>
        <w:bottom w:val="none" w:sz="0" w:space="0" w:color="auto"/>
        <w:right w:val="none" w:sz="0" w:space="0" w:color="auto"/>
      </w:divBdr>
    </w:div>
    <w:div w:id="2754795">
      <w:marLeft w:val="0"/>
      <w:marRight w:val="0"/>
      <w:marTop w:val="0"/>
      <w:marBottom w:val="0"/>
      <w:divBdr>
        <w:top w:val="none" w:sz="0" w:space="0" w:color="auto"/>
        <w:left w:val="none" w:sz="0" w:space="0" w:color="auto"/>
        <w:bottom w:val="none" w:sz="0" w:space="0" w:color="auto"/>
        <w:right w:val="none" w:sz="0" w:space="0" w:color="auto"/>
      </w:divBdr>
    </w:div>
    <w:div w:id="2754796">
      <w:marLeft w:val="0"/>
      <w:marRight w:val="0"/>
      <w:marTop w:val="0"/>
      <w:marBottom w:val="0"/>
      <w:divBdr>
        <w:top w:val="none" w:sz="0" w:space="0" w:color="auto"/>
        <w:left w:val="none" w:sz="0" w:space="0" w:color="auto"/>
        <w:bottom w:val="none" w:sz="0" w:space="0" w:color="auto"/>
        <w:right w:val="none" w:sz="0" w:space="0" w:color="auto"/>
      </w:divBdr>
    </w:div>
    <w:div w:id="2754797">
      <w:marLeft w:val="0"/>
      <w:marRight w:val="0"/>
      <w:marTop w:val="0"/>
      <w:marBottom w:val="0"/>
      <w:divBdr>
        <w:top w:val="none" w:sz="0" w:space="0" w:color="auto"/>
        <w:left w:val="none" w:sz="0" w:space="0" w:color="auto"/>
        <w:bottom w:val="none" w:sz="0" w:space="0" w:color="auto"/>
        <w:right w:val="none" w:sz="0" w:space="0" w:color="auto"/>
      </w:divBdr>
    </w:div>
    <w:div w:id="2754798">
      <w:marLeft w:val="0"/>
      <w:marRight w:val="0"/>
      <w:marTop w:val="0"/>
      <w:marBottom w:val="0"/>
      <w:divBdr>
        <w:top w:val="none" w:sz="0" w:space="0" w:color="auto"/>
        <w:left w:val="none" w:sz="0" w:space="0" w:color="auto"/>
        <w:bottom w:val="none" w:sz="0" w:space="0" w:color="auto"/>
        <w:right w:val="none" w:sz="0" w:space="0" w:color="auto"/>
      </w:divBdr>
    </w:div>
    <w:div w:id="2754799">
      <w:marLeft w:val="0"/>
      <w:marRight w:val="0"/>
      <w:marTop w:val="0"/>
      <w:marBottom w:val="0"/>
      <w:divBdr>
        <w:top w:val="none" w:sz="0" w:space="0" w:color="auto"/>
        <w:left w:val="none" w:sz="0" w:space="0" w:color="auto"/>
        <w:bottom w:val="none" w:sz="0" w:space="0" w:color="auto"/>
        <w:right w:val="none" w:sz="0" w:space="0" w:color="auto"/>
      </w:divBdr>
    </w:div>
    <w:div w:id="27548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227</TotalTime>
  <Pages>3</Pages>
  <Words>3415</Words>
  <Characters>1948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Увага</dc:title>
  <dc:subject/>
  <dc:creator>User</dc:creator>
  <cp:keywords/>
  <dc:description/>
  <cp:lastModifiedBy>User</cp:lastModifiedBy>
  <cp:revision>18</cp:revision>
  <cp:lastPrinted>2018-05-11T07:44:00Z</cp:lastPrinted>
  <dcterms:created xsi:type="dcterms:W3CDTF">2018-05-04T05:31:00Z</dcterms:created>
  <dcterms:modified xsi:type="dcterms:W3CDTF">2018-05-11T07:47:00Z</dcterms:modified>
</cp:coreProperties>
</file>