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29" w:rsidRPr="000B5F89" w:rsidRDefault="00227F29" w:rsidP="008314F3">
      <w:pPr>
        <w:pStyle w:val="Title"/>
        <w:rPr>
          <w:b/>
          <w:sz w:val="24"/>
        </w:rPr>
      </w:pPr>
      <w:r w:rsidRPr="000B5F89">
        <w:rPr>
          <w:b/>
          <w:sz w:val="24"/>
        </w:rPr>
        <w:t>Знам’янськ</w:t>
      </w:r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міськ</w:t>
      </w:r>
      <w:r w:rsidRPr="000B5F89">
        <w:rPr>
          <w:b/>
          <w:sz w:val="24"/>
          <w:lang w:val="ru-RU"/>
        </w:rPr>
        <w:t>а</w:t>
      </w:r>
      <w:r w:rsidRPr="000B5F89">
        <w:rPr>
          <w:b/>
          <w:sz w:val="24"/>
        </w:rPr>
        <w:t xml:space="preserve"> рад</w:t>
      </w:r>
      <w:r w:rsidRPr="000B5F89">
        <w:rPr>
          <w:b/>
          <w:sz w:val="24"/>
          <w:lang w:val="ru-RU"/>
        </w:rPr>
        <w:t>а</w:t>
      </w:r>
    </w:p>
    <w:p w:rsidR="00227F29" w:rsidRPr="000B5F89" w:rsidRDefault="00227F29" w:rsidP="008314F3">
      <w:pPr>
        <w:pStyle w:val="Title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227F29" w:rsidRPr="000B5F89" w:rsidRDefault="00227F29" w:rsidP="008314F3">
      <w:pPr>
        <w:pStyle w:val="Title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280704">
        <w:rPr>
          <w:b/>
          <w:sz w:val="24"/>
          <w:lang w:val="ru-RU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227F29" w:rsidRDefault="00227F29" w:rsidP="008314F3">
      <w:pPr>
        <w:jc w:val="center"/>
        <w:rPr>
          <w:b/>
          <w:bCs/>
          <w:lang w:val="uk-UA"/>
        </w:rPr>
      </w:pPr>
    </w:p>
    <w:p w:rsidR="00227F29" w:rsidRPr="009E3579" w:rsidRDefault="00227F29" w:rsidP="008314F3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>Р І Ш Е Н Н Я</w:t>
      </w:r>
    </w:p>
    <w:p w:rsidR="00227F29" w:rsidRDefault="00227F29" w:rsidP="008314F3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8F6001"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>№</w:t>
      </w:r>
      <w:r>
        <w:rPr>
          <w:b/>
          <w:lang w:val="uk-UA"/>
        </w:rPr>
        <w:t>186</w:t>
      </w:r>
      <w:r w:rsidRPr="00344DE2">
        <w:rPr>
          <w:b/>
          <w:lang w:val="uk-UA"/>
        </w:rPr>
        <w:t xml:space="preserve">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227F29" w:rsidRDefault="00227F29" w:rsidP="008314F3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227F29" w:rsidRDefault="00227F29" w:rsidP="008314F3">
      <w:pPr>
        <w:rPr>
          <w:lang w:val="uk-UA"/>
        </w:rPr>
      </w:pPr>
      <w:r w:rsidRPr="00766DB6">
        <w:rPr>
          <w:lang w:val="uk-UA"/>
        </w:rPr>
        <w:t xml:space="preserve">Про внесення змін до Програми </w:t>
      </w:r>
    </w:p>
    <w:p w:rsidR="00227F29" w:rsidRPr="00766DB6" w:rsidRDefault="00227F29" w:rsidP="008314F3">
      <w:pPr>
        <w:rPr>
          <w:lang w:val="uk-UA"/>
        </w:rPr>
      </w:pPr>
      <w:r>
        <w:rPr>
          <w:lang w:val="uk-UA"/>
        </w:rPr>
        <w:t>е</w:t>
      </w:r>
      <w:r w:rsidRPr="00766DB6">
        <w:rPr>
          <w:lang w:val="uk-UA"/>
        </w:rPr>
        <w:t>кономічного</w:t>
      </w:r>
      <w:r>
        <w:rPr>
          <w:lang w:val="uk-UA"/>
        </w:rPr>
        <w:t xml:space="preserve"> </w:t>
      </w:r>
      <w:r w:rsidRPr="00766DB6">
        <w:rPr>
          <w:lang w:val="uk-UA"/>
        </w:rPr>
        <w:t xml:space="preserve">і соціального розвитку </w:t>
      </w:r>
    </w:p>
    <w:p w:rsidR="00227F29" w:rsidRDefault="00227F29" w:rsidP="008314F3">
      <w:pPr>
        <w:rPr>
          <w:lang w:val="uk-UA"/>
        </w:rPr>
      </w:pPr>
      <w:r w:rsidRPr="00863A0B">
        <w:rPr>
          <w:lang w:val="uk-UA"/>
        </w:rPr>
        <w:t xml:space="preserve">Знам'янської міської територіальної </w:t>
      </w:r>
    </w:p>
    <w:p w:rsidR="00227F29" w:rsidRPr="00766DB6" w:rsidRDefault="00227F29" w:rsidP="008314F3">
      <w:pPr>
        <w:rPr>
          <w:lang w:val="uk-UA"/>
        </w:rPr>
      </w:pPr>
      <w:r w:rsidRPr="00863A0B">
        <w:rPr>
          <w:lang w:val="uk-UA"/>
        </w:rPr>
        <w:t>громад</w:t>
      </w:r>
      <w:r>
        <w:rPr>
          <w:lang w:val="uk-UA"/>
        </w:rPr>
        <w:t>и</w:t>
      </w:r>
      <w:r w:rsidRPr="00863A0B">
        <w:rPr>
          <w:lang w:val="uk-UA"/>
        </w:rPr>
        <w:t xml:space="preserve"> на 2021 рік</w:t>
      </w:r>
    </w:p>
    <w:p w:rsidR="00227F29" w:rsidRPr="00766DB6" w:rsidRDefault="00227F29" w:rsidP="008314F3">
      <w:pPr>
        <w:pStyle w:val="NoSpacing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227F29" w:rsidRPr="00766DB6" w:rsidRDefault="00227F29" w:rsidP="008314F3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Pr="00766DB6">
        <w:rPr>
          <w:rFonts w:ascii="Times New Roman" w:hAnsi="Times New Roman"/>
          <w:sz w:val="24"/>
          <w:szCs w:val="24"/>
          <w:lang w:val="uk-UA"/>
        </w:rPr>
        <w:t>ст</w:t>
      </w:r>
      <w:r>
        <w:rPr>
          <w:rFonts w:ascii="Times New Roman" w:hAnsi="Times New Roman"/>
          <w:sz w:val="24"/>
          <w:szCs w:val="24"/>
          <w:lang w:val="uk-UA"/>
        </w:rPr>
        <w:t>атті</w:t>
      </w:r>
      <w:r w:rsidRPr="00766DB6">
        <w:rPr>
          <w:rFonts w:ascii="Times New Roman" w:hAnsi="Times New Roman"/>
          <w:sz w:val="24"/>
          <w:szCs w:val="24"/>
          <w:lang w:val="uk-UA"/>
        </w:rPr>
        <w:t xml:space="preserve"> 26 Закону України "Про місцеве самоврядування в Україні",  міська рада</w:t>
      </w:r>
    </w:p>
    <w:p w:rsidR="00227F29" w:rsidRDefault="00227F29" w:rsidP="008314F3">
      <w:pPr>
        <w:jc w:val="center"/>
        <w:rPr>
          <w:b/>
          <w:lang w:val="uk-UA"/>
        </w:rPr>
      </w:pPr>
      <w:r w:rsidRPr="00766DB6">
        <w:rPr>
          <w:b/>
          <w:lang w:val="uk-UA"/>
        </w:rPr>
        <w:t>В и р і ш и л а:</w:t>
      </w:r>
    </w:p>
    <w:p w:rsidR="00227F29" w:rsidRPr="00766DB6" w:rsidRDefault="00227F29" w:rsidP="008314F3">
      <w:pPr>
        <w:jc w:val="center"/>
        <w:rPr>
          <w:b/>
          <w:lang w:val="uk-UA"/>
        </w:rPr>
      </w:pPr>
    </w:p>
    <w:p w:rsidR="00227F29" w:rsidRPr="006E74F6" w:rsidRDefault="00227F29" w:rsidP="008314F3">
      <w:pPr>
        <w:pStyle w:val="ListParagraph"/>
        <w:ind w:left="0" w:firstLine="709"/>
        <w:jc w:val="both"/>
        <w:rPr>
          <w:lang w:val="uk-UA"/>
        </w:rPr>
      </w:pPr>
      <w:r w:rsidRPr="006E74F6">
        <w:rPr>
          <w:lang w:val="uk-UA"/>
        </w:rPr>
        <w:t>1. Внести зміни до Програми економічного і соціального розвитку Знам'янської міської територіальної громади на 2021 рік, а саме:</w:t>
      </w:r>
    </w:p>
    <w:p w:rsidR="00227F29" w:rsidRPr="006E74F6" w:rsidRDefault="00227F29" w:rsidP="008314F3">
      <w:pPr>
        <w:ind w:firstLine="709"/>
        <w:jc w:val="both"/>
        <w:rPr>
          <w:lang w:val="uk-UA"/>
        </w:rPr>
      </w:pPr>
      <w:r w:rsidRPr="006E74F6">
        <w:rPr>
          <w:lang w:val="uk-UA"/>
        </w:rPr>
        <w:t>викласти "</w:t>
      </w:r>
      <w:r w:rsidRPr="006E74F6">
        <w:rPr>
          <w:bCs/>
          <w:color w:val="00000A"/>
          <w:lang w:val="uk-UA" w:eastAsia="uk-UA"/>
        </w:rPr>
        <w:t>Основні завдання та заходи</w:t>
      </w:r>
      <w:r w:rsidRPr="006E74F6">
        <w:rPr>
          <w:bCs/>
          <w:color w:val="000000"/>
          <w:lang w:val="uk-UA" w:eastAsia="uk-UA"/>
        </w:rPr>
        <w:t xml:space="preserve"> щодо сфери діяльності</w:t>
      </w:r>
      <w:r w:rsidRPr="006E74F6">
        <w:rPr>
          <w:lang w:val="uk-UA"/>
        </w:rPr>
        <w:t>" п. 3 "Інвестиційна діяльність" розділу ІІ "Мета, завдання та заходи розвитку територіальної громади на 2021 рік" "</w:t>
      </w:r>
      <w:r w:rsidRPr="006E74F6">
        <w:rPr>
          <w:bCs/>
          <w:lang w:val="uk-UA"/>
        </w:rPr>
        <w:t>Стратегічна ціль</w:t>
      </w:r>
      <w:r w:rsidRPr="006E74F6">
        <w:rPr>
          <w:b/>
          <w:bCs/>
          <w:lang w:val="uk-UA"/>
        </w:rPr>
        <w:t xml:space="preserve"> </w:t>
      </w:r>
      <w:r w:rsidRPr="006E74F6">
        <w:rPr>
          <w:bCs/>
          <w:lang w:val="uk-UA"/>
        </w:rPr>
        <w:t>"Конкурентоспроможна інноваційно-спрямована економіка"</w:t>
      </w:r>
      <w:r w:rsidRPr="006E74F6">
        <w:rPr>
          <w:lang w:val="uk-UA"/>
        </w:rPr>
        <w:t xml:space="preserve"> в новій редакції:</w:t>
      </w:r>
    </w:p>
    <w:p w:rsidR="00227F29" w:rsidRDefault="00227F29" w:rsidP="008314F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t>розробка Стратегії розвитку Знам’янської міської територіальної громади;</w:t>
      </w:r>
    </w:p>
    <w:p w:rsidR="00227F29" w:rsidRPr="006E74F6" w:rsidRDefault="00227F29" w:rsidP="008314F3">
      <w:pPr>
        <w:autoSpaceDE w:val="0"/>
        <w:autoSpaceDN w:val="0"/>
        <w:adjustRightInd w:val="0"/>
        <w:ind w:firstLine="709"/>
        <w:jc w:val="both"/>
        <w:rPr>
          <w:color w:val="000000"/>
          <w:lang w:val="uk-UA" w:eastAsia="uk-UA"/>
        </w:rPr>
      </w:pPr>
      <w:r w:rsidRPr="006E74F6">
        <w:rPr>
          <w:lang w:val="uk-UA"/>
        </w:rPr>
        <w:t>створення сприятливих умов для інвестиційної діяльності, формування інвестиційних пропозицій та реалізації стратегічних інвестиційних проєктів розвитку територіальної громади;</w:t>
      </w:r>
    </w:p>
    <w:p w:rsidR="00227F29" w:rsidRPr="006E74F6" w:rsidRDefault="00227F29" w:rsidP="008314F3">
      <w:pPr>
        <w:pStyle w:val="1"/>
        <w:tabs>
          <w:tab w:val="left" w:pos="708"/>
        </w:tabs>
        <w:spacing w:line="100" w:lineRule="atLeast"/>
        <w:ind w:firstLine="709"/>
        <w:jc w:val="both"/>
        <w:rPr>
          <w:rStyle w:val="2"/>
          <w:rFonts w:cs="Mangal"/>
          <w:color w:val="000000"/>
          <w:lang w:eastAsia="uk-UA"/>
        </w:rPr>
      </w:pPr>
      <w:r w:rsidRPr="006E74F6">
        <w:rPr>
          <w:rStyle w:val="2"/>
          <w:rFonts w:cs="Mangal"/>
          <w:color w:val="000000"/>
          <w:lang w:eastAsia="uk-UA"/>
        </w:rPr>
        <w:t>залучення ресурсів міжнародних фінансових організацій та донорів міжнародної технічної допомоги для соціально-економічного розвитку територіальної громади;</w:t>
      </w:r>
    </w:p>
    <w:p w:rsidR="00227F29" w:rsidRPr="006E74F6" w:rsidRDefault="00227F29" w:rsidP="008314F3">
      <w:pPr>
        <w:autoSpaceDE w:val="0"/>
        <w:autoSpaceDN w:val="0"/>
        <w:adjustRightInd w:val="0"/>
        <w:ind w:firstLine="709"/>
        <w:jc w:val="both"/>
        <w:rPr>
          <w:color w:val="000000"/>
          <w:lang w:val="uk-UA" w:eastAsia="uk-UA"/>
        </w:rPr>
      </w:pPr>
      <w:r w:rsidRPr="006E74F6">
        <w:rPr>
          <w:color w:val="000000"/>
          <w:lang w:val="uk-UA" w:eastAsia="uk-UA"/>
        </w:rPr>
        <w:t xml:space="preserve">підготовка і реалізація інвестиційних проєктів та заходів за рахунок коштів державного бюджету інвестиційного спрямування, </w:t>
      </w:r>
      <w:r w:rsidRPr="006E74F6">
        <w:rPr>
          <w:rStyle w:val="2"/>
          <w:color w:val="000000"/>
          <w:lang w:val="uk-UA" w:eastAsia="uk-UA"/>
        </w:rPr>
        <w:t>міжнародних фінансових організацій, донорів міжнародної технічної допомоги</w:t>
      </w:r>
      <w:r w:rsidRPr="006E74F6">
        <w:rPr>
          <w:color w:val="000000"/>
          <w:lang w:val="uk-UA" w:eastAsia="uk-UA"/>
        </w:rPr>
        <w:t xml:space="preserve"> та забезпечення їх співфінансування з місцевого бюджету;</w:t>
      </w:r>
    </w:p>
    <w:p w:rsidR="00227F29" w:rsidRPr="006E74F6" w:rsidRDefault="00227F29" w:rsidP="008314F3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6E74F6">
        <w:rPr>
          <w:lang w:val="uk-UA"/>
        </w:rPr>
        <w:t>підготовка переліку потенційних об'єктів інвестування, які можуть бути запропоновані на розгляд інвесторам;</w:t>
      </w:r>
    </w:p>
    <w:p w:rsidR="00227F29" w:rsidRPr="008314F3" w:rsidRDefault="00227F29" w:rsidP="008314F3">
      <w:pPr>
        <w:pStyle w:val="BodyText"/>
        <w:ind w:firstLine="709"/>
        <w:rPr>
          <w:sz w:val="22"/>
        </w:rPr>
      </w:pPr>
      <w:bookmarkStart w:id="0" w:name="_GoBack"/>
      <w:r w:rsidRPr="008314F3">
        <w:rPr>
          <w:rStyle w:val="2"/>
          <w:color w:val="000000"/>
          <w:sz w:val="24"/>
          <w:lang w:eastAsia="uk-UA"/>
        </w:rPr>
        <w:t>здійснення заходів інвестиційного характеру з метою залучення додаткових коштів на територію Знам'янської міської територіальної громади.</w:t>
      </w:r>
    </w:p>
    <w:bookmarkEnd w:id="0"/>
    <w:p w:rsidR="00227F29" w:rsidRPr="00F5067C" w:rsidRDefault="00227F29" w:rsidP="008314F3">
      <w:pPr>
        <w:ind w:firstLine="709"/>
        <w:jc w:val="both"/>
        <w:rPr>
          <w:lang w:val="uk-UA"/>
        </w:rPr>
      </w:pPr>
      <w:r w:rsidRPr="00F5067C">
        <w:rPr>
          <w:lang w:val="uk-UA"/>
        </w:rPr>
        <w:t>2. Організацію виконання даного рішення покласти на заступника міського голови з питань діяльності виконавчих органів Ліану ПЕРЕСАДЧЕНКО та відділ інфраструктури та інвестиційного розвитку виконавчого комітету Знам’янської міської ради.</w:t>
      </w:r>
    </w:p>
    <w:p w:rsidR="00227F29" w:rsidRPr="009053A2" w:rsidRDefault="00227F29" w:rsidP="008314F3">
      <w:pPr>
        <w:ind w:firstLine="709"/>
        <w:jc w:val="both"/>
        <w:rPr>
          <w:b/>
          <w:lang w:val="uk-UA"/>
        </w:rPr>
      </w:pPr>
      <w:r>
        <w:rPr>
          <w:b/>
          <w:lang w:val="uk-UA"/>
        </w:rPr>
        <w:t xml:space="preserve">3. </w:t>
      </w:r>
      <w:r w:rsidRPr="006E74F6">
        <w:rPr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(гол.Неля ДАНАСІЄНКО).</w:t>
      </w:r>
    </w:p>
    <w:p w:rsidR="00227F29" w:rsidRDefault="00227F29" w:rsidP="008314F3">
      <w:pPr>
        <w:ind w:firstLine="709"/>
        <w:jc w:val="both"/>
        <w:rPr>
          <w:lang w:val="uk-UA"/>
        </w:rPr>
      </w:pPr>
    </w:p>
    <w:p w:rsidR="00227F29" w:rsidRPr="006E74F6" w:rsidRDefault="00227F29" w:rsidP="008314F3">
      <w:pPr>
        <w:ind w:firstLine="709"/>
        <w:jc w:val="both"/>
        <w:rPr>
          <w:lang w:val="uk-UA"/>
        </w:rPr>
      </w:pPr>
    </w:p>
    <w:p w:rsidR="00227F29" w:rsidRPr="00766DB6" w:rsidRDefault="00227F29" w:rsidP="008314F3">
      <w:pPr>
        <w:rPr>
          <w:rFonts w:eastAsia="Batang"/>
          <w:b/>
          <w:lang w:val="uk-UA"/>
        </w:rPr>
      </w:pPr>
      <w:r w:rsidRPr="00766DB6">
        <w:rPr>
          <w:rFonts w:eastAsia="Batang"/>
          <w:b/>
          <w:lang w:val="uk-UA"/>
        </w:rPr>
        <w:t xml:space="preserve">Знам’янський міський голова </w:t>
      </w:r>
      <w:r w:rsidRPr="00766DB6">
        <w:rPr>
          <w:rFonts w:eastAsia="Batang"/>
          <w:b/>
          <w:lang w:val="uk-UA"/>
        </w:rPr>
        <w:tab/>
      </w:r>
      <w:r w:rsidRPr="00766DB6">
        <w:rPr>
          <w:rFonts w:eastAsia="Batang"/>
          <w:b/>
          <w:lang w:val="uk-UA"/>
        </w:rPr>
        <w:tab/>
        <w:t xml:space="preserve">                                           Володимир СОКИРКО</w:t>
      </w:r>
    </w:p>
    <w:p w:rsidR="00227F29" w:rsidRDefault="00227F29" w:rsidP="008314F3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27F29" w:rsidRDefault="00227F29" w:rsidP="008314F3">
      <w:pPr>
        <w:jc w:val="center"/>
        <w:rPr>
          <w:b/>
          <w:bCs/>
          <w:sz w:val="28"/>
          <w:lang w:val="uk-UA"/>
        </w:rPr>
      </w:pPr>
    </w:p>
    <w:p w:rsidR="00227F29" w:rsidRDefault="00227F29"/>
    <w:sectPr w:rsidR="00227F29" w:rsidSect="00321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14F3"/>
    <w:rsid w:val="000B5F89"/>
    <w:rsid w:val="00227F29"/>
    <w:rsid w:val="00280704"/>
    <w:rsid w:val="00321CA6"/>
    <w:rsid w:val="00344DE2"/>
    <w:rsid w:val="006E74F6"/>
    <w:rsid w:val="00766DB6"/>
    <w:rsid w:val="008314F3"/>
    <w:rsid w:val="00863A0B"/>
    <w:rsid w:val="008E7201"/>
    <w:rsid w:val="008F6001"/>
    <w:rsid w:val="009053A2"/>
    <w:rsid w:val="009E3579"/>
    <w:rsid w:val="009F61D9"/>
    <w:rsid w:val="00BF5DBC"/>
    <w:rsid w:val="00D5719A"/>
    <w:rsid w:val="00F5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4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314F3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314F3"/>
    <w:rPr>
      <w:rFonts w:ascii="Times New Roman" w:hAnsi="Times New Roman" w:cs="Times New Roman"/>
      <w:sz w:val="24"/>
      <w:szCs w:val="24"/>
      <w:lang w:val="uk-UA" w:eastAsia="ru-RU"/>
    </w:rPr>
  </w:style>
  <w:style w:type="paragraph" w:styleId="ListParagraph">
    <w:name w:val="List Paragraph"/>
    <w:basedOn w:val="Normal"/>
    <w:uiPriority w:val="99"/>
    <w:qFormat/>
    <w:rsid w:val="008314F3"/>
    <w:pPr>
      <w:ind w:left="720"/>
    </w:pPr>
  </w:style>
  <w:style w:type="paragraph" w:styleId="Title">
    <w:name w:val="Title"/>
    <w:basedOn w:val="Normal"/>
    <w:link w:val="TitleChar"/>
    <w:uiPriority w:val="99"/>
    <w:qFormat/>
    <w:rsid w:val="008314F3"/>
    <w:pPr>
      <w:jc w:val="center"/>
    </w:pPr>
    <w:rPr>
      <w:sz w:val="3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8314F3"/>
    <w:rPr>
      <w:rFonts w:ascii="Times New Roman" w:hAnsi="Times New Roman" w:cs="Times New Roman"/>
      <w:sz w:val="24"/>
      <w:szCs w:val="24"/>
      <w:lang w:val="uk-UA" w:eastAsia="ru-RU"/>
    </w:rPr>
  </w:style>
  <w:style w:type="paragraph" w:styleId="NoSpacing">
    <w:name w:val="No Spacing"/>
    <w:link w:val="NoSpacingChar"/>
    <w:uiPriority w:val="99"/>
    <w:qFormat/>
    <w:rsid w:val="008314F3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8314F3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character" w:customStyle="1" w:styleId="2">
    <w:name w:val="Основной текст Знак2"/>
    <w:basedOn w:val="DefaultParagraphFont"/>
    <w:uiPriority w:val="99"/>
    <w:locked/>
    <w:rsid w:val="008314F3"/>
    <w:rPr>
      <w:rFonts w:cs="Times New Roman"/>
      <w:sz w:val="26"/>
      <w:szCs w:val="26"/>
      <w:lang w:bidi="ar-SA"/>
    </w:rPr>
  </w:style>
  <w:style w:type="paragraph" w:customStyle="1" w:styleId="1">
    <w:name w:val="Обычный1"/>
    <w:uiPriority w:val="99"/>
    <w:rsid w:val="008314F3"/>
    <w:pPr>
      <w:widowControl w:val="0"/>
      <w:suppressAutoHyphens/>
    </w:pPr>
    <w:rPr>
      <w:rFonts w:ascii="Times New Roman" w:eastAsia="SimSun" w:hAnsi="Times New Roman" w:cs="Mangal"/>
      <w:sz w:val="24"/>
      <w:szCs w:val="24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1443</Words>
  <Characters>824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Знам’янська міська рада</dc:title>
  <dc:subject/>
  <dc:creator>User</dc:creator>
  <cp:keywords/>
  <dc:description/>
  <cp:lastModifiedBy>User</cp:lastModifiedBy>
  <cp:revision>2</cp:revision>
  <cp:lastPrinted>2021-03-29T11:58:00Z</cp:lastPrinted>
  <dcterms:created xsi:type="dcterms:W3CDTF">2021-03-29T11:59:00Z</dcterms:created>
  <dcterms:modified xsi:type="dcterms:W3CDTF">2021-03-29T11:59:00Z</dcterms:modified>
</cp:coreProperties>
</file>