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FC1" w:rsidRDefault="00802FC1" w:rsidP="00F74D7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802FC1" w:rsidRPr="00730B35" w:rsidRDefault="00802FC1" w:rsidP="00F74D7F"/>
    <w:p w:rsidR="00802FC1" w:rsidRDefault="00802FC1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802FC1" w:rsidRDefault="00802FC1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802FC1" w:rsidRDefault="00802FC1" w:rsidP="00F74D7F">
      <w:pPr>
        <w:spacing w:line="200" w:lineRule="atLeast"/>
        <w:jc w:val="center"/>
        <w:rPr>
          <w:b/>
        </w:rPr>
      </w:pPr>
    </w:p>
    <w:p w:rsidR="00802FC1" w:rsidRDefault="00802FC1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802FC1" w:rsidRDefault="00802FC1" w:rsidP="000E569F">
      <w:pPr>
        <w:spacing w:line="200" w:lineRule="atLeast"/>
        <w:jc w:val="center"/>
        <w:rPr>
          <w:b/>
        </w:rPr>
      </w:pPr>
    </w:p>
    <w:p w:rsidR="00802FC1" w:rsidRDefault="00802FC1" w:rsidP="000E569F">
      <w:pPr>
        <w:pStyle w:val="Heading2"/>
        <w:jc w:val="left"/>
        <w:rPr>
          <w:sz w:val="16"/>
          <w:szCs w:val="24"/>
        </w:rPr>
      </w:pPr>
    </w:p>
    <w:p w:rsidR="00802FC1" w:rsidRPr="00E021EB" w:rsidRDefault="00802FC1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8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802FC1" w:rsidRPr="00DA4E81" w:rsidRDefault="00802FC1" w:rsidP="000E569F">
      <w:pPr>
        <w:jc w:val="center"/>
        <w:rPr>
          <w:b/>
          <w:sz w:val="18"/>
        </w:rPr>
      </w:pPr>
    </w:p>
    <w:p w:rsidR="00802FC1" w:rsidRPr="00E021EB" w:rsidRDefault="00802FC1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802FC1" w:rsidRDefault="00802FC1" w:rsidP="000E569F">
      <w:pPr>
        <w:ind w:left="180"/>
      </w:pPr>
      <w:r>
        <w:t xml:space="preserve">                                        </w:t>
      </w:r>
    </w:p>
    <w:p w:rsidR="00802FC1" w:rsidRDefault="00802FC1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802FC1" w:rsidRDefault="00802FC1" w:rsidP="002257C1">
      <w:pPr>
        <w:rPr>
          <w:lang w:val="uk-UA"/>
        </w:rPr>
      </w:pPr>
      <w:r>
        <w:rPr>
          <w:lang w:val="uk-UA"/>
        </w:rPr>
        <w:t>комунального підприємства "Знам'янський</w:t>
      </w:r>
    </w:p>
    <w:p w:rsidR="00802FC1" w:rsidRDefault="00802FC1" w:rsidP="002257C1">
      <w:pPr>
        <w:rPr>
          <w:lang w:val="uk-UA"/>
        </w:rPr>
      </w:pPr>
      <w:r>
        <w:rPr>
          <w:lang w:val="uk-UA"/>
        </w:rPr>
        <w:t xml:space="preserve">комбінат комунальних послуг" за  1 півріччя </w:t>
      </w:r>
    </w:p>
    <w:p w:rsidR="00802FC1" w:rsidRDefault="00802FC1" w:rsidP="002257C1">
      <w:pPr>
        <w:rPr>
          <w:lang w:val="uk-UA"/>
        </w:rPr>
      </w:pPr>
      <w:r>
        <w:rPr>
          <w:lang w:val="uk-UA"/>
        </w:rPr>
        <w:t>2018 року</w:t>
      </w:r>
    </w:p>
    <w:p w:rsidR="00802FC1" w:rsidRPr="0004058D" w:rsidRDefault="00802FC1" w:rsidP="000E569F">
      <w:pPr>
        <w:rPr>
          <w:lang w:val="uk-UA"/>
        </w:rPr>
      </w:pPr>
    </w:p>
    <w:p w:rsidR="00802FC1" w:rsidRPr="00472F42" w:rsidRDefault="00802FC1" w:rsidP="0009543B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І.П.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комунального підприємства "Знам'янський комбінат комунальних послуг" Чернявського О.М.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 xml:space="preserve">иємства за підсумками 1 півріччя </w:t>
      </w:r>
      <w:r w:rsidRPr="003B2D59">
        <w:rPr>
          <w:lang w:val="uk-UA"/>
        </w:rPr>
        <w:t>201</w:t>
      </w:r>
      <w:r>
        <w:rPr>
          <w:lang w:val="uk-UA"/>
        </w:rPr>
        <w:t>8</w:t>
      </w:r>
      <w:r w:rsidRPr="003B2D59">
        <w:rPr>
          <w:lang w:val="uk-UA"/>
        </w:rPr>
        <w:t xml:space="preserve">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 xml:space="preserve">,  виконавчий комітет </w:t>
      </w:r>
      <w:r>
        <w:rPr>
          <w:lang w:val="uk-UA"/>
        </w:rPr>
        <w:t xml:space="preserve">Знам"янської </w:t>
      </w:r>
      <w:r w:rsidRPr="00472F42">
        <w:rPr>
          <w:lang w:val="uk-UA"/>
        </w:rPr>
        <w:t>міської  ради</w:t>
      </w:r>
    </w:p>
    <w:p w:rsidR="00802FC1" w:rsidRPr="000B2D70" w:rsidRDefault="00802FC1" w:rsidP="002257C1">
      <w:pPr>
        <w:pStyle w:val="BodyText3"/>
        <w:ind w:firstLine="567"/>
      </w:pPr>
    </w:p>
    <w:p w:rsidR="00802FC1" w:rsidRPr="00CF16A7" w:rsidRDefault="00802FC1" w:rsidP="00AE6B64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802FC1" w:rsidRPr="00721F34" w:rsidRDefault="00802FC1" w:rsidP="004969A2">
      <w:pPr>
        <w:jc w:val="center"/>
        <w:rPr>
          <w:b/>
          <w:sz w:val="26"/>
          <w:lang w:val="uk-UA"/>
        </w:rPr>
      </w:pPr>
    </w:p>
    <w:p w:rsidR="00802FC1" w:rsidRDefault="00802FC1" w:rsidP="004969A2">
      <w:pPr>
        <w:rPr>
          <w:b/>
          <w:sz w:val="26"/>
          <w:lang w:val="uk-UA"/>
        </w:rPr>
      </w:pPr>
    </w:p>
    <w:p w:rsidR="00802FC1" w:rsidRPr="0079056E" w:rsidRDefault="00802FC1" w:rsidP="0059288D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"Знам'янський комбінат комунальних послуг" </w:t>
      </w:r>
      <w:r w:rsidRPr="0079056E">
        <w:rPr>
          <w:lang w:val="uk-UA"/>
        </w:rPr>
        <w:t xml:space="preserve">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802FC1" w:rsidRDefault="00802FC1" w:rsidP="0059288D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1 півріччя 2018 року</w:t>
      </w:r>
      <w:r w:rsidRPr="00472F42">
        <w:rPr>
          <w:lang w:val="uk-UA"/>
        </w:rPr>
        <w:t xml:space="preserve"> </w:t>
      </w:r>
      <w:r>
        <w:rPr>
          <w:lang w:val="uk-UA"/>
        </w:rPr>
        <w:t>визнати роботу комунального підприємства "Знам'янський комбінат комунальних послуг"</w:t>
      </w:r>
      <w:r w:rsidRPr="00472F42">
        <w:rPr>
          <w:lang w:val="uk-UA"/>
        </w:rPr>
        <w:t>, ________________</w:t>
      </w:r>
      <w:r>
        <w:rPr>
          <w:lang w:val="uk-UA"/>
        </w:rPr>
        <w:t>.</w:t>
      </w:r>
    </w:p>
    <w:p w:rsidR="00802FC1" w:rsidRPr="00CF16A7" w:rsidRDefault="00802FC1" w:rsidP="00954F62">
      <w:pPr>
        <w:pStyle w:val="ListParagraph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>питань діяльності виконавчих органів – начальника фінансового управління</w:t>
      </w:r>
      <w:r>
        <w:rPr>
          <w:lang w:val="uk-UA"/>
        </w:rPr>
        <w:t xml:space="preserve">       </w:t>
      </w:r>
      <w:r w:rsidRPr="00CF16A7">
        <w:t xml:space="preserve">Лихоту Г.В. </w:t>
      </w:r>
    </w:p>
    <w:p w:rsidR="00802FC1" w:rsidRDefault="00802FC1" w:rsidP="004969A2">
      <w:pPr>
        <w:rPr>
          <w:lang w:val="uk-UA"/>
        </w:rPr>
      </w:pPr>
    </w:p>
    <w:p w:rsidR="00802FC1" w:rsidRDefault="00802FC1" w:rsidP="004969A2">
      <w:pPr>
        <w:rPr>
          <w:lang w:val="uk-UA"/>
        </w:rPr>
      </w:pPr>
    </w:p>
    <w:p w:rsidR="00802FC1" w:rsidRDefault="00802FC1" w:rsidP="004969A2">
      <w:pPr>
        <w:rPr>
          <w:lang w:val="uk-UA"/>
        </w:rPr>
      </w:pPr>
    </w:p>
    <w:p w:rsidR="00802FC1" w:rsidRDefault="00802FC1" w:rsidP="004969A2">
      <w:pPr>
        <w:rPr>
          <w:lang w:val="uk-UA"/>
        </w:rPr>
      </w:pPr>
    </w:p>
    <w:p w:rsidR="00802FC1" w:rsidRPr="00721F34" w:rsidRDefault="00802FC1" w:rsidP="004969A2">
      <w:pPr>
        <w:rPr>
          <w:lang w:val="uk-UA"/>
        </w:rPr>
      </w:pPr>
    </w:p>
    <w:p w:rsidR="00802FC1" w:rsidRDefault="00802FC1" w:rsidP="00437D68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802FC1" w:rsidRDefault="00802FC1" w:rsidP="00437D68">
      <w:pPr>
        <w:ind w:left="360"/>
        <w:rPr>
          <w:b/>
          <w:lang w:val="uk-UA"/>
        </w:rPr>
      </w:pPr>
    </w:p>
    <w:p w:rsidR="00802FC1" w:rsidRDefault="00802FC1" w:rsidP="00652A0C">
      <w:pPr>
        <w:ind w:right="441" w:firstLine="142"/>
        <w:jc w:val="both"/>
        <w:rPr>
          <w:lang w:val="uk-UA"/>
        </w:rPr>
      </w:pPr>
    </w:p>
    <w:p w:rsidR="00802FC1" w:rsidRDefault="00802FC1" w:rsidP="00F461AC">
      <w:pPr>
        <w:ind w:right="441"/>
        <w:jc w:val="both"/>
        <w:rPr>
          <w:lang w:val="uk-UA"/>
        </w:rPr>
      </w:pPr>
    </w:p>
    <w:p w:rsidR="00802FC1" w:rsidRDefault="00802FC1" w:rsidP="00F461AC">
      <w:pPr>
        <w:ind w:right="441"/>
        <w:jc w:val="both"/>
        <w:rPr>
          <w:lang w:val="uk-UA"/>
        </w:rPr>
      </w:pPr>
    </w:p>
    <w:p w:rsidR="00802FC1" w:rsidRDefault="00802FC1" w:rsidP="00F461AC">
      <w:pPr>
        <w:ind w:right="441"/>
        <w:jc w:val="both"/>
        <w:rPr>
          <w:lang w:val="uk-UA"/>
        </w:rPr>
      </w:pPr>
    </w:p>
    <w:p w:rsidR="00802FC1" w:rsidRDefault="00802FC1" w:rsidP="00F461AC">
      <w:pPr>
        <w:ind w:right="441"/>
        <w:jc w:val="both"/>
        <w:rPr>
          <w:lang w:val="uk-UA"/>
        </w:rPr>
      </w:pPr>
    </w:p>
    <w:p w:rsidR="00802FC1" w:rsidRDefault="00802FC1" w:rsidP="00F461AC">
      <w:pPr>
        <w:ind w:right="441"/>
        <w:jc w:val="both"/>
        <w:rPr>
          <w:lang w:val="uk-UA"/>
        </w:rPr>
      </w:pPr>
    </w:p>
    <w:p w:rsidR="00802FC1" w:rsidRDefault="00802FC1" w:rsidP="00F461AC">
      <w:pPr>
        <w:ind w:right="441"/>
        <w:jc w:val="both"/>
        <w:rPr>
          <w:lang w:val="uk-UA"/>
        </w:rPr>
      </w:pPr>
    </w:p>
    <w:p w:rsidR="00802FC1" w:rsidRDefault="00802FC1" w:rsidP="00F461AC">
      <w:pPr>
        <w:ind w:right="441"/>
        <w:jc w:val="both"/>
        <w:rPr>
          <w:lang w:val="uk-UA"/>
        </w:rPr>
      </w:pPr>
    </w:p>
    <w:p w:rsidR="00802FC1" w:rsidRDefault="00802FC1" w:rsidP="00F461AC">
      <w:pPr>
        <w:ind w:right="441"/>
        <w:jc w:val="both"/>
        <w:rPr>
          <w:lang w:val="uk-UA"/>
        </w:rPr>
      </w:pPr>
    </w:p>
    <w:p w:rsidR="00802FC1" w:rsidRDefault="00802FC1" w:rsidP="00F461AC">
      <w:pPr>
        <w:ind w:right="441"/>
        <w:jc w:val="both"/>
        <w:rPr>
          <w:lang w:val="uk-UA"/>
        </w:rPr>
      </w:pPr>
    </w:p>
    <w:p w:rsidR="00802FC1" w:rsidRDefault="00802FC1" w:rsidP="00887F39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802FC1" w:rsidRDefault="00802FC1" w:rsidP="009C2E1B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рішенням виконавчого комітету</w:t>
      </w:r>
    </w:p>
    <w:p w:rsidR="00802FC1" w:rsidRPr="009C24C6" w:rsidRDefault="00802FC1" w:rsidP="00F461AC">
      <w:pPr>
        <w:ind w:right="441" w:firstLine="142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від __________ 2018 року  №___</w:t>
      </w:r>
    </w:p>
    <w:p w:rsidR="00802FC1" w:rsidRDefault="00802FC1" w:rsidP="00F461AC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</w:t>
      </w:r>
    </w:p>
    <w:p w:rsidR="00802FC1" w:rsidRPr="00472F42" w:rsidRDefault="00802FC1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802FC1" w:rsidRDefault="00802FC1" w:rsidP="003E1604">
      <w:pPr>
        <w:jc w:val="center"/>
        <w:rPr>
          <w:b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"Знам'янський комбінат комунальних послуг"  </w:t>
      </w: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1 півріччя  2018 року</w:t>
      </w:r>
    </w:p>
    <w:p w:rsidR="00802FC1" w:rsidRPr="003E1604" w:rsidRDefault="00802FC1" w:rsidP="003E1604">
      <w:pPr>
        <w:jc w:val="center"/>
        <w:rPr>
          <w:b/>
          <w:bCs/>
          <w:sz w:val="22"/>
          <w:szCs w:val="22"/>
          <w:lang w:val="uk-UA"/>
        </w:rPr>
      </w:pPr>
    </w:p>
    <w:p w:rsidR="00802FC1" w:rsidRDefault="00802FC1" w:rsidP="00006A56">
      <w:pPr>
        <w:ind w:firstLine="540"/>
        <w:jc w:val="both"/>
        <w:rPr>
          <w:color w:val="FF0000"/>
          <w:lang w:val="uk-UA"/>
        </w:rPr>
      </w:pPr>
      <w:r w:rsidRPr="00DE094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1 півріччя 2018 року</w:t>
      </w:r>
      <w:r w:rsidRPr="00DE0942">
        <w:rPr>
          <w:lang w:val="uk-UA"/>
        </w:rPr>
        <w:t xml:space="preserve"> комунальним підприємством  "Знам'янський комбінат комунальних послуг" отримано чистого доходу </w:t>
      </w:r>
      <w:r>
        <w:rPr>
          <w:lang w:val="uk-UA"/>
        </w:rPr>
        <w:t xml:space="preserve">від реалізації продукції (товарів, робіт, послуг) в </w:t>
      </w:r>
      <w:r w:rsidRPr="00926B45">
        <w:rPr>
          <w:lang w:val="uk-UA"/>
        </w:rPr>
        <w:t>сумі  6752</w:t>
      </w:r>
      <w:r w:rsidRPr="00DE0942">
        <w:rPr>
          <w:lang w:val="uk-UA"/>
        </w:rPr>
        <w:t xml:space="preserve"> тис.грн. </w:t>
      </w:r>
      <w:r>
        <w:rPr>
          <w:lang w:val="uk-UA"/>
        </w:rPr>
        <w:t>На кінець звітного періоду підприємство прибуткове. Прибуток склав 142</w:t>
      </w:r>
      <w:r w:rsidRPr="00DE0942">
        <w:t xml:space="preserve"> </w:t>
      </w:r>
      <w:r w:rsidRPr="00DE0942">
        <w:rPr>
          <w:lang w:val="uk-UA"/>
        </w:rPr>
        <w:t>тис. грн.</w:t>
      </w:r>
      <w:r>
        <w:rPr>
          <w:lang w:val="uk-UA"/>
        </w:rPr>
        <w:t>( за 6 місяців 2017 року підприємство збиткове).  Протягом звітного періоду</w:t>
      </w:r>
      <w:r w:rsidRPr="00DE0942">
        <w:rPr>
          <w:lang w:val="uk-UA"/>
        </w:rPr>
        <w:t xml:space="preserve"> комунальне </w:t>
      </w:r>
      <w:r>
        <w:rPr>
          <w:lang w:val="uk-UA"/>
        </w:rPr>
        <w:t>підприємство отримало з обласного</w:t>
      </w:r>
      <w:r w:rsidRPr="00DE0942">
        <w:rPr>
          <w:lang w:val="uk-UA"/>
        </w:rPr>
        <w:t xml:space="preserve"> бюджету фі</w:t>
      </w:r>
      <w:r>
        <w:rPr>
          <w:lang w:val="uk-UA"/>
        </w:rPr>
        <w:t>нансову підтримку в розмірі  498</w:t>
      </w:r>
      <w:r w:rsidRPr="00DE0942">
        <w:rPr>
          <w:lang w:val="uk-UA"/>
        </w:rPr>
        <w:t xml:space="preserve"> тис.грн</w:t>
      </w:r>
      <w:r w:rsidRPr="00DE0942">
        <w:rPr>
          <w:color w:val="FF0000"/>
          <w:lang w:val="uk-UA"/>
        </w:rPr>
        <w:t xml:space="preserve">.    </w:t>
      </w:r>
    </w:p>
    <w:p w:rsidR="00802FC1" w:rsidRPr="00006A56" w:rsidRDefault="00802FC1" w:rsidP="00006A56">
      <w:pPr>
        <w:ind w:firstLine="540"/>
        <w:jc w:val="both"/>
        <w:rPr>
          <w:lang w:val="uk-UA"/>
        </w:rPr>
      </w:pPr>
    </w:p>
    <w:p w:rsidR="00802FC1" w:rsidRPr="005479C5" w:rsidRDefault="00802FC1" w:rsidP="00E22247">
      <w:pPr>
        <w:ind w:right="-159"/>
        <w:jc w:val="center"/>
        <w:rPr>
          <w:b/>
          <w:lang w:val="uk-UA"/>
        </w:rPr>
      </w:pPr>
      <w:r w:rsidRPr="0094751F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</w:t>
      </w:r>
      <w:r>
        <w:rPr>
          <w:b/>
          <w:lang w:val="uk-UA"/>
        </w:rPr>
        <w:t xml:space="preserve"> 1 півріччя 2018 ро</w:t>
      </w:r>
      <w:r w:rsidRPr="0094751F">
        <w:rPr>
          <w:b/>
          <w:lang w:val="uk-UA"/>
        </w:rPr>
        <w:t>к</w:t>
      </w:r>
      <w:r>
        <w:rPr>
          <w:b/>
          <w:lang w:val="uk-UA"/>
        </w:rPr>
        <w:t>у</w:t>
      </w:r>
      <w:r w:rsidRPr="005479C5">
        <w:rPr>
          <w:lang w:val="uk-UA"/>
        </w:rPr>
        <w:t xml:space="preserve"> </w:t>
      </w:r>
    </w:p>
    <w:p w:rsidR="00802FC1" w:rsidRPr="005479C5" w:rsidRDefault="00802FC1" w:rsidP="00926B45">
      <w:pPr>
        <w:ind w:right="-159"/>
        <w:rPr>
          <w:sz w:val="22"/>
          <w:szCs w:val="22"/>
          <w:lang w:val="uk-UA"/>
        </w:rPr>
      </w:pPr>
      <w:r w:rsidRPr="005479C5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5479C5">
        <w:rPr>
          <w:sz w:val="22"/>
          <w:szCs w:val="22"/>
          <w:lang w:val="uk-UA"/>
        </w:rPr>
        <w:t>(тис.грн.)</w:t>
      </w:r>
    </w:p>
    <w:tbl>
      <w:tblPr>
        <w:tblW w:w="104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530"/>
        <w:gridCol w:w="1260"/>
        <w:gridCol w:w="1167"/>
        <w:gridCol w:w="969"/>
        <w:gridCol w:w="1026"/>
        <w:gridCol w:w="1463"/>
        <w:gridCol w:w="825"/>
        <w:gridCol w:w="855"/>
        <w:gridCol w:w="908"/>
      </w:tblGrid>
      <w:tr w:rsidR="00802FC1" w:rsidRPr="005479C5" w:rsidTr="00CB4043">
        <w:tc>
          <w:tcPr>
            <w:tcW w:w="450" w:type="dxa"/>
          </w:tcPr>
          <w:p w:rsidR="00802FC1" w:rsidRPr="005479C5" w:rsidRDefault="00802FC1" w:rsidP="00D741EE">
            <w:pPr>
              <w:ind w:left="-45" w:firstLine="45"/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530" w:type="dxa"/>
          </w:tcPr>
          <w:p w:rsidR="00802FC1" w:rsidRPr="005479C5" w:rsidRDefault="00802FC1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802FC1" w:rsidRPr="005479C5" w:rsidRDefault="00802FC1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Облікова</w:t>
            </w:r>
          </w:p>
          <w:p w:rsidR="00802FC1" w:rsidRPr="005479C5" w:rsidRDefault="00802FC1" w:rsidP="00BF60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</w:t>
            </w:r>
            <w:r w:rsidRPr="005479C5">
              <w:rPr>
                <w:sz w:val="18"/>
                <w:szCs w:val="18"/>
                <w:lang w:val="uk-UA"/>
              </w:rPr>
              <w:t>исельність на кінець звітного періоду, чол.</w:t>
            </w:r>
          </w:p>
        </w:tc>
        <w:tc>
          <w:tcPr>
            <w:tcW w:w="1167" w:type="dxa"/>
          </w:tcPr>
          <w:p w:rsidR="00802FC1" w:rsidRPr="005479C5" w:rsidRDefault="00802FC1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802FC1" w:rsidRPr="005479C5" w:rsidRDefault="00802FC1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Прибу</w:t>
            </w:r>
          </w:p>
          <w:p w:rsidR="00802FC1" w:rsidRPr="005479C5" w:rsidRDefault="00802FC1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802FC1" w:rsidRPr="005479C5" w:rsidRDefault="00802FC1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463" w:type="dxa"/>
          </w:tcPr>
          <w:p w:rsidR="00802FC1" w:rsidRPr="005479C5" w:rsidRDefault="00802FC1" w:rsidP="009C0C18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Дебіторська заборгованість, тис.грн.</w:t>
            </w:r>
          </w:p>
        </w:tc>
        <w:tc>
          <w:tcPr>
            <w:tcW w:w="825" w:type="dxa"/>
          </w:tcPr>
          <w:p w:rsidR="00802FC1" w:rsidRPr="005479C5" w:rsidRDefault="00802FC1" w:rsidP="0019086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Д</w:t>
            </w:r>
            <w:r w:rsidRPr="005479C5">
              <w:rPr>
                <w:sz w:val="18"/>
                <w:szCs w:val="18"/>
                <w:lang w:val="uk-UA"/>
              </w:rPr>
              <w:t>охід, тис.грн.</w:t>
            </w:r>
          </w:p>
        </w:tc>
        <w:tc>
          <w:tcPr>
            <w:tcW w:w="855" w:type="dxa"/>
          </w:tcPr>
          <w:p w:rsidR="00802FC1" w:rsidRPr="005479C5" w:rsidRDefault="00802FC1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908" w:type="dxa"/>
          </w:tcPr>
          <w:p w:rsidR="00802FC1" w:rsidRPr="005479C5" w:rsidRDefault="00802FC1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Витрати  тис.грн.</w:t>
            </w:r>
          </w:p>
        </w:tc>
      </w:tr>
      <w:tr w:rsidR="00802FC1" w:rsidRPr="00EC54EC" w:rsidTr="00CB4043">
        <w:trPr>
          <w:trHeight w:val="924"/>
        </w:trPr>
        <w:tc>
          <w:tcPr>
            <w:tcW w:w="450" w:type="dxa"/>
          </w:tcPr>
          <w:p w:rsidR="00802FC1" w:rsidRPr="005D5DB6" w:rsidRDefault="00802FC1" w:rsidP="00190865">
            <w:pPr>
              <w:jc w:val="center"/>
              <w:rPr>
                <w:lang w:val="uk-UA"/>
              </w:rPr>
            </w:pPr>
            <w:r w:rsidRPr="005D5DB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30" w:type="dxa"/>
          </w:tcPr>
          <w:p w:rsidR="00802FC1" w:rsidRPr="005D5DB6" w:rsidRDefault="00802FC1" w:rsidP="00190865">
            <w:pPr>
              <w:rPr>
                <w:lang w:val="uk-UA"/>
              </w:rPr>
            </w:pPr>
            <w:r w:rsidRPr="005D5DB6">
              <w:rPr>
                <w:sz w:val="22"/>
                <w:szCs w:val="22"/>
                <w:lang w:val="uk-UA"/>
              </w:rPr>
              <w:t>Знам'янський комбінат комунальних послуг</w:t>
            </w:r>
          </w:p>
        </w:tc>
        <w:tc>
          <w:tcPr>
            <w:tcW w:w="1260" w:type="dxa"/>
          </w:tcPr>
          <w:p w:rsidR="00802FC1" w:rsidRPr="00435FE8" w:rsidRDefault="00802FC1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167" w:type="dxa"/>
          </w:tcPr>
          <w:p w:rsidR="00802FC1" w:rsidRPr="00435FE8" w:rsidRDefault="00802FC1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4526</w:t>
            </w:r>
          </w:p>
        </w:tc>
        <w:tc>
          <w:tcPr>
            <w:tcW w:w="969" w:type="dxa"/>
          </w:tcPr>
          <w:p w:rsidR="00802FC1" w:rsidRPr="00D21AF2" w:rsidRDefault="00802FC1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+142</w:t>
            </w:r>
          </w:p>
        </w:tc>
        <w:tc>
          <w:tcPr>
            <w:tcW w:w="1026" w:type="dxa"/>
          </w:tcPr>
          <w:p w:rsidR="00802FC1" w:rsidRPr="00D21AF2" w:rsidRDefault="00802FC1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1413</w:t>
            </w:r>
          </w:p>
        </w:tc>
        <w:tc>
          <w:tcPr>
            <w:tcW w:w="1463" w:type="dxa"/>
          </w:tcPr>
          <w:p w:rsidR="00802FC1" w:rsidRPr="00D21AF2" w:rsidRDefault="00802FC1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1994</w:t>
            </w:r>
          </w:p>
        </w:tc>
        <w:tc>
          <w:tcPr>
            <w:tcW w:w="825" w:type="dxa"/>
          </w:tcPr>
          <w:p w:rsidR="00802FC1" w:rsidRPr="00303EE5" w:rsidRDefault="00802FC1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8064</w:t>
            </w:r>
          </w:p>
        </w:tc>
        <w:tc>
          <w:tcPr>
            <w:tcW w:w="855" w:type="dxa"/>
          </w:tcPr>
          <w:p w:rsidR="00802FC1" w:rsidRPr="00303EE5" w:rsidRDefault="00802FC1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498</w:t>
            </w:r>
          </w:p>
        </w:tc>
        <w:tc>
          <w:tcPr>
            <w:tcW w:w="908" w:type="dxa"/>
          </w:tcPr>
          <w:p w:rsidR="00802FC1" w:rsidRPr="00303EE5" w:rsidRDefault="00802FC1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8420</w:t>
            </w:r>
          </w:p>
        </w:tc>
      </w:tr>
    </w:tbl>
    <w:p w:rsidR="00802FC1" w:rsidRPr="00EC54EC" w:rsidRDefault="00802FC1" w:rsidP="00E22247">
      <w:pPr>
        <w:ind w:right="-159"/>
        <w:jc w:val="both"/>
        <w:rPr>
          <w:sz w:val="22"/>
          <w:szCs w:val="22"/>
          <w:highlight w:val="green"/>
          <w:lang w:val="uk-UA"/>
        </w:rPr>
      </w:pPr>
    </w:p>
    <w:p w:rsidR="00802FC1" w:rsidRDefault="00802FC1" w:rsidP="00887F39">
      <w:pPr>
        <w:jc w:val="center"/>
        <w:rPr>
          <w:sz w:val="22"/>
          <w:szCs w:val="22"/>
          <w:lang w:val="uk-UA"/>
        </w:rPr>
      </w:pPr>
      <w:r w:rsidRPr="00AB4258">
        <w:rPr>
          <w:b/>
          <w:sz w:val="22"/>
          <w:szCs w:val="22"/>
          <w:lang w:val="uk-UA"/>
        </w:rPr>
        <w:t>Фінансові показники підприємства</w:t>
      </w:r>
      <w:r w:rsidRPr="00AB4258">
        <w:rPr>
          <w:sz w:val="22"/>
          <w:szCs w:val="22"/>
          <w:lang w:val="uk-UA"/>
        </w:rPr>
        <w:t>.</w:t>
      </w:r>
    </w:p>
    <w:p w:rsidR="00802FC1" w:rsidRDefault="00802FC1" w:rsidP="00887F39">
      <w:pPr>
        <w:jc w:val="center"/>
        <w:rPr>
          <w:sz w:val="22"/>
          <w:szCs w:val="22"/>
          <w:lang w:val="uk-UA"/>
        </w:rPr>
      </w:pPr>
    </w:p>
    <w:tbl>
      <w:tblPr>
        <w:tblW w:w="963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053"/>
        <w:gridCol w:w="1482"/>
        <w:gridCol w:w="1218"/>
        <w:gridCol w:w="1260"/>
        <w:gridCol w:w="1620"/>
      </w:tblGrid>
      <w:tr w:rsidR="00802FC1" w:rsidRPr="00E33ECB" w:rsidTr="00517DCB">
        <w:tc>
          <w:tcPr>
            <w:tcW w:w="4053" w:type="dxa"/>
          </w:tcPr>
          <w:p w:rsidR="00802FC1" w:rsidRPr="00BA4FB1" w:rsidRDefault="00802FC1" w:rsidP="00AB1E5B">
            <w:pPr>
              <w:jc w:val="both"/>
              <w:rPr>
                <w:lang w:val="uk-UA"/>
              </w:rPr>
            </w:pPr>
          </w:p>
          <w:p w:rsidR="00802FC1" w:rsidRPr="00BA4FB1" w:rsidRDefault="00802FC1" w:rsidP="00AB1E5B">
            <w:pPr>
              <w:jc w:val="center"/>
              <w:rPr>
                <w:lang w:val="uk-UA"/>
              </w:rPr>
            </w:pPr>
            <w:r w:rsidRPr="00BA4FB1">
              <w:rPr>
                <w:sz w:val="22"/>
                <w:szCs w:val="22"/>
                <w:lang w:val="uk-UA"/>
              </w:rPr>
              <w:t>Показники</w:t>
            </w:r>
          </w:p>
          <w:p w:rsidR="00802FC1" w:rsidRPr="00BA4FB1" w:rsidRDefault="00802FC1" w:rsidP="00AB1E5B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802FC1" w:rsidRPr="00BA4FB1" w:rsidRDefault="00802FC1" w:rsidP="00AB1E5B">
            <w:pPr>
              <w:jc w:val="both"/>
              <w:rPr>
                <w:lang w:val="uk-UA"/>
              </w:rPr>
            </w:pPr>
          </w:p>
          <w:p w:rsidR="00802FC1" w:rsidRPr="00BA4FB1" w:rsidRDefault="00802FC1" w:rsidP="00AB1E5B">
            <w:pPr>
              <w:jc w:val="center"/>
              <w:rPr>
                <w:lang w:val="uk-UA"/>
              </w:rPr>
            </w:pPr>
            <w:r w:rsidRPr="00BA4FB1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218" w:type="dxa"/>
          </w:tcPr>
          <w:p w:rsidR="00802FC1" w:rsidRPr="00BA4FB1" w:rsidRDefault="00802FC1" w:rsidP="00AB1E5B">
            <w:pPr>
              <w:jc w:val="center"/>
              <w:rPr>
                <w:lang w:val="uk-UA"/>
              </w:rPr>
            </w:pPr>
            <w:r w:rsidRPr="00BA4FB1">
              <w:rPr>
                <w:sz w:val="22"/>
                <w:szCs w:val="22"/>
                <w:lang w:val="uk-UA"/>
              </w:rPr>
              <w:t>1 півріччя</w:t>
            </w:r>
          </w:p>
          <w:p w:rsidR="00802FC1" w:rsidRPr="00BA4FB1" w:rsidRDefault="00802FC1" w:rsidP="00AB1E5B">
            <w:pPr>
              <w:jc w:val="center"/>
              <w:rPr>
                <w:color w:val="FF0000"/>
                <w:lang w:val="uk-UA"/>
              </w:rPr>
            </w:pPr>
            <w:r w:rsidRPr="00BA4FB1">
              <w:rPr>
                <w:sz w:val="22"/>
                <w:szCs w:val="22"/>
                <w:lang w:val="uk-UA"/>
              </w:rPr>
              <w:t xml:space="preserve">  2018 року</w:t>
            </w:r>
            <w:r w:rsidRPr="00BA4FB1">
              <w:rPr>
                <w:color w:val="FF0000"/>
                <w:sz w:val="22"/>
                <w:szCs w:val="22"/>
                <w:lang w:val="uk-UA"/>
              </w:rPr>
              <w:t xml:space="preserve">       </w:t>
            </w:r>
          </w:p>
        </w:tc>
        <w:tc>
          <w:tcPr>
            <w:tcW w:w="1260" w:type="dxa"/>
          </w:tcPr>
          <w:p w:rsidR="00802FC1" w:rsidRPr="00BA4FB1" w:rsidRDefault="00802FC1" w:rsidP="00AB1E5B">
            <w:pPr>
              <w:jc w:val="center"/>
              <w:rPr>
                <w:lang w:val="uk-UA"/>
              </w:rPr>
            </w:pPr>
            <w:r w:rsidRPr="00BA4FB1">
              <w:rPr>
                <w:sz w:val="22"/>
                <w:szCs w:val="22"/>
                <w:lang w:val="uk-UA"/>
              </w:rPr>
              <w:t>1 півріччя</w:t>
            </w:r>
          </w:p>
          <w:p w:rsidR="00802FC1" w:rsidRPr="00BA4FB1" w:rsidRDefault="00802FC1" w:rsidP="00AB1E5B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BA4FB1">
              <w:rPr>
                <w:sz w:val="22"/>
                <w:szCs w:val="22"/>
                <w:lang w:val="uk-UA"/>
              </w:rPr>
              <w:t xml:space="preserve">  2017 року</w:t>
            </w:r>
            <w:r w:rsidRPr="00BA4FB1">
              <w:rPr>
                <w:color w:val="FF0000"/>
                <w:sz w:val="22"/>
                <w:szCs w:val="22"/>
                <w:lang w:val="uk-UA"/>
              </w:rPr>
              <w:t xml:space="preserve">       </w:t>
            </w:r>
          </w:p>
        </w:tc>
        <w:tc>
          <w:tcPr>
            <w:tcW w:w="1620" w:type="dxa"/>
          </w:tcPr>
          <w:p w:rsidR="00802FC1" w:rsidRPr="00BA4FB1" w:rsidRDefault="00802FC1" w:rsidP="00AB1E5B">
            <w:pPr>
              <w:jc w:val="center"/>
              <w:rPr>
                <w:lang w:val="uk-UA"/>
              </w:rPr>
            </w:pPr>
            <w:r w:rsidRPr="00BA4FB1">
              <w:rPr>
                <w:sz w:val="22"/>
                <w:szCs w:val="22"/>
                <w:lang w:val="uk-UA"/>
              </w:rPr>
              <w:t>Відхилення</w:t>
            </w:r>
          </w:p>
          <w:p w:rsidR="00802FC1" w:rsidRPr="00BA4FB1" w:rsidRDefault="00802FC1" w:rsidP="00AB1E5B">
            <w:pPr>
              <w:jc w:val="center"/>
              <w:rPr>
                <w:lang w:val="uk-UA"/>
              </w:rPr>
            </w:pPr>
            <w:r w:rsidRPr="00BA4FB1">
              <w:rPr>
                <w:sz w:val="22"/>
                <w:szCs w:val="22"/>
                <w:lang w:val="uk-UA"/>
              </w:rPr>
              <w:t>(+ зростання,</w:t>
            </w:r>
          </w:p>
          <w:p w:rsidR="00802FC1" w:rsidRPr="00BA4FB1" w:rsidRDefault="00802FC1" w:rsidP="00AB1E5B">
            <w:pPr>
              <w:jc w:val="center"/>
              <w:rPr>
                <w:lang w:val="uk-UA"/>
              </w:rPr>
            </w:pPr>
            <w:r w:rsidRPr="00BA4FB1">
              <w:rPr>
                <w:b/>
                <w:sz w:val="22"/>
                <w:szCs w:val="22"/>
                <w:lang w:val="uk-UA"/>
              </w:rPr>
              <w:t xml:space="preserve">- </w:t>
            </w:r>
            <w:r w:rsidRPr="00BA4FB1">
              <w:rPr>
                <w:sz w:val="22"/>
                <w:szCs w:val="22"/>
                <w:lang w:val="uk-UA"/>
              </w:rPr>
              <w:t>зниження )</w:t>
            </w:r>
          </w:p>
        </w:tc>
      </w:tr>
      <w:tr w:rsidR="00802FC1" w:rsidRPr="00B03CD5" w:rsidTr="00517DCB">
        <w:tc>
          <w:tcPr>
            <w:tcW w:w="4053" w:type="dxa"/>
          </w:tcPr>
          <w:p w:rsidR="00802FC1" w:rsidRPr="00800FB2" w:rsidRDefault="00802FC1" w:rsidP="00AB1E5B">
            <w:pPr>
              <w:jc w:val="both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 w:rsidRPr="00944A96">
              <w:rPr>
                <w:sz w:val="22"/>
                <w:szCs w:val="22"/>
                <w:lang w:val="uk-UA"/>
              </w:rPr>
              <w:t>6752</w:t>
            </w:r>
          </w:p>
        </w:tc>
        <w:tc>
          <w:tcPr>
            <w:tcW w:w="126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 w:rsidRPr="00944A96">
              <w:rPr>
                <w:sz w:val="22"/>
                <w:szCs w:val="22"/>
                <w:lang w:val="uk-UA"/>
              </w:rPr>
              <w:t>4973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+1779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Інші фінансові доходи 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1312</w:t>
            </w:r>
          </w:p>
        </w:tc>
        <w:tc>
          <w:tcPr>
            <w:tcW w:w="126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814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+498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8420</w:t>
            </w:r>
          </w:p>
        </w:tc>
        <w:tc>
          <w:tcPr>
            <w:tcW w:w="126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6008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+2412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1393</w:t>
            </w:r>
          </w:p>
        </w:tc>
        <w:tc>
          <w:tcPr>
            <w:tcW w:w="1260" w:type="dxa"/>
          </w:tcPr>
          <w:p w:rsidR="00802FC1" w:rsidRPr="00410130" w:rsidRDefault="00802FC1" w:rsidP="00AB1E5B">
            <w:pPr>
              <w:jc w:val="center"/>
              <w:rPr>
                <w:lang w:val="uk-UA"/>
              </w:rPr>
            </w:pPr>
            <w:r w:rsidRPr="00410130">
              <w:rPr>
                <w:sz w:val="22"/>
                <w:szCs w:val="22"/>
                <w:lang w:val="uk-UA"/>
              </w:rPr>
              <w:t>846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+547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2686</w:t>
            </w:r>
          </w:p>
        </w:tc>
        <w:tc>
          <w:tcPr>
            <w:tcW w:w="1260" w:type="dxa"/>
          </w:tcPr>
          <w:p w:rsidR="00802FC1" w:rsidRPr="00410130" w:rsidRDefault="00802FC1" w:rsidP="00AB1E5B">
            <w:pPr>
              <w:jc w:val="center"/>
              <w:rPr>
                <w:lang w:val="uk-UA"/>
              </w:rPr>
            </w:pPr>
            <w:r w:rsidRPr="00410130">
              <w:rPr>
                <w:sz w:val="22"/>
                <w:szCs w:val="22"/>
                <w:lang w:val="uk-UA"/>
              </w:rPr>
              <w:t>2035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+651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579</w:t>
            </w:r>
          </w:p>
        </w:tc>
        <w:tc>
          <w:tcPr>
            <w:tcW w:w="1260" w:type="dxa"/>
          </w:tcPr>
          <w:p w:rsidR="00802FC1" w:rsidRPr="00410130" w:rsidRDefault="00802FC1" w:rsidP="00AB1E5B">
            <w:pPr>
              <w:jc w:val="center"/>
              <w:rPr>
                <w:lang w:val="uk-UA"/>
              </w:rPr>
            </w:pPr>
            <w:r w:rsidRPr="00410130">
              <w:rPr>
                <w:sz w:val="22"/>
                <w:szCs w:val="22"/>
                <w:lang w:val="uk-UA"/>
              </w:rPr>
              <w:t>427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+152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2418</w:t>
            </w:r>
          </w:p>
        </w:tc>
        <w:tc>
          <w:tcPr>
            <w:tcW w:w="1260" w:type="dxa"/>
          </w:tcPr>
          <w:p w:rsidR="00802FC1" w:rsidRPr="00410130" w:rsidRDefault="00802FC1" w:rsidP="00AB1E5B">
            <w:pPr>
              <w:jc w:val="center"/>
              <w:rPr>
                <w:lang w:val="uk-UA"/>
              </w:rPr>
            </w:pPr>
            <w:r w:rsidRPr="00410130">
              <w:rPr>
                <w:sz w:val="22"/>
                <w:szCs w:val="22"/>
                <w:lang w:val="uk-UA"/>
              </w:rPr>
              <w:t>2042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+376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операційні витрати  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1344</w:t>
            </w:r>
          </w:p>
        </w:tc>
        <w:tc>
          <w:tcPr>
            <w:tcW w:w="1260" w:type="dxa"/>
          </w:tcPr>
          <w:p w:rsidR="00802FC1" w:rsidRPr="00410130" w:rsidRDefault="00802FC1" w:rsidP="00AB1E5B">
            <w:pPr>
              <w:jc w:val="center"/>
              <w:rPr>
                <w:lang w:val="uk-UA"/>
              </w:rPr>
            </w:pPr>
            <w:r w:rsidRPr="00410130">
              <w:rPr>
                <w:sz w:val="22"/>
                <w:szCs w:val="22"/>
                <w:lang w:val="uk-UA"/>
              </w:rPr>
              <w:t>658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+686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Прибуток + ,   збиток -    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+142</w:t>
            </w:r>
          </w:p>
        </w:tc>
        <w:tc>
          <w:tcPr>
            <w:tcW w:w="1260" w:type="dxa"/>
          </w:tcPr>
          <w:p w:rsidR="00802FC1" w:rsidRPr="00410130" w:rsidRDefault="00802FC1" w:rsidP="00AB1E5B">
            <w:pPr>
              <w:jc w:val="center"/>
              <w:rPr>
                <w:lang w:val="uk-UA"/>
              </w:rPr>
            </w:pPr>
            <w:r w:rsidRPr="00410130">
              <w:rPr>
                <w:sz w:val="22"/>
                <w:szCs w:val="22"/>
                <w:lang w:val="uk-UA"/>
              </w:rPr>
              <w:t>-100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+42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5970C6" w:rsidRDefault="00802FC1" w:rsidP="00AB1E5B">
            <w:pPr>
              <w:jc w:val="center"/>
              <w:rPr>
                <w:lang w:val="uk-UA"/>
              </w:rPr>
            </w:pPr>
            <w:r w:rsidRPr="005970C6">
              <w:rPr>
                <w:sz w:val="22"/>
                <w:szCs w:val="22"/>
                <w:lang w:val="uk-UA"/>
              </w:rPr>
              <w:t>1994</w:t>
            </w:r>
          </w:p>
        </w:tc>
        <w:tc>
          <w:tcPr>
            <w:tcW w:w="1260" w:type="dxa"/>
          </w:tcPr>
          <w:p w:rsidR="00802FC1" w:rsidRPr="005970C6" w:rsidRDefault="00802FC1" w:rsidP="00AB1E5B">
            <w:pPr>
              <w:jc w:val="center"/>
              <w:rPr>
                <w:lang w:val="uk-UA"/>
              </w:rPr>
            </w:pPr>
            <w:r w:rsidRPr="005970C6">
              <w:rPr>
                <w:sz w:val="22"/>
                <w:szCs w:val="22"/>
                <w:lang w:val="uk-UA"/>
              </w:rPr>
              <w:t>1972</w:t>
            </w:r>
          </w:p>
        </w:tc>
        <w:tc>
          <w:tcPr>
            <w:tcW w:w="1620" w:type="dxa"/>
          </w:tcPr>
          <w:p w:rsidR="00802FC1" w:rsidRPr="005970C6" w:rsidRDefault="00802FC1" w:rsidP="00AB1E5B">
            <w:pPr>
              <w:jc w:val="center"/>
              <w:rPr>
                <w:lang w:val="uk-UA"/>
              </w:rPr>
            </w:pPr>
            <w:r w:rsidRPr="005970C6">
              <w:rPr>
                <w:sz w:val="22"/>
                <w:szCs w:val="22"/>
                <w:lang w:val="uk-UA"/>
              </w:rPr>
              <w:t>+22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1413</w:t>
            </w:r>
          </w:p>
        </w:tc>
        <w:tc>
          <w:tcPr>
            <w:tcW w:w="1260" w:type="dxa"/>
          </w:tcPr>
          <w:p w:rsidR="00802FC1" w:rsidRPr="00410130" w:rsidRDefault="00802FC1" w:rsidP="00AB1E5B">
            <w:pPr>
              <w:jc w:val="center"/>
              <w:rPr>
                <w:lang w:val="uk-UA"/>
              </w:rPr>
            </w:pPr>
            <w:r w:rsidRPr="00410130">
              <w:rPr>
                <w:sz w:val="22"/>
                <w:szCs w:val="22"/>
                <w:lang w:val="uk-UA"/>
              </w:rPr>
              <w:t>1126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+287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800FB2" w:rsidRDefault="00802FC1" w:rsidP="00AB1E5B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802FC1" w:rsidRPr="00800FB2" w:rsidRDefault="00802FC1" w:rsidP="00AB1E5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218" w:type="dxa"/>
          </w:tcPr>
          <w:p w:rsidR="00802FC1" w:rsidRPr="00435FE8" w:rsidRDefault="00802FC1" w:rsidP="00AB1E5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4526</w:t>
            </w:r>
          </w:p>
        </w:tc>
        <w:tc>
          <w:tcPr>
            <w:tcW w:w="1260" w:type="dxa"/>
          </w:tcPr>
          <w:p w:rsidR="00802FC1" w:rsidRPr="00435FE8" w:rsidRDefault="00802FC1" w:rsidP="00AB1E5B">
            <w:pPr>
              <w:jc w:val="center"/>
              <w:rPr>
                <w:sz w:val="22"/>
                <w:szCs w:val="22"/>
                <w:lang w:val="uk-UA"/>
              </w:rPr>
            </w:pPr>
            <w:r w:rsidRPr="00435FE8">
              <w:rPr>
                <w:sz w:val="22"/>
                <w:szCs w:val="22"/>
                <w:lang w:val="uk-UA"/>
              </w:rPr>
              <w:t>3523</w:t>
            </w:r>
          </w:p>
        </w:tc>
        <w:tc>
          <w:tcPr>
            <w:tcW w:w="1620" w:type="dxa"/>
          </w:tcPr>
          <w:p w:rsidR="00802FC1" w:rsidRPr="00435FE8" w:rsidRDefault="00802FC1" w:rsidP="00AB1E5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+1003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AB4258" w:rsidRDefault="00802FC1" w:rsidP="00AB1E5B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Облікова чисельність на кінець періоду</w:t>
            </w:r>
          </w:p>
        </w:tc>
        <w:tc>
          <w:tcPr>
            <w:tcW w:w="1482" w:type="dxa"/>
          </w:tcPr>
          <w:p w:rsidR="00802FC1" w:rsidRPr="00FD23AD" w:rsidRDefault="00802FC1" w:rsidP="007F7C38">
            <w:pPr>
              <w:jc w:val="center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218" w:type="dxa"/>
          </w:tcPr>
          <w:p w:rsidR="00802FC1" w:rsidRPr="00435FE8" w:rsidRDefault="00802FC1" w:rsidP="00AB1E5B">
            <w:pPr>
              <w:jc w:val="center"/>
              <w:rPr>
                <w:sz w:val="22"/>
                <w:szCs w:val="22"/>
                <w:lang w:val="uk-UA"/>
              </w:rPr>
            </w:pPr>
            <w:r w:rsidRPr="00435FE8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260" w:type="dxa"/>
          </w:tcPr>
          <w:p w:rsidR="00802FC1" w:rsidRPr="00435FE8" w:rsidRDefault="00802FC1" w:rsidP="00AB1E5B">
            <w:pPr>
              <w:jc w:val="center"/>
              <w:rPr>
                <w:sz w:val="22"/>
                <w:szCs w:val="22"/>
                <w:lang w:val="uk-UA"/>
              </w:rPr>
            </w:pPr>
            <w:r w:rsidRPr="00435FE8">
              <w:rPr>
                <w:sz w:val="22"/>
                <w:szCs w:val="22"/>
                <w:lang w:val="uk-UA"/>
              </w:rPr>
              <w:t>92</w:t>
            </w:r>
          </w:p>
        </w:tc>
        <w:tc>
          <w:tcPr>
            <w:tcW w:w="1620" w:type="dxa"/>
          </w:tcPr>
          <w:p w:rsidR="00802FC1" w:rsidRPr="00435FE8" w:rsidRDefault="00802FC1" w:rsidP="00AB1E5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</w:t>
            </w:r>
          </w:p>
        </w:tc>
      </w:tr>
      <w:tr w:rsidR="00802FC1" w:rsidRPr="00E33ECB" w:rsidTr="00517DCB">
        <w:tc>
          <w:tcPr>
            <w:tcW w:w="4053" w:type="dxa"/>
          </w:tcPr>
          <w:p w:rsidR="00802FC1" w:rsidRPr="00AB4258" w:rsidRDefault="00802FC1" w:rsidP="00AB1E5B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Фінансова підтримка </w:t>
            </w:r>
          </w:p>
        </w:tc>
        <w:tc>
          <w:tcPr>
            <w:tcW w:w="1482" w:type="dxa"/>
          </w:tcPr>
          <w:p w:rsidR="00802FC1" w:rsidRPr="00FD23AD" w:rsidRDefault="00802FC1" w:rsidP="007F7C38">
            <w:pPr>
              <w:jc w:val="center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498</w:t>
            </w:r>
          </w:p>
        </w:tc>
        <w:tc>
          <w:tcPr>
            <w:tcW w:w="1260" w:type="dxa"/>
          </w:tcPr>
          <w:p w:rsidR="00802FC1" w:rsidRPr="00410130" w:rsidRDefault="00802FC1" w:rsidP="00AB1E5B">
            <w:pPr>
              <w:jc w:val="center"/>
              <w:rPr>
                <w:lang w:val="uk-UA"/>
              </w:rPr>
            </w:pPr>
            <w:r w:rsidRPr="00410130">
              <w:rPr>
                <w:sz w:val="22"/>
                <w:szCs w:val="22"/>
                <w:lang w:val="uk-UA"/>
              </w:rPr>
              <w:t>121</w:t>
            </w:r>
          </w:p>
        </w:tc>
        <w:tc>
          <w:tcPr>
            <w:tcW w:w="1620" w:type="dxa"/>
          </w:tcPr>
          <w:p w:rsidR="00802FC1" w:rsidRPr="00944A96" w:rsidRDefault="00802FC1" w:rsidP="00AB1E5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+377</w:t>
            </w:r>
          </w:p>
        </w:tc>
      </w:tr>
    </w:tbl>
    <w:p w:rsidR="00802FC1" w:rsidRPr="00E1488A" w:rsidRDefault="00802FC1" w:rsidP="00E22247">
      <w:pPr>
        <w:jc w:val="both"/>
        <w:rPr>
          <w:color w:val="FF0000"/>
          <w:sz w:val="22"/>
          <w:szCs w:val="22"/>
          <w:lang w:val="uk-UA"/>
        </w:rPr>
      </w:pPr>
      <w:r w:rsidRPr="00EC54EC">
        <w:rPr>
          <w:color w:val="FF0000"/>
          <w:sz w:val="22"/>
          <w:szCs w:val="22"/>
          <w:highlight w:val="green"/>
          <w:lang w:val="uk-UA"/>
        </w:rPr>
        <w:t xml:space="preserve">   </w:t>
      </w:r>
    </w:p>
    <w:p w:rsidR="00802FC1" w:rsidRPr="00B87C67" w:rsidRDefault="00802FC1" w:rsidP="00B753FD">
      <w:pPr>
        <w:ind w:firstLine="540"/>
        <w:jc w:val="both"/>
        <w:rPr>
          <w:lang w:val="uk-UA"/>
        </w:rPr>
      </w:pPr>
      <w:r w:rsidRPr="00E1488A">
        <w:rPr>
          <w:lang w:val="uk-UA"/>
        </w:rPr>
        <w:t xml:space="preserve">Аналіз показників, наведених у таблиці, показує, що чистий дохід від реалізації продукції, робіт, послуг </w:t>
      </w:r>
      <w:r>
        <w:rPr>
          <w:lang w:val="uk-UA"/>
        </w:rPr>
        <w:t>за звітний період склав 6752</w:t>
      </w:r>
      <w:r w:rsidRPr="00E1488A">
        <w:rPr>
          <w:lang w:val="uk-UA"/>
        </w:rPr>
        <w:t xml:space="preserve"> тис.грн.</w:t>
      </w:r>
      <w:r>
        <w:rPr>
          <w:lang w:val="uk-UA"/>
        </w:rPr>
        <w:t>, що на 35,8% більше ніж за відповідний період минулого року.</w:t>
      </w:r>
      <w:r w:rsidRPr="00E1488A">
        <w:rPr>
          <w:lang w:val="uk-UA"/>
        </w:rPr>
        <w:t xml:space="preserve"> </w:t>
      </w:r>
      <w:r w:rsidRPr="00B87C67">
        <w:rPr>
          <w:lang w:val="uk-UA"/>
        </w:rPr>
        <w:t>Витрати підприємства  за зві</w:t>
      </w:r>
      <w:r>
        <w:rPr>
          <w:lang w:val="uk-UA"/>
        </w:rPr>
        <w:t>тний період збільшилися на 2412 тис. грн. або на 40,1 % а саме: на 32,6</w:t>
      </w:r>
      <w:r w:rsidRPr="00B87C67">
        <w:rPr>
          <w:lang w:val="uk-UA"/>
        </w:rPr>
        <w:t>%  збільшилися</w:t>
      </w:r>
      <w:r>
        <w:rPr>
          <w:lang w:val="uk-UA"/>
        </w:rPr>
        <w:t xml:space="preserve">  витрати на оплату праці з нарахуваннями, на 18,4</w:t>
      </w:r>
      <w:r w:rsidRPr="00B87C67">
        <w:rPr>
          <w:lang w:val="uk-UA"/>
        </w:rPr>
        <w:t xml:space="preserve">% </w:t>
      </w:r>
      <w:r w:rsidRPr="00B87C67">
        <w:rPr>
          <w:color w:val="FF0000"/>
          <w:lang w:val="uk-UA"/>
        </w:rPr>
        <w:t xml:space="preserve"> </w:t>
      </w:r>
      <w:r w:rsidRPr="00B87C67">
        <w:rPr>
          <w:lang w:val="uk-UA"/>
        </w:rPr>
        <w:t>зросли матеріальні  витрати, ін</w:t>
      </w:r>
      <w:r>
        <w:rPr>
          <w:lang w:val="uk-UA"/>
        </w:rPr>
        <w:t>ші операційні витрати збільшилися на 104,3</w:t>
      </w:r>
      <w:r w:rsidRPr="00B87C67">
        <w:rPr>
          <w:lang w:val="uk-UA"/>
        </w:rPr>
        <w:t xml:space="preserve"> %. </w:t>
      </w:r>
    </w:p>
    <w:p w:rsidR="00802FC1" w:rsidRDefault="00802FC1" w:rsidP="007461D0">
      <w:pPr>
        <w:ind w:firstLine="540"/>
        <w:jc w:val="both"/>
        <w:rPr>
          <w:lang w:val="uk-UA"/>
        </w:rPr>
      </w:pPr>
      <w:r w:rsidRPr="00B87C67">
        <w:rPr>
          <w:lang w:val="uk-UA"/>
        </w:rPr>
        <w:t>Розмір середньомісячної з</w:t>
      </w:r>
      <w:r>
        <w:rPr>
          <w:lang w:val="uk-UA"/>
        </w:rPr>
        <w:t xml:space="preserve">аробітної плати збільшився </w:t>
      </w:r>
      <w:r w:rsidRPr="00435FE8">
        <w:rPr>
          <w:lang w:val="uk-UA"/>
        </w:rPr>
        <w:t>на 28,5 % і на кінець звітного періоду склав 4526 грн..</w:t>
      </w:r>
    </w:p>
    <w:p w:rsidR="00802FC1" w:rsidRPr="00E1488A" w:rsidRDefault="00802FC1" w:rsidP="007461D0">
      <w:pPr>
        <w:ind w:firstLine="540"/>
        <w:jc w:val="both"/>
        <w:rPr>
          <w:lang w:val="uk-UA"/>
        </w:rPr>
      </w:pPr>
      <w:r>
        <w:rPr>
          <w:lang w:val="uk-UA"/>
        </w:rPr>
        <w:t>Станом на 01.07.2018</w:t>
      </w:r>
      <w:r w:rsidRPr="004D0AA9">
        <w:rPr>
          <w:lang w:val="uk-UA"/>
        </w:rPr>
        <w:t xml:space="preserve"> року поточна заборгованість </w:t>
      </w:r>
      <w:r>
        <w:rPr>
          <w:lang w:val="uk-UA"/>
        </w:rPr>
        <w:t>по заробітній платі складає  258</w:t>
      </w:r>
      <w:r w:rsidRPr="004D0AA9">
        <w:rPr>
          <w:lang w:val="uk-UA"/>
        </w:rPr>
        <w:t xml:space="preserve"> тис.грн.</w:t>
      </w:r>
      <w:r>
        <w:rPr>
          <w:lang w:val="uk-UA"/>
        </w:rPr>
        <w:t xml:space="preserve"> (т</w:t>
      </w:r>
      <w:r>
        <w:t>ермін виплати</w:t>
      </w:r>
      <w:r>
        <w:rPr>
          <w:lang w:val="uk-UA"/>
        </w:rPr>
        <w:t xml:space="preserve"> </w:t>
      </w:r>
      <w:r>
        <w:t xml:space="preserve"> з</w:t>
      </w:r>
      <w:r>
        <w:rPr>
          <w:lang w:val="uk-UA"/>
        </w:rPr>
        <w:t>аробітної  плати</w:t>
      </w:r>
      <w:r>
        <w:t xml:space="preserve"> </w:t>
      </w:r>
      <w:r>
        <w:rPr>
          <w:lang w:val="uk-UA"/>
        </w:rPr>
        <w:t xml:space="preserve"> </w:t>
      </w:r>
      <w:r w:rsidRPr="007E32C4">
        <w:t xml:space="preserve"> до 7 числа наступного за звітним)</w:t>
      </w:r>
      <w:r>
        <w:rPr>
          <w:lang w:val="uk-UA"/>
        </w:rPr>
        <w:t>.</w:t>
      </w:r>
      <w:r w:rsidRPr="007E32C4">
        <w:t xml:space="preserve">          </w:t>
      </w:r>
      <w:r>
        <w:rPr>
          <w:lang w:val="uk-UA"/>
        </w:rPr>
        <w:t xml:space="preserve">   </w:t>
      </w:r>
      <w:r w:rsidRPr="007E32C4">
        <w:t xml:space="preserve"> </w:t>
      </w:r>
    </w:p>
    <w:p w:rsidR="00802FC1" w:rsidRDefault="00802FC1" w:rsidP="007461D0">
      <w:pPr>
        <w:ind w:firstLine="540"/>
        <w:jc w:val="both"/>
        <w:rPr>
          <w:lang w:val="uk-UA"/>
        </w:rPr>
      </w:pPr>
      <w:r w:rsidRPr="00E1488A">
        <w:rPr>
          <w:lang w:val="uk-UA"/>
        </w:rPr>
        <w:t>На кінець звітного періоду дебіторсь</w:t>
      </w:r>
      <w:r>
        <w:rPr>
          <w:lang w:val="uk-UA"/>
        </w:rPr>
        <w:t xml:space="preserve">ка заборгованість становить </w:t>
      </w:r>
      <w:r w:rsidRPr="005970C6">
        <w:rPr>
          <w:lang w:val="uk-UA"/>
        </w:rPr>
        <w:t>1994</w:t>
      </w:r>
      <w:r>
        <w:rPr>
          <w:lang w:val="uk-UA"/>
        </w:rPr>
        <w:t xml:space="preserve"> тис.грн., </w:t>
      </w:r>
      <w:r w:rsidRPr="00E1488A">
        <w:rPr>
          <w:lang w:val="uk-UA"/>
        </w:rPr>
        <w:t>кредиторська за</w:t>
      </w:r>
      <w:r>
        <w:rPr>
          <w:lang w:val="uk-UA"/>
        </w:rPr>
        <w:t>боргованість - 1413</w:t>
      </w:r>
      <w:r w:rsidRPr="00E1488A">
        <w:rPr>
          <w:lang w:val="uk-UA"/>
        </w:rPr>
        <w:t xml:space="preserve"> тис.грн.</w:t>
      </w:r>
    </w:p>
    <w:p w:rsidR="00802FC1" w:rsidRDefault="00802FC1" w:rsidP="00F43618">
      <w:pPr>
        <w:rPr>
          <w:b/>
          <w:lang w:val="uk-UA"/>
        </w:rPr>
      </w:pPr>
    </w:p>
    <w:p w:rsidR="00802FC1" w:rsidRDefault="00802FC1" w:rsidP="00F43618">
      <w:pPr>
        <w:rPr>
          <w:b/>
          <w:lang w:val="uk-UA"/>
        </w:rPr>
      </w:pPr>
    </w:p>
    <w:p w:rsidR="00802FC1" w:rsidRDefault="00802FC1" w:rsidP="00F43618">
      <w:pPr>
        <w:rPr>
          <w:b/>
          <w:lang w:val="uk-UA"/>
        </w:rPr>
      </w:pPr>
    </w:p>
    <w:p w:rsidR="00802FC1" w:rsidRPr="008841DB" w:rsidRDefault="00802FC1" w:rsidP="00D77D46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802FC1" w:rsidRDefault="00802FC1" w:rsidP="00A337BE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  І.Кузіна   </w:t>
      </w: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Default="00802FC1" w:rsidP="00A337BE">
      <w:pPr>
        <w:rPr>
          <w:lang w:val="uk-UA"/>
        </w:rPr>
      </w:pPr>
    </w:p>
    <w:p w:rsidR="00802FC1" w:rsidRPr="00A337BE" w:rsidRDefault="00802FC1" w:rsidP="00A337BE">
      <w:pPr>
        <w:rPr>
          <w:lang w:val="uk-UA"/>
        </w:rPr>
      </w:pPr>
    </w:p>
    <w:p w:rsidR="00802FC1" w:rsidRPr="007E32C4" w:rsidRDefault="00802FC1" w:rsidP="00060C90">
      <w:pPr>
        <w:jc w:val="center"/>
        <w:rPr>
          <w:b/>
        </w:rPr>
      </w:pPr>
      <w:r w:rsidRPr="007E32C4">
        <w:rPr>
          <w:b/>
        </w:rPr>
        <w:t xml:space="preserve">Звіт </w:t>
      </w:r>
    </w:p>
    <w:p w:rsidR="00802FC1" w:rsidRPr="00396536" w:rsidRDefault="00802FC1" w:rsidP="00E53F2B">
      <w:pPr>
        <w:jc w:val="center"/>
        <w:rPr>
          <w:b/>
          <w:lang w:val="uk-UA"/>
        </w:rPr>
      </w:pPr>
      <w:r w:rsidRPr="007E32C4">
        <w:rPr>
          <w:b/>
        </w:rPr>
        <w:t>про фінансово-господарську діяльніс</w:t>
      </w:r>
      <w:r>
        <w:rPr>
          <w:b/>
        </w:rPr>
        <w:t xml:space="preserve">ть за </w:t>
      </w:r>
      <w:r>
        <w:rPr>
          <w:b/>
          <w:lang w:val="uk-UA"/>
        </w:rPr>
        <w:t xml:space="preserve">1 півріччя </w:t>
      </w:r>
      <w:r>
        <w:rPr>
          <w:b/>
        </w:rPr>
        <w:t>201</w:t>
      </w:r>
      <w:r>
        <w:rPr>
          <w:b/>
          <w:lang w:val="uk-UA"/>
        </w:rPr>
        <w:t>8</w:t>
      </w:r>
      <w:r>
        <w:rPr>
          <w:b/>
        </w:rPr>
        <w:t xml:space="preserve"> р</w:t>
      </w:r>
      <w:r>
        <w:rPr>
          <w:b/>
          <w:lang w:val="uk-UA"/>
        </w:rPr>
        <w:t>о</w:t>
      </w:r>
      <w:r>
        <w:rPr>
          <w:b/>
        </w:rPr>
        <w:t>к</w:t>
      </w:r>
      <w:r>
        <w:rPr>
          <w:b/>
          <w:lang w:val="uk-UA"/>
        </w:rPr>
        <w:t>у</w:t>
      </w:r>
    </w:p>
    <w:p w:rsidR="00802FC1" w:rsidRPr="007E32C4" w:rsidRDefault="00802FC1" w:rsidP="00E53F2B">
      <w:pPr>
        <w:ind w:left="-284"/>
        <w:jc w:val="center"/>
        <w:rPr>
          <w:b/>
        </w:rPr>
      </w:pPr>
      <w:r w:rsidRPr="007E32C4">
        <w:rPr>
          <w:b/>
        </w:rPr>
        <w:t>комунального підприємства «Знам’янський ККП»</w:t>
      </w:r>
    </w:p>
    <w:p w:rsidR="00802FC1" w:rsidRPr="007E32C4" w:rsidRDefault="00802FC1" w:rsidP="00060C90">
      <w:pPr>
        <w:jc w:val="both"/>
        <w:rPr>
          <w:b/>
        </w:rPr>
      </w:pPr>
      <w:r w:rsidRPr="007E32C4">
        <w:rPr>
          <w:b/>
        </w:rPr>
        <w:t xml:space="preserve">                            </w:t>
      </w:r>
    </w:p>
    <w:p w:rsidR="00802FC1" w:rsidRDefault="00802FC1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Повне найменування : Комунальне підприємство «Знам’янський комбінат  комунальних послуг»</w:t>
      </w:r>
      <w:r>
        <w:rPr>
          <w:lang w:val="uk-UA"/>
        </w:rPr>
        <w:t xml:space="preserve">. </w:t>
      </w:r>
    </w:p>
    <w:p w:rsidR="00802FC1" w:rsidRDefault="00802FC1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Скорочене найменування  : КП «Знам’янський ККП»</w:t>
      </w:r>
      <w:r>
        <w:rPr>
          <w:lang w:val="uk-UA"/>
        </w:rPr>
        <w:t>.</w:t>
      </w:r>
    </w:p>
    <w:p w:rsidR="00802FC1" w:rsidRDefault="00802FC1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Підпорядкованість : виконавчий комітет Знам’янської міської ради</w:t>
      </w:r>
      <w:r>
        <w:rPr>
          <w:lang w:val="uk-UA"/>
        </w:rPr>
        <w:t>.</w:t>
      </w:r>
    </w:p>
    <w:p w:rsidR="00802FC1" w:rsidRDefault="00802FC1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 xml:space="preserve">Вид діяльності за КВЕД: 81.10 Комплексне обслуговування об’єктів.      </w:t>
      </w:r>
    </w:p>
    <w:p w:rsidR="00802FC1" w:rsidRDefault="00802FC1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КП «Знам’янський ККП» засноване з метою здійснення виробничо-господарської діяльності, спрямованої на отримання прибутку. Функціонування підприємства супроводжується безперервним кругообігом коштів , що здійснюється у вигляді витрат ресурсів та отримання доходу.</w:t>
      </w:r>
    </w:p>
    <w:p w:rsidR="00802FC1" w:rsidRPr="007E32C4" w:rsidRDefault="00802FC1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Основним завданням «Знам’янського ККП » є надання послуг з вивезення ТПВ, утримання будинків та споруд, поточний та капітальні роботи по зовнішньому освітленню місць загального користування, ремонт покрівель, надання друкарських послуг, оренда торгових місць, здійснення організації поховання померлих.</w:t>
      </w:r>
    </w:p>
    <w:p w:rsidR="00802FC1" w:rsidRPr="007E32C4" w:rsidRDefault="00802FC1" w:rsidP="007E32C4">
      <w:pPr>
        <w:tabs>
          <w:tab w:val="left" w:pos="0"/>
          <w:tab w:val="left" w:pos="2700"/>
        </w:tabs>
        <w:ind w:firstLine="180"/>
        <w:jc w:val="both"/>
      </w:pPr>
      <w:r>
        <w:t xml:space="preserve">    </w:t>
      </w:r>
      <w:r w:rsidRPr="007E32C4">
        <w:t>Для ефективного управління фінансово-господарською діяльністю підприємства складається фінансовий план, основним завданням якого є формування доходів і витрат в певному плановому періоді. Дохідна частина формується згідно П(С)БО 15 «Дохід» і являє собою виручку від реалізації послуг , які надаються підприємством згідно КВЕД :</w:t>
      </w:r>
    </w:p>
    <w:p w:rsidR="00802FC1" w:rsidRPr="007E32C4" w:rsidRDefault="00802FC1" w:rsidP="00060C90">
      <w:pPr>
        <w:tabs>
          <w:tab w:val="left" w:pos="2700"/>
        </w:tabs>
        <w:ind w:left="18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7"/>
        <w:gridCol w:w="3240"/>
        <w:gridCol w:w="2700"/>
        <w:gridCol w:w="2727"/>
      </w:tblGrid>
      <w:tr w:rsidR="00802FC1" w:rsidRPr="007E32C4" w:rsidTr="00DE14CE">
        <w:trPr>
          <w:trHeight w:val="110"/>
        </w:trPr>
        <w:tc>
          <w:tcPr>
            <w:tcW w:w="1188" w:type="dxa"/>
            <w:vMerge w:val="restart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КВЕД</w:t>
            </w:r>
          </w:p>
        </w:tc>
        <w:tc>
          <w:tcPr>
            <w:tcW w:w="3240" w:type="dxa"/>
            <w:vMerge w:val="restart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Вид діяльності за КВЕД</w:t>
            </w:r>
          </w:p>
        </w:tc>
        <w:tc>
          <w:tcPr>
            <w:tcW w:w="5427" w:type="dxa"/>
            <w:gridSpan w:val="2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 xml:space="preserve">                   Дохід, тис. грн..</w:t>
            </w:r>
          </w:p>
        </w:tc>
      </w:tr>
      <w:tr w:rsidR="00802FC1" w:rsidRPr="007E32C4" w:rsidTr="00DE14CE">
        <w:trPr>
          <w:trHeight w:val="393"/>
        </w:trPr>
        <w:tc>
          <w:tcPr>
            <w:tcW w:w="1188" w:type="dxa"/>
            <w:vMerge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</w:p>
        </w:tc>
        <w:tc>
          <w:tcPr>
            <w:tcW w:w="3240" w:type="dxa"/>
            <w:vMerge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</w:p>
        </w:tc>
        <w:tc>
          <w:tcPr>
            <w:tcW w:w="2700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 xml:space="preserve">Минулий період </w:t>
            </w:r>
          </w:p>
        </w:tc>
        <w:tc>
          <w:tcPr>
            <w:tcW w:w="2727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Звітний період</w:t>
            </w:r>
          </w:p>
        </w:tc>
      </w:tr>
      <w:tr w:rsidR="00802FC1" w:rsidRPr="007E32C4" w:rsidTr="00DE14CE">
        <w:trPr>
          <w:trHeight w:val="775"/>
        </w:trPr>
        <w:tc>
          <w:tcPr>
            <w:tcW w:w="1188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81.10</w:t>
            </w:r>
          </w:p>
        </w:tc>
        <w:tc>
          <w:tcPr>
            <w:tcW w:w="3240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Комплексне обслуговування об’єктів</w:t>
            </w:r>
          </w:p>
        </w:tc>
        <w:tc>
          <w:tcPr>
            <w:tcW w:w="2700" w:type="dxa"/>
          </w:tcPr>
          <w:p w:rsidR="00802FC1" w:rsidRPr="005970C6" w:rsidRDefault="00802FC1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 w:rsidRPr="005970C6">
              <w:rPr>
                <w:lang w:val="uk-UA"/>
              </w:rPr>
              <w:t>4973</w:t>
            </w:r>
          </w:p>
        </w:tc>
        <w:tc>
          <w:tcPr>
            <w:tcW w:w="2727" w:type="dxa"/>
          </w:tcPr>
          <w:p w:rsidR="00802FC1" w:rsidRPr="005970C6" w:rsidRDefault="00802FC1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 w:rsidRPr="005970C6">
              <w:rPr>
                <w:lang w:val="uk-UA"/>
              </w:rPr>
              <w:t>6752</w:t>
            </w:r>
          </w:p>
        </w:tc>
      </w:tr>
    </w:tbl>
    <w:p w:rsidR="00802FC1" w:rsidRDefault="00802FC1" w:rsidP="007E32C4">
      <w:pPr>
        <w:tabs>
          <w:tab w:val="left" w:pos="2700"/>
        </w:tabs>
        <w:jc w:val="both"/>
        <w:rPr>
          <w:lang w:val="uk-UA"/>
        </w:rPr>
      </w:pPr>
    </w:p>
    <w:p w:rsidR="00802FC1" w:rsidRPr="007E32C4" w:rsidRDefault="00802FC1" w:rsidP="007E32C4">
      <w:pPr>
        <w:tabs>
          <w:tab w:val="left" w:pos="2700"/>
        </w:tabs>
        <w:ind w:firstLine="540"/>
        <w:jc w:val="both"/>
      </w:pPr>
      <w:r w:rsidRPr="007E32C4">
        <w:t>Витрати на підприємстві формуються згідно П(С)БО 16 «Витрати» і складаються з собівартості реалізованих послуг, адміністративних та інших операційних витрат.</w:t>
      </w:r>
    </w:p>
    <w:p w:rsidR="00802FC1" w:rsidRPr="007E32C4" w:rsidRDefault="00802FC1" w:rsidP="00060C90">
      <w:pPr>
        <w:tabs>
          <w:tab w:val="left" w:pos="2700"/>
        </w:tabs>
        <w:ind w:left="180"/>
        <w:jc w:val="both"/>
        <w:rPr>
          <w:b/>
        </w:rPr>
      </w:pPr>
      <w:r w:rsidRPr="007E32C4">
        <w:t xml:space="preserve">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7"/>
        <w:gridCol w:w="1935"/>
        <w:gridCol w:w="4039"/>
      </w:tblGrid>
      <w:tr w:rsidR="00802FC1" w:rsidRPr="007E32C4" w:rsidTr="00DE14CE">
        <w:tc>
          <w:tcPr>
            <w:tcW w:w="3597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Найменування елемента витрат</w:t>
            </w:r>
          </w:p>
        </w:tc>
        <w:tc>
          <w:tcPr>
            <w:tcW w:w="1935" w:type="dxa"/>
          </w:tcPr>
          <w:p w:rsidR="00802FC1" w:rsidRPr="00396536" w:rsidRDefault="00802FC1" w:rsidP="00396536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 w:rsidRPr="00396536">
              <w:rPr>
                <w:lang w:val="uk-UA"/>
              </w:rPr>
              <w:t xml:space="preserve">1 півріччя </w:t>
            </w:r>
          </w:p>
          <w:p w:rsidR="00802FC1" w:rsidRPr="00396536" w:rsidRDefault="00802FC1" w:rsidP="00396536">
            <w:pPr>
              <w:tabs>
                <w:tab w:val="left" w:pos="2700"/>
              </w:tabs>
              <w:jc w:val="center"/>
              <w:rPr>
                <w:b/>
                <w:lang w:val="uk-UA"/>
              </w:rPr>
            </w:pPr>
            <w:r w:rsidRPr="00396536">
              <w:t>201</w:t>
            </w:r>
            <w:r w:rsidRPr="00396536">
              <w:rPr>
                <w:lang w:val="uk-UA"/>
              </w:rPr>
              <w:t>8</w:t>
            </w:r>
            <w:r w:rsidRPr="00396536">
              <w:t xml:space="preserve"> р.</w:t>
            </w:r>
          </w:p>
        </w:tc>
        <w:tc>
          <w:tcPr>
            <w:tcW w:w="4039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Тис.грн.</w:t>
            </w:r>
          </w:p>
        </w:tc>
      </w:tr>
      <w:tr w:rsidR="00802FC1" w:rsidRPr="007E32C4" w:rsidTr="00DE14CE">
        <w:tc>
          <w:tcPr>
            <w:tcW w:w="3597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Матеріальні витрати</w:t>
            </w:r>
          </w:p>
        </w:tc>
        <w:tc>
          <w:tcPr>
            <w:tcW w:w="1935" w:type="dxa"/>
          </w:tcPr>
          <w:p w:rsidR="00802FC1" w:rsidRPr="00EE38AE" w:rsidRDefault="00802FC1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2418</w:t>
            </w:r>
          </w:p>
        </w:tc>
        <w:tc>
          <w:tcPr>
            <w:tcW w:w="4039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ПММ, матеріали, запчастини</w:t>
            </w:r>
          </w:p>
        </w:tc>
      </w:tr>
      <w:tr w:rsidR="00802FC1" w:rsidRPr="007E32C4" w:rsidTr="00DE14CE">
        <w:tc>
          <w:tcPr>
            <w:tcW w:w="3597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Витрати на оплату праці</w:t>
            </w:r>
          </w:p>
        </w:tc>
        <w:tc>
          <w:tcPr>
            <w:tcW w:w="1935" w:type="dxa"/>
          </w:tcPr>
          <w:p w:rsidR="00802FC1" w:rsidRPr="00EE38AE" w:rsidRDefault="00802FC1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2686</w:t>
            </w:r>
          </w:p>
        </w:tc>
        <w:tc>
          <w:tcPr>
            <w:tcW w:w="4039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</w:p>
        </w:tc>
      </w:tr>
      <w:tr w:rsidR="00802FC1" w:rsidRPr="007E32C4" w:rsidTr="00DE14CE">
        <w:tc>
          <w:tcPr>
            <w:tcW w:w="3597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Відрахування на соціал. заходи</w:t>
            </w:r>
          </w:p>
        </w:tc>
        <w:tc>
          <w:tcPr>
            <w:tcW w:w="1935" w:type="dxa"/>
          </w:tcPr>
          <w:p w:rsidR="00802FC1" w:rsidRPr="00EE38AE" w:rsidRDefault="00802FC1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579</w:t>
            </w:r>
          </w:p>
        </w:tc>
        <w:tc>
          <w:tcPr>
            <w:tcW w:w="4039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</w:p>
        </w:tc>
      </w:tr>
      <w:tr w:rsidR="00802FC1" w:rsidRPr="007E32C4" w:rsidTr="00DE14CE">
        <w:tc>
          <w:tcPr>
            <w:tcW w:w="3597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 xml:space="preserve">Амортизація </w:t>
            </w:r>
          </w:p>
        </w:tc>
        <w:tc>
          <w:tcPr>
            <w:tcW w:w="1935" w:type="dxa"/>
          </w:tcPr>
          <w:p w:rsidR="00802FC1" w:rsidRPr="00EE38AE" w:rsidRDefault="00802FC1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1393</w:t>
            </w:r>
          </w:p>
        </w:tc>
        <w:tc>
          <w:tcPr>
            <w:tcW w:w="4039" w:type="dxa"/>
          </w:tcPr>
          <w:p w:rsidR="00802FC1" w:rsidRPr="00A8231C" w:rsidRDefault="00802FC1" w:rsidP="00DE14CE">
            <w:pPr>
              <w:tabs>
                <w:tab w:val="left" w:pos="2700"/>
              </w:tabs>
              <w:jc w:val="both"/>
              <w:rPr>
                <w:lang w:val="uk-UA"/>
              </w:rPr>
            </w:pPr>
            <w:r w:rsidRPr="00A8231C">
              <w:t>Амортизація житлового фонду -</w:t>
            </w:r>
            <w:r>
              <w:rPr>
                <w:lang w:val="uk-UA"/>
              </w:rPr>
              <w:t>1312</w:t>
            </w:r>
            <w:r w:rsidRPr="00A8231C">
              <w:t xml:space="preserve">,  основних засобів та знос – </w:t>
            </w:r>
            <w:r>
              <w:rPr>
                <w:lang w:val="uk-UA"/>
              </w:rPr>
              <w:t>81</w:t>
            </w:r>
          </w:p>
        </w:tc>
      </w:tr>
      <w:tr w:rsidR="00802FC1" w:rsidRPr="007E32C4" w:rsidTr="00DE14CE">
        <w:tc>
          <w:tcPr>
            <w:tcW w:w="3597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Інші  витрати</w:t>
            </w:r>
          </w:p>
        </w:tc>
        <w:tc>
          <w:tcPr>
            <w:tcW w:w="1935" w:type="dxa"/>
          </w:tcPr>
          <w:p w:rsidR="00802FC1" w:rsidRPr="00EE38AE" w:rsidRDefault="00802FC1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1344</w:t>
            </w:r>
          </w:p>
        </w:tc>
        <w:tc>
          <w:tcPr>
            <w:tcW w:w="4039" w:type="dxa"/>
          </w:tcPr>
          <w:p w:rsidR="00802FC1" w:rsidRPr="007E32C4" w:rsidRDefault="00802FC1" w:rsidP="00DE14CE">
            <w:pPr>
              <w:tabs>
                <w:tab w:val="left" w:pos="2700"/>
              </w:tabs>
              <w:jc w:val="both"/>
            </w:pPr>
            <w:r w:rsidRPr="007E32C4">
              <w:t>Витрати на обслуговування легкового автотранспорту, авто послуги сторонніх організацій, послуги банку,ОКВП «Дніпро-Кіровоград» - за обслуговування аварійної служби, послуги міськгазу, та інші</w:t>
            </w:r>
          </w:p>
        </w:tc>
      </w:tr>
      <w:tr w:rsidR="00802FC1" w:rsidRPr="007E32C4" w:rsidTr="00DE14CE">
        <w:tc>
          <w:tcPr>
            <w:tcW w:w="3597" w:type="dxa"/>
            <w:tcBorders>
              <w:top w:val="nil"/>
            </w:tcBorders>
          </w:tcPr>
          <w:p w:rsidR="00802FC1" w:rsidRPr="007E32C4" w:rsidRDefault="00802FC1" w:rsidP="00DE14CE">
            <w:pPr>
              <w:tabs>
                <w:tab w:val="left" w:pos="2700"/>
                <w:tab w:val="left" w:pos="7740"/>
              </w:tabs>
              <w:ind w:right="-288"/>
              <w:jc w:val="both"/>
            </w:pPr>
            <w:r w:rsidRPr="007E32C4">
              <w:t>Всього</w:t>
            </w:r>
          </w:p>
        </w:tc>
        <w:tc>
          <w:tcPr>
            <w:tcW w:w="1935" w:type="dxa"/>
            <w:tcBorders>
              <w:top w:val="nil"/>
            </w:tcBorders>
          </w:tcPr>
          <w:p w:rsidR="00802FC1" w:rsidRPr="00EE38AE" w:rsidRDefault="00802FC1" w:rsidP="00DE14CE">
            <w:pPr>
              <w:tabs>
                <w:tab w:val="left" w:pos="2700"/>
                <w:tab w:val="left" w:pos="7740"/>
              </w:tabs>
              <w:ind w:left="72" w:hanging="72"/>
              <w:jc w:val="center"/>
              <w:rPr>
                <w:lang w:val="uk-UA"/>
              </w:rPr>
            </w:pPr>
            <w:r>
              <w:rPr>
                <w:lang w:val="uk-UA"/>
              </w:rPr>
              <w:t>8420</w:t>
            </w:r>
          </w:p>
        </w:tc>
        <w:tc>
          <w:tcPr>
            <w:tcW w:w="4039" w:type="dxa"/>
            <w:tcBorders>
              <w:top w:val="nil"/>
            </w:tcBorders>
          </w:tcPr>
          <w:p w:rsidR="00802FC1" w:rsidRPr="007E32C4" w:rsidRDefault="00802FC1" w:rsidP="00DE14CE">
            <w:pPr>
              <w:tabs>
                <w:tab w:val="left" w:pos="2700"/>
                <w:tab w:val="left" w:pos="7740"/>
              </w:tabs>
              <w:jc w:val="both"/>
            </w:pPr>
          </w:p>
        </w:tc>
      </w:tr>
    </w:tbl>
    <w:p w:rsidR="00802FC1" w:rsidRPr="007E32C4" w:rsidRDefault="00802FC1" w:rsidP="00060C90">
      <w:pPr>
        <w:tabs>
          <w:tab w:val="left" w:pos="2700"/>
        </w:tabs>
        <w:ind w:left="180"/>
        <w:jc w:val="both"/>
      </w:pPr>
    </w:p>
    <w:p w:rsidR="00802FC1" w:rsidRPr="005970C6" w:rsidRDefault="00802FC1" w:rsidP="007E32C4">
      <w:pPr>
        <w:tabs>
          <w:tab w:val="left" w:pos="2700"/>
        </w:tabs>
        <w:ind w:firstLine="540"/>
        <w:jc w:val="both"/>
        <w:rPr>
          <w:lang w:val="uk-UA"/>
        </w:rPr>
      </w:pPr>
      <w:r>
        <w:t xml:space="preserve">Підприємство за </w:t>
      </w:r>
      <w:r>
        <w:rPr>
          <w:lang w:val="uk-UA"/>
        </w:rPr>
        <w:t xml:space="preserve">1 півріччя </w:t>
      </w:r>
      <w:r>
        <w:t>201</w:t>
      </w:r>
      <w:r>
        <w:rPr>
          <w:lang w:val="uk-UA"/>
        </w:rPr>
        <w:t>8</w:t>
      </w:r>
      <w:r>
        <w:t xml:space="preserve"> р</w:t>
      </w:r>
      <w:r>
        <w:rPr>
          <w:lang w:val="uk-UA"/>
        </w:rPr>
        <w:t>о</w:t>
      </w:r>
      <w:r>
        <w:t>к</w:t>
      </w:r>
      <w:r>
        <w:rPr>
          <w:lang w:val="uk-UA"/>
        </w:rPr>
        <w:t>у</w:t>
      </w:r>
      <w:r>
        <w:t xml:space="preserve"> спрацювало з </w:t>
      </w:r>
      <w:r>
        <w:rPr>
          <w:lang w:val="uk-UA"/>
        </w:rPr>
        <w:t>прибутом</w:t>
      </w:r>
      <w:r w:rsidRPr="007E32C4">
        <w:t xml:space="preserve"> – </w:t>
      </w:r>
      <w:bookmarkStart w:id="0" w:name="_GoBack"/>
      <w:bookmarkEnd w:id="0"/>
      <w:r>
        <w:rPr>
          <w:lang w:val="uk-UA"/>
        </w:rPr>
        <w:t>142</w:t>
      </w:r>
      <w:r>
        <w:t xml:space="preserve"> тис. грн. </w:t>
      </w:r>
      <w:r w:rsidRPr="007E32C4">
        <w:t>Крім того, підприємство отримало фі</w:t>
      </w:r>
      <w:r>
        <w:t xml:space="preserve">нансову допомогу </w:t>
      </w:r>
      <w:r>
        <w:rPr>
          <w:lang w:val="uk-UA"/>
        </w:rPr>
        <w:t xml:space="preserve">з обласного бюджету на  обвалування земельної ділянки сміттєзвалища  м.Знам'янка  </w:t>
      </w:r>
      <w:r>
        <w:t xml:space="preserve">у розмірі </w:t>
      </w:r>
      <w:r w:rsidRPr="005970C6">
        <w:rPr>
          <w:lang w:val="uk-UA"/>
        </w:rPr>
        <w:t>498</w:t>
      </w:r>
      <w:r w:rsidRPr="005970C6">
        <w:t xml:space="preserve"> тис.грн</w:t>
      </w:r>
      <w:r>
        <w:rPr>
          <w:lang w:val="uk-UA"/>
        </w:rPr>
        <w:t>.</w:t>
      </w:r>
    </w:p>
    <w:p w:rsidR="00802FC1" w:rsidRPr="007E32C4" w:rsidRDefault="00802FC1" w:rsidP="007E32C4">
      <w:pPr>
        <w:tabs>
          <w:tab w:val="left" w:pos="2700"/>
        </w:tabs>
        <w:ind w:firstLine="540"/>
        <w:jc w:val="both"/>
      </w:pPr>
      <w:r w:rsidRPr="007E32C4">
        <w:t xml:space="preserve">Підприємство </w:t>
      </w:r>
      <w:r w:rsidRPr="007E32C4">
        <w:rPr>
          <w:b/>
          <w:u w:val="single"/>
        </w:rPr>
        <w:t>має дебіторську заборгованість</w:t>
      </w:r>
      <w:r>
        <w:t xml:space="preserve"> станом на 01.</w:t>
      </w:r>
      <w:r>
        <w:rPr>
          <w:lang w:val="uk-UA"/>
        </w:rPr>
        <w:t>07</w:t>
      </w:r>
      <w:r>
        <w:t>.201</w:t>
      </w:r>
      <w:r>
        <w:rPr>
          <w:lang w:val="uk-UA"/>
        </w:rPr>
        <w:t>8</w:t>
      </w:r>
      <w:r>
        <w:t xml:space="preserve">р. у сумі </w:t>
      </w:r>
      <w:r>
        <w:rPr>
          <w:lang w:val="uk-UA"/>
        </w:rPr>
        <w:t>1994</w:t>
      </w:r>
      <w:r w:rsidRPr="007E32C4">
        <w:t xml:space="preserve"> тис.грн, а саме :</w:t>
      </w:r>
    </w:p>
    <w:p w:rsidR="00802FC1" w:rsidRPr="00F471E9" w:rsidRDefault="00802FC1" w:rsidP="00F471E9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7E32C4">
        <w:t xml:space="preserve">Квартирна плата, населення  </w:t>
      </w:r>
      <w:r>
        <w:rPr>
          <w:lang w:val="uk-UA"/>
        </w:rPr>
        <w:t xml:space="preserve">                                    </w:t>
      </w:r>
      <w:r>
        <w:t xml:space="preserve"> -  1</w:t>
      </w:r>
      <w:r>
        <w:rPr>
          <w:lang w:val="uk-UA"/>
        </w:rPr>
        <w:t>427</w:t>
      </w:r>
      <w:r w:rsidRPr="007E32C4">
        <w:t xml:space="preserve"> тис.грн</w:t>
      </w:r>
      <w:r>
        <w:rPr>
          <w:lang w:val="uk-UA"/>
        </w:rPr>
        <w:t>.;</w:t>
      </w:r>
    </w:p>
    <w:p w:rsidR="00802FC1" w:rsidRPr="00F471E9" w:rsidRDefault="00802FC1" w:rsidP="00F471E9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7E32C4">
        <w:t xml:space="preserve">Пільги та субсидії               </w:t>
      </w:r>
      <w:r>
        <w:rPr>
          <w:lang w:val="uk-UA"/>
        </w:rPr>
        <w:t xml:space="preserve">                                     </w:t>
      </w:r>
      <w:r>
        <w:t xml:space="preserve">    -  </w:t>
      </w:r>
      <w:r>
        <w:rPr>
          <w:lang w:val="uk-UA"/>
        </w:rPr>
        <w:t>93</w:t>
      </w:r>
      <w:r w:rsidRPr="007E32C4">
        <w:t xml:space="preserve"> тис. грн.</w:t>
      </w:r>
      <w:r>
        <w:rPr>
          <w:lang w:val="uk-UA"/>
        </w:rPr>
        <w:t>;</w:t>
      </w:r>
    </w:p>
    <w:p w:rsidR="00802FC1" w:rsidRPr="00D351BD" w:rsidRDefault="00802FC1" w:rsidP="00F471E9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7E32C4">
        <w:t xml:space="preserve">Постачальники                     </w:t>
      </w:r>
      <w:r>
        <w:rPr>
          <w:lang w:val="uk-UA"/>
        </w:rPr>
        <w:t xml:space="preserve">                                   </w:t>
      </w:r>
      <w:r>
        <w:t xml:space="preserve">     - </w:t>
      </w:r>
      <w:r>
        <w:rPr>
          <w:lang w:val="uk-UA"/>
        </w:rPr>
        <w:t xml:space="preserve"> 4</w:t>
      </w:r>
      <w:r w:rsidRPr="007E32C4">
        <w:t xml:space="preserve"> тис.грн.</w:t>
      </w:r>
      <w:r>
        <w:rPr>
          <w:lang w:val="uk-UA"/>
        </w:rPr>
        <w:t>;</w:t>
      </w:r>
    </w:p>
    <w:p w:rsidR="00802FC1" w:rsidRPr="00F471E9" w:rsidRDefault="00802FC1" w:rsidP="00F471E9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>
        <w:rPr>
          <w:lang w:val="uk-UA"/>
        </w:rPr>
        <w:t>Місцеві бюджетні установи</w:t>
      </w:r>
      <w:r w:rsidRPr="007E32C4">
        <w:t xml:space="preserve">                                        </w:t>
      </w:r>
      <w:r>
        <w:rPr>
          <w:lang w:val="uk-UA"/>
        </w:rPr>
        <w:t>-  26 тис.грн;.</w:t>
      </w:r>
      <w:r w:rsidRPr="007E32C4">
        <w:t xml:space="preserve">               </w:t>
      </w:r>
      <w:r>
        <w:t xml:space="preserve"> </w:t>
      </w:r>
    </w:p>
    <w:p w:rsidR="00802FC1" w:rsidRPr="00F471E9" w:rsidRDefault="00802FC1" w:rsidP="00F471E9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7E32C4">
        <w:t>Послуги( захоронення ТПВ, вивезення ТПВ, утримання будинків,</w:t>
      </w:r>
      <w:r>
        <w:rPr>
          <w:lang w:val="uk-UA"/>
        </w:rPr>
        <w:t xml:space="preserve"> </w:t>
      </w:r>
      <w:r>
        <w:t xml:space="preserve">збереження АФУ, </w:t>
      </w:r>
      <w:r>
        <w:rPr>
          <w:lang w:val="uk-UA"/>
        </w:rPr>
        <w:t>у</w:t>
      </w:r>
      <w:r>
        <w:t>трим</w:t>
      </w:r>
      <w:r>
        <w:rPr>
          <w:lang w:val="uk-UA"/>
        </w:rPr>
        <w:t xml:space="preserve">ання </w:t>
      </w:r>
      <w:r w:rsidRPr="007E32C4">
        <w:t>будинків і споруд, електроенергія, разові</w:t>
      </w:r>
      <w:r>
        <w:rPr>
          <w:lang w:val="uk-UA"/>
        </w:rPr>
        <w:t xml:space="preserve"> </w:t>
      </w:r>
      <w:r>
        <w:t>послуги, ОСББ, утримання</w:t>
      </w:r>
      <w:r>
        <w:rPr>
          <w:lang w:val="uk-UA"/>
        </w:rPr>
        <w:t xml:space="preserve"> </w:t>
      </w:r>
      <w:r w:rsidRPr="007E32C4">
        <w:t>конструкцій та ін.</w:t>
      </w:r>
      <w:r>
        <w:rPr>
          <w:lang w:val="uk-UA"/>
        </w:rPr>
        <w:t>)</w:t>
      </w:r>
      <w:r w:rsidRPr="007E32C4">
        <w:t xml:space="preserve">.                </w:t>
      </w:r>
      <w:r>
        <w:rPr>
          <w:lang w:val="uk-UA"/>
        </w:rPr>
        <w:t xml:space="preserve">                                  </w:t>
      </w:r>
      <w:r w:rsidRPr="007E32C4">
        <w:t xml:space="preserve">    </w:t>
      </w:r>
      <w:r>
        <w:t xml:space="preserve">  – </w:t>
      </w:r>
      <w:r>
        <w:rPr>
          <w:lang w:val="uk-UA"/>
        </w:rPr>
        <w:t>444</w:t>
      </w:r>
      <w:r w:rsidRPr="007E32C4">
        <w:t xml:space="preserve"> тис.грн.</w:t>
      </w:r>
    </w:p>
    <w:p w:rsidR="00802FC1" w:rsidRDefault="00802FC1" w:rsidP="00060C90">
      <w:pPr>
        <w:tabs>
          <w:tab w:val="left" w:pos="2700"/>
        </w:tabs>
        <w:ind w:left="-851"/>
        <w:jc w:val="both"/>
        <w:rPr>
          <w:lang w:val="uk-UA"/>
        </w:rPr>
      </w:pPr>
    </w:p>
    <w:p w:rsidR="00802FC1" w:rsidRDefault="00802FC1" w:rsidP="00460314">
      <w:pPr>
        <w:tabs>
          <w:tab w:val="left" w:pos="2700"/>
        </w:tabs>
        <w:jc w:val="both"/>
        <w:rPr>
          <w:lang w:val="uk-UA"/>
        </w:rPr>
      </w:pPr>
      <w:r>
        <w:rPr>
          <w:lang w:val="uk-UA"/>
        </w:rPr>
        <w:t xml:space="preserve">        Станом н</w:t>
      </w:r>
      <w:r>
        <w:t>а 01.</w:t>
      </w:r>
      <w:r>
        <w:rPr>
          <w:lang w:val="uk-UA"/>
        </w:rPr>
        <w:t>07</w:t>
      </w:r>
      <w:r>
        <w:t>.201</w:t>
      </w:r>
      <w:r>
        <w:rPr>
          <w:lang w:val="uk-UA"/>
        </w:rPr>
        <w:t>8</w:t>
      </w:r>
      <w:r w:rsidRPr="007E32C4">
        <w:t xml:space="preserve"> року підприємство має </w:t>
      </w:r>
      <w:r w:rsidRPr="007E32C4">
        <w:rPr>
          <w:b/>
          <w:u w:val="single"/>
        </w:rPr>
        <w:t>кредиторську заборгованість</w:t>
      </w:r>
      <w:r w:rsidRPr="007E32C4">
        <w:t xml:space="preserve"> </w:t>
      </w:r>
      <w:r>
        <w:t xml:space="preserve">у сумі </w:t>
      </w:r>
      <w:r>
        <w:rPr>
          <w:lang w:val="uk-UA"/>
        </w:rPr>
        <w:t>1413</w:t>
      </w:r>
      <w:r w:rsidRPr="00F471E9">
        <w:t xml:space="preserve"> тис</w:t>
      </w:r>
      <w:r>
        <w:rPr>
          <w:lang w:val="uk-UA"/>
        </w:rPr>
        <w:t xml:space="preserve">. </w:t>
      </w:r>
      <w:r>
        <w:t>грн</w:t>
      </w:r>
      <w:r w:rsidRPr="00F471E9">
        <w:t xml:space="preserve">. у тому числі : </w:t>
      </w:r>
    </w:p>
    <w:p w:rsidR="00802FC1" w:rsidRDefault="00802FC1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>Оплата праці працівникам ( поточна заборгованість,</w:t>
      </w:r>
      <w:r>
        <w:t>так як термін виплати з/п з</w:t>
      </w:r>
      <w:r>
        <w:rPr>
          <w:lang w:val="uk-UA"/>
        </w:rPr>
        <w:t xml:space="preserve">а 2 </w:t>
      </w:r>
      <w:r>
        <w:t>пол.</w:t>
      </w:r>
      <w:r w:rsidRPr="007E32C4">
        <w:t xml:space="preserve">міс – до 7 числа наступного за звітним) </w:t>
      </w:r>
      <w:r>
        <w:rPr>
          <w:lang w:val="uk-UA"/>
        </w:rPr>
        <w:t xml:space="preserve"> </w:t>
      </w:r>
      <w:r w:rsidRPr="007E32C4">
        <w:t xml:space="preserve">         </w:t>
      </w:r>
      <w:r>
        <w:rPr>
          <w:lang w:val="uk-UA"/>
        </w:rPr>
        <w:t xml:space="preserve">   </w:t>
      </w:r>
      <w:r>
        <w:t xml:space="preserve"> -  </w:t>
      </w:r>
      <w:r>
        <w:rPr>
          <w:lang w:val="uk-UA"/>
        </w:rPr>
        <w:t>258</w:t>
      </w:r>
      <w:r w:rsidRPr="007E32C4">
        <w:t xml:space="preserve"> тис. грн.</w:t>
      </w:r>
    </w:p>
    <w:p w:rsidR="00802FC1" w:rsidRDefault="00802FC1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Розрахунки по страхуванню   (поточна заборгованість,так як термін виплати з/п за ІІ пол..міс – до 7 числа наступного за звітним)  </w:t>
      </w:r>
      <w:r>
        <w:rPr>
          <w:lang w:val="uk-UA"/>
        </w:rPr>
        <w:t xml:space="preserve">       </w:t>
      </w:r>
      <w:r>
        <w:t xml:space="preserve">     - </w:t>
      </w:r>
      <w:r>
        <w:rPr>
          <w:lang w:val="uk-UA"/>
        </w:rPr>
        <w:t xml:space="preserve"> 39</w:t>
      </w:r>
      <w:r w:rsidRPr="007E32C4">
        <w:t xml:space="preserve"> тис. грн.  </w:t>
      </w:r>
    </w:p>
    <w:p w:rsidR="00802FC1" w:rsidRDefault="00802FC1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Бюджет податки ( ПДВ, ПДФО, ВЗ )              </w:t>
      </w:r>
      <w:r>
        <w:rPr>
          <w:lang w:val="uk-UA"/>
        </w:rPr>
        <w:t xml:space="preserve">   </w:t>
      </w:r>
      <w:r>
        <w:t xml:space="preserve">          - </w:t>
      </w:r>
      <w:r>
        <w:rPr>
          <w:lang w:val="uk-UA"/>
        </w:rPr>
        <w:t xml:space="preserve"> 147</w:t>
      </w:r>
      <w:r w:rsidRPr="007E32C4">
        <w:t xml:space="preserve"> тис. грн..</w:t>
      </w:r>
    </w:p>
    <w:p w:rsidR="00802FC1" w:rsidRDefault="00802FC1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Інші поточні зобов’зання   (надання послуг)       </w:t>
      </w:r>
      <w:r>
        <w:rPr>
          <w:lang w:val="uk-UA"/>
        </w:rPr>
        <w:t xml:space="preserve">   </w:t>
      </w:r>
      <w:r>
        <w:t xml:space="preserve">     -  </w:t>
      </w:r>
      <w:r>
        <w:rPr>
          <w:lang w:val="uk-UA"/>
        </w:rPr>
        <w:t>36</w:t>
      </w:r>
      <w:r w:rsidRPr="007E32C4">
        <w:t xml:space="preserve"> тис.грн.   </w:t>
      </w:r>
    </w:p>
    <w:p w:rsidR="00802FC1" w:rsidRPr="0054762D" w:rsidRDefault="00802FC1" w:rsidP="0054762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Постачальники                                                </w:t>
      </w:r>
      <w:r>
        <w:rPr>
          <w:lang w:val="uk-UA"/>
        </w:rPr>
        <w:t xml:space="preserve">   </w:t>
      </w:r>
      <w:r>
        <w:t xml:space="preserve">             - </w:t>
      </w:r>
      <w:r>
        <w:rPr>
          <w:lang w:val="uk-UA"/>
        </w:rPr>
        <w:t xml:space="preserve"> 933</w:t>
      </w:r>
      <w:r w:rsidRPr="007E32C4">
        <w:t xml:space="preserve"> тис.грн.                   </w:t>
      </w:r>
    </w:p>
    <w:p w:rsidR="00802FC1" w:rsidRPr="007E32C4" w:rsidRDefault="00802FC1" w:rsidP="00D741EE">
      <w:pPr>
        <w:tabs>
          <w:tab w:val="left" w:pos="2700"/>
        </w:tabs>
        <w:ind w:hanging="851"/>
        <w:jc w:val="both"/>
      </w:pPr>
      <w:r w:rsidRPr="007E32C4">
        <w:rPr>
          <w:lang w:val="uk-UA"/>
        </w:rPr>
        <w:t xml:space="preserve">                      </w:t>
      </w:r>
      <w:r w:rsidRPr="007E32C4">
        <w:t xml:space="preserve">Кредиторська заборгованість має поточний характер , тобто сума платежів і зобов’язань, строк сплати яких на кінець періоду не настав.   </w:t>
      </w:r>
    </w:p>
    <w:p w:rsidR="00802FC1" w:rsidRPr="007E32C4" w:rsidRDefault="00802FC1" w:rsidP="00060C90">
      <w:pPr>
        <w:tabs>
          <w:tab w:val="left" w:pos="2700"/>
        </w:tabs>
        <w:ind w:left="180"/>
        <w:jc w:val="both"/>
      </w:pPr>
    </w:p>
    <w:p w:rsidR="00802FC1" w:rsidRPr="007E32C4" w:rsidRDefault="00802FC1" w:rsidP="00D741EE">
      <w:pPr>
        <w:tabs>
          <w:tab w:val="left" w:pos="2700"/>
        </w:tabs>
        <w:jc w:val="both"/>
        <w:rPr>
          <w:lang w:val="uk-UA"/>
        </w:rPr>
      </w:pPr>
    </w:p>
    <w:p w:rsidR="00802FC1" w:rsidRPr="007E32C4" w:rsidRDefault="00802FC1" w:rsidP="00060C90">
      <w:pPr>
        <w:tabs>
          <w:tab w:val="left" w:pos="2700"/>
        </w:tabs>
        <w:ind w:left="-851"/>
        <w:jc w:val="both"/>
      </w:pPr>
    </w:p>
    <w:p w:rsidR="00802FC1" w:rsidRPr="007E32C4" w:rsidRDefault="00802FC1" w:rsidP="00060C90">
      <w:pPr>
        <w:tabs>
          <w:tab w:val="left" w:pos="2700"/>
        </w:tabs>
        <w:ind w:left="180"/>
        <w:jc w:val="both"/>
      </w:pPr>
    </w:p>
    <w:p w:rsidR="00802FC1" w:rsidRPr="007E32C4" w:rsidRDefault="00802FC1" w:rsidP="00060C90">
      <w:pPr>
        <w:tabs>
          <w:tab w:val="left" w:pos="2700"/>
        </w:tabs>
        <w:ind w:left="-851"/>
        <w:jc w:val="both"/>
      </w:pPr>
    </w:p>
    <w:p w:rsidR="00802FC1" w:rsidRPr="007E32C4" w:rsidRDefault="00802FC1" w:rsidP="00060C90">
      <w:pPr>
        <w:tabs>
          <w:tab w:val="left" w:pos="2700"/>
        </w:tabs>
        <w:jc w:val="both"/>
      </w:pPr>
      <w:r w:rsidRPr="007E32C4">
        <w:t xml:space="preserve">Керівник                                  </w:t>
      </w:r>
      <w:r w:rsidRPr="007E32C4">
        <w:rPr>
          <w:u w:val="single"/>
        </w:rPr>
        <w:t xml:space="preserve">                                  </w:t>
      </w:r>
      <w:r w:rsidRPr="007E32C4">
        <w:t xml:space="preserve">                Чернявський О.М.</w:t>
      </w:r>
    </w:p>
    <w:p w:rsidR="00802FC1" w:rsidRPr="007E32C4" w:rsidRDefault="00802FC1" w:rsidP="00060C90">
      <w:pPr>
        <w:tabs>
          <w:tab w:val="left" w:pos="2700"/>
        </w:tabs>
        <w:ind w:left="180"/>
        <w:jc w:val="both"/>
      </w:pPr>
    </w:p>
    <w:p w:rsidR="00802FC1" w:rsidRDefault="00802FC1" w:rsidP="00060C90">
      <w:pPr>
        <w:tabs>
          <w:tab w:val="left" w:pos="2700"/>
        </w:tabs>
        <w:jc w:val="both"/>
      </w:pPr>
      <w:r w:rsidRPr="007E32C4">
        <w:t xml:space="preserve">Головний бухгалтер               </w:t>
      </w:r>
      <w:r w:rsidRPr="007E32C4">
        <w:rPr>
          <w:u w:val="single"/>
        </w:rPr>
        <w:t xml:space="preserve">                                  </w:t>
      </w:r>
      <w:r w:rsidRPr="007E32C4">
        <w:t xml:space="preserve">                 Севостьянова С.В.</w:t>
      </w:r>
    </w:p>
    <w:p w:rsidR="00802FC1" w:rsidRDefault="00802FC1" w:rsidP="00D77D46">
      <w:pPr>
        <w:rPr>
          <w:lang w:val="uk-UA"/>
        </w:rPr>
      </w:pPr>
    </w:p>
    <w:sectPr w:rsidR="00802FC1" w:rsidSect="00861430">
      <w:footerReference w:type="even" r:id="rId8"/>
      <w:footerReference w:type="default" r:id="rId9"/>
      <w:pgSz w:w="11906" w:h="16838"/>
      <w:pgMar w:top="39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FC1" w:rsidRDefault="00802FC1" w:rsidP="00C64321">
      <w:r>
        <w:separator/>
      </w:r>
    </w:p>
  </w:endnote>
  <w:endnote w:type="continuationSeparator" w:id="0">
    <w:p w:rsidR="00802FC1" w:rsidRDefault="00802FC1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FC1" w:rsidRDefault="00802FC1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2FC1" w:rsidRDefault="00802FC1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FC1" w:rsidRDefault="00802FC1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02FC1" w:rsidRDefault="00802FC1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FC1" w:rsidRDefault="00802FC1" w:rsidP="00C64321">
      <w:r>
        <w:separator/>
      </w:r>
    </w:p>
  </w:footnote>
  <w:footnote w:type="continuationSeparator" w:id="0">
    <w:p w:rsidR="00802FC1" w:rsidRDefault="00802FC1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C6A8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745E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42B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88CD3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346B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F05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4AE5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888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76C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5E4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0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1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06364A"/>
    <w:multiLevelType w:val="hybridMultilevel"/>
    <w:tmpl w:val="CC96537E"/>
    <w:lvl w:ilvl="0" w:tplc="04220003">
      <w:start w:val="1"/>
      <w:numFmt w:val="bullet"/>
      <w:lvlText w:val="o"/>
      <w:lvlJc w:val="left"/>
      <w:pPr>
        <w:tabs>
          <w:tab w:val="num" w:pos="-131"/>
        </w:tabs>
        <w:ind w:left="-131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7">
    <w:nsid w:val="4A766773"/>
    <w:multiLevelType w:val="hybridMultilevel"/>
    <w:tmpl w:val="E870C59C"/>
    <w:lvl w:ilvl="0" w:tplc="071C29BA">
      <w:start w:val="1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EE4BD3"/>
    <w:multiLevelType w:val="hybridMultilevel"/>
    <w:tmpl w:val="3480608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630853"/>
    <w:multiLevelType w:val="hybridMultilevel"/>
    <w:tmpl w:val="ECC8737C"/>
    <w:lvl w:ilvl="0" w:tplc="0422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9">
    <w:nsid w:val="71F6386E"/>
    <w:multiLevelType w:val="hybridMultilevel"/>
    <w:tmpl w:val="447CA838"/>
    <w:lvl w:ilvl="0" w:tplc="0422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0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1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4"/>
  </w:num>
  <w:num w:numId="6">
    <w:abstractNumId w:val="36"/>
  </w:num>
  <w:num w:numId="7">
    <w:abstractNumId w:val="25"/>
  </w:num>
  <w:num w:numId="8">
    <w:abstractNumId w:val="34"/>
  </w:num>
  <w:num w:numId="9">
    <w:abstractNumId w:val="35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32"/>
  </w:num>
  <w:num w:numId="15">
    <w:abstractNumId w:val="23"/>
  </w:num>
  <w:num w:numId="16">
    <w:abstractNumId w:val="20"/>
  </w:num>
  <w:num w:numId="17">
    <w:abstractNumId w:val="16"/>
  </w:num>
  <w:num w:numId="18">
    <w:abstractNumId w:val="19"/>
  </w:num>
  <w:num w:numId="19">
    <w:abstractNumId w:val="26"/>
  </w:num>
  <w:num w:numId="20">
    <w:abstractNumId w:val="15"/>
  </w:num>
  <w:num w:numId="21">
    <w:abstractNumId w:val="41"/>
  </w:num>
  <w:num w:numId="22">
    <w:abstractNumId w:val="30"/>
  </w:num>
  <w:num w:numId="23">
    <w:abstractNumId w:val="29"/>
  </w:num>
  <w:num w:numId="24">
    <w:abstractNumId w:val="13"/>
  </w:num>
  <w:num w:numId="25">
    <w:abstractNumId w:val="21"/>
  </w:num>
  <w:num w:numId="26">
    <w:abstractNumId w:val="18"/>
  </w:num>
  <w:num w:numId="27">
    <w:abstractNumId w:val="10"/>
  </w:num>
  <w:num w:numId="28">
    <w:abstractNumId w:val="12"/>
  </w:num>
  <w:num w:numId="29">
    <w:abstractNumId w:val="11"/>
  </w:num>
  <w:num w:numId="30">
    <w:abstractNumId w:val="27"/>
  </w:num>
  <w:num w:numId="31">
    <w:abstractNumId w:val="39"/>
  </w:num>
  <w:num w:numId="32">
    <w:abstractNumId w:val="38"/>
  </w:num>
  <w:num w:numId="33">
    <w:abstractNumId w:val="22"/>
  </w:num>
  <w:num w:numId="34">
    <w:abstractNumId w:val="37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815"/>
    <w:rsid w:val="00004C75"/>
    <w:rsid w:val="00006A56"/>
    <w:rsid w:val="00013C03"/>
    <w:rsid w:val="00016089"/>
    <w:rsid w:val="000211B5"/>
    <w:rsid w:val="00021922"/>
    <w:rsid w:val="00021B8A"/>
    <w:rsid w:val="00022EC6"/>
    <w:rsid w:val="00023051"/>
    <w:rsid w:val="00023DC6"/>
    <w:rsid w:val="00027701"/>
    <w:rsid w:val="00030D73"/>
    <w:rsid w:val="00032130"/>
    <w:rsid w:val="00033928"/>
    <w:rsid w:val="00033DEF"/>
    <w:rsid w:val="00034703"/>
    <w:rsid w:val="00035D54"/>
    <w:rsid w:val="0004058D"/>
    <w:rsid w:val="0004722D"/>
    <w:rsid w:val="00047C7F"/>
    <w:rsid w:val="00054F8B"/>
    <w:rsid w:val="00060C90"/>
    <w:rsid w:val="00064336"/>
    <w:rsid w:val="00073930"/>
    <w:rsid w:val="00073A9A"/>
    <w:rsid w:val="000809B9"/>
    <w:rsid w:val="000827F9"/>
    <w:rsid w:val="0009543B"/>
    <w:rsid w:val="000A4275"/>
    <w:rsid w:val="000A4E38"/>
    <w:rsid w:val="000A631D"/>
    <w:rsid w:val="000A79E8"/>
    <w:rsid w:val="000B2D70"/>
    <w:rsid w:val="000B30BB"/>
    <w:rsid w:val="000B3428"/>
    <w:rsid w:val="000B3F67"/>
    <w:rsid w:val="000B554B"/>
    <w:rsid w:val="000B622C"/>
    <w:rsid w:val="000B6429"/>
    <w:rsid w:val="000C0BC2"/>
    <w:rsid w:val="000C4121"/>
    <w:rsid w:val="000C624C"/>
    <w:rsid w:val="000C7DB1"/>
    <w:rsid w:val="000D16E3"/>
    <w:rsid w:val="000D1ECF"/>
    <w:rsid w:val="000E2AF1"/>
    <w:rsid w:val="000E569F"/>
    <w:rsid w:val="000E5E91"/>
    <w:rsid w:val="000E6D20"/>
    <w:rsid w:val="000F0070"/>
    <w:rsid w:val="000F0B40"/>
    <w:rsid w:val="000F0F23"/>
    <w:rsid w:val="000F1C86"/>
    <w:rsid w:val="000F257F"/>
    <w:rsid w:val="000F4017"/>
    <w:rsid w:val="000F55E9"/>
    <w:rsid w:val="000F6298"/>
    <w:rsid w:val="00105394"/>
    <w:rsid w:val="0010565A"/>
    <w:rsid w:val="00106005"/>
    <w:rsid w:val="00113372"/>
    <w:rsid w:val="0011352C"/>
    <w:rsid w:val="00114F83"/>
    <w:rsid w:val="001153DA"/>
    <w:rsid w:val="00127012"/>
    <w:rsid w:val="00127BE2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58E"/>
    <w:rsid w:val="00175704"/>
    <w:rsid w:val="001762D7"/>
    <w:rsid w:val="00177833"/>
    <w:rsid w:val="001779CD"/>
    <w:rsid w:val="00177A1A"/>
    <w:rsid w:val="00180A38"/>
    <w:rsid w:val="00182746"/>
    <w:rsid w:val="001838A6"/>
    <w:rsid w:val="00187E7D"/>
    <w:rsid w:val="00190865"/>
    <w:rsid w:val="00194A7E"/>
    <w:rsid w:val="001962F4"/>
    <w:rsid w:val="00196AAC"/>
    <w:rsid w:val="001A20D8"/>
    <w:rsid w:val="001A4A54"/>
    <w:rsid w:val="001B0563"/>
    <w:rsid w:val="001B27EF"/>
    <w:rsid w:val="001B33E7"/>
    <w:rsid w:val="001B345C"/>
    <w:rsid w:val="001B43A0"/>
    <w:rsid w:val="001B44B0"/>
    <w:rsid w:val="001B4FF9"/>
    <w:rsid w:val="001C374F"/>
    <w:rsid w:val="001C62DD"/>
    <w:rsid w:val="001C6AFA"/>
    <w:rsid w:val="001D0FE5"/>
    <w:rsid w:val="001D13FB"/>
    <w:rsid w:val="001D2F50"/>
    <w:rsid w:val="001D3E7D"/>
    <w:rsid w:val="001D4A01"/>
    <w:rsid w:val="001D52AF"/>
    <w:rsid w:val="001D644D"/>
    <w:rsid w:val="001E19CF"/>
    <w:rsid w:val="001E2EA6"/>
    <w:rsid w:val="001E5EFE"/>
    <w:rsid w:val="001F05B7"/>
    <w:rsid w:val="001F1F66"/>
    <w:rsid w:val="001F20FE"/>
    <w:rsid w:val="001F695A"/>
    <w:rsid w:val="001F7ADD"/>
    <w:rsid w:val="0020125B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4C3E"/>
    <w:rsid w:val="002373BE"/>
    <w:rsid w:val="0024194D"/>
    <w:rsid w:val="00242B70"/>
    <w:rsid w:val="00245C5D"/>
    <w:rsid w:val="00254773"/>
    <w:rsid w:val="00256EC1"/>
    <w:rsid w:val="00261122"/>
    <w:rsid w:val="00261925"/>
    <w:rsid w:val="00261A8D"/>
    <w:rsid w:val="00261C8E"/>
    <w:rsid w:val="002634A0"/>
    <w:rsid w:val="00263FD4"/>
    <w:rsid w:val="00270029"/>
    <w:rsid w:val="002702D1"/>
    <w:rsid w:val="00274394"/>
    <w:rsid w:val="0027610B"/>
    <w:rsid w:val="00282FF9"/>
    <w:rsid w:val="00283529"/>
    <w:rsid w:val="002843BC"/>
    <w:rsid w:val="0028576F"/>
    <w:rsid w:val="002860B7"/>
    <w:rsid w:val="002861D1"/>
    <w:rsid w:val="00297051"/>
    <w:rsid w:val="002A29E5"/>
    <w:rsid w:val="002A634F"/>
    <w:rsid w:val="002B0335"/>
    <w:rsid w:val="002B31BC"/>
    <w:rsid w:val="002B43F2"/>
    <w:rsid w:val="002B6397"/>
    <w:rsid w:val="002C081C"/>
    <w:rsid w:val="002C1C80"/>
    <w:rsid w:val="002C2F9B"/>
    <w:rsid w:val="002C5947"/>
    <w:rsid w:val="002C6418"/>
    <w:rsid w:val="002C7131"/>
    <w:rsid w:val="002D3269"/>
    <w:rsid w:val="002D50B9"/>
    <w:rsid w:val="002E28E2"/>
    <w:rsid w:val="002E3484"/>
    <w:rsid w:val="002E49A8"/>
    <w:rsid w:val="002E6C4F"/>
    <w:rsid w:val="002E6E6A"/>
    <w:rsid w:val="002F138B"/>
    <w:rsid w:val="002F5A07"/>
    <w:rsid w:val="00303EE5"/>
    <w:rsid w:val="00303EEE"/>
    <w:rsid w:val="003068C4"/>
    <w:rsid w:val="0031297E"/>
    <w:rsid w:val="00312F59"/>
    <w:rsid w:val="003149E2"/>
    <w:rsid w:val="00314A70"/>
    <w:rsid w:val="00316498"/>
    <w:rsid w:val="00316C43"/>
    <w:rsid w:val="00323C82"/>
    <w:rsid w:val="00324B19"/>
    <w:rsid w:val="00331E9C"/>
    <w:rsid w:val="00340271"/>
    <w:rsid w:val="003404FE"/>
    <w:rsid w:val="00340912"/>
    <w:rsid w:val="003456A1"/>
    <w:rsid w:val="00351B43"/>
    <w:rsid w:val="00352DC8"/>
    <w:rsid w:val="00353C1E"/>
    <w:rsid w:val="00353D60"/>
    <w:rsid w:val="0036076C"/>
    <w:rsid w:val="003628C1"/>
    <w:rsid w:val="00363699"/>
    <w:rsid w:val="00364F70"/>
    <w:rsid w:val="00366A89"/>
    <w:rsid w:val="003734EA"/>
    <w:rsid w:val="00387633"/>
    <w:rsid w:val="00387EE2"/>
    <w:rsid w:val="00390449"/>
    <w:rsid w:val="00393C6A"/>
    <w:rsid w:val="003945BA"/>
    <w:rsid w:val="00394AE8"/>
    <w:rsid w:val="0039597E"/>
    <w:rsid w:val="00396536"/>
    <w:rsid w:val="0039720A"/>
    <w:rsid w:val="003A010C"/>
    <w:rsid w:val="003A0E6E"/>
    <w:rsid w:val="003A14FA"/>
    <w:rsid w:val="003A2D15"/>
    <w:rsid w:val="003A66E4"/>
    <w:rsid w:val="003A7EC6"/>
    <w:rsid w:val="003B197F"/>
    <w:rsid w:val="003B2D59"/>
    <w:rsid w:val="003B7EDB"/>
    <w:rsid w:val="003C6612"/>
    <w:rsid w:val="003D2E73"/>
    <w:rsid w:val="003D76C1"/>
    <w:rsid w:val="003E1604"/>
    <w:rsid w:val="003E1D49"/>
    <w:rsid w:val="003E21CD"/>
    <w:rsid w:val="003E2928"/>
    <w:rsid w:val="003E424D"/>
    <w:rsid w:val="003E493C"/>
    <w:rsid w:val="003E5DA6"/>
    <w:rsid w:val="003E69F3"/>
    <w:rsid w:val="003E78E4"/>
    <w:rsid w:val="003F15D1"/>
    <w:rsid w:val="00400367"/>
    <w:rsid w:val="00400FDD"/>
    <w:rsid w:val="00401558"/>
    <w:rsid w:val="00403E16"/>
    <w:rsid w:val="00403FD2"/>
    <w:rsid w:val="00404D18"/>
    <w:rsid w:val="004058A2"/>
    <w:rsid w:val="004061BD"/>
    <w:rsid w:val="004074AC"/>
    <w:rsid w:val="00410130"/>
    <w:rsid w:val="0041081B"/>
    <w:rsid w:val="0041590F"/>
    <w:rsid w:val="00416B38"/>
    <w:rsid w:val="00422428"/>
    <w:rsid w:val="004256ED"/>
    <w:rsid w:val="00425E8D"/>
    <w:rsid w:val="00427C43"/>
    <w:rsid w:val="004318ED"/>
    <w:rsid w:val="00434074"/>
    <w:rsid w:val="00435FE8"/>
    <w:rsid w:val="00437D68"/>
    <w:rsid w:val="00440D6D"/>
    <w:rsid w:val="004419A8"/>
    <w:rsid w:val="00441FC0"/>
    <w:rsid w:val="00444012"/>
    <w:rsid w:val="00444C75"/>
    <w:rsid w:val="00445375"/>
    <w:rsid w:val="00447D74"/>
    <w:rsid w:val="00450280"/>
    <w:rsid w:val="00460314"/>
    <w:rsid w:val="00464D16"/>
    <w:rsid w:val="004651F4"/>
    <w:rsid w:val="00472BBC"/>
    <w:rsid w:val="00472F42"/>
    <w:rsid w:val="00475F41"/>
    <w:rsid w:val="004804F4"/>
    <w:rsid w:val="00485BC9"/>
    <w:rsid w:val="004876A7"/>
    <w:rsid w:val="00492E1D"/>
    <w:rsid w:val="0049534C"/>
    <w:rsid w:val="0049583F"/>
    <w:rsid w:val="004969A2"/>
    <w:rsid w:val="00496F45"/>
    <w:rsid w:val="004A00A6"/>
    <w:rsid w:val="004A0551"/>
    <w:rsid w:val="004A0B05"/>
    <w:rsid w:val="004A0C03"/>
    <w:rsid w:val="004A11FD"/>
    <w:rsid w:val="004A5F4A"/>
    <w:rsid w:val="004A6016"/>
    <w:rsid w:val="004B1949"/>
    <w:rsid w:val="004B5BBE"/>
    <w:rsid w:val="004B6780"/>
    <w:rsid w:val="004B6FAE"/>
    <w:rsid w:val="004C2BB3"/>
    <w:rsid w:val="004C3863"/>
    <w:rsid w:val="004C465C"/>
    <w:rsid w:val="004D0AA9"/>
    <w:rsid w:val="004D1022"/>
    <w:rsid w:val="004D1030"/>
    <w:rsid w:val="004D1BA5"/>
    <w:rsid w:val="004D1E54"/>
    <w:rsid w:val="004D2304"/>
    <w:rsid w:val="004D5CB1"/>
    <w:rsid w:val="004E27ED"/>
    <w:rsid w:val="004E55E2"/>
    <w:rsid w:val="004E5F14"/>
    <w:rsid w:val="004F3E0A"/>
    <w:rsid w:val="004F49CE"/>
    <w:rsid w:val="005014C0"/>
    <w:rsid w:val="00501CF6"/>
    <w:rsid w:val="005047F9"/>
    <w:rsid w:val="005059BE"/>
    <w:rsid w:val="00506F00"/>
    <w:rsid w:val="00507983"/>
    <w:rsid w:val="00510846"/>
    <w:rsid w:val="005127F6"/>
    <w:rsid w:val="00513172"/>
    <w:rsid w:val="00517928"/>
    <w:rsid w:val="00517DCB"/>
    <w:rsid w:val="00531ED1"/>
    <w:rsid w:val="00532F82"/>
    <w:rsid w:val="0053546C"/>
    <w:rsid w:val="00537C68"/>
    <w:rsid w:val="00540757"/>
    <w:rsid w:val="0054195E"/>
    <w:rsid w:val="00541F22"/>
    <w:rsid w:val="005421C7"/>
    <w:rsid w:val="0054762D"/>
    <w:rsid w:val="005479C5"/>
    <w:rsid w:val="00552778"/>
    <w:rsid w:val="00552B11"/>
    <w:rsid w:val="005543D4"/>
    <w:rsid w:val="00562461"/>
    <w:rsid w:val="0056258B"/>
    <w:rsid w:val="005652A6"/>
    <w:rsid w:val="00566D82"/>
    <w:rsid w:val="00567562"/>
    <w:rsid w:val="00570894"/>
    <w:rsid w:val="005725A4"/>
    <w:rsid w:val="00574249"/>
    <w:rsid w:val="00577ADA"/>
    <w:rsid w:val="00581B14"/>
    <w:rsid w:val="00584720"/>
    <w:rsid w:val="00585EAB"/>
    <w:rsid w:val="00587C2E"/>
    <w:rsid w:val="00591033"/>
    <w:rsid w:val="00591405"/>
    <w:rsid w:val="0059288D"/>
    <w:rsid w:val="005938BD"/>
    <w:rsid w:val="00594805"/>
    <w:rsid w:val="005970C6"/>
    <w:rsid w:val="00597D56"/>
    <w:rsid w:val="005A111D"/>
    <w:rsid w:val="005A6F03"/>
    <w:rsid w:val="005A7844"/>
    <w:rsid w:val="005B209E"/>
    <w:rsid w:val="005B2482"/>
    <w:rsid w:val="005B61EF"/>
    <w:rsid w:val="005B7130"/>
    <w:rsid w:val="005C0FBA"/>
    <w:rsid w:val="005C4332"/>
    <w:rsid w:val="005C503D"/>
    <w:rsid w:val="005C5C9A"/>
    <w:rsid w:val="005D0A3B"/>
    <w:rsid w:val="005D22A5"/>
    <w:rsid w:val="005D3C1A"/>
    <w:rsid w:val="005D5DB6"/>
    <w:rsid w:val="005D737B"/>
    <w:rsid w:val="005D76CA"/>
    <w:rsid w:val="005E122F"/>
    <w:rsid w:val="005E2866"/>
    <w:rsid w:val="005E354E"/>
    <w:rsid w:val="005E3E25"/>
    <w:rsid w:val="005E7AAB"/>
    <w:rsid w:val="005F1D21"/>
    <w:rsid w:val="005F32B5"/>
    <w:rsid w:val="005F715C"/>
    <w:rsid w:val="00605AEE"/>
    <w:rsid w:val="00610A6F"/>
    <w:rsid w:val="00615724"/>
    <w:rsid w:val="00621A99"/>
    <w:rsid w:val="006240BE"/>
    <w:rsid w:val="00626A48"/>
    <w:rsid w:val="00631846"/>
    <w:rsid w:val="00632745"/>
    <w:rsid w:val="0063339D"/>
    <w:rsid w:val="00635965"/>
    <w:rsid w:val="00646A27"/>
    <w:rsid w:val="00650936"/>
    <w:rsid w:val="00652A0C"/>
    <w:rsid w:val="00660282"/>
    <w:rsid w:val="006603E4"/>
    <w:rsid w:val="00660C72"/>
    <w:rsid w:val="00662D65"/>
    <w:rsid w:val="00663228"/>
    <w:rsid w:val="00665394"/>
    <w:rsid w:val="0066696B"/>
    <w:rsid w:val="00670AD7"/>
    <w:rsid w:val="006714A3"/>
    <w:rsid w:val="00674D05"/>
    <w:rsid w:val="00681CDB"/>
    <w:rsid w:val="0068664B"/>
    <w:rsid w:val="00697517"/>
    <w:rsid w:val="006A1448"/>
    <w:rsid w:val="006A47ED"/>
    <w:rsid w:val="006A7879"/>
    <w:rsid w:val="006B106B"/>
    <w:rsid w:val="006B537B"/>
    <w:rsid w:val="006B5A82"/>
    <w:rsid w:val="006C214D"/>
    <w:rsid w:val="006C349E"/>
    <w:rsid w:val="006D06D8"/>
    <w:rsid w:val="006D13A8"/>
    <w:rsid w:val="006D1505"/>
    <w:rsid w:val="006D1553"/>
    <w:rsid w:val="006D297B"/>
    <w:rsid w:val="006D36BC"/>
    <w:rsid w:val="006D6D31"/>
    <w:rsid w:val="006E048E"/>
    <w:rsid w:val="006E0FA5"/>
    <w:rsid w:val="006E52C9"/>
    <w:rsid w:val="006F174F"/>
    <w:rsid w:val="006F2D6F"/>
    <w:rsid w:val="006F30C4"/>
    <w:rsid w:val="006F72A9"/>
    <w:rsid w:val="00702F54"/>
    <w:rsid w:val="007126A2"/>
    <w:rsid w:val="00713B87"/>
    <w:rsid w:val="00715749"/>
    <w:rsid w:val="00715A2A"/>
    <w:rsid w:val="00721F34"/>
    <w:rsid w:val="00727E62"/>
    <w:rsid w:val="007306E9"/>
    <w:rsid w:val="00730B35"/>
    <w:rsid w:val="00731B83"/>
    <w:rsid w:val="007322EE"/>
    <w:rsid w:val="00735BE8"/>
    <w:rsid w:val="007377AE"/>
    <w:rsid w:val="00745878"/>
    <w:rsid w:val="007459CC"/>
    <w:rsid w:val="007461D0"/>
    <w:rsid w:val="00752DC2"/>
    <w:rsid w:val="0075645B"/>
    <w:rsid w:val="007605B5"/>
    <w:rsid w:val="007616B3"/>
    <w:rsid w:val="00761FE3"/>
    <w:rsid w:val="00762322"/>
    <w:rsid w:val="00762460"/>
    <w:rsid w:val="00763B7F"/>
    <w:rsid w:val="00765B8F"/>
    <w:rsid w:val="00766570"/>
    <w:rsid w:val="00770524"/>
    <w:rsid w:val="00770F25"/>
    <w:rsid w:val="00771A2B"/>
    <w:rsid w:val="00772C2D"/>
    <w:rsid w:val="00773EDA"/>
    <w:rsid w:val="00786D27"/>
    <w:rsid w:val="0078758B"/>
    <w:rsid w:val="00787D69"/>
    <w:rsid w:val="00790189"/>
    <w:rsid w:val="0079056E"/>
    <w:rsid w:val="0079338F"/>
    <w:rsid w:val="00794CA1"/>
    <w:rsid w:val="00797AFC"/>
    <w:rsid w:val="007B18AA"/>
    <w:rsid w:val="007B2CDD"/>
    <w:rsid w:val="007B5AB1"/>
    <w:rsid w:val="007B5BD5"/>
    <w:rsid w:val="007C6509"/>
    <w:rsid w:val="007C7342"/>
    <w:rsid w:val="007C7C0C"/>
    <w:rsid w:val="007D1151"/>
    <w:rsid w:val="007D58FE"/>
    <w:rsid w:val="007D6FEC"/>
    <w:rsid w:val="007E0454"/>
    <w:rsid w:val="007E32C4"/>
    <w:rsid w:val="007E4612"/>
    <w:rsid w:val="007E4BE5"/>
    <w:rsid w:val="007E756E"/>
    <w:rsid w:val="007F116F"/>
    <w:rsid w:val="007F2101"/>
    <w:rsid w:val="007F4DC0"/>
    <w:rsid w:val="007F54A9"/>
    <w:rsid w:val="007F5B31"/>
    <w:rsid w:val="007F7A85"/>
    <w:rsid w:val="007F7C38"/>
    <w:rsid w:val="007F7D28"/>
    <w:rsid w:val="00800FB2"/>
    <w:rsid w:val="00802FC1"/>
    <w:rsid w:val="00806C98"/>
    <w:rsid w:val="00806D42"/>
    <w:rsid w:val="00807680"/>
    <w:rsid w:val="0081155B"/>
    <w:rsid w:val="0081247A"/>
    <w:rsid w:val="00812A6A"/>
    <w:rsid w:val="008207DD"/>
    <w:rsid w:val="00830D03"/>
    <w:rsid w:val="008312DA"/>
    <w:rsid w:val="00832F19"/>
    <w:rsid w:val="00835D46"/>
    <w:rsid w:val="0084318C"/>
    <w:rsid w:val="008451C4"/>
    <w:rsid w:val="0085107D"/>
    <w:rsid w:val="0085628E"/>
    <w:rsid w:val="008574D0"/>
    <w:rsid w:val="00857DEB"/>
    <w:rsid w:val="00861430"/>
    <w:rsid w:val="00862A10"/>
    <w:rsid w:val="00863696"/>
    <w:rsid w:val="00864B31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87F39"/>
    <w:rsid w:val="008940CE"/>
    <w:rsid w:val="00897971"/>
    <w:rsid w:val="008A2BC9"/>
    <w:rsid w:val="008A3FD8"/>
    <w:rsid w:val="008A40F1"/>
    <w:rsid w:val="008A431F"/>
    <w:rsid w:val="008A4D04"/>
    <w:rsid w:val="008A6518"/>
    <w:rsid w:val="008A768C"/>
    <w:rsid w:val="008B0114"/>
    <w:rsid w:val="008B1474"/>
    <w:rsid w:val="008B3AF4"/>
    <w:rsid w:val="008B41D6"/>
    <w:rsid w:val="008B4AD2"/>
    <w:rsid w:val="008B5B21"/>
    <w:rsid w:val="008C1A8A"/>
    <w:rsid w:val="008C2F1A"/>
    <w:rsid w:val="008C3059"/>
    <w:rsid w:val="008C339D"/>
    <w:rsid w:val="008C57B6"/>
    <w:rsid w:val="008C6F37"/>
    <w:rsid w:val="008D0BBF"/>
    <w:rsid w:val="008D111E"/>
    <w:rsid w:val="008D7D62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70FE"/>
    <w:rsid w:val="009105C5"/>
    <w:rsid w:val="009106ED"/>
    <w:rsid w:val="00912064"/>
    <w:rsid w:val="0091358D"/>
    <w:rsid w:val="00916DF9"/>
    <w:rsid w:val="00920E5C"/>
    <w:rsid w:val="009243A3"/>
    <w:rsid w:val="0092623D"/>
    <w:rsid w:val="00926626"/>
    <w:rsid w:val="00926B45"/>
    <w:rsid w:val="00926DE0"/>
    <w:rsid w:val="00927F6F"/>
    <w:rsid w:val="00930A37"/>
    <w:rsid w:val="00933187"/>
    <w:rsid w:val="009343CF"/>
    <w:rsid w:val="009434BC"/>
    <w:rsid w:val="00944A96"/>
    <w:rsid w:val="0094656E"/>
    <w:rsid w:val="0094751F"/>
    <w:rsid w:val="0095321C"/>
    <w:rsid w:val="00953576"/>
    <w:rsid w:val="00953CD0"/>
    <w:rsid w:val="00954F62"/>
    <w:rsid w:val="00955E69"/>
    <w:rsid w:val="00960920"/>
    <w:rsid w:val="0096712F"/>
    <w:rsid w:val="0097094A"/>
    <w:rsid w:val="009730A2"/>
    <w:rsid w:val="00974205"/>
    <w:rsid w:val="009744B3"/>
    <w:rsid w:val="00976160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C1CC8"/>
    <w:rsid w:val="009C24C6"/>
    <w:rsid w:val="009C2E1B"/>
    <w:rsid w:val="009D0AAE"/>
    <w:rsid w:val="009D0D9F"/>
    <w:rsid w:val="009D408E"/>
    <w:rsid w:val="009E0916"/>
    <w:rsid w:val="009E513B"/>
    <w:rsid w:val="009E5E86"/>
    <w:rsid w:val="009E662E"/>
    <w:rsid w:val="009F10CA"/>
    <w:rsid w:val="009F35D1"/>
    <w:rsid w:val="009F46FC"/>
    <w:rsid w:val="009F67AA"/>
    <w:rsid w:val="009F71A2"/>
    <w:rsid w:val="00A03DD4"/>
    <w:rsid w:val="00A04E1A"/>
    <w:rsid w:val="00A06EBE"/>
    <w:rsid w:val="00A10D4B"/>
    <w:rsid w:val="00A11EC1"/>
    <w:rsid w:val="00A16D52"/>
    <w:rsid w:val="00A21D49"/>
    <w:rsid w:val="00A23159"/>
    <w:rsid w:val="00A23247"/>
    <w:rsid w:val="00A2605A"/>
    <w:rsid w:val="00A31783"/>
    <w:rsid w:val="00A337BE"/>
    <w:rsid w:val="00A34464"/>
    <w:rsid w:val="00A37997"/>
    <w:rsid w:val="00A40BFB"/>
    <w:rsid w:val="00A41044"/>
    <w:rsid w:val="00A45A87"/>
    <w:rsid w:val="00A47563"/>
    <w:rsid w:val="00A54281"/>
    <w:rsid w:val="00A5433F"/>
    <w:rsid w:val="00A6442A"/>
    <w:rsid w:val="00A8231C"/>
    <w:rsid w:val="00A82EC6"/>
    <w:rsid w:val="00A911E0"/>
    <w:rsid w:val="00A93323"/>
    <w:rsid w:val="00A9368D"/>
    <w:rsid w:val="00AA01CA"/>
    <w:rsid w:val="00AA6D15"/>
    <w:rsid w:val="00AB1E5B"/>
    <w:rsid w:val="00AB3A97"/>
    <w:rsid w:val="00AB4258"/>
    <w:rsid w:val="00AB52CB"/>
    <w:rsid w:val="00AC0281"/>
    <w:rsid w:val="00AC1070"/>
    <w:rsid w:val="00AC1132"/>
    <w:rsid w:val="00AC408E"/>
    <w:rsid w:val="00AE0347"/>
    <w:rsid w:val="00AE2C4B"/>
    <w:rsid w:val="00AE3C3E"/>
    <w:rsid w:val="00AE4C78"/>
    <w:rsid w:val="00AE6B64"/>
    <w:rsid w:val="00AF22AC"/>
    <w:rsid w:val="00B03CD5"/>
    <w:rsid w:val="00B042C9"/>
    <w:rsid w:val="00B055B3"/>
    <w:rsid w:val="00B05F59"/>
    <w:rsid w:val="00B232BD"/>
    <w:rsid w:val="00B2666F"/>
    <w:rsid w:val="00B30738"/>
    <w:rsid w:val="00B307EB"/>
    <w:rsid w:val="00B3150E"/>
    <w:rsid w:val="00B35072"/>
    <w:rsid w:val="00B37ECE"/>
    <w:rsid w:val="00B4086B"/>
    <w:rsid w:val="00B411EE"/>
    <w:rsid w:val="00B4261F"/>
    <w:rsid w:val="00B43360"/>
    <w:rsid w:val="00B44680"/>
    <w:rsid w:val="00B47CE3"/>
    <w:rsid w:val="00B50DC2"/>
    <w:rsid w:val="00B56CC3"/>
    <w:rsid w:val="00B56F0B"/>
    <w:rsid w:val="00B56F22"/>
    <w:rsid w:val="00B62922"/>
    <w:rsid w:val="00B657B6"/>
    <w:rsid w:val="00B701A9"/>
    <w:rsid w:val="00B753FD"/>
    <w:rsid w:val="00B75BEF"/>
    <w:rsid w:val="00B75F08"/>
    <w:rsid w:val="00B77CFE"/>
    <w:rsid w:val="00B80E49"/>
    <w:rsid w:val="00B81C80"/>
    <w:rsid w:val="00B835AE"/>
    <w:rsid w:val="00B839B9"/>
    <w:rsid w:val="00B86CBF"/>
    <w:rsid w:val="00B86D2B"/>
    <w:rsid w:val="00B87C67"/>
    <w:rsid w:val="00B87C88"/>
    <w:rsid w:val="00B87EF9"/>
    <w:rsid w:val="00B9380E"/>
    <w:rsid w:val="00BA0FAB"/>
    <w:rsid w:val="00BA4FB1"/>
    <w:rsid w:val="00BA7CD9"/>
    <w:rsid w:val="00BB1854"/>
    <w:rsid w:val="00BB53DE"/>
    <w:rsid w:val="00BB5E19"/>
    <w:rsid w:val="00BB6862"/>
    <w:rsid w:val="00BC077C"/>
    <w:rsid w:val="00BC14D9"/>
    <w:rsid w:val="00BC386C"/>
    <w:rsid w:val="00BC4042"/>
    <w:rsid w:val="00BD11AB"/>
    <w:rsid w:val="00BD3888"/>
    <w:rsid w:val="00BD4CFF"/>
    <w:rsid w:val="00BE6AFA"/>
    <w:rsid w:val="00BE6CBB"/>
    <w:rsid w:val="00BF2781"/>
    <w:rsid w:val="00BF3FF9"/>
    <w:rsid w:val="00BF60D4"/>
    <w:rsid w:val="00C01317"/>
    <w:rsid w:val="00C043CD"/>
    <w:rsid w:val="00C05AA0"/>
    <w:rsid w:val="00C071D4"/>
    <w:rsid w:val="00C1131D"/>
    <w:rsid w:val="00C1453A"/>
    <w:rsid w:val="00C22F08"/>
    <w:rsid w:val="00C2478E"/>
    <w:rsid w:val="00C30EF7"/>
    <w:rsid w:val="00C3168B"/>
    <w:rsid w:val="00C378A7"/>
    <w:rsid w:val="00C42BAB"/>
    <w:rsid w:val="00C46ADD"/>
    <w:rsid w:val="00C473A1"/>
    <w:rsid w:val="00C561F7"/>
    <w:rsid w:val="00C56D20"/>
    <w:rsid w:val="00C611A7"/>
    <w:rsid w:val="00C64321"/>
    <w:rsid w:val="00C665D2"/>
    <w:rsid w:val="00C66A61"/>
    <w:rsid w:val="00C751FE"/>
    <w:rsid w:val="00C76511"/>
    <w:rsid w:val="00C90C42"/>
    <w:rsid w:val="00C9420A"/>
    <w:rsid w:val="00C95F3E"/>
    <w:rsid w:val="00C96D38"/>
    <w:rsid w:val="00CA68CF"/>
    <w:rsid w:val="00CB2572"/>
    <w:rsid w:val="00CB3F07"/>
    <w:rsid w:val="00CB4043"/>
    <w:rsid w:val="00CB4E25"/>
    <w:rsid w:val="00CB50D1"/>
    <w:rsid w:val="00CC031F"/>
    <w:rsid w:val="00CC0C47"/>
    <w:rsid w:val="00CC3AE6"/>
    <w:rsid w:val="00CC561F"/>
    <w:rsid w:val="00CC6769"/>
    <w:rsid w:val="00CD0D8B"/>
    <w:rsid w:val="00CD2374"/>
    <w:rsid w:val="00CD7CEA"/>
    <w:rsid w:val="00CE14E2"/>
    <w:rsid w:val="00CE18BC"/>
    <w:rsid w:val="00CF0C45"/>
    <w:rsid w:val="00CF16A7"/>
    <w:rsid w:val="00CF2167"/>
    <w:rsid w:val="00CF423F"/>
    <w:rsid w:val="00D01D99"/>
    <w:rsid w:val="00D0380E"/>
    <w:rsid w:val="00D05CD6"/>
    <w:rsid w:val="00D07DF9"/>
    <w:rsid w:val="00D11B81"/>
    <w:rsid w:val="00D15E9F"/>
    <w:rsid w:val="00D20441"/>
    <w:rsid w:val="00D21AF2"/>
    <w:rsid w:val="00D23B1B"/>
    <w:rsid w:val="00D275D7"/>
    <w:rsid w:val="00D32A92"/>
    <w:rsid w:val="00D351BD"/>
    <w:rsid w:val="00D35BEE"/>
    <w:rsid w:val="00D36572"/>
    <w:rsid w:val="00D37026"/>
    <w:rsid w:val="00D439CF"/>
    <w:rsid w:val="00D46FEA"/>
    <w:rsid w:val="00D50C0A"/>
    <w:rsid w:val="00D5471C"/>
    <w:rsid w:val="00D5535C"/>
    <w:rsid w:val="00D620EA"/>
    <w:rsid w:val="00D6689C"/>
    <w:rsid w:val="00D66994"/>
    <w:rsid w:val="00D741EE"/>
    <w:rsid w:val="00D7535B"/>
    <w:rsid w:val="00D76451"/>
    <w:rsid w:val="00D77D46"/>
    <w:rsid w:val="00D96963"/>
    <w:rsid w:val="00D96C69"/>
    <w:rsid w:val="00DA03EC"/>
    <w:rsid w:val="00DA31F7"/>
    <w:rsid w:val="00DA3F52"/>
    <w:rsid w:val="00DA4E81"/>
    <w:rsid w:val="00DA6642"/>
    <w:rsid w:val="00DB04F8"/>
    <w:rsid w:val="00DB1CB2"/>
    <w:rsid w:val="00DB25DA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55E"/>
    <w:rsid w:val="00DE0942"/>
    <w:rsid w:val="00DE0C34"/>
    <w:rsid w:val="00DE14CE"/>
    <w:rsid w:val="00DF602F"/>
    <w:rsid w:val="00E00388"/>
    <w:rsid w:val="00E01ACB"/>
    <w:rsid w:val="00E021EB"/>
    <w:rsid w:val="00E02576"/>
    <w:rsid w:val="00E03C69"/>
    <w:rsid w:val="00E04A83"/>
    <w:rsid w:val="00E06D50"/>
    <w:rsid w:val="00E10F47"/>
    <w:rsid w:val="00E12593"/>
    <w:rsid w:val="00E128DC"/>
    <w:rsid w:val="00E12FFD"/>
    <w:rsid w:val="00E1488A"/>
    <w:rsid w:val="00E16E92"/>
    <w:rsid w:val="00E22247"/>
    <w:rsid w:val="00E2727D"/>
    <w:rsid w:val="00E27BD6"/>
    <w:rsid w:val="00E3021C"/>
    <w:rsid w:val="00E306FC"/>
    <w:rsid w:val="00E3094F"/>
    <w:rsid w:val="00E33ECB"/>
    <w:rsid w:val="00E34BB8"/>
    <w:rsid w:val="00E35993"/>
    <w:rsid w:val="00E40EF5"/>
    <w:rsid w:val="00E41C2C"/>
    <w:rsid w:val="00E42EFD"/>
    <w:rsid w:val="00E44776"/>
    <w:rsid w:val="00E50F4F"/>
    <w:rsid w:val="00E50F9D"/>
    <w:rsid w:val="00E51293"/>
    <w:rsid w:val="00E53F2B"/>
    <w:rsid w:val="00E56AC3"/>
    <w:rsid w:val="00E56F49"/>
    <w:rsid w:val="00E70B31"/>
    <w:rsid w:val="00E72160"/>
    <w:rsid w:val="00E75571"/>
    <w:rsid w:val="00E8204B"/>
    <w:rsid w:val="00E828CE"/>
    <w:rsid w:val="00E82A2B"/>
    <w:rsid w:val="00E87636"/>
    <w:rsid w:val="00E87C28"/>
    <w:rsid w:val="00E87F56"/>
    <w:rsid w:val="00E903C3"/>
    <w:rsid w:val="00E924FF"/>
    <w:rsid w:val="00E974CC"/>
    <w:rsid w:val="00E97BB0"/>
    <w:rsid w:val="00EA7DA1"/>
    <w:rsid w:val="00EB55C7"/>
    <w:rsid w:val="00EC54EC"/>
    <w:rsid w:val="00ED189F"/>
    <w:rsid w:val="00ED39B9"/>
    <w:rsid w:val="00ED6A32"/>
    <w:rsid w:val="00EE0CC5"/>
    <w:rsid w:val="00EE2C64"/>
    <w:rsid w:val="00EE38AE"/>
    <w:rsid w:val="00EE5F59"/>
    <w:rsid w:val="00EE6EFF"/>
    <w:rsid w:val="00EF4F99"/>
    <w:rsid w:val="00EF7F63"/>
    <w:rsid w:val="00F03529"/>
    <w:rsid w:val="00F03872"/>
    <w:rsid w:val="00F03B17"/>
    <w:rsid w:val="00F103CC"/>
    <w:rsid w:val="00F10D23"/>
    <w:rsid w:val="00F12ACB"/>
    <w:rsid w:val="00F202D0"/>
    <w:rsid w:val="00F210A7"/>
    <w:rsid w:val="00F26744"/>
    <w:rsid w:val="00F26B05"/>
    <w:rsid w:val="00F27581"/>
    <w:rsid w:val="00F306FB"/>
    <w:rsid w:val="00F30B49"/>
    <w:rsid w:val="00F32B53"/>
    <w:rsid w:val="00F33BDD"/>
    <w:rsid w:val="00F35201"/>
    <w:rsid w:val="00F36E7D"/>
    <w:rsid w:val="00F42FB6"/>
    <w:rsid w:val="00F431B6"/>
    <w:rsid w:val="00F4327C"/>
    <w:rsid w:val="00F43618"/>
    <w:rsid w:val="00F461AC"/>
    <w:rsid w:val="00F471E9"/>
    <w:rsid w:val="00F5115C"/>
    <w:rsid w:val="00F549AA"/>
    <w:rsid w:val="00F55599"/>
    <w:rsid w:val="00F5602E"/>
    <w:rsid w:val="00F61E24"/>
    <w:rsid w:val="00F63191"/>
    <w:rsid w:val="00F65E27"/>
    <w:rsid w:val="00F66CD0"/>
    <w:rsid w:val="00F70B02"/>
    <w:rsid w:val="00F72F3E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394E"/>
    <w:rsid w:val="00FC69CA"/>
    <w:rsid w:val="00FD23AD"/>
    <w:rsid w:val="00FD4C9D"/>
    <w:rsid w:val="00FD501B"/>
    <w:rsid w:val="00FD70F3"/>
    <w:rsid w:val="00FD718F"/>
    <w:rsid w:val="00FE0097"/>
    <w:rsid w:val="00FE082F"/>
    <w:rsid w:val="00FE3B6E"/>
    <w:rsid w:val="00FE4369"/>
    <w:rsid w:val="00FF224C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1D52AF"/>
    <w:rPr>
      <w:rFonts w:cs="Times New Roman"/>
    </w:rPr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basedOn w:val="DefaultParagraphFont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4969A2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FB71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FB71C4"/>
    <w:rPr>
      <w:rFonts w:cs="Times New Roman"/>
    </w:rPr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75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5</Pages>
  <Words>5931</Words>
  <Characters>3381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22</cp:revision>
  <cp:lastPrinted>2018-07-31T10:54:00Z</cp:lastPrinted>
  <dcterms:created xsi:type="dcterms:W3CDTF">2018-07-31T06:54:00Z</dcterms:created>
  <dcterms:modified xsi:type="dcterms:W3CDTF">2018-08-01T06:35:00Z</dcterms:modified>
</cp:coreProperties>
</file>