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08" w:rsidRPr="00232B95" w:rsidRDefault="00B90E08" w:rsidP="00232B95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t xml:space="preserve">ПРОЄКТ </w:t>
      </w:r>
    </w:p>
    <w:p w:rsidR="00B90E08" w:rsidRDefault="00B90E08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B90E08" w:rsidRPr="00232B95" w:rsidRDefault="00B90E08" w:rsidP="00232B95">
      <w:pPr>
        <w:spacing w:line="200" w:lineRule="atLeast"/>
        <w:jc w:val="center"/>
        <w:rPr>
          <w:b/>
          <w:lang w:val="uk-UA"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B90E08" w:rsidRPr="00232B95" w:rsidRDefault="00B90E08" w:rsidP="000850A8">
      <w:pPr>
        <w:spacing w:line="200" w:lineRule="atLeas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90E08" w:rsidRDefault="00B90E08" w:rsidP="000E569F">
      <w:pPr>
        <w:pStyle w:val="Heading2"/>
        <w:jc w:val="left"/>
        <w:rPr>
          <w:sz w:val="16"/>
          <w:szCs w:val="24"/>
        </w:rPr>
      </w:pPr>
    </w:p>
    <w:p w:rsidR="00B90E08" w:rsidRPr="00E021EB" w:rsidRDefault="00B90E08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r>
        <w:rPr>
          <w:sz w:val="24"/>
          <w:szCs w:val="24"/>
          <w:lang w:val="uk-UA"/>
        </w:rPr>
        <w:t>21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B90E08" w:rsidRPr="00DA4E81" w:rsidRDefault="00B90E08" w:rsidP="000E569F">
      <w:pPr>
        <w:jc w:val="center"/>
        <w:rPr>
          <w:b/>
          <w:sz w:val="18"/>
        </w:rPr>
      </w:pPr>
    </w:p>
    <w:p w:rsidR="00B90E08" w:rsidRPr="00E021EB" w:rsidRDefault="00B90E08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B90E08" w:rsidRDefault="00B90E08" w:rsidP="000E569F">
      <w:pPr>
        <w:ind w:left="180"/>
      </w:pPr>
      <w:r>
        <w:t xml:space="preserve">                                        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B90E08" w:rsidRDefault="00B90E08" w:rsidP="002257C1">
      <w:pPr>
        <w:rPr>
          <w:lang w:val="uk-UA"/>
        </w:rPr>
      </w:pPr>
      <w:r>
        <w:rPr>
          <w:lang w:val="uk-UA"/>
        </w:rPr>
        <w:t>інвентаризації" за 9 місяців 2021 року</w:t>
      </w:r>
    </w:p>
    <w:p w:rsidR="00B90E08" w:rsidRPr="0004058D" w:rsidRDefault="00B90E08" w:rsidP="000E569F">
      <w:pPr>
        <w:rPr>
          <w:lang w:val="uk-UA"/>
        </w:rPr>
      </w:pPr>
    </w:p>
    <w:p w:rsidR="00B90E08" w:rsidRPr="00472F42" w:rsidRDefault="00B90E08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BD5E8C">
        <w:rPr>
          <w:lang w:val="uk-UA"/>
        </w:rPr>
        <w:t xml:space="preserve">Заслухавши та обговоривши інформацію начальника відділу економічного розвитку, підприємництва, промисловості та торгівлі КУЗІНОЇ Інни та керівника Знам'янського міжміського комунального підприємства "Бюро технічної інвентаризації" ГОЛОВОЇ Людмили про стан фінансово-господарської діяльності комунального підприємства за підсумками </w:t>
      </w:r>
      <w:r>
        <w:rPr>
          <w:lang w:val="uk-UA"/>
        </w:rPr>
        <w:t>9 місяців 2021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B90E08" w:rsidRPr="0050588E" w:rsidRDefault="00B90E08" w:rsidP="002257C1">
      <w:pPr>
        <w:pStyle w:val="BodyText3"/>
        <w:ind w:firstLine="567"/>
        <w:rPr>
          <w:lang w:val="uk-UA"/>
        </w:rPr>
      </w:pPr>
    </w:p>
    <w:p w:rsidR="00B90E08" w:rsidRPr="00CF16A7" w:rsidRDefault="00B90E08" w:rsidP="00AE6B64">
      <w:pPr>
        <w:jc w:val="center"/>
        <w:rPr>
          <w:b/>
        </w:rPr>
      </w:pPr>
      <w:r>
        <w:rPr>
          <w:b/>
        </w:rPr>
        <w:t>ВИРІШИ</w:t>
      </w:r>
      <w:r w:rsidRPr="00CF16A7">
        <w:rPr>
          <w:b/>
        </w:rPr>
        <w:t>В:</w:t>
      </w:r>
    </w:p>
    <w:p w:rsidR="00B90E08" w:rsidRPr="00721F34" w:rsidRDefault="00B90E08" w:rsidP="004969A2">
      <w:pPr>
        <w:jc w:val="center"/>
        <w:rPr>
          <w:b/>
          <w:sz w:val="26"/>
          <w:lang w:val="uk-UA"/>
        </w:rPr>
      </w:pPr>
    </w:p>
    <w:p w:rsidR="00B90E08" w:rsidRDefault="00B90E08" w:rsidP="004969A2">
      <w:pPr>
        <w:rPr>
          <w:b/>
          <w:sz w:val="26"/>
          <w:lang w:val="uk-UA"/>
        </w:rPr>
      </w:pPr>
    </w:p>
    <w:p w:rsidR="00B90E08" w:rsidRPr="0079056E" w:rsidRDefault="00B90E08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</w:t>
      </w:r>
      <w:r>
        <w:rPr>
          <w:lang w:val="uk-UA"/>
        </w:rPr>
        <w:t xml:space="preserve">за 9 місяців 2021 року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відома  (аналітична довідка додаю</w:t>
      </w:r>
      <w:r w:rsidRPr="0079056E">
        <w:rPr>
          <w:lang w:val="uk-UA"/>
        </w:rPr>
        <w:t>ться ).</w:t>
      </w:r>
    </w:p>
    <w:p w:rsidR="00B90E08" w:rsidRDefault="00B90E08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</w:t>
      </w:r>
      <w:r>
        <w:rPr>
          <w:lang w:val="uk-UA"/>
        </w:rPr>
        <w:t>господарської діяльності за  9 місяців 2021 року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B90E08" w:rsidRPr="00CF16A7" w:rsidRDefault="00B90E08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</w:t>
      </w:r>
      <w:r>
        <w:rPr>
          <w:lang w:val="uk-UA"/>
        </w:rPr>
        <w:t xml:space="preserve"> ПЕРЕСАДЧЕНКО  Ліану.</w:t>
      </w:r>
      <w:r w:rsidRPr="00CF16A7">
        <w:t xml:space="preserve"> </w:t>
      </w:r>
    </w:p>
    <w:p w:rsidR="00B90E08" w:rsidRDefault="00B90E08" w:rsidP="004969A2">
      <w:pPr>
        <w:rPr>
          <w:lang w:val="uk-UA"/>
        </w:rPr>
      </w:pPr>
    </w:p>
    <w:p w:rsidR="00B90E08" w:rsidRDefault="00B90E08" w:rsidP="004969A2">
      <w:pPr>
        <w:rPr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  <w:r>
        <w:rPr>
          <w:b/>
          <w:lang w:val="uk-UA"/>
        </w:rPr>
        <w:t>Знам’янський м</w:t>
      </w:r>
      <w:r w:rsidRPr="00CF16A7">
        <w:rPr>
          <w:b/>
        </w:rPr>
        <w:t xml:space="preserve">іський голова                  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>Володимир СОКИРКО</w:t>
      </w: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6A7F75">
      <w:pPr>
        <w:tabs>
          <w:tab w:val="left" w:pos="7020"/>
        </w:tabs>
        <w:rPr>
          <w:b/>
          <w:lang w:val="uk-UA"/>
        </w:rPr>
      </w:pPr>
    </w:p>
    <w:p w:rsidR="00B90E08" w:rsidRDefault="00B90E08" w:rsidP="009F6B9D">
      <w:pPr>
        <w:ind w:right="441"/>
        <w:rPr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B90E08" w:rsidRDefault="00B90E08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B90E08" w:rsidRPr="007B4E14" w:rsidRDefault="00B90E08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__________ 2021 року  №__</w:t>
      </w:r>
    </w:p>
    <w:p w:rsidR="00B90E08" w:rsidRDefault="00B90E08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B90E08" w:rsidRPr="00472F42" w:rsidRDefault="00B90E08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АНАЛІТИЧНА ДОВІДКА</w:t>
      </w:r>
    </w:p>
    <w:p w:rsidR="00B90E08" w:rsidRDefault="00B90E08" w:rsidP="00F27D1B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B90E08" w:rsidRPr="00F27D1B" w:rsidRDefault="00B90E08" w:rsidP="00F27D1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  з</w:t>
      </w:r>
      <w:r w:rsidRPr="00472F42">
        <w:rPr>
          <w:b/>
          <w:bCs/>
          <w:sz w:val="22"/>
          <w:szCs w:val="22"/>
          <w:lang w:val="uk-UA"/>
        </w:rPr>
        <w:t>а</w:t>
      </w:r>
      <w:r>
        <w:rPr>
          <w:b/>
          <w:bCs/>
          <w:sz w:val="22"/>
          <w:szCs w:val="22"/>
          <w:lang w:val="uk-UA"/>
        </w:rPr>
        <w:t xml:space="preserve">  </w:t>
      </w:r>
      <w:r>
        <w:rPr>
          <w:b/>
          <w:lang w:val="uk-UA"/>
        </w:rPr>
        <w:t xml:space="preserve">9 місяців 2021 року </w:t>
      </w:r>
    </w:p>
    <w:p w:rsidR="00B90E08" w:rsidRPr="00472F42" w:rsidRDefault="00B90E08" w:rsidP="009F6B9D">
      <w:pPr>
        <w:jc w:val="center"/>
        <w:rPr>
          <w:lang w:val="uk-UA"/>
        </w:rPr>
      </w:pPr>
    </w:p>
    <w:p w:rsidR="00B90E08" w:rsidRPr="001B1EC9" w:rsidRDefault="00B90E08" w:rsidP="00904823">
      <w:pPr>
        <w:ind w:firstLine="539"/>
        <w:jc w:val="both"/>
        <w:rPr>
          <w:lang w:val="uk-UA"/>
        </w:rPr>
      </w:pPr>
      <w:r>
        <w:rPr>
          <w:lang w:val="uk-UA"/>
        </w:rPr>
        <w:t xml:space="preserve">Протягом 9 місяців 2021 року комунальним підприємством </w:t>
      </w:r>
      <w:r w:rsidRPr="00090827">
        <w:rPr>
          <w:lang w:val="uk-UA"/>
        </w:rPr>
        <w:t>"Бюро технічної інвентаризації"</w:t>
      </w:r>
      <w:r>
        <w:rPr>
          <w:lang w:val="uk-UA"/>
        </w:rPr>
        <w:t xml:space="preserve"> </w:t>
      </w:r>
      <w:r w:rsidRPr="0050588E">
        <w:rPr>
          <w:lang w:val="uk-UA"/>
        </w:rPr>
        <w:t xml:space="preserve">виконано </w:t>
      </w:r>
      <w:r>
        <w:rPr>
          <w:lang w:val="uk-UA"/>
        </w:rPr>
        <w:t xml:space="preserve">491 замовлень, в тому числі населенню – 485.  Усі замовлення виконані  за наступними </w:t>
      </w:r>
      <w:r w:rsidRPr="0050588E">
        <w:rPr>
          <w:lang w:val="uk-UA"/>
        </w:rPr>
        <w:t xml:space="preserve"> вид</w:t>
      </w:r>
      <w:r>
        <w:rPr>
          <w:lang w:val="uk-UA"/>
        </w:rPr>
        <w:t>ами</w:t>
      </w:r>
      <w:r w:rsidRPr="0050588E">
        <w:rPr>
          <w:lang w:val="uk-UA"/>
        </w:rPr>
        <w:t xml:space="preserve"> робіт: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приватизацію квартир;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 xml:space="preserve">видача свідоцтв про право власності на приватизацію; 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копій технічних паспортів;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первина і поточна інвентаризація гаражів;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кооперативні квартири;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документів для прийняття в експлуатацію і узаконення нерухомого майна;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B90E08" w:rsidRPr="00904823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B90E08" w:rsidRDefault="00B90E08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надання консультацій.</w:t>
      </w:r>
    </w:p>
    <w:p w:rsidR="00B90E08" w:rsidRDefault="00B90E08" w:rsidP="009F6B9D">
      <w:pPr>
        <w:ind w:firstLine="540"/>
        <w:jc w:val="both"/>
        <w:rPr>
          <w:sz w:val="22"/>
          <w:szCs w:val="22"/>
          <w:lang w:val="uk-UA"/>
        </w:rPr>
      </w:pPr>
    </w:p>
    <w:p w:rsidR="00B90E08" w:rsidRPr="00090827" w:rsidRDefault="00B90E08" w:rsidP="002C60CD">
      <w:pPr>
        <w:ind w:firstLine="540"/>
        <w:jc w:val="both"/>
        <w:rPr>
          <w:lang w:val="uk-UA"/>
        </w:rPr>
      </w:pPr>
      <w:r w:rsidRPr="00E66BEA">
        <w:rPr>
          <w:lang w:val="uk-UA"/>
        </w:rPr>
        <w:t>Основним економічним показником  підприємства являється його прибутковість</w:t>
      </w:r>
      <w:r>
        <w:rPr>
          <w:lang w:val="uk-UA"/>
        </w:rPr>
        <w:t>. На кінець звітного періоду комунальне підприємство прибуткове</w:t>
      </w:r>
      <w:r w:rsidRPr="00E66BEA">
        <w:rPr>
          <w:lang w:val="uk-UA"/>
        </w:rPr>
        <w:t xml:space="preserve">. </w:t>
      </w:r>
      <w:r>
        <w:rPr>
          <w:lang w:val="uk-UA"/>
        </w:rPr>
        <w:t>Чистий п</w:t>
      </w:r>
      <w:r w:rsidRPr="00090827">
        <w:rPr>
          <w:lang w:val="uk-UA"/>
        </w:rPr>
        <w:t xml:space="preserve">рибуток </w:t>
      </w:r>
      <w:r>
        <w:rPr>
          <w:lang w:val="uk-UA"/>
        </w:rPr>
        <w:t>склав         3,9</w:t>
      </w:r>
      <w:r w:rsidRPr="00090827">
        <w:t xml:space="preserve"> </w:t>
      </w:r>
      <w:r>
        <w:rPr>
          <w:lang w:val="uk-UA"/>
        </w:rPr>
        <w:t>тис. грн., що на 2,1</w:t>
      </w:r>
      <w:r w:rsidRPr="00090827">
        <w:rPr>
          <w:lang w:val="uk-UA"/>
        </w:rPr>
        <w:t xml:space="preserve"> тис. грн. </w:t>
      </w:r>
      <w:r>
        <w:rPr>
          <w:lang w:val="uk-UA"/>
        </w:rPr>
        <w:t>більше ніж за  відповідний період 2020 року (1,8тис. грн.)</w:t>
      </w:r>
      <w:r w:rsidRPr="00090827">
        <w:rPr>
          <w:lang w:val="uk-UA"/>
        </w:rPr>
        <w:t xml:space="preserve">. </w:t>
      </w:r>
      <w:r w:rsidRPr="00090827">
        <w:rPr>
          <w:color w:val="FF0000"/>
          <w:lang w:val="uk-UA"/>
        </w:rPr>
        <w:t xml:space="preserve">     </w:t>
      </w:r>
    </w:p>
    <w:p w:rsidR="00B90E08" w:rsidRPr="00090827" w:rsidRDefault="00B90E08" w:rsidP="009F6B9D">
      <w:pPr>
        <w:jc w:val="both"/>
        <w:rPr>
          <w:color w:val="FF0000"/>
          <w:lang w:val="uk-UA"/>
        </w:rPr>
      </w:pPr>
    </w:p>
    <w:p w:rsidR="00B90E08" w:rsidRPr="00090827" w:rsidRDefault="00B90E08" w:rsidP="009F6B9D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>
        <w:rPr>
          <w:b/>
          <w:sz w:val="22"/>
          <w:szCs w:val="22"/>
          <w:lang w:val="uk-UA"/>
        </w:rPr>
        <w:t xml:space="preserve">9 місяців </w:t>
      </w:r>
      <w:r>
        <w:rPr>
          <w:b/>
          <w:lang w:val="uk-UA"/>
        </w:rPr>
        <w:t>2021</w:t>
      </w:r>
      <w:r w:rsidRPr="00090827">
        <w:rPr>
          <w:b/>
          <w:lang w:val="uk-UA"/>
        </w:rPr>
        <w:t xml:space="preserve"> р</w:t>
      </w:r>
      <w:r>
        <w:rPr>
          <w:b/>
          <w:lang w:val="uk-UA"/>
        </w:rPr>
        <w:t>оку</w:t>
      </w:r>
    </w:p>
    <w:p w:rsidR="00B90E08" w:rsidRPr="00090827" w:rsidRDefault="00B90E08" w:rsidP="009F6B9D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B90E08" w:rsidRPr="00090827" w:rsidTr="00650659">
        <w:tc>
          <w:tcPr>
            <w:tcW w:w="450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Прибу</w:t>
            </w:r>
          </w:p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B90E08" w:rsidRPr="00090827" w:rsidRDefault="00B90E08" w:rsidP="00650659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B90E08" w:rsidRPr="00090827" w:rsidRDefault="00B90E08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B90E08" w:rsidRPr="00090827" w:rsidTr="00650659">
        <w:trPr>
          <w:trHeight w:val="181"/>
        </w:trPr>
        <w:tc>
          <w:tcPr>
            <w:tcW w:w="450" w:type="dxa"/>
          </w:tcPr>
          <w:p w:rsidR="00B90E08" w:rsidRPr="00090827" w:rsidRDefault="00B90E08" w:rsidP="00650659">
            <w:pPr>
              <w:jc w:val="center"/>
              <w:rPr>
                <w:sz w:val="20"/>
                <w:szCs w:val="20"/>
                <w:lang w:val="uk-UA"/>
              </w:rPr>
            </w:pPr>
            <w:r w:rsidRPr="000908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lang w:val="uk-UA"/>
              </w:rPr>
              <w:t>Бюро технічної інвентаризації</w:t>
            </w:r>
            <w:r w:rsidRPr="00090827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13788</w:t>
            </w:r>
          </w:p>
        </w:tc>
        <w:tc>
          <w:tcPr>
            <w:tcW w:w="969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026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258,9</w:t>
            </w:r>
          </w:p>
        </w:tc>
        <w:tc>
          <w:tcPr>
            <w:tcW w:w="1245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080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906,3</w:t>
            </w:r>
          </w:p>
        </w:tc>
        <w:tc>
          <w:tcPr>
            <w:tcW w:w="855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B90E08" w:rsidRPr="00F90264" w:rsidRDefault="00B90E08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902,4</w:t>
            </w:r>
          </w:p>
        </w:tc>
      </w:tr>
    </w:tbl>
    <w:p w:rsidR="00B90E08" w:rsidRPr="00090827" w:rsidRDefault="00B90E08" w:rsidP="009F6B9D">
      <w:pPr>
        <w:ind w:right="-159"/>
        <w:jc w:val="both"/>
        <w:rPr>
          <w:sz w:val="22"/>
          <w:szCs w:val="22"/>
          <w:lang w:val="uk-UA"/>
        </w:rPr>
      </w:pPr>
    </w:p>
    <w:p w:rsidR="00B90E08" w:rsidRPr="00090827" w:rsidRDefault="00B90E08" w:rsidP="009F6B9D">
      <w:pPr>
        <w:jc w:val="center"/>
        <w:rPr>
          <w:sz w:val="22"/>
          <w:szCs w:val="22"/>
          <w:lang w:val="uk-UA"/>
        </w:rPr>
      </w:pPr>
      <w:r w:rsidRPr="00090827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Показники</w:t>
            </w:r>
          </w:p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B90E08" w:rsidRDefault="00B90E08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9 місяців </w:t>
            </w:r>
          </w:p>
          <w:p w:rsidR="00B90E08" w:rsidRPr="00090827" w:rsidRDefault="00B90E08" w:rsidP="00650659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2021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539" w:type="dxa"/>
          </w:tcPr>
          <w:p w:rsidR="00B90E08" w:rsidRDefault="00B90E08" w:rsidP="00C14969">
            <w:pPr>
              <w:keepNext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9 місяців</w:t>
            </w:r>
          </w:p>
          <w:p w:rsidR="00B90E08" w:rsidRPr="00090827" w:rsidRDefault="00B90E08" w:rsidP="00C14969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2020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425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Відхилення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(+ зростання,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b/>
                <w:lang w:val="uk-UA"/>
              </w:rPr>
              <w:t xml:space="preserve">- </w:t>
            </w:r>
            <w:r w:rsidRPr="00090827">
              <w:rPr>
                <w:lang w:val="uk-UA"/>
              </w:rPr>
              <w:t>зниження )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jc w:val="both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906,3</w:t>
            </w:r>
          </w:p>
        </w:tc>
        <w:tc>
          <w:tcPr>
            <w:tcW w:w="1539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698,3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+208,0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902,4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696,5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+205,9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631,7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481,3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+150,4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141,0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25,5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>
              <w:rPr>
                <w:sz w:val="22"/>
                <w:szCs w:val="22"/>
                <w:lang w:val="uk-UA"/>
              </w:rPr>
              <w:t>резерв відпусток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63,8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50,4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13,4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48,3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16,7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26,6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21,2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5,4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25,2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16,2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9,0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8,2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-0,4</w:t>
            </w:r>
          </w:p>
        </w:tc>
      </w:tr>
      <w:tr w:rsidR="00B90E08" w:rsidRPr="00090827" w:rsidTr="005246D6">
        <w:trPr>
          <w:trHeight w:val="529"/>
        </w:trPr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 w:rsidRPr="005246D6">
              <w:rPr>
                <w:sz w:val="22"/>
                <w:szCs w:val="22"/>
                <w:lang w:val="uk-UA"/>
              </w:rPr>
              <w:t>інші (обслуговування комп’ютерної   техніки, друк оголошень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090827">
              <w:rPr>
                <w:sz w:val="22"/>
                <w:szCs w:val="22"/>
                <w:lang w:val="uk-UA"/>
              </w:rPr>
              <w:t xml:space="preserve">госпвитрати) 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  <w:p w:rsidR="00B90E08" w:rsidRPr="00090827" w:rsidRDefault="00B90E08" w:rsidP="00650659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5,4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+2,7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+1,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+2,1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9,7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- 6,5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258,9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99,4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159,5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13788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343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3445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491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+65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B90E08" w:rsidRPr="0034443E" w:rsidRDefault="00B90E08" w:rsidP="00F90264">
            <w:pPr>
              <w:jc w:val="center"/>
              <w:rPr>
                <w:sz w:val="22"/>
                <w:szCs w:val="22"/>
                <w:lang w:val="uk-UA"/>
              </w:rPr>
            </w:pPr>
            <w:r w:rsidRPr="0034443E">
              <w:rPr>
                <w:sz w:val="22"/>
                <w:szCs w:val="22"/>
                <w:lang w:val="uk-UA"/>
              </w:rPr>
              <w:t>6011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6751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-740</w:t>
            </w:r>
          </w:p>
        </w:tc>
      </w:tr>
      <w:tr w:rsidR="00B90E08" w:rsidRPr="00090827" w:rsidTr="00650659">
        <w:tc>
          <w:tcPr>
            <w:tcW w:w="4413" w:type="dxa"/>
          </w:tcPr>
          <w:p w:rsidR="00B90E08" w:rsidRPr="00090827" w:rsidRDefault="00B90E08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B90E08" w:rsidRPr="00090827" w:rsidRDefault="00B90E08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90E08" w:rsidRPr="005148CA" w:rsidRDefault="00B90E08" w:rsidP="00650659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188,06</w:t>
            </w:r>
          </w:p>
        </w:tc>
        <w:tc>
          <w:tcPr>
            <w:tcW w:w="1539" w:type="dxa"/>
          </w:tcPr>
          <w:p w:rsidR="00B90E08" w:rsidRPr="00090827" w:rsidRDefault="00B90E08" w:rsidP="00C0206B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425" w:type="dxa"/>
          </w:tcPr>
          <w:p w:rsidR="00B90E08" w:rsidRPr="005148CA" w:rsidRDefault="00B90E08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78,06</w:t>
            </w:r>
          </w:p>
        </w:tc>
      </w:tr>
    </w:tbl>
    <w:p w:rsidR="00B90E08" w:rsidRDefault="00B90E08" w:rsidP="009C749E">
      <w:pPr>
        <w:ind w:firstLine="540"/>
        <w:jc w:val="both"/>
        <w:rPr>
          <w:bCs/>
          <w:lang w:val="uk-UA"/>
        </w:rPr>
      </w:pPr>
    </w:p>
    <w:p w:rsidR="00B90E08" w:rsidRPr="009C749E" w:rsidRDefault="00B90E08" w:rsidP="009C749E">
      <w:pPr>
        <w:ind w:firstLine="540"/>
        <w:jc w:val="both"/>
        <w:rPr>
          <w:color w:val="FF0000"/>
          <w:sz w:val="22"/>
          <w:szCs w:val="22"/>
          <w:lang w:val="uk-UA"/>
        </w:rPr>
      </w:pPr>
      <w:r w:rsidRPr="00D14F6F">
        <w:rPr>
          <w:bCs/>
          <w:lang w:val="uk-UA"/>
        </w:rPr>
        <w:t xml:space="preserve">Аналіз показників, наведених  в таблиці показує, що </w:t>
      </w:r>
      <w:r>
        <w:rPr>
          <w:bCs/>
          <w:lang w:val="uk-UA"/>
        </w:rPr>
        <w:t>станом на 01.10.2021 року</w:t>
      </w:r>
      <w:r w:rsidRPr="00D14F6F">
        <w:rPr>
          <w:bCs/>
          <w:lang w:val="uk-UA"/>
        </w:rPr>
        <w:t xml:space="preserve"> </w:t>
      </w:r>
      <w:r>
        <w:rPr>
          <w:lang w:val="uk-UA"/>
        </w:rPr>
        <w:t>комунальне підприємство отримало дохід</w:t>
      </w:r>
      <w:r w:rsidRPr="00090827">
        <w:rPr>
          <w:lang w:val="uk-UA"/>
        </w:rPr>
        <w:t xml:space="preserve"> від надання послуг </w:t>
      </w:r>
      <w:r w:rsidRPr="003276FB">
        <w:rPr>
          <w:lang w:val="uk-UA"/>
        </w:rPr>
        <w:t xml:space="preserve">в сумі  </w:t>
      </w:r>
      <w:r>
        <w:rPr>
          <w:lang w:val="uk-UA"/>
        </w:rPr>
        <w:t>906,3</w:t>
      </w:r>
      <w:r w:rsidRPr="003276FB">
        <w:rPr>
          <w:lang w:val="uk-UA"/>
        </w:rPr>
        <w:t xml:space="preserve"> тис.грн.,</w:t>
      </w:r>
      <w:r w:rsidRPr="00090827">
        <w:rPr>
          <w:lang w:val="uk-UA"/>
        </w:rPr>
        <w:t xml:space="preserve"> </w:t>
      </w:r>
      <w:r w:rsidRPr="000E0237">
        <w:rPr>
          <w:lang w:val="uk-UA"/>
        </w:rPr>
        <w:t xml:space="preserve">що на </w:t>
      </w:r>
      <w:r>
        <w:rPr>
          <w:lang w:val="uk-UA"/>
        </w:rPr>
        <w:t>29,8% більше</w:t>
      </w:r>
      <w:r w:rsidRPr="000E0237">
        <w:rPr>
          <w:lang w:val="uk-UA"/>
        </w:rPr>
        <w:t xml:space="preserve"> ніж за </w:t>
      </w:r>
      <w:r>
        <w:rPr>
          <w:lang w:val="uk-UA"/>
        </w:rPr>
        <w:t>9 місяців 2020 року</w:t>
      </w:r>
      <w:r w:rsidRPr="000E0237">
        <w:rPr>
          <w:lang w:val="uk-UA"/>
        </w:rPr>
        <w:t xml:space="preserve">  (</w:t>
      </w:r>
      <w:r>
        <w:rPr>
          <w:lang w:val="uk-UA"/>
        </w:rPr>
        <w:t>698,3</w:t>
      </w:r>
      <w:r w:rsidRPr="000E0237">
        <w:rPr>
          <w:lang w:val="uk-UA"/>
        </w:rPr>
        <w:t xml:space="preserve"> 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82D07">
        <w:rPr>
          <w:lang w:val="uk-UA"/>
        </w:rPr>
        <w:t xml:space="preserve">На зростання виручки від надання послуг вплинуло </w:t>
      </w:r>
      <w:r>
        <w:rPr>
          <w:lang w:val="uk-UA"/>
        </w:rPr>
        <w:t>підвищення з 25 березня поточного року вартості 1 н/години</w:t>
      </w:r>
      <w:r w:rsidRPr="00282D07">
        <w:rPr>
          <w:lang w:val="uk-UA"/>
        </w:rPr>
        <w:t xml:space="preserve"> </w:t>
      </w:r>
      <w:r>
        <w:rPr>
          <w:lang w:val="uk-UA"/>
        </w:rPr>
        <w:t>майже на 71</w:t>
      </w:r>
      <w:r w:rsidRPr="00282D07">
        <w:rPr>
          <w:lang w:val="uk-UA"/>
        </w:rPr>
        <w:t>%.</w:t>
      </w:r>
    </w:p>
    <w:p w:rsidR="00B90E08" w:rsidRPr="00282D07" w:rsidRDefault="00B90E08" w:rsidP="00282D07">
      <w:pPr>
        <w:ind w:firstLine="540"/>
        <w:jc w:val="both"/>
        <w:rPr>
          <w:lang w:val="uk-UA"/>
        </w:rPr>
      </w:pPr>
      <w:r w:rsidRPr="00B87C67">
        <w:rPr>
          <w:lang w:val="uk-UA"/>
        </w:rPr>
        <w:t>Витрати підприємства  за зві</w:t>
      </w:r>
      <w:r>
        <w:rPr>
          <w:lang w:val="uk-UA"/>
        </w:rPr>
        <w:t xml:space="preserve">тний період також збільшилися на 205,9 тис. грн. або на   29,6 %, а саме: </w:t>
      </w:r>
      <w:r w:rsidRPr="000547EC">
        <w:rPr>
          <w:lang w:val="uk-UA"/>
        </w:rPr>
        <w:t xml:space="preserve">на </w:t>
      </w:r>
      <w:r>
        <w:rPr>
          <w:lang w:val="uk-UA"/>
        </w:rPr>
        <w:t>31,2 %  збільшилися</w:t>
      </w:r>
      <w:r w:rsidRPr="000547EC">
        <w:rPr>
          <w:lang w:val="uk-UA"/>
        </w:rPr>
        <w:t xml:space="preserve">  витрати на оплату праці</w:t>
      </w:r>
      <w:r>
        <w:rPr>
          <w:b/>
          <w:lang w:val="uk-UA"/>
        </w:rPr>
        <w:t>;</w:t>
      </w:r>
      <w:r w:rsidRPr="000547EC">
        <w:rPr>
          <w:b/>
          <w:lang w:val="uk-UA"/>
        </w:rPr>
        <w:t xml:space="preserve"> </w:t>
      </w:r>
      <w:r w:rsidRPr="000547EC">
        <w:rPr>
          <w:lang w:val="uk-UA"/>
        </w:rPr>
        <w:t xml:space="preserve">на </w:t>
      </w:r>
      <w:r>
        <w:rPr>
          <w:lang w:val="uk-UA"/>
        </w:rPr>
        <w:t>22,1</w:t>
      </w:r>
      <w:r w:rsidRPr="000547EC">
        <w:rPr>
          <w:lang w:val="uk-UA"/>
        </w:rPr>
        <w:t xml:space="preserve"> % зросли нарахування на заробітну плату</w:t>
      </w:r>
      <w:r>
        <w:rPr>
          <w:b/>
          <w:lang w:val="uk-UA"/>
        </w:rPr>
        <w:t xml:space="preserve">; </w:t>
      </w:r>
      <w:r w:rsidRPr="000805C8">
        <w:rPr>
          <w:lang w:val="uk-UA"/>
        </w:rPr>
        <w:t>збільшилися</w:t>
      </w:r>
      <w:r>
        <w:rPr>
          <w:b/>
          <w:lang w:val="uk-UA"/>
        </w:rPr>
        <w:t xml:space="preserve"> </w:t>
      </w:r>
      <w:r w:rsidRPr="00D14F6F">
        <w:rPr>
          <w:lang w:val="uk-UA"/>
        </w:rPr>
        <w:t>витрати на послуги по оренді, опаленню та електроенергії на</w:t>
      </w:r>
      <w:r w:rsidRPr="000547EC">
        <w:rPr>
          <w:lang w:val="uk-UA"/>
        </w:rPr>
        <w:t xml:space="preserve"> </w:t>
      </w:r>
      <w:r>
        <w:rPr>
          <w:lang w:val="uk-UA"/>
        </w:rPr>
        <w:t xml:space="preserve"> 25,5%; збільшилися  інші </w:t>
      </w:r>
      <w:r w:rsidRPr="005246D6">
        <w:rPr>
          <w:lang w:val="uk-UA"/>
        </w:rPr>
        <w:t xml:space="preserve">витрати (заправка картриджів, друк оголошення) на </w:t>
      </w:r>
      <w:r>
        <w:rPr>
          <w:lang w:val="uk-UA"/>
        </w:rPr>
        <w:t>100</w:t>
      </w:r>
      <w:r w:rsidRPr="005246D6">
        <w:rPr>
          <w:lang w:val="uk-UA"/>
        </w:rPr>
        <w:t>%.</w:t>
      </w:r>
      <w:r w:rsidRPr="000547EC">
        <w:rPr>
          <w:b/>
          <w:lang w:val="uk-UA"/>
        </w:rPr>
        <w:t xml:space="preserve"> </w:t>
      </w:r>
    </w:p>
    <w:p w:rsidR="00B90E08" w:rsidRDefault="00B90E08" w:rsidP="00EB6E43">
      <w:pPr>
        <w:tabs>
          <w:tab w:val="left" w:pos="2700"/>
        </w:tabs>
        <w:ind w:firstLine="540"/>
        <w:jc w:val="both"/>
        <w:rPr>
          <w:lang w:val="uk-UA"/>
        </w:rPr>
      </w:pPr>
      <w:r w:rsidRPr="00BD02B0">
        <w:t>Підприємство станом на 01.</w:t>
      </w:r>
      <w:r>
        <w:rPr>
          <w:lang w:val="uk-UA"/>
        </w:rPr>
        <w:t>10</w:t>
      </w:r>
      <w:r>
        <w:t>.20</w:t>
      </w:r>
      <w:r>
        <w:rPr>
          <w:lang w:val="uk-UA"/>
        </w:rPr>
        <w:t>21</w:t>
      </w:r>
      <w:r w:rsidRPr="00BD02B0">
        <w:t xml:space="preserve">р. має дебіторську </w:t>
      </w:r>
      <w:r w:rsidRPr="003F0FF7">
        <w:t>заборгованість</w:t>
      </w:r>
      <w:r w:rsidRPr="003F0FF7">
        <w:rPr>
          <w:lang w:val="uk-UA"/>
        </w:rPr>
        <w:t xml:space="preserve"> у розмірі</w:t>
      </w:r>
      <w:r>
        <w:rPr>
          <w:lang w:val="uk-UA"/>
        </w:rPr>
        <w:t xml:space="preserve"> 3,2 тис.грн., а саме:</w:t>
      </w:r>
    </w:p>
    <w:p w:rsidR="00B90E08" w:rsidRDefault="00B90E08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податок на прибуток – 0,4 грн.;</w:t>
      </w:r>
    </w:p>
    <w:p w:rsidR="00B90E08" w:rsidRPr="00C17D26" w:rsidRDefault="00B90E08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податок на додану вартість   - 2,8 грн.</w:t>
      </w:r>
    </w:p>
    <w:p w:rsidR="00B90E08" w:rsidRDefault="00B90E08" w:rsidP="00EB6E43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r w:rsidRPr="00C270F6">
        <w:t>редиторськ</w:t>
      </w:r>
      <w:r w:rsidRPr="00C270F6">
        <w:rPr>
          <w:lang w:val="uk-UA"/>
        </w:rPr>
        <w:t>а</w:t>
      </w:r>
      <w:r w:rsidRPr="00C270F6"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258,9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>
        <w:t>грн.</w:t>
      </w:r>
      <w:r>
        <w:rPr>
          <w:lang w:val="uk-UA"/>
        </w:rPr>
        <w:t>, у тому числі:</w:t>
      </w:r>
    </w:p>
    <w:p w:rsidR="00B90E08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 xml:space="preserve">оплата праці  працівникам </w:t>
      </w:r>
      <w:r>
        <w:t>(</w:t>
      </w:r>
      <w:r w:rsidRPr="0022372D">
        <w:t>поточна заборгованість,</w:t>
      </w:r>
      <w:r>
        <w:rPr>
          <w:lang w:val="uk-UA"/>
        </w:rPr>
        <w:t xml:space="preserve"> </w:t>
      </w:r>
      <w:r w:rsidRPr="0022372D">
        <w:t>так як термін виплати з/п з</w:t>
      </w:r>
      <w:r w:rsidRPr="0022372D">
        <w:rPr>
          <w:lang w:val="uk-UA"/>
        </w:rPr>
        <w:t xml:space="preserve">а 2 </w:t>
      </w:r>
      <w:r>
        <w:t xml:space="preserve">пол.міс – до </w:t>
      </w:r>
      <w:r>
        <w:rPr>
          <w:lang w:val="uk-UA"/>
        </w:rPr>
        <w:t>5</w:t>
      </w:r>
      <w:r w:rsidRPr="0022372D">
        <w:t xml:space="preserve"> числа наступного за звітним) </w:t>
      </w:r>
      <w:r w:rsidRPr="0022372D">
        <w:rPr>
          <w:lang w:val="uk-UA"/>
        </w:rPr>
        <w:t xml:space="preserve"> </w:t>
      </w:r>
      <w:r w:rsidRPr="0022372D">
        <w:t xml:space="preserve">         </w:t>
      </w:r>
      <w:r w:rsidRPr="0022372D">
        <w:rPr>
          <w:lang w:val="uk-UA"/>
        </w:rPr>
        <w:t xml:space="preserve">   </w:t>
      </w:r>
      <w:r w:rsidRPr="0022372D">
        <w:t xml:space="preserve"> </w:t>
      </w:r>
      <w:r>
        <w:rPr>
          <w:lang w:val="uk-UA"/>
        </w:rPr>
        <w:t xml:space="preserve">              -  24,2 тис.грн.;</w:t>
      </w:r>
    </w:p>
    <w:p w:rsidR="00B90E08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ПДФО                                                                                         -    5,4 тис.грн.;</w:t>
      </w:r>
    </w:p>
    <w:p w:rsidR="00B90E08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військовий збір                                                                          -    0,4 тис.грн.;</w:t>
      </w:r>
    </w:p>
    <w:p w:rsidR="00B90E08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ЄСВ -22%                                                                                   -   6,6 тис. грн.;</w:t>
      </w:r>
    </w:p>
    <w:p w:rsidR="00B90E08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Податок на пр.                                                                           -   0,2 тис.грн.;</w:t>
      </w:r>
    </w:p>
    <w:p w:rsidR="00B90E08" w:rsidRPr="00783350" w:rsidRDefault="00B90E08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Послуги                                                                                      -  222,1 тис.грн.</w:t>
      </w:r>
    </w:p>
    <w:p w:rsidR="00B90E08" w:rsidRPr="00323C82" w:rsidRDefault="00B90E08" w:rsidP="009F6B9D">
      <w:pPr>
        <w:ind w:firstLine="567"/>
        <w:jc w:val="both"/>
        <w:rPr>
          <w:lang w:val="uk-UA"/>
        </w:rPr>
      </w:pPr>
    </w:p>
    <w:p w:rsidR="00B90E08" w:rsidRDefault="00B90E08" w:rsidP="009F6B9D">
      <w:pPr>
        <w:rPr>
          <w:lang w:val="uk-UA"/>
        </w:rPr>
      </w:pPr>
    </w:p>
    <w:p w:rsidR="00B90E08" w:rsidRPr="001F1272" w:rsidRDefault="00B90E08" w:rsidP="009F6B9D">
      <w:pPr>
        <w:rPr>
          <w:lang w:val="uk-UA"/>
        </w:rPr>
      </w:pPr>
      <w:r w:rsidRPr="001F1272">
        <w:rPr>
          <w:lang w:val="uk-UA"/>
        </w:rPr>
        <w:t>Начальник відділу економічного розвитку,</w:t>
      </w:r>
    </w:p>
    <w:p w:rsidR="00B90E08" w:rsidRDefault="00B90E08" w:rsidP="009F6B9D">
      <w:pPr>
        <w:rPr>
          <w:lang w:val="uk-UA"/>
        </w:rPr>
      </w:pPr>
      <w:r w:rsidRPr="001F1272">
        <w:rPr>
          <w:lang w:val="uk-UA"/>
        </w:rPr>
        <w:t>підприємництва, промисловості та торгівлі</w:t>
      </w:r>
      <w:r w:rsidRPr="008841DB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Інна КУЗІНА</w:t>
      </w:r>
    </w:p>
    <w:p w:rsidR="00B90E08" w:rsidRDefault="00B90E08" w:rsidP="009F6B9D">
      <w:pPr>
        <w:pStyle w:val="Heading7"/>
        <w:jc w:val="center"/>
        <w:rPr>
          <w:b/>
          <w:iCs/>
          <w:lang w:val="uk-UA"/>
        </w:rPr>
      </w:pP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Керівник Знам'янського </w:t>
      </w: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міжміського комунального </w:t>
      </w:r>
    </w:p>
    <w:p w:rsidR="00B90E08" w:rsidRPr="00487E90" w:rsidRDefault="00B90E08" w:rsidP="002C60CD">
      <w:pPr>
        <w:rPr>
          <w:lang w:val="uk-UA"/>
        </w:rPr>
      </w:pPr>
      <w:r w:rsidRPr="00487E90">
        <w:rPr>
          <w:lang w:val="uk-UA"/>
        </w:rPr>
        <w:t xml:space="preserve">підприємства «Бюро </w:t>
      </w:r>
    </w:p>
    <w:p w:rsidR="00B90E08" w:rsidRPr="009070FE" w:rsidRDefault="00B90E08" w:rsidP="002C60CD">
      <w:pPr>
        <w:jc w:val="both"/>
        <w:rPr>
          <w:lang w:val="uk-UA"/>
        </w:rPr>
      </w:pPr>
      <w:r w:rsidRPr="00487E90">
        <w:rPr>
          <w:lang w:val="uk-UA"/>
        </w:rPr>
        <w:t xml:space="preserve">технічної інвентаризації»                                                                        </w:t>
      </w:r>
      <w:r>
        <w:rPr>
          <w:lang w:val="uk-UA"/>
        </w:rPr>
        <w:t xml:space="preserve"> </w:t>
      </w:r>
      <w:r w:rsidRPr="00487E90">
        <w:rPr>
          <w:lang w:val="uk-UA"/>
        </w:rPr>
        <w:t>Л</w:t>
      </w:r>
      <w:r>
        <w:rPr>
          <w:lang w:val="uk-UA"/>
        </w:rPr>
        <w:t xml:space="preserve">юдмила </w:t>
      </w:r>
      <w:r w:rsidRPr="00487E90">
        <w:rPr>
          <w:lang w:val="uk-UA"/>
        </w:rPr>
        <w:t>Г</w:t>
      </w:r>
      <w:r>
        <w:rPr>
          <w:lang w:val="uk-UA"/>
        </w:rPr>
        <w:t>ОЛОВА</w:t>
      </w:r>
      <w:r w:rsidRPr="00487E90">
        <w:rPr>
          <w:lang w:val="uk-UA"/>
        </w:rPr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B90E08" w:rsidRDefault="00B90E08" w:rsidP="002C60CD">
      <w:pPr>
        <w:rPr>
          <w:lang w:val="uk-UA"/>
        </w:rPr>
      </w:pPr>
    </w:p>
    <w:p w:rsidR="00B90E08" w:rsidRDefault="00B90E08" w:rsidP="009F6B9D">
      <w:pPr>
        <w:pStyle w:val="Heading7"/>
        <w:jc w:val="center"/>
        <w:rPr>
          <w:b/>
          <w:iCs/>
          <w:lang w:val="uk-UA"/>
        </w:rPr>
      </w:pPr>
      <w:r w:rsidRPr="00D14F6F">
        <w:rPr>
          <w:lang w:val="uk-UA"/>
        </w:rPr>
        <w:t xml:space="preserve">       </w:t>
      </w:r>
    </w:p>
    <w:p w:rsidR="00B90E08" w:rsidRDefault="00B90E08" w:rsidP="00F27D1B">
      <w:pPr>
        <w:ind w:right="441"/>
        <w:jc w:val="both"/>
        <w:rPr>
          <w:lang w:val="uk-UA"/>
        </w:rPr>
      </w:pPr>
    </w:p>
    <w:p w:rsidR="00B90E08" w:rsidRDefault="00B90E08" w:rsidP="00652A0C">
      <w:pPr>
        <w:ind w:right="441" w:firstLine="142"/>
        <w:jc w:val="both"/>
        <w:rPr>
          <w:lang w:val="uk-UA"/>
        </w:rPr>
      </w:pPr>
    </w:p>
    <w:p w:rsidR="00B90E08" w:rsidRDefault="00B90E08" w:rsidP="006A7F75">
      <w:pPr>
        <w:ind w:right="441"/>
        <w:jc w:val="both"/>
        <w:rPr>
          <w:lang w:val="uk-UA"/>
        </w:rPr>
      </w:pPr>
    </w:p>
    <w:sectPr w:rsidR="00B90E08" w:rsidSect="000C19CF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08" w:rsidRDefault="00B90E08" w:rsidP="00C64321">
      <w:r>
        <w:separator/>
      </w:r>
    </w:p>
  </w:endnote>
  <w:endnote w:type="continuationSeparator" w:id="0">
    <w:p w:rsidR="00B90E08" w:rsidRDefault="00B90E08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08" w:rsidRDefault="00B90E08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0E08" w:rsidRDefault="00B90E08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E08" w:rsidRDefault="00B90E08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90E08" w:rsidRDefault="00B90E08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08" w:rsidRDefault="00B90E08" w:rsidP="00C64321">
      <w:r>
        <w:separator/>
      </w:r>
    </w:p>
  </w:footnote>
  <w:footnote w:type="continuationSeparator" w:id="0">
    <w:p w:rsidR="00B90E08" w:rsidRDefault="00B90E08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51D4C65E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10800"/>
    <w:multiLevelType w:val="hybridMultilevel"/>
    <w:tmpl w:val="3B9C59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5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1446"/>
    <w:rsid w:val="000044A9"/>
    <w:rsid w:val="00004C75"/>
    <w:rsid w:val="00013C03"/>
    <w:rsid w:val="000145C3"/>
    <w:rsid w:val="00015EEC"/>
    <w:rsid w:val="00016089"/>
    <w:rsid w:val="00017EEC"/>
    <w:rsid w:val="00021922"/>
    <w:rsid w:val="00021B8A"/>
    <w:rsid w:val="00022EC6"/>
    <w:rsid w:val="00023051"/>
    <w:rsid w:val="00023DC6"/>
    <w:rsid w:val="00027275"/>
    <w:rsid w:val="00030D73"/>
    <w:rsid w:val="00032130"/>
    <w:rsid w:val="00032776"/>
    <w:rsid w:val="0004058D"/>
    <w:rsid w:val="00045505"/>
    <w:rsid w:val="0004653D"/>
    <w:rsid w:val="0004722D"/>
    <w:rsid w:val="00047C7F"/>
    <w:rsid w:val="00053579"/>
    <w:rsid w:val="000547EC"/>
    <w:rsid w:val="00054F8B"/>
    <w:rsid w:val="00055592"/>
    <w:rsid w:val="00064336"/>
    <w:rsid w:val="000765E9"/>
    <w:rsid w:val="000805C8"/>
    <w:rsid w:val="000827F9"/>
    <w:rsid w:val="000850A8"/>
    <w:rsid w:val="00090827"/>
    <w:rsid w:val="000A045E"/>
    <w:rsid w:val="000A26EE"/>
    <w:rsid w:val="000A4275"/>
    <w:rsid w:val="000A4E38"/>
    <w:rsid w:val="000A631D"/>
    <w:rsid w:val="000A79E8"/>
    <w:rsid w:val="000B2C22"/>
    <w:rsid w:val="000B2D70"/>
    <w:rsid w:val="000B30BB"/>
    <w:rsid w:val="000B3428"/>
    <w:rsid w:val="000B554B"/>
    <w:rsid w:val="000B622C"/>
    <w:rsid w:val="000B6429"/>
    <w:rsid w:val="000C0BC2"/>
    <w:rsid w:val="000C19CF"/>
    <w:rsid w:val="000C3C90"/>
    <w:rsid w:val="000C4121"/>
    <w:rsid w:val="000C6629"/>
    <w:rsid w:val="000D0D30"/>
    <w:rsid w:val="000D16E3"/>
    <w:rsid w:val="000D1ECF"/>
    <w:rsid w:val="000E0237"/>
    <w:rsid w:val="000E2AF1"/>
    <w:rsid w:val="000E569F"/>
    <w:rsid w:val="000E5E16"/>
    <w:rsid w:val="000E5E91"/>
    <w:rsid w:val="000E6195"/>
    <w:rsid w:val="000E6D20"/>
    <w:rsid w:val="000F0070"/>
    <w:rsid w:val="000F0585"/>
    <w:rsid w:val="000F0B40"/>
    <w:rsid w:val="000F0F23"/>
    <w:rsid w:val="000F1C86"/>
    <w:rsid w:val="000F257F"/>
    <w:rsid w:val="00105394"/>
    <w:rsid w:val="0010547E"/>
    <w:rsid w:val="0010565A"/>
    <w:rsid w:val="00113073"/>
    <w:rsid w:val="0011352C"/>
    <w:rsid w:val="00114F83"/>
    <w:rsid w:val="00115D75"/>
    <w:rsid w:val="001160F9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46DB8"/>
    <w:rsid w:val="00150DB8"/>
    <w:rsid w:val="00151DB7"/>
    <w:rsid w:val="00154CA9"/>
    <w:rsid w:val="00155127"/>
    <w:rsid w:val="00155971"/>
    <w:rsid w:val="001633F1"/>
    <w:rsid w:val="00171C85"/>
    <w:rsid w:val="001730D5"/>
    <w:rsid w:val="0017358E"/>
    <w:rsid w:val="00175704"/>
    <w:rsid w:val="001762D7"/>
    <w:rsid w:val="00177833"/>
    <w:rsid w:val="00180892"/>
    <w:rsid w:val="00180A38"/>
    <w:rsid w:val="0018181C"/>
    <w:rsid w:val="00182746"/>
    <w:rsid w:val="001838A6"/>
    <w:rsid w:val="00185EC5"/>
    <w:rsid w:val="00190865"/>
    <w:rsid w:val="001962F4"/>
    <w:rsid w:val="001A32D7"/>
    <w:rsid w:val="001A4A54"/>
    <w:rsid w:val="001B0563"/>
    <w:rsid w:val="001B1EC9"/>
    <w:rsid w:val="001B33E7"/>
    <w:rsid w:val="001B43A0"/>
    <w:rsid w:val="001B44B0"/>
    <w:rsid w:val="001B4FF9"/>
    <w:rsid w:val="001B5260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272"/>
    <w:rsid w:val="001F1F66"/>
    <w:rsid w:val="001F1FD7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15B6B"/>
    <w:rsid w:val="00221E0F"/>
    <w:rsid w:val="0022372D"/>
    <w:rsid w:val="00225115"/>
    <w:rsid w:val="002253B6"/>
    <w:rsid w:val="002257C1"/>
    <w:rsid w:val="00225CE8"/>
    <w:rsid w:val="00232B95"/>
    <w:rsid w:val="002373BE"/>
    <w:rsid w:val="0024194D"/>
    <w:rsid w:val="00245C5D"/>
    <w:rsid w:val="002511E6"/>
    <w:rsid w:val="00254773"/>
    <w:rsid w:val="00256EC1"/>
    <w:rsid w:val="00261122"/>
    <w:rsid w:val="00261925"/>
    <w:rsid w:val="00261A8D"/>
    <w:rsid w:val="00263FD4"/>
    <w:rsid w:val="00267A32"/>
    <w:rsid w:val="00270029"/>
    <w:rsid w:val="00274394"/>
    <w:rsid w:val="0028194A"/>
    <w:rsid w:val="00282D07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0CD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551D"/>
    <w:rsid w:val="00316498"/>
    <w:rsid w:val="00316C43"/>
    <w:rsid w:val="00321E59"/>
    <w:rsid w:val="00323C82"/>
    <w:rsid w:val="00325818"/>
    <w:rsid w:val="003276FB"/>
    <w:rsid w:val="0033068B"/>
    <w:rsid w:val="00331E9C"/>
    <w:rsid w:val="00340271"/>
    <w:rsid w:val="00340912"/>
    <w:rsid w:val="0034443E"/>
    <w:rsid w:val="003456A1"/>
    <w:rsid w:val="0035021E"/>
    <w:rsid w:val="00353C1E"/>
    <w:rsid w:val="00354101"/>
    <w:rsid w:val="0035767A"/>
    <w:rsid w:val="003628C1"/>
    <w:rsid w:val="00363699"/>
    <w:rsid w:val="00364F45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7EDB"/>
    <w:rsid w:val="003C5CF9"/>
    <w:rsid w:val="003D2E73"/>
    <w:rsid w:val="003D480C"/>
    <w:rsid w:val="003D76B9"/>
    <w:rsid w:val="003D76C1"/>
    <w:rsid w:val="003E1451"/>
    <w:rsid w:val="003E1D49"/>
    <w:rsid w:val="003E2928"/>
    <w:rsid w:val="003E424D"/>
    <w:rsid w:val="003E493C"/>
    <w:rsid w:val="003E5DA6"/>
    <w:rsid w:val="003E69F3"/>
    <w:rsid w:val="003E78E4"/>
    <w:rsid w:val="003F0FF7"/>
    <w:rsid w:val="003F15D1"/>
    <w:rsid w:val="003F42AD"/>
    <w:rsid w:val="003F51A6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5CB2"/>
    <w:rsid w:val="00447D74"/>
    <w:rsid w:val="00450280"/>
    <w:rsid w:val="0046071D"/>
    <w:rsid w:val="00464AF8"/>
    <w:rsid w:val="00464D16"/>
    <w:rsid w:val="004651F4"/>
    <w:rsid w:val="00465AE1"/>
    <w:rsid w:val="00471EE3"/>
    <w:rsid w:val="00472BBC"/>
    <w:rsid w:val="00472F42"/>
    <w:rsid w:val="00475F41"/>
    <w:rsid w:val="004775F5"/>
    <w:rsid w:val="004804F4"/>
    <w:rsid w:val="00482577"/>
    <w:rsid w:val="00483199"/>
    <w:rsid w:val="0048547A"/>
    <w:rsid w:val="00485BC9"/>
    <w:rsid w:val="004876A7"/>
    <w:rsid w:val="00487E90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16B9"/>
    <w:rsid w:val="004F344A"/>
    <w:rsid w:val="004F3E0A"/>
    <w:rsid w:val="004F49CE"/>
    <w:rsid w:val="004F61D1"/>
    <w:rsid w:val="004F7C63"/>
    <w:rsid w:val="00500C03"/>
    <w:rsid w:val="00500FA5"/>
    <w:rsid w:val="005014C0"/>
    <w:rsid w:val="00501CF6"/>
    <w:rsid w:val="00503721"/>
    <w:rsid w:val="005047F9"/>
    <w:rsid w:val="0050588E"/>
    <w:rsid w:val="005059BE"/>
    <w:rsid w:val="00506992"/>
    <w:rsid w:val="00507983"/>
    <w:rsid w:val="00510846"/>
    <w:rsid w:val="00512A5D"/>
    <w:rsid w:val="005148CA"/>
    <w:rsid w:val="00517928"/>
    <w:rsid w:val="00523C71"/>
    <w:rsid w:val="005246D6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2312"/>
    <w:rsid w:val="005A3315"/>
    <w:rsid w:val="005A6F03"/>
    <w:rsid w:val="005B0E36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5485"/>
    <w:rsid w:val="005E7AAB"/>
    <w:rsid w:val="005F32B5"/>
    <w:rsid w:val="00602966"/>
    <w:rsid w:val="00605AEE"/>
    <w:rsid w:val="00610A6F"/>
    <w:rsid w:val="00612659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4049D"/>
    <w:rsid w:val="006429FB"/>
    <w:rsid w:val="00650659"/>
    <w:rsid w:val="00652A0C"/>
    <w:rsid w:val="006603E4"/>
    <w:rsid w:val="00660C72"/>
    <w:rsid w:val="00662D65"/>
    <w:rsid w:val="00663228"/>
    <w:rsid w:val="00665394"/>
    <w:rsid w:val="00670AD7"/>
    <w:rsid w:val="006729D6"/>
    <w:rsid w:val="00672F5F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E2A67"/>
    <w:rsid w:val="006F174F"/>
    <w:rsid w:val="006F2D6F"/>
    <w:rsid w:val="006F30C4"/>
    <w:rsid w:val="006F45D1"/>
    <w:rsid w:val="006F72A9"/>
    <w:rsid w:val="00700FD9"/>
    <w:rsid w:val="00702F54"/>
    <w:rsid w:val="00703AAC"/>
    <w:rsid w:val="0070746A"/>
    <w:rsid w:val="007102EC"/>
    <w:rsid w:val="007126A2"/>
    <w:rsid w:val="00713B87"/>
    <w:rsid w:val="00715676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672E0"/>
    <w:rsid w:val="00767FA3"/>
    <w:rsid w:val="00770524"/>
    <w:rsid w:val="00771A2B"/>
    <w:rsid w:val="00776BE6"/>
    <w:rsid w:val="00783350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239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171C0"/>
    <w:rsid w:val="00821A48"/>
    <w:rsid w:val="00824129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4C67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4823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A7B66"/>
    <w:rsid w:val="009B1CE2"/>
    <w:rsid w:val="009B290B"/>
    <w:rsid w:val="009B4785"/>
    <w:rsid w:val="009C0C18"/>
    <w:rsid w:val="009C24C6"/>
    <w:rsid w:val="009C749E"/>
    <w:rsid w:val="009D0AAE"/>
    <w:rsid w:val="009E0916"/>
    <w:rsid w:val="009E513B"/>
    <w:rsid w:val="009E662E"/>
    <w:rsid w:val="009E6C12"/>
    <w:rsid w:val="009F10CA"/>
    <w:rsid w:val="009F35D1"/>
    <w:rsid w:val="009F46FC"/>
    <w:rsid w:val="009F67AA"/>
    <w:rsid w:val="009F6B9D"/>
    <w:rsid w:val="009F71A2"/>
    <w:rsid w:val="00A034F3"/>
    <w:rsid w:val="00A03EDC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04F5"/>
    <w:rsid w:val="00A51429"/>
    <w:rsid w:val="00A53AE9"/>
    <w:rsid w:val="00A54281"/>
    <w:rsid w:val="00A5433F"/>
    <w:rsid w:val="00A57539"/>
    <w:rsid w:val="00A633B8"/>
    <w:rsid w:val="00A6442A"/>
    <w:rsid w:val="00A659EF"/>
    <w:rsid w:val="00A675F4"/>
    <w:rsid w:val="00A822D2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D359B"/>
    <w:rsid w:val="00AD4442"/>
    <w:rsid w:val="00AE0347"/>
    <w:rsid w:val="00AE2C4B"/>
    <w:rsid w:val="00AE4C78"/>
    <w:rsid w:val="00AE593E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0E08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02B0"/>
    <w:rsid w:val="00BD16C3"/>
    <w:rsid w:val="00BD3888"/>
    <w:rsid w:val="00BD3ED4"/>
    <w:rsid w:val="00BD4CFF"/>
    <w:rsid w:val="00BD555D"/>
    <w:rsid w:val="00BD5E8C"/>
    <w:rsid w:val="00BD6078"/>
    <w:rsid w:val="00BE0125"/>
    <w:rsid w:val="00BE6AFA"/>
    <w:rsid w:val="00BF3B77"/>
    <w:rsid w:val="00BF3FF9"/>
    <w:rsid w:val="00BF60D4"/>
    <w:rsid w:val="00BF6325"/>
    <w:rsid w:val="00C0206B"/>
    <w:rsid w:val="00C043CD"/>
    <w:rsid w:val="00C05AA0"/>
    <w:rsid w:val="00C10E98"/>
    <w:rsid w:val="00C110B6"/>
    <w:rsid w:val="00C1131D"/>
    <w:rsid w:val="00C14969"/>
    <w:rsid w:val="00C17983"/>
    <w:rsid w:val="00C17D26"/>
    <w:rsid w:val="00C22EC1"/>
    <w:rsid w:val="00C22F08"/>
    <w:rsid w:val="00C270F6"/>
    <w:rsid w:val="00C30EF7"/>
    <w:rsid w:val="00C3168B"/>
    <w:rsid w:val="00C36311"/>
    <w:rsid w:val="00C378A7"/>
    <w:rsid w:val="00C42BAB"/>
    <w:rsid w:val="00C46ABA"/>
    <w:rsid w:val="00C473A1"/>
    <w:rsid w:val="00C5067E"/>
    <w:rsid w:val="00C64321"/>
    <w:rsid w:val="00C665D2"/>
    <w:rsid w:val="00C66A61"/>
    <w:rsid w:val="00C74BDF"/>
    <w:rsid w:val="00C751FE"/>
    <w:rsid w:val="00C90C42"/>
    <w:rsid w:val="00C9228C"/>
    <w:rsid w:val="00C9420A"/>
    <w:rsid w:val="00C95F3E"/>
    <w:rsid w:val="00C96D38"/>
    <w:rsid w:val="00CA070E"/>
    <w:rsid w:val="00CA68CF"/>
    <w:rsid w:val="00CB0C6D"/>
    <w:rsid w:val="00CB4290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CF6454"/>
    <w:rsid w:val="00D01D99"/>
    <w:rsid w:val="00D0380E"/>
    <w:rsid w:val="00D05CD6"/>
    <w:rsid w:val="00D07DF9"/>
    <w:rsid w:val="00D11B81"/>
    <w:rsid w:val="00D14F6F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7D4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E7984"/>
    <w:rsid w:val="00DF61B0"/>
    <w:rsid w:val="00E00388"/>
    <w:rsid w:val="00E00F3B"/>
    <w:rsid w:val="00E01ACB"/>
    <w:rsid w:val="00E021EB"/>
    <w:rsid w:val="00E02576"/>
    <w:rsid w:val="00E03A6E"/>
    <w:rsid w:val="00E03C69"/>
    <w:rsid w:val="00E06D50"/>
    <w:rsid w:val="00E10F47"/>
    <w:rsid w:val="00E128DC"/>
    <w:rsid w:val="00E12D0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65D09"/>
    <w:rsid w:val="00E66BEA"/>
    <w:rsid w:val="00E70B31"/>
    <w:rsid w:val="00E75571"/>
    <w:rsid w:val="00E80F90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B1F0B"/>
    <w:rsid w:val="00EB6E43"/>
    <w:rsid w:val="00EC72DA"/>
    <w:rsid w:val="00EC76B6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27703"/>
    <w:rsid w:val="00F27D1B"/>
    <w:rsid w:val="00F306FB"/>
    <w:rsid w:val="00F30B49"/>
    <w:rsid w:val="00F32B53"/>
    <w:rsid w:val="00F33BDD"/>
    <w:rsid w:val="00F34722"/>
    <w:rsid w:val="00F36C53"/>
    <w:rsid w:val="00F36E7D"/>
    <w:rsid w:val="00F37519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61E24"/>
    <w:rsid w:val="00F623D4"/>
    <w:rsid w:val="00F64457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0264"/>
    <w:rsid w:val="00F90456"/>
    <w:rsid w:val="00F95C40"/>
    <w:rsid w:val="00F96E3F"/>
    <w:rsid w:val="00F97687"/>
    <w:rsid w:val="00FA0099"/>
    <w:rsid w:val="00FA05D6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3E5"/>
    <w:rsid w:val="00FE082F"/>
    <w:rsid w:val="00FE2BC5"/>
    <w:rsid w:val="00FE3B6E"/>
    <w:rsid w:val="00FE4369"/>
    <w:rsid w:val="00FE6A42"/>
    <w:rsid w:val="00FF1D23"/>
    <w:rsid w:val="00FF61B9"/>
    <w:rsid w:val="00FF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  <w:rPr>
      <w:rFonts w:ascii="Calibri" w:eastAsia="Calibri" w:hAnsi="Calibri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i/>
      <w:color w:val="4F81BD"/>
      <w:sz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i/>
      <w:sz w:val="26"/>
      <w:lang w:val="fr-FR" w:eastAsia="ko-K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sz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16"/>
      <w:szCs w:val="16"/>
      <w:lang w:eastAsia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eastAsia="Calibri"/>
      <w:sz w:val="2"/>
      <w:szCs w:val="20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lang w:val="ru-RU" w:eastAsia="ru-RU"/>
    </w:rPr>
  </w:style>
  <w:style w:type="character" w:customStyle="1" w:styleId="rvts0">
    <w:name w:val="rvts0"/>
    <w:uiPriority w:val="99"/>
    <w:rsid w:val="001D52AF"/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  <w:rPr>
      <w:rFonts w:eastAsia="Calibri"/>
      <w:lang w:eastAsia="uk-UA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uiPriority w:val="99"/>
    <w:rsid w:val="00FE082F"/>
    <w:rPr>
      <w:sz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uiPriority w:val="99"/>
    <w:rsid w:val="004969A2"/>
    <w:rPr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  <w:rPr>
      <w:rFonts w:ascii="Calibri" w:hAnsi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rFonts w:ascii="Calibri" w:hAnsi="Calibri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lang w:val="uk-UA" w:eastAsia="ru-RU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rFonts w:ascii="Calibri" w:hAnsi="Calibri"/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sz w:val="24"/>
      <w:lang w:val="uk-UA" w:eastAsia="ru-RU"/>
    </w:rPr>
  </w:style>
  <w:style w:type="character" w:customStyle="1" w:styleId="12">
    <w:name w:val="Текст Знак1"/>
    <w:uiPriority w:val="99"/>
    <w:semiHidden/>
    <w:rsid w:val="00FB71C4"/>
    <w:rPr>
      <w:rFonts w:ascii="Consolas" w:hAnsi="Consolas"/>
      <w:sz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60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3</Pages>
  <Words>1059</Words>
  <Characters>6037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6</cp:revision>
  <cp:lastPrinted>2021-08-10T13:07:00Z</cp:lastPrinted>
  <dcterms:created xsi:type="dcterms:W3CDTF">2021-11-01T07:51:00Z</dcterms:created>
  <dcterms:modified xsi:type="dcterms:W3CDTF">2021-11-01T09:58:00Z</dcterms:modified>
</cp:coreProperties>
</file>