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830" w:rsidRPr="00554651" w:rsidRDefault="002F2830">
      <w:pPr>
        <w:jc w:val="center"/>
      </w:pPr>
    </w:p>
    <w:bookmarkStart w:id="0" w:name="_MON_1030369648"/>
    <w:bookmarkEnd w:id="0"/>
    <w:p w:rsidR="00B55997" w:rsidRDefault="00B55997">
      <w:pPr>
        <w:jc w:val="center"/>
        <w:rPr>
          <w:lang w:val="ru-RU"/>
        </w:rPr>
      </w:pPr>
      <w:r w:rsidRPr="004176D7">
        <w:rPr>
          <w:lang w:val="en-US"/>
        </w:rPr>
        <w:object w:dxaOrig="1171" w:dyaOrig="15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5pt;height:78pt" o:ole="" fillcolor="window">
            <v:imagedata r:id="rId8" o:title=""/>
          </v:shape>
          <o:OLEObject Type="Embed" ProgID="Word.Picture.8" ShapeID="_x0000_i1025" DrawAspect="Content" ObjectID="_1673012609" r:id="rId9"/>
        </w:object>
      </w:r>
    </w:p>
    <w:p w:rsidR="002828A2" w:rsidRPr="00F652BC" w:rsidRDefault="002828A2">
      <w:pPr>
        <w:jc w:val="center"/>
        <w:rPr>
          <w:b/>
          <w:sz w:val="28"/>
          <w:szCs w:val="28"/>
        </w:rPr>
      </w:pPr>
      <w:r w:rsidRPr="00F652BC">
        <w:rPr>
          <w:b/>
          <w:sz w:val="28"/>
          <w:szCs w:val="28"/>
        </w:rPr>
        <w:t>Україна</w:t>
      </w:r>
    </w:p>
    <w:p w:rsidR="002828A2" w:rsidRPr="00F652BC" w:rsidRDefault="005160AE" w:rsidP="00027AFB">
      <w:pPr>
        <w:jc w:val="center"/>
        <w:rPr>
          <w:b/>
          <w:sz w:val="28"/>
          <w:szCs w:val="28"/>
        </w:rPr>
      </w:pPr>
      <w:r w:rsidRPr="00F652BC">
        <w:rPr>
          <w:b/>
          <w:sz w:val="28"/>
          <w:szCs w:val="28"/>
        </w:rPr>
        <w:t>Т</w:t>
      </w:r>
      <w:r w:rsidR="008629B0" w:rsidRPr="00F652BC">
        <w:rPr>
          <w:b/>
          <w:sz w:val="28"/>
          <w:szCs w:val="28"/>
        </w:rPr>
        <w:t>авричанська сільська рада</w:t>
      </w:r>
      <w:r w:rsidR="00B55997" w:rsidRPr="00F652BC">
        <w:rPr>
          <w:b/>
          <w:sz w:val="28"/>
          <w:szCs w:val="28"/>
        </w:rPr>
        <w:t xml:space="preserve"> </w:t>
      </w:r>
    </w:p>
    <w:p w:rsidR="001E0BCA" w:rsidRPr="00F652BC" w:rsidRDefault="008629B0" w:rsidP="00027AFB">
      <w:pPr>
        <w:jc w:val="center"/>
        <w:rPr>
          <w:sz w:val="28"/>
          <w:szCs w:val="28"/>
        </w:rPr>
      </w:pPr>
      <w:r w:rsidRPr="00F652BC">
        <w:rPr>
          <w:b/>
          <w:sz w:val="28"/>
          <w:szCs w:val="28"/>
        </w:rPr>
        <w:t>Каховського району  Херсонської області</w:t>
      </w:r>
    </w:p>
    <w:p w:rsidR="002828A2" w:rsidRPr="00F652BC" w:rsidRDefault="000C451B">
      <w:pPr>
        <w:jc w:val="center"/>
        <w:rPr>
          <w:b/>
          <w:bCs/>
          <w:sz w:val="28"/>
          <w:szCs w:val="28"/>
        </w:rPr>
      </w:pPr>
      <w:r>
        <w:rPr>
          <w:b/>
          <w:bCs/>
          <w:sz w:val="28"/>
          <w:szCs w:val="28"/>
        </w:rPr>
        <w:t xml:space="preserve">шоста позачергова </w:t>
      </w:r>
      <w:r w:rsidR="00CE4F8E" w:rsidRPr="00F652BC">
        <w:rPr>
          <w:b/>
          <w:bCs/>
          <w:sz w:val="28"/>
          <w:szCs w:val="28"/>
        </w:rPr>
        <w:t xml:space="preserve"> сесія  </w:t>
      </w:r>
      <w:r w:rsidR="00507162" w:rsidRPr="00F652BC">
        <w:rPr>
          <w:b/>
          <w:bCs/>
          <w:sz w:val="28"/>
          <w:szCs w:val="28"/>
        </w:rPr>
        <w:t>восьмого</w:t>
      </w:r>
      <w:r w:rsidR="00CE4F8E" w:rsidRPr="00F652BC">
        <w:rPr>
          <w:b/>
          <w:bCs/>
          <w:sz w:val="28"/>
          <w:szCs w:val="28"/>
        </w:rPr>
        <w:t xml:space="preserve">  скликання </w:t>
      </w:r>
    </w:p>
    <w:p w:rsidR="00316A0E" w:rsidRPr="00F652BC" w:rsidRDefault="00316A0E">
      <w:pPr>
        <w:jc w:val="center"/>
        <w:rPr>
          <w:b/>
          <w:bCs/>
          <w:sz w:val="28"/>
          <w:szCs w:val="28"/>
        </w:rPr>
      </w:pPr>
    </w:p>
    <w:p w:rsidR="00316A0E" w:rsidRPr="00F652BC" w:rsidRDefault="00B54733">
      <w:pPr>
        <w:jc w:val="center"/>
        <w:rPr>
          <w:b/>
          <w:bCs/>
          <w:sz w:val="28"/>
          <w:szCs w:val="28"/>
        </w:rPr>
      </w:pPr>
      <w:r w:rsidRPr="00F652BC">
        <w:rPr>
          <w:b/>
          <w:bCs/>
          <w:sz w:val="28"/>
          <w:szCs w:val="28"/>
        </w:rPr>
        <w:t xml:space="preserve">  </w:t>
      </w:r>
      <w:r w:rsidR="00476CBE">
        <w:rPr>
          <w:b/>
          <w:bCs/>
          <w:sz w:val="28"/>
          <w:szCs w:val="28"/>
        </w:rPr>
        <w:t>ПРОЄ</w:t>
      </w:r>
      <w:r w:rsidR="006F1DE8" w:rsidRPr="00476CBE">
        <w:rPr>
          <w:b/>
          <w:bCs/>
          <w:sz w:val="28"/>
          <w:szCs w:val="28"/>
        </w:rPr>
        <w:t>КТ</w:t>
      </w:r>
      <w:r w:rsidR="00316A0E" w:rsidRPr="00476CBE">
        <w:rPr>
          <w:b/>
          <w:bCs/>
          <w:sz w:val="28"/>
          <w:szCs w:val="28"/>
        </w:rPr>
        <w:t xml:space="preserve"> РІШЕННЯ</w:t>
      </w:r>
    </w:p>
    <w:p w:rsidR="000A213F" w:rsidRPr="00F652BC" w:rsidRDefault="000A213F">
      <w:pPr>
        <w:jc w:val="center"/>
        <w:rPr>
          <w:b/>
          <w:bCs/>
          <w:sz w:val="28"/>
          <w:szCs w:val="28"/>
        </w:rPr>
      </w:pPr>
    </w:p>
    <w:p w:rsidR="00AA62B1" w:rsidRPr="00A751E0" w:rsidRDefault="00177AF2" w:rsidP="00AA62B1">
      <w:pPr>
        <w:tabs>
          <w:tab w:val="left" w:pos="720"/>
        </w:tabs>
        <w:rPr>
          <w:sz w:val="28"/>
          <w:szCs w:val="28"/>
          <w:u w:val="single"/>
        </w:rPr>
      </w:pPr>
      <w:r w:rsidRPr="00ED0336">
        <w:rPr>
          <w:sz w:val="28"/>
          <w:szCs w:val="28"/>
        </w:rPr>
        <w:t xml:space="preserve"> </w:t>
      </w:r>
      <w:proofErr w:type="spellStart"/>
      <w:r w:rsidR="000C451B">
        <w:rPr>
          <w:sz w:val="28"/>
          <w:szCs w:val="28"/>
        </w:rPr>
        <w:t>від________</w:t>
      </w:r>
      <w:proofErr w:type="spellEnd"/>
      <w:r w:rsidR="000C451B">
        <w:rPr>
          <w:sz w:val="28"/>
          <w:szCs w:val="28"/>
        </w:rPr>
        <w:t>2021</w:t>
      </w:r>
      <w:r w:rsidR="00ED0336" w:rsidRPr="00ED0336">
        <w:rPr>
          <w:sz w:val="28"/>
          <w:szCs w:val="28"/>
        </w:rPr>
        <w:t xml:space="preserve"> року</w:t>
      </w:r>
      <w:r w:rsidR="00AA62B1" w:rsidRPr="00ED0336">
        <w:rPr>
          <w:sz w:val="28"/>
          <w:szCs w:val="28"/>
        </w:rPr>
        <w:t xml:space="preserve">                                             </w:t>
      </w:r>
      <w:r w:rsidR="00D147AF" w:rsidRPr="00ED0336">
        <w:rPr>
          <w:sz w:val="28"/>
          <w:szCs w:val="28"/>
        </w:rPr>
        <w:t xml:space="preserve">      </w:t>
      </w:r>
      <w:r w:rsidR="00AA62B1" w:rsidRPr="00ED0336">
        <w:rPr>
          <w:sz w:val="28"/>
          <w:szCs w:val="28"/>
        </w:rPr>
        <w:t xml:space="preserve">                       </w:t>
      </w:r>
      <w:r w:rsidR="00AA62B1" w:rsidRPr="00A751E0">
        <w:rPr>
          <w:sz w:val="28"/>
          <w:szCs w:val="28"/>
          <w:u w:val="single"/>
        </w:rPr>
        <w:t>№</w:t>
      </w:r>
      <w:r w:rsidR="00ED0336" w:rsidRPr="00A751E0">
        <w:rPr>
          <w:sz w:val="28"/>
          <w:szCs w:val="28"/>
          <w:u w:val="single"/>
        </w:rPr>
        <w:t xml:space="preserve"> </w:t>
      </w:r>
    </w:p>
    <w:p w:rsidR="00B55997" w:rsidRPr="00F652BC" w:rsidRDefault="00B55997" w:rsidP="000A03E6">
      <w:pPr>
        <w:jc w:val="center"/>
        <w:rPr>
          <w:b/>
          <w:bCs/>
          <w:sz w:val="28"/>
          <w:szCs w:val="28"/>
        </w:rPr>
      </w:pPr>
    </w:p>
    <w:p w:rsidR="00931D5C" w:rsidRDefault="00B55997" w:rsidP="00AA62B1">
      <w:pPr>
        <w:tabs>
          <w:tab w:val="left" w:pos="7635"/>
        </w:tabs>
        <w:rPr>
          <w:sz w:val="28"/>
          <w:szCs w:val="28"/>
        </w:rPr>
      </w:pPr>
      <w:r w:rsidRPr="00F652BC">
        <w:rPr>
          <w:sz w:val="28"/>
          <w:szCs w:val="28"/>
        </w:rPr>
        <w:t xml:space="preserve">Про </w:t>
      </w:r>
      <w:r w:rsidR="00931D5C">
        <w:rPr>
          <w:sz w:val="28"/>
          <w:szCs w:val="28"/>
        </w:rPr>
        <w:t>укладання договорів про</w:t>
      </w:r>
    </w:p>
    <w:p w:rsidR="000E4E1C" w:rsidRDefault="00931D5C" w:rsidP="00931D5C">
      <w:pPr>
        <w:tabs>
          <w:tab w:val="left" w:pos="7635"/>
        </w:tabs>
        <w:rPr>
          <w:sz w:val="28"/>
          <w:szCs w:val="28"/>
        </w:rPr>
      </w:pPr>
      <w:r>
        <w:rPr>
          <w:sz w:val="28"/>
          <w:szCs w:val="28"/>
        </w:rPr>
        <w:t>передачу коштів субвенції у 20</w:t>
      </w:r>
      <w:r w:rsidR="00A15DE3">
        <w:rPr>
          <w:sz w:val="28"/>
          <w:szCs w:val="28"/>
        </w:rPr>
        <w:t>2</w:t>
      </w:r>
      <w:r w:rsidR="000C451B">
        <w:rPr>
          <w:sz w:val="28"/>
          <w:szCs w:val="28"/>
        </w:rPr>
        <w:t>1</w:t>
      </w:r>
      <w:r>
        <w:rPr>
          <w:sz w:val="28"/>
          <w:szCs w:val="28"/>
        </w:rPr>
        <w:t xml:space="preserve"> році</w:t>
      </w:r>
    </w:p>
    <w:p w:rsidR="00931D5C" w:rsidRPr="00F652BC" w:rsidRDefault="00931D5C" w:rsidP="00931D5C">
      <w:pPr>
        <w:tabs>
          <w:tab w:val="left" w:pos="7635"/>
        </w:tabs>
        <w:rPr>
          <w:sz w:val="28"/>
          <w:szCs w:val="28"/>
        </w:rPr>
      </w:pPr>
    </w:p>
    <w:p w:rsidR="001C07F2" w:rsidRDefault="00B55997" w:rsidP="00553942">
      <w:pPr>
        <w:jc w:val="both"/>
        <w:rPr>
          <w:sz w:val="28"/>
          <w:szCs w:val="28"/>
        </w:rPr>
      </w:pPr>
      <w:r w:rsidRPr="00F652BC">
        <w:rPr>
          <w:sz w:val="28"/>
          <w:szCs w:val="28"/>
        </w:rPr>
        <w:tab/>
      </w:r>
      <w:r w:rsidR="000C451B">
        <w:rPr>
          <w:sz w:val="28"/>
          <w:szCs w:val="28"/>
        </w:rPr>
        <w:t xml:space="preserve">Відповідно до </w:t>
      </w:r>
      <w:r w:rsidR="001C5A6B">
        <w:rPr>
          <w:sz w:val="28"/>
          <w:szCs w:val="28"/>
        </w:rPr>
        <w:t>статей</w:t>
      </w:r>
      <w:r w:rsidR="000C451B">
        <w:rPr>
          <w:sz w:val="28"/>
          <w:szCs w:val="28"/>
        </w:rPr>
        <w:t xml:space="preserve"> 93,</w:t>
      </w:r>
      <w:r w:rsidR="000117C7" w:rsidRPr="00F652BC">
        <w:rPr>
          <w:sz w:val="28"/>
          <w:szCs w:val="28"/>
        </w:rPr>
        <w:t xml:space="preserve"> </w:t>
      </w:r>
      <w:r w:rsidR="00B54733" w:rsidRPr="00F652BC">
        <w:rPr>
          <w:sz w:val="28"/>
          <w:szCs w:val="28"/>
        </w:rPr>
        <w:t>101</w:t>
      </w:r>
      <w:r w:rsidR="00A13C73" w:rsidRPr="00F652BC">
        <w:rPr>
          <w:sz w:val="28"/>
          <w:szCs w:val="28"/>
        </w:rPr>
        <w:t xml:space="preserve"> </w:t>
      </w:r>
      <w:r w:rsidR="00B54733" w:rsidRPr="00F652BC">
        <w:rPr>
          <w:sz w:val="28"/>
          <w:szCs w:val="28"/>
        </w:rPr>
        <w:t>Б</w:t>
      </w:r>
      <w:r w:rsidR="007F6C30" w:rsidRPr="00F652BC">
        <w:rPr>
          <w:sz w:val="28"/>
          <w:szCs w:val="28"/>
        </w:rPr>
        <w:t xml:space="preserve">юджетного кодексу України </w:t>
      </w:r>
      <w:r w:rsidR="00363425" w:rsidRPr="00F652BC">
        <w:rPr>
          <w:sz w:val="28"/>
          <w:szCs w:val="28"/>
        </w:rPr>
        <w:t>,</w:t>
      </w:r>
      <w:r w:rsidR="000C5D19" w:rsidRPr="00F652BC">
        <w:rPr>
          <w:sz w:val="28"/>
          <w:szCs w:val="28"/>
        </w:rPr>
        <w:t xml:space="preserve"> </w:t>
      </w:r>
      <w:r w:rsidR="000C451B">
        <w:rPr>
          <w:sz w:val="28"/>
          <w:szCs w:val="28"/>
        </w:rPr>
        <w:t>враховуючи рішення сесії Тавричанської сільської ради від 23.12.2020 року № 41 «Про сільський бюджет Тавричанської об’єднаної територіальної громади на 2021 рік»</w:t>
      </w:r>
      <w:r w:rsidR="001947DC">
        <w:rPr>
          <w:sz w:val="28"/>
          <w:szCs w:val="28"/>
        </w:rPr>
        <w:t xml:space="preserve"> керуючись </w:t>
      </w:r>
      <w:r w:rsidR="001C5A6B">
        <w:rPr>
          <w:sz w:val="28"/>
          <w:szCs w:val="28"/>
        </w:rPr>
        <w:t>частиною першою пункту</w:t>
      </w:r>
      <w:r w:rsidR="000C451B">
        <w:rPr>
          <w:sz w:val="28"/>
          <w:szCs w:val="28"/>
        </w:rPr>
        <w:t xml:space="preserve"> </w:t>
      </w:r>
      <w:r w:rsidR="001C5A6B">
        <w:rPr>
          <w:sz w:val="28"/>
          <w:szCs w:val="28"/>
        </w:rPr>
        <w:t xml:space="preserve">23 статті </w:t>
      </w:r>
      <w:r w:rsidR="006144DF" w:rsidRPr="00F652BC">
        <w:rPr>
          <w:sz w:val="28"/>
          <w:szCs w:val="28"/>
        </w:rPr>
        <w:t>26  Закону України «Про місцеве самоврядування в Україні»</w:t>
      </w:r>
      <w:r w:rsidR="001C5A6B">
        <w:rPr>
          <w:sz w:val="28"/>
          <w:szCs w:val="28"/>
        </w:rPr>
        <w:t xml:space="preserve">, </w:t>
      </w:r>
      <w:r w:rsidR="006144DF" w:rsidRPr="00F652BC">
        <w:rPr>
          <w:sz w:val="28"/>
          <w:szCs w:val="28"/>
        </w:rPr>
        <w:t>сільськ</w:t>
      </w:r>
      <w:r w:rsidR="007F6C30" w:rsidRPr="00F652BC">
        <w:rPr>
          <w:sz w:val="28"/>
          <w:szCs w:val="28"/>
        </w:rPr>
        <w:t>а</w:t>
      </w:r>
      <w:r w:rsidR="006144DF" w:rsidRPr="00F652BC">
        <w:rPr>
          <w:sz w:val="28"/>
          <w:szCs w:val="28"/>
        </w:rPr>
        <w:t xml:space="preserve"> рад</w:t>
      </w:r>
      <w:r w:rsidR="007F6C30" w:rsidRPr="00F652BC">
        <w:rPr>
          <w:sz w:val="28"/>
          <w:szCs w:val="28"/>
        </w:rPr>
        <w:t>а</w:t>
      </w:r>
      <w:r w:rsidR="006144DF" w:rsidRPr="00F652BC">
        <w:rPr>
          <w:sz w:val="28"/>
          <w:szCs w:val="28"/>
        </w:rPr>
        <w:t xml:space="preserve"> </w:t>
      </w:r>
    </w:p>
    <w:p w:rsidR="00476CBE" w:rsidRPr="00F652BC" w:rsidRDefault="00476CBE" w:rsidP="00553942">
      <w:pPr>
        <w:jc w:val="both"/>
        <w:rPr>
          <w:b/>
          <w:bCs/>
          <w:color w:val="FF0000"/>
          <w:sz w:val="28"/>
          <w:szCs w:val="28"/>
        </w:rPr>
      </w:pPr>
    </w:p>
    <w:p w:rsidR="00281210" w:rsidRDefault="00A36BA0" w:rsidP="00281210">
      <w:pPr>
        <w:rPr>
          <w:b/>
          <w:bCs/>
          <w:sz w:val="28"/>
          <w:szCs w:val="28"/>
        </w:rPr>
      </w:pPr>
      <w:r w:rsidRPr="00F652BC">
        <w:rPr>
          <w:b/>
          <w:bCs/>
          <w:sz w:val="28"/>
          <w:szCs w:val="28"/>
        </w:rPr>
        <w:t xml:space="preserve">                                                                </w:t>
      </w:r>
      <w:r w:rsidR="00B55997" w:rsidRPr="00F652BC">
        <w:rPr>
          <w:b/>
          <w:bCs/>
          <w:sz w:val="28"/>
          <w:szCs w:val="28"/>
        </w:rPr>
        <w:t>ВИРІШИЛА:</w:t>
      </w:r>
      <w:r w:rsidR="00E00516" w:rsidRPr="00F652BC">
        <w:rPr>
          <w:b/>
          <w:bCs/>
          <w:sz w:val="28"/>
          <w:szCs w:val="28"/>
        </w:rPr>
        <w:t xml:space="preserve">   </w:t>
      </w:r>
    </w:p>
    <w:p w:rsidR="001C5A6B" w:rsidRDefault="001C5A6B" w:rsidP="00281210">
      <w:pPr>
        <w:rPr>
          <w:b/>
          <w:bCs/>
          <w:sz w:val="28"/>
          <w:szCs w:val="28"/>
        </w:rPr>
      </w:pPr>
    </w:p>
    <w:p w:rsidR="001C5A6B" w:rsidRDefault="001C5A6B" w:rsidP="00281210">
      <w:pPr>
        <w:rPr>
          <w:b/>
          <w:bCs/>
          <w:sz w:val="28"/>
          <w:szCs w:val="28"/>
        </w:rPr>
      </w:pPr>
      <w:r w:rsidRPr="001C5A6B">
        <w:rPr>
          <w:bCs/>
          <w:sz w:val="28"/>
          <w:szCs w:val="28"/>
        </w:rPr>
        <w:t xml:space="preserve"> </w:t>
      </w:r>
      <w:r w:rsidR="00112369">
        <w:rPr>
          <w:bCs/>
          <w:sz w:val="28"/>
          <w:szCs w:val="28"/>
        </w:rPr>
        <w:t xml:space="preserve">   </w:t>
      </w:r>
      <w:r w:rsidRPr="001C5A6B">
        <w:rPr>
          <w:bCs/>
          <w:sz w:val="28"/>
          <w:szCs w:val="28"/>
        </w:rPr>
        <w:t xml:space="preserve"> 1. </w:t>
      </w:r>
      <w:r>
        <w:rPr>
          <w:bCs/>
          <w:sz w:val="28"/>
          <w:szCs w:val="28"/>
        </w:rPr>
        <w:t xml:space="preserve">Доручити сільському голові </w:t>
      </w:r>
      <w:proofErr w:type="spellStart"/>
      <w:r>
        <w:rPr>
          <w:bCs/>
          <w:sz w:val="28"/>
          <w:szCs w:val="28"/>
        </w:rPr>
        <w:t>Ожго</w:t>
      </w:r>
      <w:proofErr w:type="spellEnd"/>
      <w:r>
        <w:rPr>
          <w:bCs/>
          <w:sz w:val="28"/>
          <w:szCs w:val="28"/>
        </w:rPr>
        <w:t xml:space="preserve"> Сергію </w:t>
      </w:r>
      <w:proofErr w:type="spellStart"/>
      <w:r>
        <w:rPr>
          <w:bCs/>
          <w:sz w:val="28"/>
          <w:szCs w:val="28"/>
        </w:rPr>
        <w:t>Францовичу</w:t>
      </w:r>
      <w:proofErr w:type="spellEnd"/>
      <w:r>
        <w:rPr>
          <w:bCs/>
          <w:sz w:val="28"/>
          <w:szCs w:val="28"/>
        </w:rPr>
        <w:t xml:space="preserve"> укласти договір про </w:t>
      </w:r>
      <w:r w:rsidR="0008284A">
        <w:rPr>
          <w:bCs/>
          <w:sz w:val="28"/>
          <w:szCs w:val="28"/>
        </w:rPr>
        <w:t xml:space="preserve">міжбюджетні трансферти </w:t>
      </w:r>
      <w:r>
        <w:rPr>
          <w:bCs/>
          <w:sz w:val="28"/>
          <w:szCs w:val="28"/>
        </w:rPr>
        <w:t xml:space="preserve"> з місцевого бюджету відповідно до рішення четвертої сесії Тавричанської сільської ради Каховського району Херсонської області</w:t>
      </w:r>
      <w:r w:rsidRPr="001C5A6B">
        <w:rPr>
          <w:bCs/>
          <w:sz w:val="28"/>
          <w:szCs w:val="28"/>
        </w:rPr>
        <w:t xml:space="preserve"> </w:t>
      </w:r>
      <w:r>
        <w:rPr>
          <w:bCs/>
          <w:sz w:val="28"/>
          <w:szCs w:val="28"/>
        </w:rPr>
        <w:t>УІІІ скликання</w:t>
      </w:r>
      <w:r w:rsidRPr="001C5A6B">
        <w:rPr>
          <w:sz w:val="28"/>
          <w:szCs w:val="28"/>
        </w:rPr>
        <w:t xml:space="preserve"> </w:t>
      </w:r>
      <w:r>
        <w:rPr>
          <w:sz w:val="28"/>
          <w:szCs w:val="28"/>
        </w:rPr>
        <w:t>від 23.12.2020 року № 41 «Про сільський бюджет Тавричанської об’єднаної територіальної громади на 2021 рік»</w:t>
      </w:r>
      <w:r w:rsidR="00BF66C3">
        <w:rPr>
          <w:sz w:val="28"/>
          <w:szCs w:val="28"/>
        </w:rPr>
        <w:t xml:space="preserve"> з головою </w:t>
      </w:r>
      <w:r w:rsidR="00306F7D">
        <w:rPr>
          <w:sz w:val="28"/>
          <w:szCs w:val="28"/>
        </w:rPr>
        <w:t xml:space="preserve">Таврійської </w:t>
      </w:r>
      <w:r w:rsidR="00BF66C3">
        <w:rPr>
          <w:sz w:val="28"/>
          <w:szCs w:val="28"/>
        </w:rPr>
        <w:t xml:space="preserve"> міської ради</w:t>
      </w:r>
      <w:r w:rsidR="00306F7D">
        <w:rPr>
          <w:sz w:val="28"/>
          <w:szCs w:val="28"/>
        </w:rPr>
        <w:t xml:space="preserve"> про передачу коштів субвенції з місцевого бюджету та їх використанням за цільовим призначенням:</w:t>
      </w:r>
    </w:p>
    <w:p w:rsidR="001C5A6B" w:rsidRPr="00F652BC" w:rsidRDefault="001C5A6B" w:rsidP="00281210">
      <w:pPr>
        <w:rPr>
          <w:b/>
          <w:bCs/>
          <w:sz w:val="28"/>
          <w:szCs w:val="28"/>
        </w:rPr>
      </w:pPr>
    </w:p>
    <w:p w:rsidR="006B3F67" w:rsidRDefault="003C1D75" w:rsidP="00F652BC">
      <w:pPr>
        <w:ind w:left="284"/>
        <w:jc w:val="both"/>
        <w:rPr>
          <w:sz w:val="28"/>
          <w:szCs w:val="28"/>
        </w:rPr>
      </w:pPr>
      <w:r>
        <w:rPr>
          <w:sz w:val="28"/>
          <w:szCs w:val="28"/>
        </w:rPr>
        <w:t xml:space="preserve">- </w:t>
      </w:r>
      <w:r w:rsidR="00B17D31">
        <w:rPr>
          <w:sz w:val="28"/>
          <w:szCs w:val="28"/>
        </w:rPr>
        <w:t xml:space="preserve">використання іншої субвенції </w:t>
      </w:r>
      <w:r w:rsidR="00A15DE3">
        <w:rPr>
          <w:sz w:val="28"/>
          <w:szCs w:val="28"/>
        </w:rPr>
        <w:t xml:space="preserve">на здійснення видатків на забезпечення соціальними послугами населення Тавричанської сільської ради </w:t>
      </w:r>
      <w:proofErr w:type="spellStart"/>
      <w:r w:rsidR="00306F7D">
        <w:rPr>
          <w:sz w:val="28"/>
          <w:szCs w:val="28"/>
        </w:rPr>
        <w:t>К</w:t>
      </w:r>
      <w:r w:rsidR="00CB4591">
        <w:rPr>
          <w:sz w:val="28"/>
          <w:szCs w:val="28"/>
        </w:rPr>
        <w:t>З</w:t>
      </w:r>
      <w:proofErr w:type="spellEnd"/>
      <w:r w:rsidR="00CB4591">
        <w:rPr>
          <w:sz w:val="28"/>
          <w:szCs w:val="28"/>
        </w:rPr>
        <w:t xml:space="preserve"> «Таврійським міським центром надання соціальних послуг» Таврійської міської ради</w:t>
      </w:r>
      <w:r w:rsidR="00306F7D">
        <w:rPr>
          <w:sz w:val="28"/>
          <w:szCs w:val="28"/>
        </w:rPr>
        <w:t xml:space="preserve"> </w:t>
      </w:r>
      <w:r w:rsidR="00A15DE3">
        <w:rPr>
          <w:sz w:val="28"/>
          <w:szCs w:val="28"/>
        </w:rPr>
        <w:t xml:space="preserve">у сумі </w:t>
      </w:r>
      <w:r w:rsidR="00AA78AA">
        <w:rPr>
          <w:sz w:val="28"/>
          <w:szCs w:val="28"/>
        </w:rPr>
        <w:t xml:space="preserve">521794 </w:t>
      </w:r>
      <w:r w:rsidR="00A15DE3">
        <w:rPr>
          <w:sz w:val="28"/>
          <w:szCs w:val="28"/>
        </w:rPr>
        <w:t>грн.</w:t>
      </w:r>
    </w:p>
    <w:p w:rsidR="00306F7D" w:rsidRDefault="00306F7D" w:rsidP="007719DB">
      <w:pPr>
        <w:jc w:val="both"/>
        <w:rPr>
          <w:b/>
          <w:sz w:val="28"/>
          <w:szCs w:val="28"/>
        </w:rPr>
      </w:pPr>
    </w:p>
    <w:p w:rsidR="00031307" w:rsidRPr="00F652BC" w:rsidRDefault="00112369" w:rsidP="007719DB">
      <w:pPr>
        <w:jc w:val="both"/>
        <w:rPr>
          <w:sz w:val="28"/>
          <w:szCs w:val="28"/>
        </w:rPr>
      </w:pPr>
      <w:r>
        <w:rPr>
          <w:sz w:val="28"/>
          <w:szCs w:val="28"/>
        </w:rPr>
        <w:t xml:space="preserve">  </w:t>
      </w:r>
      <w:r w:rsidR="00751E82">
        <w:rPr>
          <w:sz w:val="28"/>
          <w:szCs w:val="28"/>
        </w:rPr>
        <w:t xml:space="preserve"> </w:t>
      </w:r>
      <w:r w:rsidR="00147F31" w:rsidRPr="00751E82">
        <w:rPr>
          <w:sz w:val="28"/>
          <w:szCs w:val="28"/>
        </w:rPr>
        <w:t>2</w:t>
      </w:r>
      <w:r w:rsidR="00A44E01" w:rsidRPr="00751E82">
        <w:rPr>
          <w:sz w:val="28"/>
          <w:szCs w:val="28"/>
        </w:rPr>
        <w:t>.</w:t>
      </w:r>
      <w:r w:rsidR="008749B9" w:rsidRPr="00751E82">
        <w:rPr>
          <w:sz w:val="28"/>
          <w:szCs w:val="28"/>
        </w:rPr>
        <w:t>Контроль</w:t>
      </w:r>
      <w:r w:rsidR="00F749AA" w:rsidRPr="00F652BC">
        <w:rPr>
          <w:sz w:val="28"/>
          <w:szCs w:val="28"/>
        </w:rPr>
        <w:t xml:space="preserve"> за виконанням цього рішення покласти на постійну комісію з питань планування, соціально-економічного розвитку</w:t>
      </w:r>
      <w:r w:rsidR="006B3F67">
        <w:rPr>
          <w:sz w:val="28"/>
          <w:szCs w:val="28"/>
        </w:rPr>
        <w:t>, бюджету та фінансів, інвестицій, регуляторної політики, торгівлі , послуг та розвитку підприємництва</w:t>
      </w:r>
      <w:r w:rsidR="00F749AA" w:rsidRPr="00F652BC">
        <w:rPr>
          <w:sz w:val="28"/>
          <w:szCs w:val="28"/>
        </w:rPr>
        <w:t>.</w:t>
      </w:r>
    </w:p>
    <w:p w:rsidR="00374EB3" w:rsidRPr="00F652BC" w:rsidRDefault="00374EB3" w:rsidP="00A44E01">
      <w:pPr>
        <w:ind w:left="720"/>
        <w:jc w:val="both"/>
        <w:rPr>
          <w:sz w:val="28"/>
          <w:szCs w:val="28"/>
        </w:rPr>
      </w:pPr>
    </w:p>
    <w:p w:rsidR="00374EB3" w:rsidRPr="00F652BC" w:rsidRDefault="00374EB3" w:rsidP="00374EB3">
      <w:pPr>
        <w:ind w:left="720"/>
        <w:rPr>
          <w:sz w:val="28"/>
          <w:szCs w:val="28"/>
        </w:rPr>
      </w:pPr>
    </w:p>
    <w:p w:rsidR="00B55997" w:rsidRPr="00AA78AA" w:rsidRDefault="000A03E6" w:rsidP="00374EB3">
      <w:pPr>
        <w:ind w:left="720"/>
        <w:rPr>
          <w:sz w:val="28"/>
          <w:szCs w:val="28"/>
        </w:rPr>
      </w:pPr>
      <w:r w:rsidRPr="00F652BC">
        <w:rPr>
          <w:sz w:val="28"/>
          <w:szCs w:val="28"/>
        </w:rPr>
        <w:t xml:space="preserve">     </w:t>
      </w:r>
      <w:r w:rsidR="000E2B4B" w:rsidRPr="00F652BC">
        <w:rPr>
          <w:sz w:val="28"/>
          <w:szCs w:val="28"/>
        </w:rPr>
        <w:t xml:space="preserve"> </w:t>
      </w:r>
      <w:r w:rsidR="006912C0" w:rsidRPr="00AA78AA">
        <w:rPr>
          <w:sz w:val="28"/>
          <w:szCs w:val="28"/>
        </w:rPr>
        <w:t xml:space="preserve">Сільський голова </w:t>
      </w:r>
      <w:r w:rsidR="00B55997" w:rsidRPr="00AA78AA">
        <w:rPr>
          <w:sz w:val="28"/>
          <w:szCs w:val="28"/>
        </w:rPr>
        <w:tab/>
      </w:r>
      <w:r w:rsidR="00B55997" w:rsidRPr="00AA78AA">
        <w:rPr>
          <w:sz w:val="28"/>
          <w:szCs w:val="28"/>
        </w:rPr>
        <w:tab/>
      </w:r>
      <w:r w:rsidR="00B55997" w:rsidRPr="00AA78AA">
        <w:rPr>
          <w:sz w:val="28"/>
          <w:szCs w:val="28"/>
        </w:rPr>
        <w:tab/>
      </w:r>
      <w:r w:rsidR="00B55997" w:rsidRPr="00AA78AA">
        <w:rPr>
          <w:sz w:val="28"/>
          <w:szCs w:val="28"/>
        </w:rPr>
        <w:tab/>
      </w:r>
      <w:r w:rsidR="00B716C3" w:rsidRPr="00AA78AA">
        <w:rPr>
          <w:sz w:val="28"/>
          <w:szCs w:val="28"/>
        </w:rPr>
        <w:t xml:space="preserve"> </w:t>
      </w:r>
      <w:r w:rsidR="00A36BA0" w:rsidRPr="00AA78AA">
        <w:rPr>
          <w:sz w:val="28"/>
          <w:szCs w:val="28"/>
        </w:rPr>
        <w:t xml:space="preserve">   </w:t>
      </w:r>
      <w:r w:rsidR="00AA78AA">
        <w:rPr>
          <w:sz w:val="28"/>
          <w:szCs w:val="28"/>
        </w:rPr>
        <w:t>Сергій ОЖГО</w:t>
      </w:r>
    </w:p>
    <w:sectPr w:rsidR="00B55997" w:rsidRPr="00AA78AA" w:rsidSect="00027AFB">
      <w:headerReference w:type="even" r:id="rId10"/>
      <w:headerReference w:type="default" r:id="rId11"/>
      <w:pgSz w:w="11906" w:h="16838"/>
      <w:pgMar w:top="340" w:right="340" w:bottom="340"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727D" w:rsidRDefault="00C8727D">
      <w:r>
        <w:separator/>
      </w:r>
    </w:p>
  </w:endnote>
  <w:endnote w:type="continuationSeparator" w:id="0">
    <w:p w:rsidR="00C8727D" w:rsidRDefault="00C872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727D" w:rsidRDefault="00C8727D">
      <w:r>
        <w:separator/>
      </w:r>
    </w:p>
  </w:footnote>
  <w:footnote w:type="continuationSeparator" w:id="0">
    <w:p w:rsidR="00C8727D" w:rsidRDefault="00C872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53A" w:rsidRDefault="004176D7">
    <w:pPr>
      <w:pStyle w:val="a6"/>
      <w:framePr w:wrap="around" w:vAnchor="text" w:hAnchor="margin" w:xAlign="center" w:y="1"/>
      <w:rPr>
        <w:rStyle w:val="a7"/>
      </w:rPr>
    </w:pPr>
    <w:r>
      <w:rPr>
        <w:rStyle w:val="a7"/>
      </w:rPr>
      <w:fldChar w:fldCharType="begin"/>
    </w:r>
    <w:r w:rsidR="00BC553A">
      <w:rPr>
        <w:rStyle w:val="a7"/>
      </w:rPr>
      <w:instrText xml:space="preserve">PAGE  </w:instrText>
    </w:r>
    <w:r>
      <w:rPr>
        <w:rStyle w:val="a7"/>
      </w:rPr>
      <w:fldChar w:fldCharType="end"/>
    </w:r>
  </w:p>
  <w:p w:rsidR="00BC553A" w:rsidRDefault="00BC553A">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53A" w:rsidRDefault="004176D7">
    <w:pPr>
      <w:pStyle w:val="a6"/>
      <w:framePr w:wrap="around" w:vAnchor="text" w:hAnchor="margin" w:xAlign="center" w:y="1"/>
      <w:rPr>
        <w:rStyle w:val="a7"/>
      </w:rPr>
    </w:pPr>
    <w:r>
      <w:rPr>
        <w:rStyle w:val="a7"/>
      </w:rPr>
      <w:fldChar w:fldCharType="begin"/>
    </w:r>
    <w:r w:rsidR="00BC553A">
      <w:rPr>
        <w:rStyle w:val="a7"/>
      </w:rPr>
      <w:instrText xml:space="preserve">PAGE  </w:instrText>
    </w:r>
    <w:r>
      <w:rPr>
        <w:rStyle w:val="a7"/>
      </w:rPr>
      <w:fldChar w:fldCharType="separate"/>
    </w:r>
    <w:r w:rsidR="00306F7D">
      <w:rPr>
        <w:rStyle w:val="a7"/>
        <w:noProof/>
      </w:rPr>
      <w:t>2</w:t>
    </w:r>
    <w:r>
      <w:rPr>
        <w:rStyle w:val="a7"/>
      </w:rPr>
      <w:fldChar w:fldCharType="end"/>
    </w:r>
  </w:p>
  <w:p w:rsidR="00BC553A" w:rsidRDefault="00BC553A">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BD2C0D4"/>
    <w:lvl w:ilvl="0">
      <w:numFmt w:val="decimal"/>
      <w:lvlText w:val="*"/>
      <w:lvlJc w:val="left"/>
    </w:lvl>
  </w:abstractNum>
  <w:abstractNum w:abstractNumId="1">
    <w:nsid w:val="06906832"/>
    <w:multiLevelType w:val="hybridMultilevel"/>
    <w:tmpl w:val="FC12083A"/>
    <w:lvl w:ilvl="0" w:tplc="71E6F574">
      <w:start w:val="1"/>
      <w:numFmt w:val="decimal"/>
      <w:lvlText w:val="%1."/>
      <w:lvlJc w:val="left"/>
      <w:pPr>
        <w:ind w:left="495" w:hanging="360"/>
      </w:pPr>
      <w:rPr>
        <w:rFonts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2">
    <w:nsid w:val="0F700039"/>
    <w:multiLevelType w:val="multilevel"/>
    <w:tmpl w:val="7A1286A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nsid w:val="121723DE"/>
    <w:multiLevelType w:val="hybridMultilevel"/>
    <w:tmpl w:val="A84284A0"/>
    <w:lvl w:ilvl="0" w:tplc="95229EDC">
      <w:start w:val="7"/>
      <w:numFmt w:val="decimal"/>
      <w:lvlText w:val="%1."/>
      <w:lvlJc w:val="left"/>
      <w:pPr>
        <w:ind w:left="780" w:hanging="360"/>
      </w:pPr>
      <w:rPr>
        <w:rFonts w:hint="default"/>
        <w:b/>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4">
    <w:nsid w:val="13F97A7C"/>
    <w:multiLevelType w:val="multilevel"/>
    <w:tmpl w:val="FC7CAB1C"/>
    <w:lvl w:ilvl="0">
      <w:start w:val="3"/>
      <w:numFmt w:val="decimal"/>
      <w:lvlText w:val="%1."/>
      <w:lvlJc w:val="left"/>
      <w:pPr>
        <w:tabs>
          <w:tab w:val="num" w:pos="1080"/>
        </w:tabs>
        <w:ind w:left="360" w:firstLine="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E90C16"/>
    <w:multiLevelType w:val="multilevel"/>
    <w:tmpl w:val="DC3C797A"/>
    <w:lvl w:ilvl="0">
      <w:start w:val="1"/>
      <w:numFmt w:val="decimal"/>
      <w:lvlText w:val="%1"/>
      <w:lvlJc w:val="left"/>
      <w:pPr>
        <w:ind w:left="375" w:hanging="375"/>
      </w:pPr>
      <w:rPr>
        <w:rFonts w:hint="default"/>
      </w:rPr>
    </w:lvl>
    <w:lvl w:ilvl="1">
      <w:start w:val="4"/>
      <w:numFmt w:val="decimal"/>
      <w:lvlText w:val="%1.%2"/>
      <w:lvlJc w:val="left"/>
      <w:pPr>
        <w:ind w:left="675" w:hanging="375"/>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6">
    <w:nsid w:val="1BCA3D2A"/>
    <w:multiLevelType w:val="hybridMultilevel"/>
    <w:tmpl w:val="3E1E8018"/>
    <w:lvl w:ilvl="0" w:tplc="3A9CFDE8">
      <w:start w:val="1"/>
      <w:numFmt w:val="bullet"/>
      <w:lvlText w:val="-"/>
      <w:lvlJc w:val="left"/>
      <w:pPr>
        <w:ind w:left="1080" w:hanging="360"/>
      </w:pPr>
      <w:rPr>
        <w:rFonts w:ascii="Times New Roman" w:eastAsia="Times New Roman" w:hAnsi="Times New Roman" w:cs="Times New Roman" w:hint="default"/>
        <w:b w:val="0"/>
        <w:sz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1E137B94"/>
    <w:multiLevelType w:val="multilevel"/>
    <w:tmpl w:val="5F1C4E44"/>
    <w:lvl w:ilvl="0">
      <w:start w:val="1"/>
      <w:numFmt w:val="decimal"/>
      <w:lvlText w:val="%1."/>
      <w:lvlJc w:val="left"/>
      <w:pPr>
        <w:tabs>
          <w:tab w:val="num" w:pos="1065"/>
        </w:tabs>
        <w:ind w:left="1065" w:hanging="360"/>
      </w:pPr>
      <w:rPr>
        <w:rFonts w:hint="default"/>
      </w:rPr>
    </w:lvl>
    <w:lvl w:ilvl="1">
      <w:start w:val="1"/>
      <w:numFmt w:val="decimal"/>
      <w:isLgl/>
      <w:lvlText w:val="%1.%2"/>
      <w:lvlJc w:val="left"/>
      <w:pPr>
        <w:tabs>
          <w:tab w:val="num" w:pos="1425"/>
        </w:tabs>
        <w:ind w:left="1425" w:hanging="360"/>
      </w:pPr>
      <w:rPr>
        <w:rFonts w:hint="default"/>
      </w:rPr>
    </w:lvl>
    <w:lvl w:ilvl="2">
      <w:start w:val="1"/>
      <w:numFmt w:val="decimal"/>
      <w:isLgl/>
      <w:lvlText w:val="%1.%2.%3"/>
      <w:lvlJc w:val="left"/>
      <w:pPr>
        <w:tabs>
          <w:tab w:val="num" w:pos="2145"/>
        </w:tabs>
        <w:ind w:left="2145" w:hanging="720"/>
      </w:pPr>
      <w:rPr>
        <w:rFonts w:hint="default"/>
      </w:rPr>
    </w:lvl>
    <w:lvl w:ilvl="3">
      <w:start w:val="1"/>
      <w:numFmt w:val="decimal"/>
      <w:isLgl/>
      <w:lvlText w:val="%1.%2.%3.%4"/>
      <w:lvlJc w:val="left"/>
      <w:pPr>
        <w:tabs>
          <w:tab w:val="num" w:pos="2505"/>
        </w:tabs>
        <w:ind w:left="2505" w:hanging="720"/>
      </w:pPr>
      <w:rPr>
        <w:rFonts w:hint="default"/>
      </w:rPr>
    </w:lvl>
    <w:lvl w:ilvl="4">
      <w:start w:val="1"/>
      <w:numFmt w:val="decimal"/>
      <w:isLgl/>
      <w:lvlText w:val="%1.%2.%3.%4.%5"/>
      <w:lvlJc w:val="left"/>
      <w:pPr>
        <w:tabs>
          <w:tab w:val="num" w:pos="3225"/>
        </w:tabs>
        <w:ind w:left="3225" w:hanging="1080"/>
      </w:pPr>
      <w:rPr>
        <w:rFonts w:hint="default"/>
      </w:rPr>
    </w:lvl>
    <w:lvl w:ilvl="5">
      <w:start w:val="1"/>
      <w:numFmt w:val="decimal"/>
      <w:isLgl/>
      <w:lvlText w:val="%1.%2.%3.%4.%5.%6"/>
      <w:lvlJc w:val="left"/>
      <w:pPr>
        <w:tabs>
          <w:tab w:val="num" w:pos="3945"/>
        </w:tabs>
        <w:ind w:left="3945" w:hanging="1440"/>
      </w:pPr>
      <w:rPr>
        <w:rFonts w:hint="default"/>
      </w:rPr>
    </w:lvl>
    <w:lvl w:ilvl="6">
      <w:start w:val="1"/>
      <w:numFmt w:val="decimal"/>
      <w:isLgl/>
      <w:lvlText w:val="%1.%2.%3.%4.%5.%6.%7"/>
      <w:lvlJc w:val="left"/>
      <w:pPr>
        <w:tabs>
          <w:tab w:val="num" w:pos="4305"/>
        </w:tabs>
        <w:ind w:left="4305" w:hanging="1440"/>
      </w:pPr>
      <w:rPr>
        <w:rFonts w:hint="default"/>
      </w:rPr>
    </w:lvl>
    <w:lvl w:ilvl="7">
      <w:start w:val="1"/>
      <w:numFmt w:val="decimal"/>
      <w:isLgl/>
      <w:lvlText w:val="%1.%2.%3.%4.%5.%6.%7.%8"/>
      <w:lvlJc w:val="left"/>
      <w:pPr>
        <w:tabs>
          <w:tab w:val="num" w:pos="5025"/>
        </w:tabs>
        <w:ind w:left="5025" w:hanging="1800"/>
      </w:pPr>
      <w:rPr>
        <w:rFonts w:hint="default"/>
      </w:rPr>
    </w:lvl>
    <w:lvl w:ilvl="8">
      <w:start w:val="1"/>
      <w:numFmt w:val="decimal"/>
      <w:isLgl/>
      <w:lvlText w:val="%1.%2.%3.%4.%5.%6.%7.%8.%9"/>
      <w:lvlJc w:val="left"/>
      <w:pPr>
        <w:tabs>
          <w:tab w:val="num" w:pos="5385"/>
        </w:tabs>
        <w:ind w:left="5385" w:hanging="1800"/>
      </w:pPr>
      <w:rPr>
        <w:rFonts w:hint="default"/>
      </w:rPr>
    </w:lvl>
  </w:abstractNum>
  <w:abstractNum w:abstractNumId="8">
    <w:nsid w:val="1F315EB8"/>
    <w:multiLevelType w:val="hybridMultilevel"/>
    <w:tmpl w:val="FC7CAB1C"/>
    <w:lvl w:ilvl="0" w:tplc="1B3C3180">
      <w:start w:val="3"/>
      <w:numFmt w:val="decimal"/>
      <w:lvlText w:val="%1."/>
      <w:lvlJc w:val="left"/>
      <w:pPr>
        <w:tabs>
          <w:tab w:val="num" w:pos="1080"/>
        </w:tabs>
        <w:ind w:left="36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2682AE8"/>
    <w:multiLevelType w:val="hybridMultilevel"/>
    <w:tmpl w:val="A112AFCA"/>
    <w:lvl w:ilvl="0" w:tplc="BFAA534C">
      <w:start w:val="4"/>
      <w:numFmt w:val="decimal"/>
      <w:lvlText w:val="%1."/>
      <w:lvlJc w:val="left"/>
      <w:pPr>
        <w:tabs>
          <w:tab w:val="num" w:pos="1080"/>
        </w:tabs>
        <w:ind w:left="36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7E767D"/>
    <w:multiLevelType w:val="hybridMultilevel"/>
    <w:tmpl w:val="972AB3C0"/>
    <w:lvl w:ilvl="0" w:tplc="AD0EA5F8">
      <w:numFmt w:val="bullet"/>
      <w:lvlText w:val="-"/>
      <w:lvlJc w:val="left"/>
      <w:pPr>
        <w:ind w:left="1495" w:hanging="360"/>
      </w:pPr>
      <w:rPr>
        <w:rFonts w:ascii="Times New Roman" w:eastAsia="Times New Roman" w:hAnsi="Times New Roman" w:cs="Times New Roman"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1">
    <w:nsid w:val="22CF1ADF"/>
    <w:multiLevelType w:val="multilevel"/>
    <w:tmpl w:val="7B7E0B4C"/>
    <w:lvl w:ilvl="0">
      <w:start w:val="1"/>
      <w:numFmt w:val="decimal"/>
      <w:lvlText w:val="%1."/>
      <w:lvlJc w:val="left"/>
      <w:pPr>
        <w:tabs>
          <w:tab w:val="num" w:pos="927"/>
        </w:tabs>
        <w:ind w:left="207" w:firstLine="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25630A29"/>
    <w:multiLevelType w:val="hybridMultilevel"/>
    <w:tmpl w:val="13062242"/>
    <w:lvl w:ilvl="0" w:tplc="F3522550">
      <w:start w:val="3"/>
      <w:numFmt w:val="decimal"/>
      <w:lvlText w:val="%1."/>
      <w:lvlJc w:val="left"/>
      <w:pPr>
        <w:tabs>
          <w:tab w:val="num" w:pos="1080"/>
        </w:tabs>
        <w:ind w:left="36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6CA3B41"/>
    <w:multiLevelType w:val="hybridMultilevel"/>
    <w:tmpl w:val="C1BE235C"/>
    <w:lvl w:ilvl="0" w:tplc="C446353E">
      <w:start w:val="4"/>
      <w:numFmt w:val="decimal"/>
      <w:lvlText w:val="%1."/>
      <w:lvlJc w:val="left"/>
      <w:pPr>
        <w:tabs>
          <w:tab w:val="num" w:pos="1080"/>
        </w:tabs>
        <w:ind w:left="36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844752A"/>
    <w:multiLevelType w:val="hybridMultilevel"/>
    <w:tmpl w:val="28FA4B16"/>
    <w:lvl w:ilvl="0" w:tplc="64627264">
      <w:start w:val="1"/>
      <w:numFmt w:val="decimal"/>
      <w:lvlText w:val="%1."/>
      <w:lvlJc w:val="left"/>
      <w:pPr>
        <w:tabs>
          <w:tab w:val="num" w:pos="720"/>
        </w:tabs>
        <w:ind w:left="720" w:hanging="360"/>
      </w:pPr>
      <w:rPr>
        <w:rFonts w:hint="default"/>
      </w:rPr>
    </w:lvl>
    <w:lvl w:ilvl="1" w:tplc="02CA479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8D702CF"/>
    <w:multiLevelType w:val="hybridMultilevel"/>
    <w:tmpl w:val="4FAC0100"/>
    <w:lvl w:ilvl="0" w:tplc="E3D27274">
      <w:start w:val="1"/>
      <w:numFmt w:val="decimal"/>
      <w:lvlText w:val="%1."/>
      <w:lvlJc w:val="left"/>
      <w:pPr>
        <w:tabs>
          <w:tab w:val="num" w:pos="1080"/>
        </w:tabs>
        <w:ind w:left="1080" w:hanging="360"/>
      </w:pPr>
      <w:rPr>
        <w:rFonts w:hint="default"/>
      </w:rPr>
    </w:lvl>
    <w:lvl w:ilvl="1" w:tplc="D6A65A5C">
      <w:start w:val="22"/>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CF041B3"/>
    <w:multiLevelType w:val="hybridMultilevel"/>
    <w:tmpl w:val="60CE14C6"/>
    <w:lvl w:ilvl="0" w:tplc="3CF02C6E">
      <w:start w:val="3"/>
      <w:numFmt w:val="decimal"/>
      <w:lvlText w:val="%1."/>
      <w:lvlJc w:val="left"/>
      <w:pPr>
        <w:ind w:left="735" w:hanging="360"/>
      </w:pPr>
      <w:rPr>
        <w:rFonts w:hint="default"/>
        <w:b/>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7">
    <w:nsid w:val="31B246D8"/>
    <w:multiLevelType w:val="hybridMultilevel"/>
    <w:tmpl w:val="00C8370C"/>
    <w:lvl w:ilvl="0" w:tplc="4BCC62DA">
      <w:start w:val="1"/>
      <w:numFmt w:val="decimal"/>
      <w:lvlText w:val="%1."/>
      <w:lvlJc w:val="left"/>
      <w:pPr>
        <w:tabs>
          <w:tab w:val="num" w:pos="1080"/>
        </w:tabs>
        <w:ind w:left="0" w:firstLine="720"/>
      </w:pPr>
      <w:rPr>
        <w:rFonts w:hint="default"/>
        <w:b w:val="0"/>
        <w:i w:val="0"/>
        <w:sz w:val="28"/>
        <w:szCs w:val="28"/>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3870E4E"/>
    <w:multiLevelType w:val="hybridMultilevel"/>
    <w:tmpl w:val="2A729AB4"/>
    <w:lvl w:ilvl="0" w:tplc="27426DE4">
      <w:start w:val="1"/>
      <w:numFmt w:val="bullet"/>
      <w:lvlText w:val="-"/>
      <w:lvlJc w:val="left"/>
      <w:pPr>
        <w:ind w:left="1485" w:hanging="360"/>
      </w:pPr>
      <w:rPr>
        <w:rFonts w:ascii="Times New Roman" w:eastAsia="Times New Roman" w:hAnsi="Times New Roman" w:cs="Times New Roman"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9">
    <w:nsid w:val="369E0165"/>
    <w:multiLevelType w:val="hybridMultilevel"/>
    <w:tmpl w:val="0E8C56BE"/>
    <w:lvl w:ilvl="0" w:tplc="5C6887C4">
      <w:start w:val="1"/>
      <w:numFmt w:val="bullet"/>
      <w:lvlText w:val="-"/>
      <w:lvlJc w:val="left"/>
      <w:pPr>
        <w:ind w:left="1485" w:hanging="360"/>
      </w:pPr>
      <w:rPr>
        <w:rFonts w:ascii="Times New Roman" w:eastAsia="Times New Roman" w:hAnsi="Times New Roman" w:cs="Times New Roman"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20">
    <w:nsid w:val="39AA5EA9"/>
    <w:multiLevelType w:val="hybridMultilevel"/>
    <w:tmpl w:val="420636E6"/>
    <w:lvl w:ilvl="0" w:tplc="1C868AF6">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1D5F71"/>
    <w:multiLevelType w:val="multilevel"/>
    <w:tmpl w:val="8584854A"/>
    <w:lvl w:ilvl="0">
      <w:start w:val="1"/>
      <w:numFmt w:val="decimal"/>
      <w:lvlText w:val="%1."/>
      <w:lvlJc w:val="left"/>
      <w:pPr>
        <w:ind w:left="450" w:hanging="450"/>
      </w:pPr>
      <w:rPr>
        <w:rFonts w:hint="default"/>
      </w:rPr>
    </w:lvl>
    <w:lvl w:ilvl="1">
      <w:start w:val="6"/>
      <w:numFmt w:val="decimal"/>
      <w:lvlText w:val="%1.%2."/>
      <w:lvlJc w:val="left"/>
      <w:pPr>
        <w:ind w:left="1065" w:hanging="720"/>
      </w:pPr>
      <w:rPr>
        <w:rFonts w:hint="default"/>
      </w:rPr>
    </w:lvl>
    <w:lvl w:ilvl="2">
      <w:start w:val="1"/>
      <w:numFmt w:val="decimal"/>
      <w:lvlText w:val="%1.%2.%3."/>
      <w:lvlJc w:val="left"/>
      <w:pPr>
        <w:ind w:left="1410" w:hanging="720"/>
      </w:pPr>
      <w:rPr>
        <w:rFonts w:hint="default"/>
      </w:rPr>
    </w:lvl>
    <w:lvl w:ilvl="3">
      <w:start w:val="1"/>
      <w:numFmt w:val="decimal"/>
      <w:lvlText w:val="%1.%2.%3.%4."/>
      <w:lvlJc w:val="left"/>
      <w:pPr>
        <w:ind w:left="2115" w:hanging="1080"/>
      </w:pPr>
      <w:rPr>
        <w:rFonts w:hint="default"/>
      </w:rPr>
    </w:lvl>
    <w:lvl w:ilvl="4">
      <w:start w:val="1"/>
      <w:numFmt w:val="decimal"/>
      <w:lvlText w:val="%1.%2.%3.%4.%5."/>
      <w:lvlJc w:val="left"/>
      <w:pPr>
        <w:ind w:left="2460" w:hanging="1080"/>
      </w:pPr>
      <w:rPr>
        <w:rFonts w:hint="default"/>
      </w:rPr>
    </w:lvl>
    <w:lvl w:ilvl="5">
      <w:start w:val="1"/>
      <w:numFmt w:val="decimal"/>
      <w:lvlText w:val="%1.%2.%3.%4.%5.%6."/>
      <w:lvlJc w:val="left"/>
      <w:pPr>
        <w:ind w:left="3165" w:hanging="1440"/>
      </w:pPr>
      <w:rPr>
        <w:rFonts w:hint="default"/>
      </w:rPr>
    </w:lvl>
    <w:lvl w:ilvl="6">
      <w:start w:val="1"/>
      <w:numFmt w:val="decimal"/>
      <w:lvlText w:val="%1.%2.%3.%4.%5.%6.%7."/>
      <w:lvlJc w:val="left"/>
      <w:pPr>
        <w:ind w:left="3870" w:hanging="1800"/>
      </w:pPr>
      <w:rPr>
        <w:rFonts w:hint="default"/>
      </w:rPr>
    </w:lvl>
    <w:lvl w:ilvl="7">
      <w:start w:val="1"/>
      <w:numFmt w:val="decimal"/>
      <w:lvlText w:val="%1.%2.%3.%4.%5.%6.%7.%8."/>
      <w:lvlJc w:val="left"/>
      <w:pPr>
        <w:ind w:left="4215" w:hanging="1800"/>
      </w:pPr>
      <w:rPr>
        <w:rFonts w:hint="default"/>
      </w:rPr>
    </w:lvl>
    <w:lvl w:ilvl="8">
      <w:start w:val="1"/>
      <w:numFmt w:val="decimal"/>
      <w:lvlText w:val="%1.%2.%3.%4.%5.%6.%7.%8.%9."/>
      <w:lvlJc w:val="left"/>
      <w:pPr>
        <w:ind w:left="4920" w:hanging="2160"/>
      </w:pPr>
      <w:rPr>
        <w:rFonts w:hint="default"/>
      </w:rPr>
    </w:lvl>
  </w:abstractNum>
  <w:abstractNum w:abstractNumId="22">
    <w:nsid w:val="3E6E37D6"/>
    <w:multiLevelType w:val="hybridMultilevel"/>
    <w:tmpl w:val="102238B8"/>
    <w:lvl w:ilvl="0" w:tplc="DFF8C97C">
      <w:start w:val="1"/>
      <w:numFmt w:val="decimal"/>
      <w:lvlText w:val="%1."/>
      <w:lvlJc w:val="left"/>
      <w:pPr>
        <w:tabs>
          <w:tab w:val="num" w:pos="1215"/>
        </w:tabs>
        <w:ind w:left="1215" w:hanging="360"/>
      </w:pPr>
      <w:rPr>
        <w:rFonts w:hint="default"/>
      </w:rPr>
    </w:lvl>
    <w:lvl w:ilvl="1" w:tplc="04190019" w:tentative="1">
      <w:start w:val="1"/>
      <w:numFmt w:val="lowerLetter"/>
      <w:lvlText w:val="%2."/>
      <w:lvlJc w:val="left"/>
      <w:pPr>
        <w:tabs>
          <w:tab w:val="num" w:pos="1935"/>
        </w:tabs>
        <w:ind w:left="1935" w:hanging="360"/>
      </w:pPr>
    </w:lvl>
    <w:lvl w:ilvl="2" w:tplc="0419001B" w:tentative="1">
      <w:start w:val="1"/>
      <w:numFmt w:val="lowerRoman"/>
      <w:lvlText w:val="%3."/>
      <w:lvlJc w:val="right"/>
      <w:pPr>
        <w:tabs>
          <w:tab w:val="num" w:pos="2655"/>
        </w:tabs>
        <w:ind w:left="2655" w:hanging="180"/>
      </w:pPr>
    </w:lvl>
    <w:lvl w:ilvl="3" w:tplc="0419000F" w:tentative="1">
      <w:start w:val="1"/>
      <w:numFmt w:val="decimal"/>
      <w:lvlText w:val="%4."/>
      <w:lvlJc w:val="left"/>
      <w:pPr>
        <w:tabs>
          <w:tab w:val="num" w:pos="3375"/>
        </w:tabs>
        <w:ind w:left="3375" w:hanging="360"/>
      </w:pPr>
    </w:lvl>
    <w:lvl w:ilvl="4" w:tplc="04190019" w:tentative="1">
      <w:start w:val="1"/>
      <w:numFmt w:val="lowerLetter"/>
      <w:lvlText w:val="%5."/>
      <w:lvlJc w:val="left"/>
      <w:pPr>
        <w:tabs>
          <w:tab w:val="num" w:pos="4095"/>
        </w:tabs>
        <w:ind w:left="4095" w:hanging="360"/>
      </w:pPr>
    </w:lvl>
    <w:lvl w:ilvl="5" w:tplc="0419001B" w:tentative="1">
      <w:start w:val="1"/>
      <w:numFmt w:val="lowerRoman"/>
      <w:lvlText w:val="%6."/>
      <w:lvlJc w:val="right"/>
      <w:pPr>
        <w:tabs>
          <w:tab w:val="num" w:pos="4815"/>
        </w:tabs>
        <w:ind w:left="4815" w:hanging="180"/>
      </w:pPr>
    </w:lvl>
    <w:lvl w:ilvl="6" w:tplc="0419000F" w:tentative="1">
      <w:start w:val="1"/>
      <w:numFmt w:val="decimal"/>
      <w:lvlText w:val="%7."/>
      <w:lvlJc w:val="left"/>
      <w:pPr>
        <w:tabs>
          <w:tab w:val="num" w:pos="5535"/>
        </w:tabs>
        <w:ind w:left="5535" w:hanging="360"/>
      </w:pPr>
    </w:lvl>
    <w:lvl w:ilvl="7" w:tplc="04190019" w:tentative="1">
      <w:start w:val="1"/>
      <w:numFmt w:val="lowerLetter"/>
      <w:lvlText w:val="%8."/>
      <w:lvlJc w:val="left"/>
      <w:pPr>
        <w:tabs>
          <w:tab w:val="num" w:pos="6255"/>
        </w:tabs>
        <w:ind w:left="6255" w:hanging="360"/>
      </w:pPr>
    </w:lvl>
    <w:lvl w:ilvl="8" w:tplc="0419001B" w:tentative="1">
      <w:start w:val="1"/>
      <w:numFmt w:val="lowerRoman"/>
      <w:lvlText w:val="%9."/>
      <w:lvlJc w:val="right"/>
      <w:pPr>
        <w:tabs>
          <w:tab w:val="num" w:pos="6975"/>
        </w:tabs>
        <w:ind w:left="6975" w:hanging="180"/>
      </w:pPr>
    </w:lvl>
  </w:abstractNum>
  <w:abstractNum w:abstractNumId="23">
    <w:nsid w:val="3F6F41AD"/>
    <w:multiLevelType w:val="hybridMultilevel"/>
    <w:tmpl w:val="50C64396"/>
    <w:lvl w:ilvl="0" w:tplc="FAA88D40">
      <w:start w:val="4"/>
      <w:numFmt w:val="bullet"/>
      <w:lvlText w:val="-"/>
      <w:lvlJc w:val="left"/>
      <w:pPr>
        <w:tabs>
          <w:tab w:val="num" w:pos="1635"/>
        </w:tabs>
        <w:ind w:left="1635" w:hanging="93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24">
    <w:nsid w:val="413C6796"/>
    <w:multiLevelType w:val="hybridMultilevel"/>
    <w:tmpl w:val="86F4CB46"/>
    <w:lvl w:ilvl="0" w:tplc="4B100358">
      <w:start w:val="1"/>
      <w:numFmt w:val="bullet"/>
      <w:lvlText w:val=""/>
      <w:lvlJc w:val="left"/>
      <w:pPr>
        <w:tabs>
          <w:tab w:val="num" w:pos="2145"/>
        </w:tabs>
        <w:ind w:left="2142" w:hanging="357"/>
      </w:pPr>
      <w:rPr>
        <w:rFonts w:ascii="Symbol" w:hAnsi="Symbol" w:hint="default"/>
      </w:rPr>
    </w:lvl>
    <w:lvl w:ilvl="1" w:tplc="04190003" w:tentative="1">
      <w:start w:val="1"/>
      <w:numFmt w:val="bullet"/>
      <w:lvlText w:val="o"/>
      <w:lvlJc w:val="left"/>
      <w:pPr>
        <w:tabs>
          <w:tab w:val="num" w:pos="2505"/>
        </w:tabs>
        <w:ind w:left="2505" w:hanging="360"/>
      </w:pPr>
      <w:rPr>
        <w:rFonts w:ascii="Courier New" w:hAnsi="Courier New" w:hint="default"/>
      </w:rPr>
    </w:lvl>
    <w:lvl w:ilvl="2" w:tplc="04190005" w:tentative="1">
      <w:start w:val="1"/>
      <w:numFmt w:val="bullet"/>
      <w:lvlText w:val=""/>
      <w:lvlJc w:val="left"/>
      <w:pPr>
        <w:tabs>
          <w:tab w:val="num" w:pos="3225"/>
        </w:tabs>
        <w:ind w:left="3225" w:hanging="360"/>
      </w:pPr>
      <w:rPr>
        <w:rFonts w:ascii="Wingdings" w:hAnsi="Wingdings" w:hint="default"/>
      </w:rPr>
    </w:lvl>
    <w:lvl w:ilvl="3" w:tplc="04190001" w:tentative="1">
      <w:start w:val="1"/>
      <w:numFmt w:val="bullet"/>
      <w:lvlText w:val=""/>
      <w:lvlJc w:val="left"/>
      <w:pPr>
        <w:tabs>
          <w:tab w:val="num" w:pos="3945"/>
        </w:tabs>
        <w:ind w:left="3945" w:hanging="360"/>
      </w:pPr>
      <w:rPr>
        <w:rFonts w:ascii="Symbol" w:hAnsi="Symbol" w:hint="default"/>
      </w:rPr>
    </w:lvl>
    <w:lvl w:ilvl="4" w:tplc="04190003" w:tentative="1">
      <w:start w:val="1"/>
      <w:numFmt w:val="bullet"/>
      <w:lvlText w:val="o"/>
      <w:lvlJc w:val="left"/>
      <w:pPr>
        <w:tabs>
          <w:tab w:val="num" w:pos="4665"/>
        </w:tabs>
        <w:ind w:left="4665" w:hanging="360"/>
      </w:pPr>
      <w:rPr>
        <w:rFonts w:ascii="Courier New" w:hAnsi="Courier New" w:hint="default"/>
      </w:rPr>
    </w:lvl>
    <w:lvl w:ilvl="5" w:tplc="04190005" w:tentative="1">
      <w:start w:val="1"/>
      <w:numFmt w:val="bullet"/>
      <w:lvlText w:val=""/>
      <w:lvlJc w:val="left"/>
      <w:pPr>
        <w:tabs>
          <w:tab w:val="num" w:pos="5385"/>
        </w:tabs>
        <w:ind w:left="5385" w:hanging="360"/>
      </w:pPr>
      <w:rPr>
        <w:rFonts w:ascii="Wingdings" w:hAnsi="Wingdings" w:hint="default"/>
      </w:rPr>
    </w:lvl>
    <w:lvl w:ilvl="6" w:tplc="04190001" w:tentative="1">
      <w:start w:val="1"/>
      <w:numFmt w:val="bullet"/>
      <w:lvlText w:val=""/>
      <w:lvlJc w:val="left"/>
      <w:pPr>
        <w:tabs>
          <w:tab w:val="num" w:pos="6105"/>
        </w:tabs>
        <w:ind w:left="6105" w:hanging="360"/>
      </w:pPr>
      <w:rPr>
        <w:rFonts w:ascii="Symbol" w:hAnsi="Symbol" w:hint="default"/>
      </w:rPr>
    </w:lvl>
    <w:lvl w:ilvl="7" w:tplc="04190003" w:tentative="1">
      <w:start w:val="1"/>
      <w:numFmt w:val="bullet"/>
      <w:lvlText w:val="o"/>
      <w:lvlJc w:val="left"/>
      <w:pPr>
        <w:tabs>
          <w:tab w:val="num" w:pos="6825"/>
        </w:tabs>
        <w:ind w:left="6825" w:hanging="360"/>
      </w:pPr>
      <w:rPr>
        <w:rFonts w:ascii="Courier New" w:hAnsi="Courier New" w:hint="default"/>
      </w:rPr>
    </w:lvl>
    <w:lvl w:ilvl="8" w:tplc="04190005" w:tentative="1">
      <w:start w:val="1"/>
      <w:numFmt w:val="bullet"/>
      <w:lvlText w:val=""/>
      <w:lvlJc w:val="left"/>
      <w:pPr>
        <w:tabs>
          <w:tab w:val="num" w:pos="7545"/>
        </w:tabs>
        <w:ind w:left="7545" w:hanging="360"/>
      </w:pPr>
      <w:rPr>
        <w:rFonts w:ascii="Wingdings" w:hAnsi="Wingdings" w:hint="default"/>
      </w:rPr>
    </w:lvl>
  </w:abstractNum>
  <w:abstractNum w:abstractNumId="25">
    <w:nsid w:val="43654DA2"/>
    <w:multiLevelType w:val="hybridMultilevel"/>
    <w:tmpl w:val="9EEE8D1C"/>
    <w:lvl w:ilvl="0" w:tplc="F42E1BB6">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6">
    <w:nsid w:val="4A3D43B2"/>
    <w:multiLevelType w:val="hybridMultilevel"/>
    <w:tmpl w:val="8FA2BA60"/>
    <w:lvl w:ilvl="0" w:tplc="6F86C03E">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B5950D3"/>
    <w:multiLevelType w:val="hybridMultilevel"/>
    <w:tmpl w:val="AB6028E4"/>
    <w:lvl w:ilvl="0" w:tplc="14F8C588">
      <w:start w:val="5"/>
      <w:numFmt w:val="bullet"/>
      <w:lvlText w:val="-"/>
      <w:lvlJc w:val="left"/>
      <w:pPr>
        <w:tabs>
          <w:tab w:val="num" w:pos="540"/>
        </w:tabs>
        <w:ind w:left="540" w:hanging="360"/>
      </w:pPr>
      <w:rPr>
        <w:rFonts w:ascii="Times New Roman" w:eastAsia="Times New Roman" w:hAnsi="Times New Roman" w:cs="Times New Roman"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28">
    <w:nsid w:val="4CAB1280"/>
    <w:multiLevelType w:val="hybridMultilevel"/>
    <w:tmpl w:val="EF761D18"/>
    <w:lvl w:ilvl="0" w:tplc="EFB0B8AC">
      <w:start w:val="2"/>
      <w:numFmt w:val="decimal"/>
      <w:lvlText w:val="%1."/>
      <w:lvlJc w:val="left"/>
      <w:pPr>
        <w:tabs>
          <w:tab w:val="num" w:pos="1080"/>
        </w:tabs>
        <w:ind w:left="36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4EF302FF"/>
    <w:multiLevelType w:val="hybridMultilevel"/>
    <w:tmpl w:val="4CAA768E"/>
    <w:lvl w:ilvl="0" w:tplc="CC9E6DE8">
      <w:start w:val="2"/>
      <w:numFmt w:val="decimal"/>
      <w:lvlText w:val="%1."/>
      <w:lvlJc w:val="left"/>
      <w:pPr>
        <w:tabs>
          <w:tab w:val="num" w:pos="1080"/>
        </w:tabs>
        <w:ind w:left="36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4272BF8"/>
    <w:multiLevelType w:val="hybridMultilevel"/>
    <w:tmpl w:val="0D16866A"/>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A70A10"/>
    <w:multiLevelType w:val="hybridMultilevel"/>
    <w:tmpl w:val="7B7E0B4C"/>
    <w:lvl w:ilvl="0" w:tplc="B50C2118">
      <w:start w:val="1"/>
      <w:numFmt w:val="decimal"/>
      <w:lvlText w:val="%1."/>
      <w:lvlJc w:val="left"/>
      <w:pPr>
        <w:tabs>
          <w:tab w:val="num" w:pos="927"/>
        </w:tabs>
        <w:ind w:left="207"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7A45E14"/>
    <w:multiLevelType w:val="multilevel"/>
    <w:tmpl w:val="C1BE235C"/>
    <w:lvl w:ilvl="0">
      <w:start w:val="4"/>
      <w:numFmt w:val="decimal"/>
      <w:lvlText w:val="%1."/>
      <w:lvlJc w:val="left"/>
      <w:pPr>
        <w:tabs>
          <w:tab w:val="num" w:pos="1080"/>
        </w:tabs>
        <w:ind w:left="360" w:firstLine="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6AC97CD5"/>
    <w:multiLevelType w:val="hybridMultilevel"/>
    <w:tmpl w:val="9D425348"/>
    <w:lvl w:ilvl="0" w:tplc="4B100358">
      <w:start w:val="1"/>
      <w:numFmt w:val="bullet"/>
      <w:lvlText w:val=""/>
      <w:lvlJc w:val="left"/>
      <w:pPr>
        <w:tabs>
          <w:tab w:val="num" w:pos="1785"/>
        </w:tabs>
        <w:ind w:left="1782" w:hanging="357"/>
      </w:pPr>
      <w:rPr>
        <w:rFonts w:ascii="Symbol" w:hAnsi="Symbol"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34">
    <w:nsid w:val="6E0E5332"/>
    <w:multiLevelType w:val="hybridMultilevel"/>
    <w:tmpl w:val="D5304282"/>
    <w:lvl w:ilvl="0" w:tplc="D12ACE5A">
      <w:start w:val="3"/>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5">
    <w:nsid w:val="6F3214E7"/>
    <w:multiLevelType w:val="multilevel"/>
    <w:tmpl w:val="BC5A59D8"/>
    <w:lvl w:ilvl="0">
      <w:start w:val="2"/>
      <w:numFmt w:val="decimal"/>
      <w:lvlText w:val="%1."/>
      <w:lvlJc w:val="left"/>
      <w:pPr>
        <w:tabs>
          <w:tab w:val="num" w:pos="1080"/>
        </w:tabs>
        <w:ind w:left="360" w:firstLine="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F9B62F3"/>
    <w:multiLevelType w:val="multilevel"/>
    <w:tmpl w:val="4336F154"/>
    <w:lvl w:ilvl="0">
      <w:start w:val="1"/>
      <w:numFmt w:val="decimal"/>
      <w:lvlText w:val="%1."/>
      <w:lvlJc w:val="left"/>
      <w:pPr>
        <w:ind w:left="450" w:hanging="450"/>
      </w:pPr>
      <w:rPr>
        <w:rFonts w:hint="default"/>
      </w:rPr>
    </w:lvl>
    <w:lvl w:ilvl="1">
      <w:start w:val="4"/>
      <w:numFmt w:val="decimal"/>
      <w:lvlText w:val="%1.%2."/>
      <w:lvlJc w:val="left"/>
      <w:pPr>
        <w:ind w:left="1095"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37">
    <w:nsid w:val="70F8177E"/>
    <w:multiLevelType w:val="multilevel"/>
    <w:tmpl w:val="E80CA40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1320"/>
        </w:tabs>
        <w:ind w:left="1320" w:hanging="360"/>
      </w:pPr>
      <w:rPr>
        <w:rFonts w:hint="default"/>
      </w:rPr>
    </w:lvl>
    <w:lvl w:ilvl="2">
      <w:start w:val="1"/>
      <w:numFmt w:val="decimal"/>
      <w:lvlText w:val="%1.%2.%3"/>
      <w:lvlJc w:val="left"/>
      <w:pPr>
        <w:tabs>
          <w:tab w:val="num" w:pos="2640"/>
        </w:tabs>
        <w:ind w:left="2640" w:hanging="720"/>
      </w:pPr>
      <w:rPr>
        <w:rFonts w:hint="default"/>
      </w:rPr>
    </w:lvl>
    <w:lvl w:ilvl="3">
      <w:start w:val="1"/>
      <w:numFmt w:val="decimal"/>
      <w:lvlText w:val="%1.%2.%3.%4"/>
      <w:lvlJc w:val="left"/>
      <w:pPr>
        <w:tabs>
          <w:tab w:val="num" w:pos="3600"/>
        </w:tabs>
        <w:ind w:left="3600" w:hanging="720"/>
      </w:pPr>
      <w:rPr>
        <w:rFonts w:hint="default"/>
      </w:rPr>
    </w:lvl>
    <w:lvl w:ilvl="4">
      <w:start w:val="1"/>
      <w:numFmt w:val="decimal"/>
      <w:lvlText w:val="%1.%2.%3.%4.%5"/>
      <w:lvlJc w:val="left"/>
      <w:pPr>
        <w:tabs>
          <w:tab w:val="num" w:pos="4920"/>
        </w:tabs>
        <w:ind w:left="4920" w:hanging="1080"/>
      </w:pPr>
      <w:rPr>
        <w:rFonts w:hint="default"/>
      </w:rPr>
    </w:lvl>
    <w:lvl w:ilvl="5">
      <w:start w:val="1"/>
      <w:numFmt w:val="decimal"/>
      <w:lvlText w:val="%1.%2.%3.%4.%5.%6"/>
      <w:lvlJc w:val="left"/>
      <w:pPr>
        <w:tabs>
          <w:tab w:val="num" w:pos="6240"/>
        </w:tabs>
        <w:ind w:left="6240" w:hanging="1440"/>
      </w:pPr>
      <w:rPr>
        <w:rFonts w:hint="default"/>
      </w:rPr>
    </w:lvl>
    <w:lvl w:ilvl="6">
      <w:start w:val="1"/>
      <w:numFmt w:val="decimal"/>
      <w:lvlText w:val="%1.%2.%3.%4.%5.%6.%7"/>
      <w:lvlJc w:val="left"/>
      <w:pPr>
        <w:tabs>
          <w:tab w:val="num" w:pos="7200"/>
        </w:tabs>
        <w:ind w:left="7200" w:hanging="1440"/>
      </w:pPr>
      <w:rPr>
        <w:rFonts w:hint="default"/>
      </w:rPr>
    </w:lvl>
    <w:lvl w:ilvl="7">
      <w:start w:val="1"/>
      <w:numFmt w:val="decimal"/>
      <w:lvlText w:val="%1.%2.%3.%4.%5.%6.%7.%8"/>
      <w:lvlJc w:val="left"/>
      <w:pPr>
        <w:tabs>
          <w:tab w:val="num" w:pos="8520"/>
        </w:tabs>
        <w:ind w:left="8520" w:hanging="1800"/>
      </w:pPr>
      <w:rPr>
        <w:rFonts w:hint="default"/>
      </w:rPr>
    </w:lvl>
    <w:lvl w:ilvl="8">
      <w:start w:val="1"/>
      <w:numFmt w:val="decimal"/>
      <w:lvlText w:val="%1.%2.%3.%4.%5.%6.%7.%8.%9"/>
      <w:lvlJc w:val="left"/>
      <w:pPr>
        <w:tabs>
          <w:tab w:val="num" w:pos="9480"/>
        </w:tabs>
        <w:ind w:left="9480" w:hanging="1800"/>
      </w:pPr>
      <w:rPr>
        <w:rFonts w:hint="default"/>
      </w:rPr>
    </w:lvl>
  </w:abstractNum>
  <w:abstractNum w:abstractNumId="38">
    <w:nsid w:val="71A21BF9"/>
    <w:multiLevelType w:val="multilevel"/>
    <w:tmpl w:val="13062242"/>
    <w:lvl w:ilvl="0">
      <w:start w:val="3"/>
      <w:numFmt w:val="decimal"/>
      <w:lvlText w:val="%1."/>
      <w:lvlJc w:val="left"/>
      <w:pPr>
        <w:tabs>
          <w:tab w:val="num" w:pos="1080"/>
        </w:tabs>
        <w:ind w:left="360" w:firstLine="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72480104"/>
    <w:multiLevelType w:val="hybridMultilevel"/>
    <w:tmpl w:val="35BE4866"/>
    <w:lvl w:ilvl="0" w:tplc="4B100358">
      <w:start w:val="1"/>
      <w:numFmt w:val="bullet"/>
      <w:lvlText w:val=""/>
      <w:lvlJc w:val="left"/>
      <w:pPr>
        <w:tabs>
          <w:tab w:val="num" w:pos="2145"/>
        </w:tabs>
        <w:ind w:left="2142" w:hanging="357"/>
      </w:pPr>
      <w:rPr>
        <w:rFonts w:ascii="Symbol" w:hAnsi="Symbol" w:hint="default"/>
      </w:rPr>
    </w:lvl>
    <w:lvl w:ilvl="1" w:tplc="04190003" w:tentative="1">
      <w:start w:val="1"/>
      <w:numFmt w:val="bullet"/>
      <w:lvlText w:val="o"/>
      <w:lvlJc w:val="left"/>
      <w:pPr>
        <w:tabs>
          <w:tab w:val="num" w:pos="2505"/>
        </w:tabs>
        <w:ind w:left="2505" w:hanging="360"/>
      </w:pPr>
      <w:rPr>
        <w:rFonts w:ascii="Courier New" w:hAnsi="Courier New" w:hint="default"/>
      </w:rPr>
    </w:lvl>
    <w:lvl w:ilvl="2" w:tplc="04190005" w:tentative="1">
      <w:start w:val="1"/>
      <w:numFmt w:val="bullet"/>
      <w:lvlText w:val=""/>
      <w:lvlJc w:val="left"/>
      <w:pPr>
        <w:tabs>
          <w:tab w:val="num" w:pos="3225"/>
        </w:tabs>
        <w:ind w:left="3225" w:hanging="360"/>
      </w:pPr>
      <w:rPr>
        <w:rFonts w:ascii="Wingdings" w:hAnsi="Wingdings" w:hint="default"/>
      </w:rPr>
    </w:lvl>
    <w:lvl w:ilvl="3" w:tplc="04190001" w:tentative="1">
      <w:start w:val="1"/>
      <w:numFmt w:val="bullet"/>
      <w:lvlText w:val=""/>
      <w:lvlJc w:val="left"/>
      <w:pPr>
        <w:tabs>
          <w:tab w:val="num" w:pos="3945"/>
        </w:tabs>
        <w:ind w:left="3945" w:hanging="360"/>
      </w:pPr>
      <w:rPr>
        <w:rFonts w:ascii="Symbol" w:hAnsi="Symbol" w:hint="default"/>
      </w:rPr>
    </w:lvl>
    <w:lvl w:ilvl="4" w:tplc="04190003" w:tentative="1">
      <w:start w:val="1"/>
      <w:numFmt w:val="bullet"/>
      <w:lvlText w:val="o"/>
      <w:lvlJc w:val="left"/>
      <w:pPr>
        <w:tabs>
          <w:tab w:val="num" w:pos="4665"/>
        </w:tabs>
        <w:ind w:left="4665" w:hanging="360"/>
      </w:pPr>
      <w:rPr>
        <w:rFonts w:ascii="Courier New" w:hAnsi="Courier New" w:hint="default"/>
      </w:rPr>
    </w:lvl>
    <w:lvl w:ilvl="5" w:tplc="04190005" w:tentative="1">
      <w:start w:val="1"/>
      <w:numFmt w:val="bullet"/>
      <w:lvlText w:val=""/>
      <w:lvlJc w:val="left"/>
      <w:pPr>
        <w:tabs>
          <w:tab w:val="num" w:pos="5385"/>
        </w:tabs>
        <w:ind w:left="5385" w:hanging="360"/>
      </w:pPr>
      <w:rPr>
        <w:rFonts w:ascii="Wingdings" w:hAnsi="Wingdings" w:hint="default"/>
      </w:rPr>
    </w:lvl>
    <w:lvl w:ilvl="6" w:tplc="04190001" w:tentative="1">
      <w:start w:val="1"/>
      <w:numFmt w:val="bullet"/>
      <w:lvlText w:val=""/>
      <w:lvlJc w:val="left"/>
      <w:pPr>
        <w:tabs>
          <w:tab w:val="num" w:pos="6105"/>
        </w:tabs>
        <w:ind w:left="6105" w:hanging="360"/>
      </w:pPr>
      <w:rPr>
        <w:rFonts w:ascii="Symbol" w:hAnsi="Symbol" w:hint="default"/>
      </w:rPr>
    </w:lvl>
    <w:lvl w:ilvl="7" w:tplc="04190003" w:tentative="1">
      <w:start w:val="1"/>
      <w:numFmt w:val="bullet"/>
      <w:lvlText w:val="o"/>
      <w:lvlJc w:val="left"/>
      <w:pPr>
        <w:tabs>
          <w:tab w:val="num" w:pos="6825"/>
        </w:tabs>
        <w:ind w:left="6825" w:hanging="360"/>
      </w:pPr>
      <w:rPr>
        <w:rFonts w:ascii="Courier New" w:hAnsi="Courier New" w:hint="default"/>
      </w:rPr>
    </w:lvl>
    <w:lvl w:ilvl="8" w:tplc="04190005" w:tentative="1">
      <w:start w:val="1"/>
      <w:numFmt w:val="bullet"/>
      <w:lvlText w:val=""/>
      <w:lvlJc w:val="left"/>
      <w:pPr>
        <w:tabs>
          <w:tab w:val="num" w:pos="7545"/>
        </w:tabs>
        <w:ind w:left="7545" w:hanging="360"/>
      </w:pPr>
      <w:rPr>
        <w:rFonts w:ascii="Wingdings" w:hAnsi="Wingdings" w:hint="default"/>
      </w:rPr>
    </w:lvl>
  </w:abstractNum>
  <w:abstractNum w:abstractNumId="40">
    <w:nsid w:val="72895366"/>
    <w:multiLevelType w:val="multilevel"/>
    <w:tmpl w:val="EF761D18"/>
    <w:lvl w:ilvl="0">
      <w:start w:val="2"/>
      <w:numFmt w:val="decimal"/>
      <w:lvlText w:val="%1."/>
      <w:lvlJc w:val="left"/>
      <w:pPr>
        <w:tabs>
          <w:tab w:val="num" w:pos="1080"/>
        </w:tabs>
        <w:ind w:left="360" w:firstLine="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739D2B41"/>
    <w:multiLevelType w:val="multilevel"/>
    <w:tmpl w:val="A112AFCA"/>
    <w:lvl w:ilvl="0">
      <w:start w:val="4"/>
      <w:numFmt w:val="decimal"/>
      <w:lvlText w:val="%1."/>
      <w:lvlJc w:val="left"/>
      <w:pPr>
        <w:tabs>
          <w:tab w:val="num" w:pos="1080"/>
        </w:tabs>
        <w:ind w:left="360" w:firstLine="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78BC29CD"/>
    <w:multiLevelType w:val="multilevel"/>
    <w:tmpl w:val="AA2E182E"/>
    <w:lvl w:ilvl="0">
      <w:start w:val="1"/>
      <w:numFmt w:val="decimal"/>
      <w:lvlText w:val="%1."/>
      <w:lvlJc w:val="left"/>
      <w:pPr>
        <w:ind w:left="786" w:hanging="360"/>
      </w:pPr>
      <w:rPr>
        <w:rFonts w:hint="default"/>
        <w:b/>
      </w:rPr>
    </w:lvl>
    <w:lvl w:ilvl="1">
      <w:start w:val="1"/>
      <w:numFmt w:val="decimal"/>
      <w:isLgl/>
      <w:lvlText w:val="%1.%2."/>
      <w:lvlJc w:val="left"/>
      <w:pPr>
        <w:ind w:left="1146" w:hanging="72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1506" w:hanging="1080"/>
      </w:pPr>
      <w:rPr>
        <w:rFonts w:hint="default"/>
        <w:b/>
      </w:rPr>
    </w:lvl>
    <w:lvl w:ilvl="4">
      <w:start w:val="1"/>
      <w:numFmt w:val="decimal"/>
      <w:isLgl/>
      <w:lvlText w:val="%1.%2.%3.%4.%5."/>
      <w:lvlJc w:val="left"/>
      <w:pPr>
        <w:ind w:left="1506" w:hanging="1080"/>
      </w:pPr>
      <w:rPr>
        <w:rFonts w:hint="default"/>
        <w:b/>
      </w:rPr>
    </w:lvl>
    <w:lvl w:ilvl="5">
      <w:start w:val="1"/>
      <w:numFmt w:val="decimal"/>
      <w:isLgl/>
      <w:lvlText w:val="%1.%2.%3.%4.%5.%6."/>
      <w:lvlJc w:val="left"/>
      <w:pPr>
        <w:ind w:left="1866" w:hanging="1440"/>
      </w:pPr>
      <w:rPr>
        <w:rFonts w:hint="default"/>
        <w:b/>
      </w:rPr>
    </w:lvl>
    <w:lvl w:ilvl="6">
      <w:start w:val="1"/>
      <w:numFmt w:val="decimal"/>
      <w:isLgl/>
      <w:lvlText w:val="%1.%2.%3.%4.%5.%6.%7."/>
      <w:lvlJc w:val="left"/>
      <w:pPr>
        <w:ind w:left="2226" w:hanging="1800"/>
      </w:pPr>
      <w:rPr>
        <w:rFonts w:hint="default"/>
        <w:b/>
      </w:rPr>
    </w:lvl>
    <w:lvl w:ilvl="7">
      <w:start w:val="1"/>
      <w:numFmt w:val="decimal"/>
      <w:isLgl/>
      <w:lvlText w:val="%1.%2.%3.%4.%5.%6.%7.%8."/>
      <w:lvlJc w:val="left"/>
      <w:pPr>
        <w:ind w:left="2226" w:hanging="1800"/>
      </w:pPr>
      <w:rPr>
        <w:rFonts w:hint="default"/>
        <w:b/>
      </w:rPr>
    </w:lvl>
    <w:lvl w:ilvl="8">
      <w:start w:val="1"/>
      <w:numFmt w:val="decimal"/>
      <w:isLgl/>
      <w:lvlText w:val="%1.%2.%3.%4.%5.%6.%7.%8.%9."/>
      <w:lvlJc w:val="left"/>
      <w:pPr>
        <w:ind w:left="2586" w:hanging="2160"/>
      </w:pPr>
      <w:rPr>
        <w:rFonts w:hint="default"/>
        <w:b/>
      </w:rPr>
    </w:lvl>
  </w:abstractNum>
  <w:abstractNum w:abstractNumId="43">
    <w:nsid w:val="7A3E75AF"/>
    <w:multiLevelType w:val="hybridMultilevel"/>
    <w:tmpl w:val="33743066"/>
    <w:lvl w:ilvl="0" w:tplc="C6789436">
      <w:start w:val="1"/>
      <w:numFmt w:val="bullet"/>
      <w:lvlText w:val="-"/>
      <w:lvlJc w:val="left"/>
      <w:pPr>
        <w:tabs>
          <w:tab w:val="num" w:pos="1440"/>
        </w:tabs>
        <w:ind w:left="737" w:firstLine="343"/>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D9E5C2C"/>
    <w:multiLevelType w:val="hybridMultilevel"/>
    <w:tmpl w:val="BC5A59D8"/>
    <w:lvl w:ilvl="0" w:tplc="D0D2AFEE">
      <w:start w:val="2"/>
      <w:numFmt w:val="decimal"/>
      <w:lvlText w:val="%1."/>
      <w:lvlJc w:val="left"/>
      <w:pPr>
        <w:tabs>
          <w:tab w:val="num" w:pos="1080"/>
        </w:tabs>
        <w:ind w:left="36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7"/>
  </w:num>
  <w:num w:numId="2">
    <w:abstractNumId w:val="7"/>
  </w:num>
  <w:num w:numId="3">
    <w:abstractNumId w:val="33"/>
  </w:num>
  <w:num w:numId="4">
    <w:abstractNumId w:val="24"/>
  </w:num>
  <w:num w:numId="5">
    <w:abstractNumId w:val="39"/>
  </w:num>
  <w:num w:numId="6">
    <w:abstractNumId w:val="34"/>
  </w:num>
  <w:num w:numId="7">
    <w:abstractNumId w:val="37"/>
  </w:num>
  <w:num w:numId="8">
    <w:abstractNumId w:val="23"/>
  </w:num>
  <w:num w:numId="9">
    <w:abstractNumId w:val="26"/>
  </w:num>
  <w:num w:numId="10">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11">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12">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13">
    <w:abstractNumId w:val="43"/>
  </w:num>
  <w:num w:numId="14">
    <w:abstractNumId w:val="22"/>
  </w:num>
  <w:num w:numId="15">
    <w:abstractNumId w:val="14"/>
  </w:num>
  <w:num w:numId="16">
    <w:abstractNumId w:val="31"/>
  </w:num>
  <w:num w:numId="17">
    <w:abstractNumId w:val="17"/>
  </w:num>
  <w:num w:numId="18">
    <w:abstractNumId w:val="11"/>
  </w:num>
  <w:num w:numId="19">
    <w:abstractNumId w:val="8"/>
  </w:num>
  <w:num w:numId="20">
    <w:abstractNumId w:val="4"/>
  </w:num>
  <w:num w:numId="21">
    <w:abstractNumId w:val="28"/>
  </w:num>
  <w:num w:numId="22">
    <w:abstractNumId w:val="2"/>
  </w:num>
  <w:num w:numId="23">
    <w:abstractNumId w:val="40"/>
  </w:num>
  <w:num w:numId="24">
    <w:abstractNumId w:val="13"/>
  </w:num>
  <w:num w:numId="25">
    <w:abstractNumId w:val="32"/>
  </w:num>
  <w:num w:numId="26">
    <w:abstractNumId w:val="44"/>
  </w:num>
  <w:num w:numId="27">
    <w:abstractNumId w:val="35"/>
  </w:num>
  <w:num w:numId="28">
    <w:abstractNumId w:val="9"/>
  </w:num>
  <w:num w:numId="29">
    <w:abstractNumId w:val="41"/>
  </w:num>
  <w:num w:numId="30">
    <w:abstractNumId w:val="12"/>
  </w:num>
  <w:num w:numId="31">
    <w:abstractNumId w:val="38"/>
  </w:num>
  <w:num w:numId="32">
    <w:abstractNumId w:val="29"/>
  </w:num>
  <w:num w:numId="33">
    <w:abstractNumId w:val="15"/>
  </w:num>
  <w:num w:numId="34">
    <w:abstractNumId w:val="20"/>
  </w:num>
  <w:num w:numId="35">
    <w:abstractNumId w:val="6"/>
  </w:num>
  <w:num w:numId="36">
    <w:abstractNumId w:val="30"/>
  </w:num>
  <w:num w:numId="37">
    <w:abstractNumId w:val="3"/>
  </w:num>
  <w:num w:numId="38">
    <w:abstractNumId w:val="42"/>
  </w:num>
  <w:num w:numId="39">
    <w:abstractNumId w:val="16"/>
  </w:num>
  <w:num w:numId="40">
    <w:abstractNumId w:val="36"/>
  </w:num>
  <w:num w:numId="41">
    <w:abstractNumId w:val="10"/>
  </w:num>
  <w:num w:numId="42">
    <w:abstractNumId w:val="5"/>
  </w:num>
  <w:num w:numId="43">
    <w:abstractNumId w:val="19"/>
  </w:num>
  <w:num w:numId="44">
    <w:abstractNumId w:val="18"/>
  </w:num>
  <w:num w:numId="45">
    <w:abstractNumId w:val="21"/>
  </w:num>
  <w:num w:numId="46">
    <w:abstractNumId w:val="25"/>
  </w:num>
  <w:num w:numId="4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attachedTemplate r:id="rId1"/>
  <w:stylePaneFormatFilter w:val="3F01"/>
  <w:defaultTabStop w:val="708"/>
  <w:noPunctuationKerning/>
  <w:characterSpacingControl w:val="doNotCompress"/>
  <w:footnotePr>
    <w:footnote w:id="-1"/>
    <w:footnote w:id="0"/>
  </w:footnotePr>
  <w:endnotePr>
    <w:endnote w:id="-1"/>
    <w:endnote w:id="0"/>
  </w:endnotePr>
  <w:compat/>
  <w:rsids>
    <w:rsidRoot w:val="0076670C"/>
    <w:rsid w:val="00001D3C"/>
    <w:rsid w:val="00002A3E"/>
    <w:rsid w:val="00005845"/>
    <w:rsid w:val="000117C7"/>
    <w:rsid w:val="000135F2"/>
    <w:rsid w:val="00015D39"/>
    <w:rsid w:val="00027AFB"/>
    <w:rsid w:val="00030701"/>
    <w:rsid w:val="0003097E"/>
    <w:rsid w:val="00030E37"/>
    <w:rsid w:val="00031307"/>
    <w:rsid w:val="000321BA"/>
    <w:rsid w:val="00034B67"/>
    <w:rsid w:val="0003708B"/>
    <w:rsid w:val="000402DA"/>
    <w:rsid w:val="00042C1D"/>
    <w:rsid w:val="00051258"/>
    <w:rsid w:val="00060EF5"/>
    <w:rsid w:val="00063C49"/>
    <w:rsid w:val="00070270"/>
    <w:rsid w:val="00074736"/>
    <w:rsid w:val="00081B53"/>
    <w:rsid w:val="0008284A"/>
    <w:rsid w:val="00090652"/>
    <w:rsid w:val="000927B7"/>
    <w:rsid w:val="00092F3E"/>
    <w:rsid w:val="000A03E6"/>
    <w:rsid w:val="000A213F"/>
    <w:rsid w:val="000A3B34"/>
    <w:rsid w:val="000A7D41"/>
    <w:rsid w:val="000B01E0"/>
    <w:rsid w:val="000B097E"/>
    <w:rsid w:val="000B102C"/>
    <w:rsid w:val="000B2423"/>
    <w:rsid w:val="000B522C"/>
    <w:rsid w:val="000B5351"/>
    <w:rsid w:val="000C451B"/>
    <w:rsid w:val="000C5D19"/>
    <w:rsid w:val="000D114E"/>
    <w:rsid w:val="000D2AF6"/>
    <w:rsid w:val="000D39DE"/>
    <w:rsid w:val="000D66C9"/>
    <w:rsid w:val="000E2B4B"/>
    <w:rsid w:val="000E4E1C"/>
    <w:rsid w:val="000E63A6"/>
    <w:rsid w:val="000E71ED"/>
    <w:rsid w:val="000E7F6C"/>
    <w:rsid w:val="000F0C48"/>
    <w:rsid w:val="000F6BA9"/>
    <w:rsid w:val="00100EA6"/>
    <w:rsid w:val="00110991"/>
    <w:rsid w:val="00112369"/>
    <w:rsid w:val="001177FD"/>
    <w:rsid w:val="0012570E"/>
    <w:rsid w:val="00125EF8"/>
    <w:rsid w:val="00136797"/>
    <w:rsid w:val="00137705"/>
    <w:rsid w:val="00137E26"/>
    <w:rsid w:val="00142067"/>
    <w:rsid w:val="00147F31"/>
    <w:rsid w:val="00151F8D"/>
    <w:rsid w:val="0015350A"/>
    <w:rsid w:val="00160C5B"/>
    <w:rsid w:val="001646A5"/>
    <w:rsid w:val="00165280"/>
    <w:rsid w:val="00175763"/>
    <w:rsid w:val="00176ED2"/>
    <w:rsid w:val="00177AF2"/>
    <w:rsid w:val="001855A2"/>
    <w:rsid w:val="00187949"/>
    <w:rsid w:val="00193C41"/>
    <w:rsid w:val="0019415C"/>
    <w:rsid w:val="001947DC"/>
    <w:rsid w:val="001952A4"/>
    <w:rsid w:val="00196909"/>
    <w:rsid w:val="001A1980"/>
    <w:rsid w:val="001B3621"/>
    <w:rsid w:val="001C07F2"/>
    <w:rsid w:val="001C5A6B"/>
    <w:rsid w:val="001E0BCA"/>
    <w:rsid w:val="001E16F1"/>
    <w:rsid w:val="001E6F19"/>
    <w:rsid w:val="001F2B87"/>
    <w:rsid w:val="001F4C17"/>
    <w:rsid w:val="001F4F3E"/>
    <w:rsid w:val="00206D23"/>
    <w:rsid w:val="00206DA1"/>
    <w:rsid w:val="00212075"/>
    <w:rsid w:val="002207B2"/>
    <w:rsid w:val="00225C63"/>
    <w:rsid w:val="00232652"/>
    <w:rsid w:val="0024350F"/>
    <w:rsid w:val="00254748"/>
    <w:rsid w:val="0025536C"/>
    <w:rsid w:val="00260302"/>
    <w:rsid w:val="00265E07"/>
    <w:rsid w:val="00266033"/>
    <w:rsid w:val="00281210"/>
    <w:rsid w:val="002828A2"/>
    <w:rsid w:val="00282E74"/>
    <w:rsid w:val="00291C55"/>
    <w:rsid w:val="00292A62"/>
    <w:rsid w:val="002A01AA"/>
    <w:rsid w:val="002A0B5B"/>
    <w:rsid w:val="002A634F"/>
    <w:rsid w:val="002B3225"/>
    <w:rsid w:val="002B3286"/>
    <w:rsid w:val="002B4184"/>
    <w:rsid w:val="002D6C16"/>
    <w:rsid w:val="002E14C3"/>
    <w:rsid w:val="002E77FD"/>
    <w:rsid w:val="002F06D3"/>
    <w:rsid w:val="002F159B"/>
    <w:rsid w:val="002F2830"/>
    <w:rsid w:val="002F5401"/>
    <w:rsid w:val="003034CD"/>
    <w:rsid w:val="003048A1"/>
    <w:rsid w:val="00304E24"/>
    <w:rsid w:val="00305651"/>
    <w:rsid w:val="00306F7D"/>
    <w:rsid w:val="00316A0E"/>
    <w:rsid w:val="00316B44"/>
    <w:rsid w:val="003227EE"/>
    <w:rsid w:val="00322B0A"/>
    <w:rsid w:val="00324F62"/>
    <w:rsid w:val="00325179"/>
    <w:rsid w:val="00331730"/>
    <w:rsid w:val="00332C5C"/>
    <w:rsid w:val="00340F4F"/>
    <w:rsid w:val="003411A6"/>
    <w:rsid w:val="00343646"/>
    <w:rsid w:val="00345907"/>
    <w:rsid w:val="00345BA1"/>
    <w:rsid w:val="00345CD2"/>
    <w:rsid w:val="00350604"/>
    <w:rsid w:val="003521DD"/>
    <w:rsid w:val="003601B2"/>
    <w:rsid w:val="003613C7"/>
    <w:rsid w:val="00363425"/>
    <w:rsid w:val="00374EB3"/>
    <w:rsid w:val="003767C5"/>
    <w:rsid w:val="00387FDC"/>
    <w:rsid w:val="003A1649"/>
    <w:rsid w:val="003B0B98"/>
    <w:rsid w:val="003B4030"/>
    <w:rsid w:val="003B58A4"/>
    <w:rsid w:val="003C1D75"/>
    <w:rsid w:val="003C4FD4"/>
    <w:rsid w:val="003D3032"/>
    <w:rsid w:val="003D3D78"/>
    <w:rsid w:val="003D5238"/>
    <w:rsid w:val="003D677D"/>
    <w:rsid w:val="003E6A0B"/>
    <w:rsid w:val="003F2151"/>
    <w:rsid w:val="003F4DE5"/>
    <w:rsid w:val="003F6173"/>
    <w:rsid w:val="003F6639"/>
    <w:rsid w:val="00402A43"/>
    <w:rsid w:val="00410F1E"/>
    <w:rsid w:val="00412896"/>
    <w:rsid w:val="00413CCE"/>
    <w:rsid w:val="004176D7"/>
    <w:rsid w:val="00425980"/>
    <w:rsid w:val="00425DA3"/>
    <w:rsid w:val="0042694C"/>
    <w:rsid w:val="00433760"/>
    <w:rsid w:val="004414A5"/>
    <w:rsid w:val="00450A09"/>
    <w:rsid w:val="00453259"/>
    <w:rsid w:val="00454038"/>
    <w:rsid w:val="00464907"/>
    <w:rsid w:val="00471627"/>
    <w:rsid w:val="004750AF"/>
    <w:rsid w:val="00476CBE"/>
    <w:rsid w:val="00476D70"/>
    <w:rsid w:val="00477958"/>
    <w:rsid w:val="00477FDC"/>
    <w:rsid w:val="00483143"/>
    <w:rsid w:val="0048443F"/>
    <w:rsid w:val="00486E94"/>
    <w:rsid w:val="00487307"/>
    <w:rsid w:val="004964FF"/>
    <w:rsid w:val="00497876"/>
    <w:rsid w:val="004A2B32"/>
    <w:rsid w:val="004A75BB"/>
    <w:rsid w:val="004B088B"/>
    <w:rsid w:val="004B0CB5"/>
    <w:rsid w:val="004B58A3"/>
    <w:rsid w:val="004C3439"/>
    <w:rsid w:val="004C7306"/>
    <w:rsid w:val="004D7305"/>
    <w:rsid w:val="004D770E"/>
    <w:rsid w:val="004E7763"/>
    <w:rsid w:val="004F1293"/>
    <w:rsid w:val="004F4B6C"/>
    <w:rsid w:val="004F63D6"/>
    <w:rsid w:val="00507162"/>
    <w:rsid w:val="00513D11"/>
    <w:rsid w:val="00514905"/>
    <w:rsid w:val="005160AE"/>
    <w:rsid w:val="00521805"/>
    <w:rsid w:val="005231A6"/>
    <w:rsid w:val="005236DD"/>
    <w:rsid w:val="00526497"/>
    <w:rsid w:val="00532194"/>
    <w:rsid w:val="00533F56"/>
    <w:rsid w:val="005348E3"/>
    <w:rsid w:val="005371FA"/>
    <w:rsid w:val="00537F35"/>
    <w:rsid w:val="0054187F"/>
    <w:rsid w:val="00545378"/>
    <w:rsid w:val="00551A07"/>
    <w:rsid w:val="005533E5"/>
    <w:rsid w:val="00553942"/>
    <w:rsid w:val="00554651"/>
    <w:rsid w:val="00554C2E"/>
    <w:rsid w:val="005612F6"/>
    <w:rsid w:val="00562F56"/>
    <w:rsid w:val="00570E0C"/>
    <w:rsid w:val="00574AC6"/>
    <w:rsid w:val="00585ED8"/>
    <w:rsid w:val="00586A58"/>
    <w:rsid w:val="00590056"/>
    <w:rsid w:val="005935DE"/>
    <w:rsid w:val="005969CE"/>
    <w:rsid w:val="005A22BC"/>
    <w:rsid w:val="005A663C"/>
    <w:rsid w:val="005A7087"/>
    <w:rsid w:val="005B0BD1"/>
    <w:rsid w:val="005C77B6"/>
    <w:rsid w:val="005D1530"/>
    <w:rsid w:val="005D57BC"/>
    <w:rsid w:val="005E05BA"/>
    <w:rsid w:val="005E2B51"/>
    <w:rsid w:val="005E30AD"/>
    <w:rsid w:val="005F6573"/>
    <w:rsid w:val="005F6821"/>
    <w:rsid w:val="00602082"/>
    <w:rsid w:val="006144DF"/>
    <w:rsid w:val="00614B81"/>
    <w:rsid w:val="00616FCA"/>
    <w:rsid w:val="00626E75"/>
    <w:rsid w:val="00627411"/>
    <w:rsid w:val="00631324"/>
    <w:rsid w:val="0063359F"/>
    <w:rsid w:val="00635534"/>
    <w:rsid w:val="00637EB8"/>
    <w:rsid w:val="00640979"/>
    <w:rsid w:val="006434C5"/>
    <w:rsid w:val="0064766C"/>
    <w:rsid w:val="00653697"/>
    <w:rsid w:val="0065690B"/>
    <w:rsid w:val="00660574"/>
    <w:rsid w:val="006607DF"/>
    <w:rsid w:val="006609AF"/>
    <w:rsid w:val="00664D02"/>
    <w:rsid w:val="0066617A"/>
    <w:rsid w:val="006664F0"/>
    <w:rsid w:val="00680767"/>
    <w:rsid w:val="00682DA1"/>
    <w:rsid w:val="006838FA"/>
    <w:rsid w:val="006912C0"/>
    <w:rsid w:val="00694D84"/>
    <w:rsid w:val="006963D1"/>
    <w:rsid w:val="006A2EDC"/>
    <w:rsid w:val="006B1AFC"/>
    <w:rsid w:val="006B3F67"/>
    <w:rsid w:val="006B6004"/>
    <w:rsid w:val="006C00CE"/>
    <w:rsid w:val="006C2018"/>
    <w:rsid w:val="006D0529"/>
    <w:rsid w:val="006D3A77"/>
    <w:rsid w:val="006D5F7F"/>
    <w:rsid w:val="006E2E10"/>
    <w:rsid w:val="006E3C7C"/>
    <w:rsid w:val="006F02FB"/>
    <w:rsid w:val="006F1DE8"/>
    <w:rsid w:val="006F4234"/>
    <w:rsid w:val="006F51AE"/>
    <w:rsid w:val="006F5EC6"/>
    <w:rsid w:val="007001A4"/>
    <w:rsid w:val="0070298E"/>
    <w:rsid w:val="00706A17"/>
    <w:rsid w:val="0072294D"/>
    <w:rsid w:val="00723791"/>
    <w:rsid w:val="0072510F"/>
    <w:rsid w:val="0072528E"/>
    <w:rsid w:val="00737323"/>
    <w:rsid w:val="007415C4"/>
    <w:rsid w:val="00743087"/>
    <w:rsid w:val="00751E82"/>
    <w:rsid w:val="007573FB"/>
    <w:rsid w:val="00761C1E"/>
    <w:rsid w:val="0076424C"/>
    <w:rsid w:val="007659E4"/>
    <w:rsid w:val="0076670C"/>
    <w:rsid w:val="00770C80"/>
    <w:rsid w:val="00770E34"/>
    <w:rsid w:val="007719DB"/>
    <w:rsid w:val="00772313"/>
    <w:rsid w:val="007826F1"/>
    <w:rsid w:val="00785AEF"/>
    <w:rsid w:val="00793824"/>
    <w:rsid w:val="0079505F"/>
    <w:rsid w:val="007A37DE"/>
    <w:rsid w:val="007A38F1"/>
    <w:rsid w:val="007B01BF"/>
    <w:rsid w:val="007B5BE7"/>
    <w:rsid w:val="007D0BCD"/>
    <w:rsid w:val="007D38C5"/>
    <w:rsid w:val="007D5C9F"/>
    <w:rsid w:val="007F05EB"/>
    <w:rsid w:val="007F3E40"/>
    <w:rsid w:val="007F4F11"/>
    <w:rsid w:val="007F6C30"/>
    <w:rsid w:val="007F732B"/>
    <w:rsid w:val="007F742D"/>
    <w:rsid w:val="00805BCA"/>
    <w:rsid w:val="0080761B"/>
    <w:rsid w:val="00814285"/>
    <w:rsid w:val="0084477D"/>
    <w:rsid w:val="00845620"/>
    <w:rsid w:val="00846FE8"/>
    <w:rsid w:val="0085075F"/>
    <w:rsid w:val="00853C4C"/>
    <w:rsid w:val="00861418"/>
    <w:rsid w:val="008629B0"/>
    <w:rsid w:val="00871F29"/>
    <w:rsid w:val="008749B9"/>
    <w:rsid w:val="00877CD1"/>
    <w:rsid w:val="008807A6"/>
    <w:rsid w:val="0088154C"/>
    <w:rsid w:val="00886475"/>
    <w:rsid w:val="008877AA"/>
    <w:rsid w:val="00887919"/>
    <w:rsid w:val="00887CCA"/>
    <w:rsid w:val="00892450"/>
    <w:rsid w:val="008954AB"/>
    <w:rsid w:val="008A2234"/>
    <w:rsid w:val="008A4C60"/>
    <w:rsid w:val="008B474A"/>
    <w:rsid w:val="008C1C34"/>
    <w:rsid w:val="008C1ECC"/>
    <w:rsid w:val="008C7FAE"/>
    <w:rsid w:val="008D3302"/>
    <w:rsid w:val="008D402E"/>
    <w:rsid w:val="008D61AC"/>
    <w:rsid w:val="008E1837"/>
    <w:rsid w:val="008E2924"/>
    <w:rsid w:val="008E2B8E"/>
    <w:rsid w:val="008E2C39"/>
    <w:rsid w:val="008F135E"/>
    <w:rsid w:val="00906320"/>
    <w:rsid w:val="009128A2"/>
    <w:rsid w:val="00917F34"/>
    <w:rsid w:val="009215EE"/>
    <w:rsid w:val="009240F3"/>
    <w:rsid w:val="00931D5C"/>
    <w:rsid w:val="00932369"/>
    <w:rsid w:val="00937C0F"/>
    <w:rsid w:val="00944EA6"/>
    <w:rsid w:val="00952F05"/>
    <w:rsid w:val="00964BE4"/>
    <w:rsid w:val="00965438"/>
    <w:rsid w:val="00970B37"/>
    <w:rsid w:val="00976250"/>
    <w:rsid w:val="009859C4"/>
    <w:rsid w:val="0099226E"/>
    <w:rsid w:val="009949C8"/>
    <w:rsid w:val="009A304D"/>
    <w:rsid w:val="009B0E06"/>
    <w:rsid w:val="009B3814"/>
    <w:rsid w:val="009B51B2"/>
    <w:rsid w:val="009B62AB"/>
    <w:rsid w:val="009C12A2"/>
    <w:rsid w:val="009C1BAA"/>
    <w:rsid w:val="009C66EA"/>
    <w:rsid w:val="009D3257"/>
    <w:rsid w:val="009E69A5"/>
    <w:rsid w:val="00A10918"/>
    <w:rsid w:val="00A13C73"/>
    <w:rsid w:val="00A15DE3"/>
    <w:rsid w:val="00A20ABC"/>
    <w:rsid w:val="00A301A2"/>
    <w:rsid w:val="00A32515"/>
    <w:rsid w:val="00A36BA0"/>
    <w:rsid w:val="00A419D7"/>
    <w:rsid w:val="00A43030"/>
    <w:rsid w:val="00A43AAC"/>
    <w:rsid w:val="00A44A87"/>
    <w:rsid w:val="00A44E01"/>
    <w:rsid w:val="00A4545E"/>
    <w:rsid w:val="00A630DE"/>
    <w:rsid w:val="00A66C3D"/>
    <w:rsid w:val="00A70708"/>
    <w:rsid w:val="00A751E0"/>
    <w:rsid w:val="00A8734D"/>
    <w:rsid w:val="00A87D72"/>
    <w:rsid w:val="00A94A38"/>
    <w:rsid w:val="00AA1579"/>
    <w:rsid w:val="00AA35FC"/>
    <w:rsid w:val="00AA4666"/>
    <w:rsid w:val="00AA6156"/>
    <w:rsid w:val="00AA62B1"/>
    <w:rsid w:val="00AA78AA"/>
    <w:rsid w:val="00AB713C"/>
    <w:rsid w:val="00AC3875"/>
    <w:rsid w:val="00AD4B8A"/>
    <w:rsid w:val="00AD677B"/>
    <w:rsid w:val="00AE42EC"/>
    <w:rsid w:val="00AE6E9C"/>
    <w:rsid w:val="00AF5C74"/>
    <w:rsid w:val="00AF69E5"/>
    <w:rsid w:val="00B00528"/>
    <w:rsid w:val="00B00797"/>
    <w:rsid w:val="00B016DD"/>
    <w:rsid w:val="00B065F1"/>
    <w:rsid w:val="00B17D31"/>
    <w:rsid w:val="00B22847"/>
    <w:rsid w:val="00B25B60"/>
    <w:rsid w:val="00B269D1"/>
    <w:rsid w:val="00B34C2A"/>
    <w:rsid w:val="00B42545"/>
    <w:rsid w:val="00B46C9C"/>
    <w:rsid w:val="00B54322"/>
    <w:rsid w:val="00B54733"/>
    <w:rsid w:val="00B55997"/>
    <w:rsid w:val="00B716C3"/>
    <w:rsid w:val="00B71838"/>
    <w:rsid w:val="00B769A3"/>
    <w:rsid w:val="00B82C1D"/>
    <w:rsid w:val="00B832F3"/>
    <w:rsid w:val="00B84CF8"/>
    <w:rsid w:val="00B92D91"/>
    <w:rsid w:val="00BA34C0"/>
    <w:rsid w:val="00BB36FE"/>
    <w:rsid w:val="00BB6794"/>
    <w:rsid w:val="00BB681A"/>
    <w:rsid w:val="00BC553A"/>
    <w:rsid w:val="00BD4938"/>
    <w:rsid w:val="00BD7504"/>
    <w:rsid w:val="00BE4F08"/>
    <w:rsid w:val="00BF202A"/>
    <w:rsid w:val="00BF66C3"/>
    <w:rsid w:val="00C0328E"/>
    <w:rsid w:val="00C10BA1"/>
    <w:rsid w:val="00C121D3"/>
    <w:rsid w:val="00C12A1A"/>
    <w:rsid w:val="00C1687D"/>
    <w:rsid w:val="00C2512F"/>
    <w:rsid w:val="00C34AB1"/>
    <w:rsid w:val="00C35517"/>
    <w:rsid w:val="00C46713"/>
    <w:rsid w:val="00C47516"/>
    <w:rsid w:val="00C501CE"/>
    <w:rsid w:val="00C53CFB"/>
    <w:rsid w:val="00C54BAA"/>
    <w:rsid w:val="00C61AFC"/>
    <w:rsid w:val="00C636CF"/>
    <w:rsid w:val="00C65F48"/>
    <w:rsid w:val="00C73C34"/>
    <w:rsid w:val="00C8573A"/>
    <w:rsid w:val="00C85839"/>
    <w:rsid w:val="00C859D5"/>
    <w:rsid w:val="00C8727D"/>
    <w:rsid w:val="00C97FAE"/>
    <w:rsid w:val="00CA4296"/>
    <w:rsid w:val="00CB0A4D"/>
    <w:rsid w:val="00CB24C8"/>
    <w:rsid w:val="00CB4591"/>
    <w:rsid w:val="00CC00BF"/>
    <w:rsid w:val="00CC46C0"/>
    <w:rsid w:val="00CC7A13"/>
    <w:rsid w:val="00CD2869"/>
    <w:rsid w:val="00CD30EB"/>
    <w:rsid w:val="00CD540A"/>
    <w:rsid w:val="00CD6716"/>
    <w:rsid w:val="00CE329C"/>
    <w:rsid w:val="00CE47BD"/>
    <w:rsid w:val="00CE4F8E"/>
    <w:rsid w:val="00CE5ABC"/>
    <w:rsid w:val="00CE7912"/>
    <w:rsid w:val="00CE7C14"/>
    <w:rsid w:val="00CF4B7A"/>
    <w:rsid w:val="00CF7FA2"/>
    <w:rsid w:val="00D00367"/>
    <w:rsid w:val="00D11BA7"/>
    <w:rsid w:val="00D11E57"/>
    <w:rsid w:val="00D11F35"/>
    <w:rsid w:val="00D14339"/>
    <w:rsid w:val="00D147AF"/>
    <w:rsid w:val="00D21204"/>
    <w:rsid w:val="00D24A9B"/>
    <w:rsid w:val="00D30C2A"/>
    <w:rsid w:val="00D33902"/>
    <w:rsid w:val="00D35B87"/>
    <w:rsid w:val="00D422AC"/>
    <w:rsid w:val="00D42FAC"/>
    <w:rsid w:val="00D43B7B"/>
    <w:rsid w:val="00D60556"/>
    <w:rsid w:val="00D60D6B"/>
    <w:rsid w:val="00D60D96"/>
    <w:rsid w:val="00D73536"/>
    <w:rsid w:val="00D75B0D"/>
    <w:rsid w:val="00D8408F"/>
    <w:rsid w:val="00D93895"/>
    <w:rsid w:val="00DA0B78"/>
    <w:rsid w:val="00DA4042"/>
    <w:rsid w:val="00DA573A"/>
    <w:rsid w:val="00DC536F"/>
    <w:rsid w:val="00DE2827"/>
    <w:rsid w:val="00DE30E6"/>
    <w:rsid w:val="00DE4CCB"/>
    <w:rsid w:val="00DF1ED8"/>
    <w:rsid w:val="00DF444D"/>
    <w:rsid w:val="00E00516"/>
    <w:rsid w:val="00E11306"/>
    <w:rsid w:val="00E1184E"/>
    <w:rsid w:val="00E204C7"/>
    <w:rsid w:val="00E21512"/>
    <w:rsid w:val="00E25458"/>
    <w:rsid w:val="00E32086"/>
    <w:rsid w:val="00E355D9"/>
    <w:rsid w:val="00E357DF"/>
    <w:rsid w:val="00E37431"/>
    <w:rsid w:val="00E37A13"/>
    <w:rsid w:val="00E37B27"/>
    <w:rsid w:val="00E432C9"/>
    <w:rsid w:val="00E52D15"/>
    <w:rsid w:val="00E600EC"/>
    <w:rsid w:val="00E64790"/>
    <w:rsid w:val="00E66D66"/>
    <w:rsid w:val="00E72DE2"/>
    <w:rsid w:val="00E75772"/>
    <w:rsid w:val="00E77BD4"/>
    <w:rsid w:val="00E81720"/>
    <w:rsid w:val="00E92011"/>
    <w:rsid w:val="00E94C74"/>
    <w:rsid w:val="00E970E0"/>
    <w:rsid w:val="00EA0B39"/>
    <w:rsid w:val="00EA197E"/>
    <w:rsid w:val="00EA6B4E"/>
    <w:rsid w:val="00EB2B72"/>
    <w:rsid w:val="00EB2F71"/>
    <w:rsid w:val="00EC2F3D"/>
    <w:rsid w:val="00ED0336"/>
    <w:rsid w:val="00ED0F90"/>
    <w:rsid w:val="00ED1224"/>
    <w:rsid w:val="00ED1FFD"/>
    <w:rsid w:val="00ED3FBB"/>
    <w:rsid w:val="00ED6902"/>
    <w:rsid w:val="00EE43FA"/>
    <w:rsid w:val="00EF2F0A"/>
    <w:rsid w:val="00EF4BCB"/>
    <w:rsid w:val="00F00605"/>
    <w:rsid w:val="00F05F98"/>
    <w:rsid w:val="00F12103"/>
    <w:rsid w:val="00F1535C"/>
    <w:rsid w:val="00F16FAD"/>
    <w:rsid w:val="00F17342"/>
    <w:rsid w:val="00F20F22"/>
    <w:rsid w:val="00F33542"/>
    <w:rsid w:val="00F36716"/>
    <w:rsid w:val="00F41BE8"/>
    <w:rsid w:val="00F5514B"/>
    <w:rsid w:val="00F652BC"/>
    <w:rsid w:val="00F65618"/>
    <w:rsid w:val="00F749AA"/>
    <w:rsid w:val="00F77EB7"/>
    <w:rsid w:val="00F85340"/>
    <w:rsid w:val="00F86959"/>
    <w:rsid w:val="00F93F57"/>
    <w:rsid w:val="00FA0DB5"/>
    <w:rsid w:val="00FA1984"/>
    <w:rsid w:val="00FA1FB1"/>
    <w:rsid w:val="00FA277D"/>
    <w:rsid w:val="00FA69CE"/>
    <w:rsid w:val="00FA7FB3"/>
    <w:rsid w:val="00FB42B4"/>
    <w:rsid w:val="00FB7552"/>
    <w:rsid w:val="00FB7DAA"/>
    <w:rsid w:val="00FC6C2D"/>
    <w:rsid w:val="00FD39F3"/>
    <w:rsid w:val="00FD5C06"/>
    <w:rsid w:val="00FE6E13"/>
    <w:rsid w:val="00FF0C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176D7"/>
    <w:rPr>
      <w:sz w:val="24"/>
      <w:szCs w:val="24"/>
      <w:lang w:val="uk-UA"/>
    </w:rPr>
  </w:style>
  <w:style w:type="paragraph" w:styleId="1">
    <w:name w:val="heading 1"/>
    <w:basedOn w:val="a"/>
    <w:next w:val="a"/>
    <w:qFormat/>
    <w:rsid w:val="004176D7"/>
    <w:pPr>
      <w:keepNext/>
      <w:jc w:val="center"/>
      <w:outlineLvl w:val="0"/>
    </w:pPr>
    <w:rPr>
      <w:b/>
      <w:bCs/>
      <w:sz w:val="48"/>
    </w:rPr>
  </w:style>
  <w:style w:type="paragraph" w:styleId="2">
    <w:name w:val="heading 2"/>
    <w:basedOn w:val="a"/>
    <w:next w:val="a"/>
    <w:qFormat/>
    <w:rsid w:val="004176D7"/>
    <w:pPr>
      <w:keepNext/>
      <w:jc w:val="center"/>
      <w:outlineLvl w:val="1"/>
    </w:pPr>
    <w:rPr>
      <w:bCs/>
      <w:color w:val="000000"/>
      <w:spacing w:val="1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4176D7"/>
    <w:pPr>
      <w:jc w:val="both"/>
    </w:pPr>
  </w:style>
  <w:style w:type="paragraph" w:styleId="a4">
    <w:name w:val="Body Text Indent"/>
    <w:basedOn w:val="a"/>
    <w:rsid w:val="004176D7"/>
    <w:pPr>
      <w:ind w:left="540"/>
      <w:jc w:val="both"/>
    </w:pPr>
    <w:rPr>
      <w:sz w:val="26"/>
    </w:rPr>
  </w:style>
  <w:style w:type="paragraph" w:styleId="20">
    <w:name w:val="Body Text Indent 2"/>
    <w:basedOn w:val="a"/>
    <w:rsid w:val="004176D7"/>
    <w:pPr>
      <w:ind w:firstLine="540"/>
      <w:jc w:val="both"/>
    </w:pPr>
    <w:rPr>
      <w:sz w:val="26"/>
    </w:rPr>
  </w:style>
  <w:style w:type="paragraph" w:styleId="3">
    <w:name w:val="Body Text Indent 3"/>
    <w:basedOn w:val="a"/>
    <w:rsid w:val="004176D7"/>
    <w:pPr>
      <w:ind w:left="1440" w:hanging="360"/>
      <w:jc w:val="both"/>
    </w:pPr>
    <w:rPr>
      <w:sz w:val="26"/>
    </w:rPr>
  </w:style>
  <w:style w:type="paragraph" w:styleId="21">
    <w:name w:val="Body Text 2"/>
    <w:basedOn w:val="a"/>
    <w:rsid w:val="004176D7"/>
    <w:pPr>
      <w:jc w:val="both"/>
    </w:pPr>
    <w:rPr>
      <w:sz w:val="26"/>
    </w:rPr>
  </w:style>
  <w:style w:type="paragraph" w:styleId="a5">
    <w:name w:val="Title"/>
    <w:basedOn w:val="a"/>
    <w:qFormat/>
    <w:rsid w:val="004176D7"/>
    <w:pPr>
      <w:widowControl w:val="0"/>
      <w:shd w:val="clear" w:color="auto" w:fill="FFFFFF"/>
      <w:autoSpaceDE w:val="0"/>
      <w:autoSpaceDN w:val="0"/>
      <w:adjustRightInd w:val="0"/>
      <w:ind w:left="67"/>
      <w:jc w:val="center"/>
    </w:pPr>
    <w:rPr>
      <w:b/>
      <w:bCs/>
      <w:color w:val="000000"/>
      <w:spacing w:val="10"/>
    </w:rPr>
  </w:style>
  <w:style w:type="paragraph" w:styleId="30">
    <w:name w:val="Body Text 3"/>
    <w:basedOn w:val="a"/>
    <w:rsid w:val="004176D7"/>
    <w:pPr>
      <w:shd w:val="clear" w:color="auto" w:fill="FFFFFF"/>
      <w:tabs>
        <w:tab w:val="left" w:pos="1162"/>
        <w:tab w:val="left" w:pos="7613"/>
      </w:tabs>
      <w:jc w:val="both"/>
    </w:pPr>
    <w:rPr>
      <w:bCs/>
      <w:color w:val="000000"/>
      <w:spacing w:val="10"/>
      <w:sz w:val="28"/>
      <w:szCs w:val="28"/>
    </w:rPr>
  </w:style>
  <w:style w:type="paragraph" w:styleId="a6">
    <w:name w:val="header"/>
    <w:basedOn w:val="a"/>
    <w:rsid w:val="004176D7"/>
    <w:pPr>
      <w:tabs>
        <w:tab w:val="center" w:pos="4677"/>
        <w:tab w:val="right" w:pos="9355"/>
      </w:tabs>
    </w:pPr>
  </w:style>
  <w:style w:type="character" w:styleId="a7">
    <w:name w:val="page number"/>
    <w:basedOn w:val="a0"/>
    <w:rsid w:val="004176D7"/>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rsid w:val="003B58A4"/>
    <w:rPr>
      <w:rFonts w:ascii="Verdana" w:hAnsi="Verdana" w:cs="Verdana"/>
      <w:sz w:val="20"/>
      <w:szCs w:val="20"/>
      <w:lang w:val="en-US" w:eastAsia="en-US"/>
    </w:rPr>
  </w:style>
  <w:style w:type="paragraph" w:styleId="a8">
    <w:name w:val="Balloon Text"/>
    <w:basedOn w:val="a"/>
    <w:semiHidden/>
    <w:rsid w:val="0048443F"/>
    <w:rPr>
      <w:rFonts w:ascii="Tahoma" w:hAnsi="Tahoma" w:cs="Tahoma"/>
      <w:sz w:val="16"/>
      <w:szCs w:val="16"/>
    </w:rPr>
  </w:style>
  <w:style w:type="paragraph" w:styleId="a9">
    <w:name w:val="List Paragraph"/>
    <w:basedOn w:val="a"/>
    <w:uiPriority w:val="34"/>
    <w:qFormat/>
    <w:rsid w:val="0024350F"/>
    <w:pPr>
      <w:ind w:left="708"/>
    </w:pPr>
  </w:style>
</w:styles>
</file>

<file path=word/webSettings.xml><?xml version="1.0" encoding="utf-8"?>
<w:webSettings xmlns:r="http://schemas.openxmlformats.org/officeDocument/2006/relationships" xmlns:w="http://schemas.openxmlformats.org/wordprocessingml/2006/main">
  <w:divs>
    <w:div w:id="446461806">
      <w:bodyDiv w:val="1"/>
      <w:marLeft w:val="0"/>
      <w:marRight w:val="0"/>
      <w:marTop w:val="0"/>
      <w:marBottom w:val="0"/>
      <w:divBdr>
        <w:top w:val="none" w:sz="0" w:space="0" w:color="auto"/>
        <w:left w:val="none" w:sz="0" w:space="0" w:color="auto"/>
        <w:bottom w:val="none" w:sz="0" w:space="0" w:color="auto"/>
        <w:right w:val="none" w:sz="0" w:space="0" w:color="auto"/>
      </w:divBdr>
    </w:div>
    <w:div w:id="1159230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1064;&#1072;&#1073;&#1083;&#1086;&#1085;&#1099;\&#1056;&#1080;&#1096;&#1077;&#1085;&#1085;&#1103;%20&#1088;&#1072;&#1081;&#1088;&#1072;&#1076;&#1080;.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151888-A5B7-4130-A7FC-3D801F4F2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Ришення райради</Template>
  <TotalTime>45</TotalTime>
  <Pages>1</Pages>
  <Words>196</Words>
  <Characters>1548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Рішення</vt:lpstr>
    </vt:vector>
  </TitlesOfParts>
  <Company>RePack by SPecialiST</Company>
  <LinksUpToDate>false</LinksUpToDate>
  <CharactersWithSpaces>1741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dc:title>
  <dc:creator>Леся Ёжикова</dc:creator>
  <cp:lastModifiedBy>Андрей</cp:lastModifiedBy>
  <cp:revision>10</cp:revision>
  <cp:lastPrinted>2021-01-24T13:56:00Z</cp:lastPrinted>
  <dcterms:created xsi:type="dcterms:W3CDTF">2021-01-24T13:14:00Z</dcterms:created>
  <dcterms:modified xsi:type="dcterms:W3CDTF">2021-01-24T13:57:00Z</dcterms:modified>
</cp:coreProperties>
</file>