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D7" w:rsidRDefault="00427AD7" w:rsidP="00277277">
      <w:pPr>
        <w:jc w:val="center"/>
        <w:rPr>
          <w:sz w:val="28"/>
          <w:szCs w:val="28"/>
          <w:lang w:val="uk-UA"/>
        </w:rPr>
      </w:pPr>
      <w:r w:rsidRPr="00AC0254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427AD7" w:rsidRDefault="00427AD7" w:rsidP="00277277">
      <w:pPr>
        <w:rPr>
          <w:sz w:val="28"/>
          <w:szCs w:val="28"/>
          <w:lang w:val="uk-UA"/>
        </w:rPr>
      </w:pPr>
    </w:p>
    <w:p w:rsidR="00427AD7" w:rsidRDefault="00427AD7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27AD7" w:rsidRDefault="00427AD7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27AD7" w:rsidRDefault="00427AD7" w:rsidP="005E48C0">
      <w:pPr>
        <w:jc w:val="center"/>
        <w:rPr>
          <w:bCs/>
          <w:sz w:val="28"/>
          <w:szCs w:val="20"/>
          <w:lang w:val="uk-UA"/>
        </w:rPr>
      </w:pPr>
    </w:p>
    <w:p w:rsidR="00427AD7" w:rsidRDefault="00427AD7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27AD7" w:rsidRDefault="00427AD7" w:rsidP="005E48C0">
      <w:pPr>
        <w:jc w:val="center"/>
        <w:rPr>
          <w:b/>
          <w:bCs/>
          <w:sz w:val="28"/>
          <w:szCs w:val="20"/>
          <w:lang w:val="uk-UA"/>
        </w:rPr>
      </w:pPr>
    </w:p>
    <w:p w:rsidR="00427AD7" w:rsidRDefault="00427AD7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427AD7" w:rsidRDefault="00427AD7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</w:p>
    <w:p w:rsidR="00427AD7" w:rsidRPr="00314C6F" w:rsidRDefault="00427AD7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 w:rsidRPr="00314C6F">
        <w:rPr>
          <w:bCs/>
          <w:sz w:val="28"/>
          <w:szCs w:val="20"/>
          <w:lang w:val="uk-UA"/>
        </w:rPr>
        <w:t xml:space="preserve">                           </w:t>
      </w:r>
      <w:r>
        <w:rPr>
          <w:bCs/>
          <w:sz w:val="28"/>
          <w:szCs w:val="20"/>
          <w:lang w:val="uk-UA"/>
        </w:rPr>
        <w:t xml:space="preserve">    </w:t>
      </w:r>
      <w:r w:rsidRPr="00314C6F">
        <w:rPr>
          <w:bCs/>
          <w:sz w:val="28"/>
          <w:szCs w:val="20"/>
          <w:lang w:val="uk-UA"/>
        </w:rPr>
        <w:t xml:space="preserve">    м.Звенигородка                              </w:t>
      </w:r>
      <w:r>
        <w:rPr>
          <w:bCs/>
          <w:sz w:val="28"/>
          <w:szCs w:val="20"/>
          <w:lang w:val="uk-UA"/>
        </w:rPr>
        <w:t xml:space="preserve">     № 221</w:t>
      </w:r>
    </w:p>
    <w:p w:rsidR="00427AD7" w:rsidRPr="00314C6F" w:rsidRDefault="00427AD7" w:rsidP="00277277">
      <w:pPr>
        <w:jc w:val="center"/>
        <w:rPr>
          <w:bCs/>
          <w:sz w:val="28"/>
          <w:lang w:val="uk-UA"/>
        </w:rPr>
      </w:pPr>
    </w:p>
    <w:p w:rsidR="00427AD7" w:rsidRPr="00314C6F" w:rsidRDefault="00427AD7" w:rsidP="00277277">
      <w:pPr>
        <w:jc w:val="center"/>
        <w:rPr>
          <w:bCs/>
          <w:sz w:val="28"/>
          <w:lang w:val="uk-UA"/>
        </w:rPr>
      </w:pPr>
    </w:p>
    <w:p w:rsidR="00427AD7" w:rsidRPr="00921497" w:rsidRDefault="00427AD7" w:rsidP="00921497">
      <w:pPr>
        <w:ind w:firstLine="540"/>
        <w:jc w:val="both"/>
        <w:rPr>
          <w:sz w:val="28"/>
          <w:szCs w:val="28"/>
          <w:lang w:val="uk-UA"/>
        </w:rPr>
      </w:pPr>
    </w:p>
    <w:p w:rsidR="00427AD7" w:rsidRDefault="00427AD7" w:rsidP="00966663">
      <w:pPr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427AD7" w:rsidRDefault="00427AD7" w:rsidP="009666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427AD7" w:rsidRPr="00921497" w:rsidRDefault="00427AD7" w:rsidP="009666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«Маркетингові технології»</w:t>
      </w:r>
    </w:p>
    <w:p w:rsidR="00427AD7" w:rsidRPr="00921497" w:rsidRDefault="00427AD7" w:rsidP="00921497">
      <w:pPr>
        <w:ind w:firstLine="540"/>
        <w:jc w:val="both"/>
        <w:rPr>
          <w:sz w:val="28"/>
          <w:szCs w:val="28"/>
          <w:lang w:val="uk-UA"/>
        </w:rPr>
      </w:pPr>
    </w:p>
    <w:p w:rsidR="00427AD7" w:rsidRDefault="00427AD7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ТОВ «</w:t>
      </w:r>
      <w:r w:rsidRPr="00921497">
        <w:rPr>
          <w:sz w:val="28"/>
          <w:szCs w:val="28"/>
          <w:lang w:val="uk-UA"/>
        </w:rPr>
        <w:t>Маркетингові технології»</w:t>
      </w:r>
      <w:r>
        <w:rPr>
          <w:sz w:val="28"/>
          <w:szCs w:val="28"/>
          <w:lang w:val="uk-UA"/>
        </w:rPr>
        <w:t xml:space="preserve"> від 02.06.2021 р. № Л-541/01-13</w:t>
      </w:r>
      <w:r w:rsidRPr="00921497">
        <w:rPr>
          <w:sz w:val="28"/>
          <w:szCs w:val="28"/>
          <w:lang w:val="uk-UA"/>
        </w:rPr>
        <w:t xml:space="preserve"> 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</w:t>
      </w:r>
      <w:r w:rsidRPr="00B26ACC">
        <w:rPr>
          <w:sz w:val="28"/>
          <w:szCs w:val="28"/>
          <w:lang w:val="uk-UA"/>
        </w:rPr>
        <w:t xml:space="preserve"> </w:t>
      </w:r>
      <w:r w:rsidRPr="00E403BB">
        <w:rPr>
          <w:sz w:val="28"/>
          <w:szCs w:val="28"/>
          <w:lang w:val="uk-UA"/>
        </w:rPr>
        <w:t>пунктом «а» підпункту 13 статті 30 Закону України «Про місцеве самоврядуван</w:t>
      </w:r>
      <w:r>
        <w:rPr>
          <w:sz w:val="28"/>
          <w:szCs w:val="28"/>
          <w:lang w:val="uk-UA"/>
        </w:rPr>
        <w:t>ня в Україні», Законом України «Про рекламу», Постановою КМУ «</w:t>
      </w:r>
      <w:r w:rsidRPr="00E403BB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>л розміщення зовнішньої реклами»</w:t>
      </w:r>
      <w:bookmarkStart w:id="0" w:name="_GoBack"/>
      <w:bookmarkEnd w:id="0"/>
      <w:r w:rsidRPr="00E403BB">
        <w:rPr>
          <w:sz w:val="28"/>
          <w:szCs w:val="28"/>
          <w:lang w:val="uk-UA"/>
        </w:rPr>
        <w:t xml:space="preserve"> від 29 грудня 2003 р. № 2067,  рішенням Звенигородської міської ради «Про затвердження правил розміщення зовнішньої реклами у м. Звенигородка в новій редакції» від 26.06.2015 р. № 58-10/VІ,  виконавчий комітет міської ради вирішив:</w:t>
      </w:r>
    </w:p>
    <w:p w:rsidR="00427AD7" w:rsidRDefault="00427AD7" w:rsidP="00310972">
      <w:pPr>
        <w:jc w:val="both"/>
        <w:rPr>
          <w:sz w:val="28"/>
          <w:szCs w:val="28"/>
          <w:lang w:val="uk-UA"/>
        </w:rPr>
      </w:pPr>
    </w:p>
    <w:p w:rsidR="00427AD7" w:rsidRDefault="00427AD7" w:rsidP="0096666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«Маркетингові технології»</w:t>
      </w:r>
      <w:r w:rsidRPr="00310972">
        <w:rPr>
          <w:sz w:val="28"/>
          <w:szCs w:val="28"/>
          <w:lang w:val="uk-UA"/>
        </w:rPr>
        <w:t xml:space="preserve"> на розміщення зовнішньої р</w:t>
      </w:r>
      <w:r>
        <w:rPr>
          <w:sz w:val="28"/>
          <w:szCs w:val="28"/>
          <w:lang w:val="uk-UA"/>
        </w:rPr>
        <w:t>еклами</w:t>
      </w:r>
      <w:r w:rsidRPr="00310972">
        <w:rPr>
          <w:sz w:val="28"/>
          <w:szCs w:val="28"/>
          <w:lang w:val="uk-UA"/>
        </w:rPr>
        <w:t xml:space="preserve"> – двосторонній рекламний щит</w:t>
      </w:r>
      <w:r>
        <w:rPr>
          <w:sz w:val="28"/>
          <w:szCs w:val="28"/>
          <w:lang w:val="uk-UA"/>
        </w:rPr>
        <w:t xml:space="preserve"> (білборд)</w:t>
      </w:r>
      <w:r w:rsidRPr="00310972">
        <w:rPr>
          <w:sz w:val="28"/>
          <w:szCs w:val="28"/>
          <w:lang w:val="uk-UA"/>
        </w:rPr>
        <w:t xml:space="preserve"> розміром </w:t>
      </w:r>
      <w:r w:rsidRPr="00AD06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,0</w:t>
      </w:r>
      <w:r w:rsidRPr="00AD0638">
        <w:rPr>
          <w:sz w:val="28"/>
          <w:szCs w:val="28"/>
          <w:lang w:val="uk-UA"/>
        </w:rPr>
        <w:t xml:space="preserve">  х </w:t>
      </w:r>
      <w:smartTag w:uri="urn:schemas-microsoft-com:office:smarttags" w:element="metricconverter">
        <w:smartTagPr>
          <w:attr w:name="ProductID" w:val="6,0 м"/>
        </w:smartTagPr>
        <w:r w:rsidRPr="00AD0638">
          <w:rPr>
            <w:sz w:val="28"/>
            <w:szCs w:val="28"/>
            <w:lang w:val="uk-UA"/>
          </w:rPr>
          <w:t>6</w:t>
        </w:r>
        <w:r>
          <w:rPr>
            <w:sz w:val="28"/>
            <w:szCs w:val="28"/>
            <w:lang w:val="uk-UA"/>
          </w:rPr>
          <w:t>,0</w:t>
        </w:r>
        <w:r w:rsidRPr="00AD0638">
          <w:rPr>
            <w:sz w:val="28"/>
            <w:szCs w:val="28"/>
            <w:lang w:val="uk-UA"/>
          </w:rPr>
          <w:t xml:space="preserve"> м</w:t>
        </w:r>
      </w:smartTag>
      <w:r>
        <w:rPr>
          <w:color w:val="FF0000"/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Звенигородський район, Звенигородська територіальна громада, с.Хлипнівка, вул.Звенигородська № 2-Р.</w:t>
      </w:r>
    </w:p>
    <w:p w:rsidR="00427AD7" w:rsidRDefault="00427AD7" w:rsidP="0096666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>овариству з обмеженою відповідальністю «Маркетингові технології»</w:t>
      </w:r>
      <w:r w:rsidRPr="00A01E9C">
        <w:rPr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 укласти договір про надання права тимчасового користування місцем розміщення рекламного носія із</w:t>
      </w:r>
      <w:r>
        <w:rPr>
          <w:sz w:val="28"/>
          <w:szCs w:val="28"/>
          <w:lang w:val="uk-UA"/>
        </w:rPr>
        <w:t xml:space="preserve"> виконавчим комітетом Звенигородської міської ради</w:t>
      </w:r>
      <w:r w:rsidRPr="00A01E9C">
        <w:rPr>
          <w:sz w:val="28"/>
          <w:szCs w:val="28"/>
          <w:lang w:val="uk-UA"/>
        </w:rPr>
        <w:t>.</w:t>
      </w:r>
    </w:p>
    <w:p w:rsidR="00427AD7" w:rsidRDefault="00427AD7" w:rsidP="0096666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46969">
        <w:rPr>
          <w:lang w:val="uk-UA"/>
        </w:rPr>
        <w:t>З</w:t>
      </w:r>
      <w:r>
        <w:rPr>
          <w:sz w:val="28"/>
          <w:szCs w:val="28"/>
          <w:lang w:val="uk-UA"/>
        </w:rPr>
        <w:t>обов'язати</w:t>
      </w:r>
      <w:r w:rsidRPr="00646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 «Маркетингові технології»</w:t>
      </w:r>
      <w:r w:rsidRPr="00646969">
        <w:rPr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46969">
        <w:rPr>
          <w:sz w:val="28"/>
          <w:szCs w:val="28"/>
          <w:lang w:val="uk-UA"/>
        </w:rPr>
        <w:t xml:space="preserve">ісля </w:t>
      </w:r>
      <w:r>
        <w:rPr>
          <w:sz w:val="28"/>
          <w:szCs w:val="28"/>
          <w:lang w:val="uk-UA"/>
        </w:rPr>
        <w:t>розташування рекламного засобу</w:t>
      </w:r>
      <w:r w:rsidRPr="00646969">
        <w:rPr>
          <w:sz w:val="28"/>
          <w:szCs w:val="28"/>
          <w:lang w:val="uk-UA"/>
        </w:rPr>
        <w:t xml:space="preserve"> у п'ятиденний строк </w:t>
      </w:r>
      <w:r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>
        <w:rPr>
          <w:sz w:val="28"/>
          <w:szCs w:val="28"/>
          <w:lang w:val="uk-UA"/>
        </w:rPr>
        <w:t>.</w:t>
      </w:r>
    </w:p>
    <w:p w:rsidR="00427AD7" w:rsidRDefault="00427AD7" w:rsidP="00966663">
      <w:pPr>
        <w:ind w:firstLine="540"/>
        <w:jc w:val="both"/>
        <w:rPr>
          <w:sz w:val="28"/>
          <w:szCs w:val="28"/>
          <w:lang w:val="uk-UA"/>
        </w:rPr>
      </w:pPr>
    </w:p>
    <w:p w:rsidR="00427AD7" w:rsidRPr="00AD0638" w:rsidRDefault="00427AD7" w:rsidP="0096666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4.Термін дії дозволу</w:t>
      </w:r>
      <w:r w:rsidRPr="00AD0638">
        <w:t xml:space="preserve"> </w:t>
      </w:r>
      <w:r w:rsidRPr="00AD0638">
        <w:rPr>
          <w:sz w:val="28"/>
          <w:szCs w:val="28"/>
          <w:lang w:val="uk-UA"/>
        </w:rPr>
        <w:t>на розміщення зовнішньої реклами</w:t>
      </w:r>
      <w:r>
        <w:rPr>
          <w:sz w:val="28"/>
          <w:szCs w:val="28"/>
          <w:lang w:val="uk-UA"/>
        </w:rPr>
        <w:t xml:space="preserve"> до липня 2026 року.</w:t>
      </w:r>
    </w:p>
    <w:p w:rsidR="00427AD7" w:rsidRPr="00314C6F" w:rsidRDefault="00427AD7" w:rsidP="00966663">
      <w:pPr>
        <w:ind w:firstLine="54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 w:rsidRPr="00493DF4">
        <w:t xml:space="preserve"> 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427AD7" w:rsidRPr="00314C6F" w:rsidRDefault="00427AD7" w:rsidP="00277277">
      <w:pPr>
        <w:jc w:val="both"/>
        <w:rPr>
          <w:bCs/>
          <w:sz w:val="28"/>
          <w:lang w:val="uk-UA"/>
        </w:rPr>
      </w:pPr>
    </w:p>
    <w:p w:rsidR="00427AD7" w:rsidRDefault="00427AD7" w:rsidP="00277277">
      <w:pPr>
        <w:jc w:val="both"/>
        <w:rPr>
          <w:bCs/>
          <w:sz w:val="28"/>
          <w:lang w:val="uk-UA"/>
        </w:rPr>
      </w:pPr>
    </w:p>
    <w:p w:rsidR="00427AD7" w:rsidRDefault="00427AD7" w:rsidP="00277277">
      <w:pPr>
        <w:jc w:val="both"/>
        <w:rPr>
          <w:bCs/>
          <w:sz w:val="28"/>
          <w:lang w:val="uk-UA"/>
        </w:rPr>
      </w:pPr>
    </w:p>
    <w:p w:rsidR="00427AD7" w:rsidRDefault="00427AD7" w:rsidP="00277277">
      <w:pPr>
        <w:jc w:val="both"/>
        <w:rPr>
          <w:bCs/>
          <w:sz w:val="28"/>
          <w:lang w:val="uk-UA"/>
        </w:rPr>
      </w:pPr>
    </w:p>
    <w:p w:rsidR="00427AD7" w:rsidRDefault="00427AD7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427AD7" w:rsidRDefault="00427AD7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427AD7" w:rsidRDefault="00427AD7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427AD7" w:rsidRDefault="00427AD7" w:rsidP="005E48C0">
      <w:pPr>
        <w:jc w:val="both"/>
        <w:rPr>
          <w:bCs/>
          <w:sz w:val="28"/>
          <w:szCs w:val="28"/>
          <w:lang w:val="uk-UA"/>
        </w:rPr>
      </w:pPr>
    </w:p>
    <w:p w:rsidR="00427AD7" w:rsidRDefault="00427AD7" w:rsidP="005E48C0">
      <w:pPr>
        <w:jc w:val="both"/>
        <w:rPr>
          <w:bCs/>
          <w:sz w:val="28"/>
          <w:szCs w:val="28"/>
          <w:lang w:val="uk-UA"/>
        </w:rPr>
      </w:pP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Default="00427AD7" w:rsidP="005F1883">
      <w:pPr>
        <w:jc w:val="both"/>
        <w:rPr>
          <w:bCs/>
          <w:sz w:val="28"/>
          <w:lang w:val="uk-UA"/>
        </w:rPr>
      </w:pP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427AD7" w:rsidRPr="005F1883" w:rsidRDefault="00427AD7" w:rsidP="005F1883">
      <w:pPr>
        <w:jc w:val="both"/>
        <w:rPr>
          <w:bCs/>
          <w:sz w:val="28"/>
          <w:lang w:val="uk-UA"/>
        </w:rPr>
      </w:pPr>
    </w:p>
    <w:p w:rsidR="00427AD7" w:rsidRPr="005E48C0" w:rsidRDefault="00427AD7" w:rsidP="005E48C0">
      <w:pPr>
        <w:jc w:val="both"/>
        <w:rPr>
          <w:bCs/>
          <w:sz w:val="28"/>
          <w:lang w:val="uk-UA"/>
        </w:rPr>
      </w:pPr>
    </w:p>
    <w:sectPr w:rsidR="00427AD7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6C29"/>
    <w:rsid w:val="00040C10"/>
    <w:rsid w:val="00086CA0"/>
    <w:rsid w:val="000A0EBB"/>
    <w:rsid w:val="000B243E"/>
    <w:rsid w:val="000D3191"/>
    <w:rsid w:val="000D3520"/>
    <w:rsid w:val="000F7046"/>
    <w:rsid w:val="001266FE"/>
    <w:rsid w:val="001272F8"/>
    <w:rsid w:val="00144438"/>
    <w:rsid w:val="00162659"/>
    <w:rsid w:val="00194BF6"/>
    <w:rsid w:val="001B10DA"/>
    <w:rsid w:val="001B6746"/>
    <w:rsid w:val="001C1CC1"/>
    <w:rsid w:val="001E3164"/>
    <w:rsid w:val="00272801"/>
    <w:rsid w:val="00274B3A"/>
    <w:rsid w:val="00277277"/>
    <w:rsid w:val="002B1721"/>
    <w:rsid w:val="002B1C2C"/>
    <w:rsid w:val="00306A5E"/>
    <w:rsid w:val="00310972"/>
    <w:rsid w:val="00312C61"/>
    <w:rsid w:val="00314C6F"/>
    <w:rsid w:val="00316896"/>
    <w:rsid w:val="00323CE4"/>
    <w:rsid w:val="0034650B"/>
    <w:rsid w:val="003521C4"/>
    <w:rsid w:val="00366FE3"/>
    <w:rsid w:val="0039458C"/>
    <w:rsid w:val="003C3582"/>
    <w:rsid w:val="003E01DE"/>
    <w:rsid w:val="003E540D"/>
    <w:rsid w:val="004014D6"/>
    <w:rsid w:val="004063CD"/>
    <w:rsid w:val="0041143D"/>
    <w:rsid w:val="00427AD7"/>
    <w:rsid w:val="0044270A"/>
    <w:rsid w:val="00485843"/>
    <w:rsid w:val="00493BDC"/>
    <w:rsid w:val="00493DF4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12D18"/>
    <w:rsid w:val="006378C6"/>
    <w:rsid w:val="00646969"/>
    <w:rsid w:val="00651D08"/>
    <w:rsid w:val="00677226"/>
    <w:rsid w:val="00687CDE"/>
    <w:rsid w:val="006A1A66"/>
    <w:rsid w:val="006A686A"/>
    <w:rsid w:val="006B7A1B"/>
    <w:rsid w:val="00706B59"/>
    <w:rsid w:val="00713C3B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66663"/>
    <w:rsid w:val="009758C2"/>
    <w:rsid w:val="00987343"/>
    <w:rsid w:val="009B6BFF"/>
    <w:rsid w:val="009C0DA8"/>
    <w:rsid w:val="009C61AE"/>
    <w:rsid w:val="009E5704"/>
    <w:rsid w:val="00A01E9C"/>
    <w:rsid w:val="00A31442"/>
    <w:rsid w:val="00A521CB"/>
    <w:rsid w:val="00A7329C"/>
    <w:rsid w:val="00AA614D"/>
    <w:rsid w:val="00AA7D54"/>
    <w:rsid w:val="00AC0254"/>
    <w:rsid w:val="00AD0638"/>
    <w:rsid w:val="00AE0E24"/>
    <w:rsid w:val="00AE2B82"/>
    <w:rsid w:val="00AE47C2"/>
    <w:rsid w:val="00B1034D"/>
    <w:rsid w:val="00B25034"/>
    <w:rsid w:val="00B26ACC"/>
    <w:rsid w:val="00B31AFA"/>
    <w:rsid w:val="00B47C69"/>
    <w:rsid w:val="00B618ED"/>
    <w:rsid w:val="00B64F78"/>
    <w:rsid w:val="00B94D5D"/>
    <w:rsid w:val="00BA29F5"/>
    <w:rsid w:val="00BB6A1E"/>
    <w:rsid w:val="00BD5F11"/>
    <w:rsid w:val="00BE1D4B"/>
    <w:rsid w:val="00C06C1A"/>
    <w:rsid w:val="00C12A10"/>
    <w:rsid w:val="00C20E6A"/>
    <w:rsid w:val="00C535A2"/>
    <w:rsid w:val="00C92D81"/>
    <w:rsid w:val="00CA6B0A"/>
    <w:rsid w:val="00CC41C4"/>
    <w:rsid w:val="00CD653B"/>
    <w:rsid w:val="00CD6FA9"/>
    <w:rsid w:val="00CE00CC"/>
    <w:rsid w:val="00CE2BFE"/>
    <w:rsid w:val="00D1071D"/>
    <w:rsid w:val="00D21397"/>
    <w:rsid w:val="00D21B5D"/>
    <w:rsid w:val="00D3159A"/>
    <w:rsid w:val="00D511CC"/>
    <w:rsid w:val="00D61BC0"/>
    <w:rsid w:val="00D863AC"/>
    <w:rsid w:val="00DB7EDC"/>
    <w:rsid w:val="00DD35C8"/>
    <w:rsid w:val="00E161B4"/>
    <w:rsid w:val="00E31264"/>
    <w:rsid w:val="00E403BB"/>
    <w:rsid w:val="00E43912"/>
    <w:rsid w:val="00E54D19"/>
    <w:rsid w:val="00E74DB4"/>
    <w:rsid w:val="00E9314D"/>
    <w:rsid w:val="00E94589"/>
    <w:rsid w:val="00E948D1"/>
    <w:rsid w:val="00ED75E0"/>
    <w:rsid w:val="00EE6477"/>
    <w:rsid w:val="00F33F5F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304</TotalTime>
  <Pages>3</Pages>
  <Words>370</Words>
  <Characters>2110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20</cp:revision>
  <cp:lastPrinted>2021-06-24T11:43:00Z</cp:lastPrinted>
  <dcterms:created xsi:type="dcterms:W3CDTF">2021-05-24T12:27:00Z</dcterms:created>
  <dcterms:modified xsi:type="dcterms:W3CDTF">2021-06-24T11:44:00Z</dcterms:modified>
</cp:coreProperties>
</file>