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4B" w:rsidRDefault="0037714B" w:rsidP="00277277">
      <w:pPr>
        <w:jc w:val="center"/>
        <w:rPr>
          <w:sz w:val="28"/>
          <w:szCs w:val="28"/>
          <w:lang w:val="uk-UA"/>
        </w:rPr>
      </w:pPr>
      <w:r w:rsidRPr="00880545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37714B" w:rsidRDefault="0037714B" w:rsidP="00277277">
      <w:pPr>
        <w:rPr>
          <w:sz w:val="28"/>
          <w:szCs w:val="28"/>
          <w:lang w:val="uk-UA"/>
        </w:rPr>
      </w:pPr>
    </w:p>
    <w:p w:rsidR="0037714B" w:rsidRDefault="0037714B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7714B" w:rsidRDefault="0037714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7714B" w:rsidRDefault="0037714B" w:rsidP="005E48C0">
      <w:pPr>
        <w:jc w:val="center"/>
        <w:rPr>
          <w:bCs/>
          <w:sz w:val="28"/>
          <w:szCs w:val="20"/>
          <w:lang w:val="uk-UA"/>
        </w:rPr>
      </w:pPr>
    </w:p>
    <w:p w:rsidR="0037714B" w:rsidRDefault="0037714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7714B" w:rsidRDefault="0037714B" w:rsidP="005E48C0">
      <w:pPr>
        <w:jc w:val="center"/>
        <w:rPr>
          <w:b/>
          <w:bCs/>
          <w:sz w:val="28"/>
          <w:szCs w:val="20"/>
          <w:lang w:val="uk-UA"/>
        </w:rPr>
      </w:pPr>
    </w:p>
    <w:p w:rsidR="0037714B" w:rsidRDefault="0037714B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37714B" w:rsidRDefault="0037714B" w:rsidP="00277277">
      <w:pPr>
        <w:jc w:val="both"/>
        <w:rPr>
          <w:bCs/>
          <w:sz w:val="28"/>
          <w:szCs w:val="20"/>
          <w:lang w:val="uk-UA"/>
        </w:rPr>
      </w:pPr>
    </w:p>
    <w:p w:rsidR="0037714B" w:rsidRPr="00314C6F" w:rsidRDefault="0037714B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Pr="00314C6F">
        <w:rPr>
          <w:bCs/>
          <w:sz w:val="28"/>
          <w:szCs w:val="20"/>
          <w:lang w:val="uk-UA"/>
        </w:rPr>
        <w:t xml:space="preserve">  </w:t>
      </w:r>
      <w:r>
        <w:rPr>
          <w:bCs/>
          <w:sz w:val="28"/>
          <w:szCs w:val="20"/>
          <w:lang w:val="uk-UA"/>
        </w:rPr>
        <w:t xml:space="preserve">18.06.2021                           </w:t>
      </w:r>
      <w:r w:rsidRPr="00314C6F">
        <w:rPr>
          <w:bCs/>
          <w:sz w:val="28"/>
          <w:szCs w:val="20"/>
          <w:lang w:val="uk-UA"/>
        </w:rPr>
        <w:t xml:space="preserve"> м.Звенигородка                              </w:t>
      </w:r>
      <w:r>
        <w:rPr>
          <w:bCs/>
          <w:sz w:val="28"/>
          <w:szCs w:val="20"/>
          <w:lang w:val="uk-UA"/>
        </w:rPr>
        <w:t xml:space="preserve">     № 223</w:t>
      </w:r>
    </w:p>
    <w:p w:rsidR="0037714B" w:rsidRPr="00314C6F" w:rsidRDefault="0037714B" w:rsidP="006F3453">
      <w:pPr>
        <w:rPr>
          <w:bCs/>
          <w:sz w:val="28"/>
          <w:lang w:val="uk-UA"/>
        </w:rPr>
      </w:pPr>
    </w:p>
    <w:p w:rsidR="0037714B" w:rsidRPr="00921497" w:rsidRDefault="0037714B" w:rsidP="00921497">
      <w:pPr>
        <w:ind w:firstLine="540"/>
        <w:jc w:val="both"/>
        <w:rPr>
          <w:sz w:val="28"/>
          <w:szCs w:val="28"/>
          <w:lang w:val="uk-UA"/>
        </w:rPr>
      </w:pPr>
    </w:p>
    <w:p w:rsidR="0037714B" w:rsidRDefault="0037714B" w:rsidP="008533A7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37714B" w:rsidRDefault="0037714B" w:rsidP="008533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37714B" w:rsidRPr="00921497" w:rsidRDefault="0037714B" w:rsidP="008533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37714B" w:rsidRPr="00921497" w:rsidRDefault="0037714B" w:rsidP="00921497">
      <w:pPr>
        <w:ind w:firstLine="540"/>
        <w:jc w:val="both"/>
        <w:rPr>
          <w:sz w:val="28"/>
          <w:szCs w:val="28"/>
          <w:lang w:val="uk-UA"/>
        </w:rPr>
      </w:pPr>
    </w:p>
    <w:p w:rsidR="0037714B" w:rsidRDefault="0037714B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>Розглянувши заяву ТОВ «Маркетингові технології»</w:t>
      </w:r>
      <w:r>
        <w:rPr>
          <w:sz w:val="28"/>
          <w:szCs w:val="28"/>
          <w:lang w:val="uk-UA"/>
        </w:rPr>
        <w:t xml:space="preserve"> від </w:t>
      </w:r>
      <w:r w:rsidRPr="001545B5">
        <w:rPr>
          <w:sz w:val="28"/>
          <w:szCs w:val="28"/>
          <w:lang w:val="uk-UA"/>
        </w:rPr>
        <w:t>02.06.2021 р.</w:t>
      </w:r>
      <w:r>
        <w:rPr>
          <w:sz w:val="28"/>
          <w:szCs w:val="28"/>
          <w:lang w:val="uk-UA"/>
        </w:rPr>
        <w:t xml:space="preserve"> № Л-452/01-13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37714B" w:rsidRDefault="0037714B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37714B" w:rsidRDefault="0037714B" w:rsidP="008533A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,0 </w:t>
      </w:r>
      <w:r w:rsidRPr="00AD0638">
        <w:rPr>
          <w:sz w:val="28"/>
          <w:szCs w:val="28"/>
          <w:lang w:val="uk-UA"/>
        </w:rPr>
        <w:t xml:space="preserve">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Звенигородський район, Звенигородська територіальна громада, с.Стебне, (автодорога Звенигородка-Катеринопіль).</w:t>
      </w:r>
    </w:p>
    <w:p w:rsidR="0037714B" w:rsidRDefault="0037714B" w:rsidP="008533A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 </w:t>
      </w:r>
      <w:r w:rsidRPr="003A2483">
        <w:rPr>
          <w:sz w:val="28"/>
          <w:szCs w:val="28"/>
          <w:lang w:val="uk-UA"/>
        </w:rPr>
        <w:t>виконавчим комітетом Звенигородської міської ради</w:t>
      </w:r>
      <w:bookmarkStart w:id="0" w:name="_GoBack"/>
      <w:bookmarkEnd w:id="0"/>
      <w:r w:rsidRPr="00A01E9C">
        <w:rPr>
          <w:sz w:val="28"/>
          <w:szCs w:val="28"/>
          <w:lang w:val="uk-UA"/>
        </w:rPr>
        <w:t>.</w:t>
      </w:r>
    </w:p>
    <w:p w:rsidR="0037714B" w:rsidRDefault="0037714B" w:rsidP="008533A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37714B" w:rsidRDefault="0037714B" w:rsidP="008533A7">
      <w:pPr>
        <w:ind w:firstLine="540"/>
        <w:jc w:val="both"/>
        <w:rPr>
          <w:sz w:val="28"/>
          <w:szCs w:val="28"/>
          <w:lang w:val="uk-UA"/>
        </w:rPr>
      </w:pPr>
    </w:p>
    <w:p w:rsidR="0037714B" w:rsidRPr="00AD0638" w:rsidRDefault="0037714B" w:rsidP="008533A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37714B" w:rsidRPr="00314C6F" w:rsidRDefault="0037714B" w:rsidP="008533A7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37714B" w:rsidRDefault="0037714B" w:rsidP="00277277">
      <w:pPr>
        <w:jc w:val="both"/>
        <w:rPr>
          <w:bCs/>
          <w:sz w:val="28"/>
          <w:lang w:val="uk-UA"/>
        </w:rPr>
      </w:pPr>
    </w:p>
    <w:p w:rsidR="0037714B" w:rsidRPr="00314C6F" w:rsidRDefault="0037714B" w:rsidP="00277277">
      <w:pPr>
        <w:jc w:val="both"/>
        <w:rPr>
          <w:bCs/>
          <w:sz w:val="28"/>
          <w:lang w:val="uk-UA"/>
        </w:rPr>
      </w:pPr>
    </w:p>
    <w:p w:rsidR="0037714B" w:rsidRDefault="0037714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7714B" w:rsidRDefault="0037714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37714B" w:rsidRDefault="0037714B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37714B" w:rsidRDefault="0037714B" w:rsidP="005E48C0">
      <w:pPr>
        <w:jc w:val="both"/>
        <w:rPr>
          <w:bCs/>
          <w:sz w:val="28"/>
          <w:szCs w:val="28"/>
          <w:lang w:val="uk-UA"/>
        </w:rPr>
      </w:pPr>
    </w:p>
    <w:p w:rsidR="0037714B" w:rsidRDefault="0037714B" w:rsidP="005E48C0">
      <w:pPr>
        <w:jc w:val="both"/>
        <w:rPr>
          <w:bCs/>
          <w:sz w:val="28"/>
          <w:szCs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Default="0037714B" w:rsidP="005F1883">
      <w:pPr>
        <w:jc w:val="both"/>
        <w:rPr>
          <w:bCs/>
          <w:sz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37714B" w:rsidRPr="005F1883" w:rsidRDefault="0037714B" w:rsidP="005F1883">
      <w:pPr>
        <w:jc w:val="both"/>
        <w:rPr>
          <w:bCs/>
          <w:sz w:val="28"/>
          <w:lang w:val="uk-UA"/>
        </w:rPr>
      </w:pPr>
    </w:p>
    <w:p w:rsidR="0037714B" w:rsidRPr="005E48C0" w:rsidRDefault="0037714B" w:rsidP="005E48C0">
      <w:pPr>
        <w:jc w:val="both"/>
        <w:rPr>
          <w:bCs/>
          <w:sz w:val="28"/>
          <w:lang w:val="uk-UA"/>
        </w:rPr>
      </w:pPr>
    </w:p>
    <w:sectPr w:rsidR="0037714B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3746B"/>
    <w:rsid w:val="00040C10"/>
    <w:rsid w:val="000425E1"/>
    <w:rsid w:val="00086CA0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72801"/>
    <w:rsid w:val="00274B3A"/>
    <w:rsid w:val="00277277"/>
    <w:rsid w:val="00294BD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7714B"/>
    <w:rsid w:val="0039458C"/>
    <w:rsid w:val="003A2483"/>
    <w:rsid w:val="003B009F"/>
    <w:rsid w:val="003C3582"/>
    <w:rsid w:val="003E540D"/>
    <w:rsid w:val="004014D6"/>
    <w:rsid w:val="0041143D"/>
    <w:rsid w:val="0044270A"/>
    <w:rsid w:val="00493DF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C6FF2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A66"/>
    <w:rsid w:val="006A686A"/>
    <w:rsid w:val="006B7A1B"/>
    <w:rsid w:val="006C628B"/>
    <w:rsid w:val="006F3453"/>
    <w:rsid w:val="00706B59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533A7"/>
    <w:rsid w:val="00864ED2"/>
    <w:rsid w:val="00872313"/>
    <w:rsid w:val="00880545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5016"/>
    <w:rsid w:val="009B6BFF"/>
    <w:rsid w:val="009C0DA8"/>
    <w:rsid w:val="009C61AE"/>
    <w:rsid w:val="009E5704"/>
    <w:rsid w:val="00A01E9C"/>
    <w:rsid w:val="00A521CB"/>
    <w:rsid w:val="00A7329C"/>
    <w:rsid w:val="00AA614D"/>
    <w:rsid w:val="00AA7D54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94D5D"/>
    <w:rsid w:val="00BA29F5"/>
    <w:rsid w:val="00BB6A1E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B7EDC"/>
    <w:rsid w:val="00DD35C8"/>
    <w:rsid w:val="00E161B4"/>
    <w:rsid w:val="00E31264"/>
    <w:rsid w:val="00E33FC5"/>
    <w:rsid w:val="00E40AAE"/>
    <w:rsid w:val="00E43912"/>
    <w:rsid w:val="00E54D19"/>
    <w:rsid w:val="00E74DB4"/>
    <w:rsid w:val="00E9314D"/>
    <w:rsid w:val="00E94589"/>
    <w:rsid w:val="00E948D1"/>
    <w:rsid w:val="00ED75E0"/>
    <w:rsid w:val="00EE6477"/>
    <w:rsid w:val="00F13500"/>
    <w:rsid w:val="00F33F5F"/>
    <w:rsid w:val="00F91910"/>
    <w:rsid w:val="00F9570B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97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369</Words>
  <Characters>2106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9</cp:revision>
  <cp:lastPrinted>2021-06-24T11:40:00Z</cp:lastPrinted>
  <dcterms:created xsi:type="dcterms:W3CDTF">2021-06-07T11:23:00Z</dcterms:created>
  <dcterms:modified xsi:type="dcterms:W3CDTF">2021-06-24T11:41:00Z</dcterms:modified>
</cp:coreProperties>
</file>