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66" w:rsidRDefault="001A3666" w:rsidP="00277277">
      <w:pPr>
        <w:jc w:val="center"/>
        <w:rPr>
          <w:sz w:val="28"/>
          <w:szCs w:val="28"/>
          <w:lang w:val="uk-UA"/>
        </w:rPr>
      </w:pPr>
      <w:r w:rsidRPr="009F4F5A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1A3666" w:rsidRDefault="001A3666" w:rsidP="00277277">
      <w:pPr>
        <w:rPr>
          <w:sz w:val="28"/>
          <w:szCs w:val="28"/>
          <w:lang w:val="uk-UA"/>
        </w:rPr>
      </w:pPr>
    </w:p>
    <w:p w:rsidR="001A3666" w:rsidRDefault="001A3666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1A3666" w:rsidRDefault="001A366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1A3666" w:rsidRDefault="001A3666" w:rsidP="005E48C0">
      <w:pPr>
        <w:jc w:val="center"/>
        <w:rPr>
          <w:bCs/>
          <w:sz w:val="28"/>
          <w:szCs w:val="20"/>
          <w:lang w:val="uk-UA"/>
        </w:rPr>
      </w:pPr>
    </w:p>
    <w:p w:rsidR="001A3666" w:rsidRDefault="001A3666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1A3666" w:rsidRDefault="001A3666" w:rsidP="005E48C0">
      <w:pPr>
        <w:jc w:val="center"/>
        <w:rPr>
          <w:b/>
          <w:bCs/>
          <w:sz w:val="28"/>
          <w:szCs w:val="20"/>
          <w:lang w:val="uk-UA"/>
        </w:rPr>
      </w:pPr>
    </w:p>
    <w:p w:rsidR="001A3666" w:rsidRDefault="001A3666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1A3666" w:rsidRDefault="001A3666" w:rsidP="00277277">
      <w:pPr>
        <w:jc w:val="both"/>
        <w:rPr>
          <w:bCs/>
          <w:sz w:val="28"/>
          <w:szCs w:val="20"/>
          <w:lang w:val="uk-UA"/>
        </w:rPr>
      </w:pPr>
    </w:p>
    <w:p w:rsidR="001A3666" w:rsidRPr="00314C6F" w:rsidRDefault="001A3666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 18.06.2021</w:t>
      </w:r>
      <w:r w:rsidRPr="00314C6F">
        <w:rPr>
          <w:bCs/>
          <w:sz w:val="28"/>
          <w:szCs w:val="20"/>
          <w:lang w:val="uk-UA"/>
        </w:rPr>
        <w:t xml:space="preserve">                               </w:t>
      </w:r>
      <w:r>
        <w:rPr>
          <w:bCs/>
          <w:sz w:val="28"/>
          <w:szCs w:val="20"/>
          <w:lang w:val="uk-UA"/>
        </w:rPr>
        <w:t xml:space="preserve">   </w:t>
      </w:r>
      <w:r w:rsidRPr="00314C6F">
        <w:rPr>
          <w:bCs/>
          <w:sz w:val="28"/>
          <w:szCs w:val="20"/>
          <w:lang w:val="uk-UA"/>
        </w:rPr>
        <w:t xml:space="preserve">м.Звенигородка                              </w:t>
      </w:r>
      <w:r>
        <w:rPr>
          <w:bCs/>
          <w:sz w:val="28"/>
          <w:szCs w:val="20"/>
          <w:lang w:val="uk-UA"/>
        </w:rPr>
        <w:t xml:space="preserve">     №  222</w:t>
      </w:r>
    </w:p>
    <w:p w:rsidR="001A3666" w:rsidRPr="00314C6F" w:rsidRDefault="001A3666" w:rsidP="00277277">
      <w:pPr>
        <w:jc w:val="center"/>
        <w:rPr>
          <w:bCs/>
          <w:sz w:val="28"/>
          <w:lang w:val="uk-UA"/>
        </w:rPr>
      </w:pPr>
    </w:p>
    <w:p w:rsidR="001A3666" w:rsidRPr="00921497" w:rsidRDefault="001A3666" w:rsidP="00B06101">
      <w:pPr>
        <w:jc w:val="both"/>
        <w:rPr>
          <w:sz w:val="28"/>
          <w:szCs w:val="28"/>
          <w:lang w:val="uk-UA"/>
        </w:rPr>
      </w:pPr>
    </w:p>
    <w:p w:rsidR="001A3666" w:rsidRDefault="001A3666" w:rsidP="00B06101">
      <w:pPr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 xml:space="preserve">Про надання дозволу </w:t>
      </w:r>
    </w:p>
    <w:p w:rsidR="001A3666" w:rsidRDefault="001A3666" w:rsidP="00B061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розміщення </w:t>
      </w:r>
      <w:r w:rsidRPr="00921497">
        <w:rPr>
          <w:sz w:val="28"/>
          <w:szCs w:val="28"/>
          <w:lang w:val="uk-UA"/>
        </w:rPr>
        <w:t>зовніш</w:t>
      </w:r>
      <w:r>
        <w:rPr>
          <w:sz w:val="28"/>
          <w:szCs w:val="28"/>
          <w:lang w:val="uk-UA"/>
        </w:rPr>
        <w:t>ньої реклами</w:t>
      </w:r>
    </w:p>
    <w:p w:rsidR="001A3666" w:rsidRPr="00921497" w:rsidRDefault="001A3666" w:rsidP="00B061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«Маркетингові технології»</w:t>
      </w:r>
    </w:p>
    <w:p w:rsidR="001A3666" w:rsidRPr="00921497" w:rsidRDefault="001A3666" w:rsidP="00921497">
      <w:pPr>
        <w:ind w:firstLine="540"/>
        <w:jc w:val="both"/>
        <w:rPr>
          <w:sz w:val="28"/>
          <w:szCs w:val="28"/>
          <w:lang w:val="uk-UA"/>
        </w:rPr>
      </w:pPr>
    </w:p>
    <w:p w:rsidR="001A3666" w:rsidRDefault="001A3666" w:rsidP="00921497">
      <w:pPr>
        <w:ind w:firstLine="540"/>
        <w:jc w:val="both"/>
        <w:rPr>
          <w:sz w:val="28"/>
          <w:szCs w:val="28"/>
          <w:lang w:val="uk-UA"/>
        </w:rPr>
      </w:pPr>
      <w:r w:rsidRPr="00921497">
        <w:rPr>
          <w:sz w:val="28"/>
          <w:szCs w:val="28"/>
          <w:lang w:val="uk-UA"/>
        </w:rPr>
        <w:tab/>
        <w:t>Розглянувши заяву ТОВ «Маркетингові технології»</w:t>
      </w:r>
      <w:r>
        <w:rPr>
          <w:sz w:val="28"/>
          <w:szCs w:val="28"/>
          <w:lang w:val="uk-UA"/>
        </w:rPr>
        <w:t xml:space="preserve"> від </w:t>
      </w:r>
      <w:r w:rsidRPr="001545B5">
        <w:rPr>
          <w:sz w:val="28"/>
          <w:szCs w:val="28"/>
          <w:lang w:val="uk-UA"/>
        </w:rPr>
        <w:t>02.06.2021 р.</w:t>
      </w:r>
      <w:r>
        <w:rPr>
          <w:sz w:val="28"/>
          <w:szCs w:val="28"/>
          <w:lang w:val="uk-UA"/>
        </w:rPr>
        <w:t xml:space="preserve"> № Л-453/01-13</w:t>
      </w:r>
      <w:r w:rsidRPr="001545B5"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про надання дозволу на розм</w:t>
      </w:r>
      <w:r>
        <w:rPr>
          <w:sz w:val="28"/>
          <w:szCs w:val="28"/>
          <w:lang w:val="uk-UA"/>
        </w:rPr>
        <w:t>іщення зовнішньої реклами</w:t>
      </w:r>
      <w:r w:rsidRPr="00921497">
        <w:rPr>
          <w:sz w:val="28"/>
          <w:szCs w:val="28"/>
          <w:lang w:val="uk-UA"/>
        </w:rPr>
        <w:t>, керуючись Законом України «Про дозвільну систему у сфер</w:t>
      </w:r>
      <w:r>
        <w:rPr>
          <w:sz w:val="28"/>
          <w:szCs w:val="28"/>
          <w:lang w:val="uk-UA"/>
        </w:rPr>
        <w:t>і господарської діяльності», пунктом «а</w:t>
      </w:r>
      <w:r w:rsidRPr="00E43912">
        <w:rPr>
          <w:sz w:val="28"/>
          <w:szCs w:val="28"/>
          <w:lang w:val="uk-UA"/>
        </w:rPr>
        <w:t>» підпункту 1</w:t>
      </w:r>
      <w:r>
        <w:rPr>
          <w:sz w:val="28"/>
          <w:szCs w:val="28"/>
          <w:lang w:val="uk-UA"/>
        </w:rPr>
        <w:t xml:space="preserve">3 статті 30 </w:t>
      </w:r>
      <w:r w:rsidRPr="00921497">
        <w:rPr>
          <w:sz w:val="28"/>
          <w:szCs w:val="28"/>
          <w:lang w:val="uk-UA"/>
        </w:rPr>
        <w:t>Закону України «Про місцеве самоврядува</w:t>
      </w:r>
      <w:r>
        <w:rPr>
          <w:sz w:val="28"/>
          <w:szCs w:val="28"/>
          <w:lang w:val="uk-UA"/>
        </w:rPr>
        <w:t>ння в Україні», Законом України «Про рекламу»</w:t>
      </w:r>
      <w:r w:rsidRPr="0092149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Постановою КМУ «</w:t>
      </w:r>
      <w:r w:rsidRPr="00921497">
        <w:rPr>
          <w:sz w:val="28"/>
          <w:szCs w:val="28"/>
          <w:lang w:val="uk-UA"/>
        </w:rPr>
        <w:t>Про затвердження Типових прави</w:t>
      </w:r>
      <w:r>
        <w:rPr>
          <w:sz w:val="28"/>
          <w:szCs w:val="28"/>
          <w:lang w:val="uk-UA"/>
        </w:rPr>
        <w:t xml:space="preserve">л розміщення зовнішньої реклами» </w:t>
      </w:r>
      <w:r w:rsidRPr="006C628B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від 29 грудня 2003 р. № 2067</w:t>
      </w:r>
      <w:r w:rsidRPr="00921497">
        <w:rPr>
          <w:sz w:val="28"/>
          <w:szCs w:val="28"/>
          <w:lang w:val="uk-UA"/>
        </w:rPr>
        <w:t>,  рішення</w:t>
      </w:r>
      <w:r>
        <w:rPr>
          <w:sz w:val="28"/>
          <w:szCs w:val="28"/>
          <w:lang w:val="uk-UA"/>
        </w:rPr>
        <w:t xml:space="preserve">м Звенигородської міської ради </w:t>
      </w:r>
      <w:r w:rsidRPr="00921497">
        <w:rPr>
          <w:sz w:val="28"/>
          <w:szCs w:val="28"/>
          <w:lang w:val="uk-UA"/>
        </w:rPr>
        <w:t>«Про затвердження правил розміщення зовнішньої реклами у м. Звенигородка в новій редакції» від 26.06</w:t>
      </w:r>
      <w:r>
        <w:rPr>
          <w:sz w:val="28"/>
          <w:szCs w:val="28"/>
          <w:lang w:val="uk-UA"/>
        </w:rPr>
        <w:t xml:space="preserve">.2015 р. </w:t>
      </w:r>
      <w:r w:rsidRPr="0092149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921497">
        <w:rPr>
          <w:sz w:val="28"/>
          <w:szCs w:val="28"/>
          <w:lang w:val="uk-UA"/>
        </w:rPr>
        <w:t>58-10/VІ</w:t>
      </w:r>
      <w:r>
        <w:rPr>
          <w:sz w:val="28"/>
          <w:szCs w:val="28"/>
          <w:lang w:val="uk-UA"/>
        </w:rPr>
        <w:t>,</w:t>
      </w:r>
      <w:r w:rsidRPr="00314C6F">
        <w:rPr>
          <w:sz w:val="28"/>
          <w:szCs w:val="28"/>
          <w:lang w:val="uk-UA"/>
        </w:rPr>
        <w:t xml:space="preserve">  виконавчий комітет міської ради вирішив:</w:t>
      </w:r>
    </w:p>
    <w:p w:rsidR="001A3666" w:rsidRDefault="001A3666" w:rsidP="001B10DA">
      <w:pPr>
        <w:pStyle w:val="ListParagraph"/>
        <w:ind w:left="0"/>
        <w:jc w:val="both"/>
        <w:rPr>
          <w:sz w:val="28"/>
          <w:szCs w:val="28"/>
          <w:lang w:val="uk-UA"/>
        </w:rPr>
      </w:pPr>
    </w:p>
    <w:p w:rsidR="001A3666" w:rsidRDefault="001A3666" w:rsidP="00B0610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10972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товариству з обмеженою відповідальністю «Маркетингові технології»</w:t>
      </w:r>
      <w:r w:rsidRPr="00310972">
        <w:rPr>
          <w:sz w:val="28"/>
          <w:szCs w:val="28"/>
          <w:lang w:val="uk-UA"/>
        </w:rPr>
        <w:t xml:space="preserve"> на розміщення зовнішньої р</w:t>
      </w:r>
      <w:r>
        <w:rPr>
          <w:sz w:val="28"/>
          <w:szCs w:val="28"/>
          <w:lang w:val="uk-UA"/>
        </w:rPr>
        <w:t>еклами</w:t>
      </w:r>
      <w:r w:rsidRPr="00310972">
        <w:rPr>
          <w:sz w:val="28"/>
          <w:szCs w:val="28"/>
          <w:lang w:val="uk-UA"/>
        </w:rPr>
        <w:t xml:space="preserve"> – двосторонній рекламний щит</w:t>
      </w:r>
      <w:r>
        <w:rPr>
          <w:sz w:val="28"/>
          <w:szCs w:val="28"/>
          <w:lang w:val="uk-UA"/>
        </w:rPr>
        <w:t xml:space="preserve"> (білборд)</w:t>
      </w:r>
      <w:r w:rsidRPr="00310972">
        <w:rPr>
          <w:sz w:val="28"/>
          <w:szCs w:val="28"/>
          <w:lang w:val="uk-UA"/>
        </w:rPr>
        <w:t xml:space="preserve"> розміром </w:t>
      </w:r>
      <w:r w:rsidRPr="00AD063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,0 </w:t>
      </w:r>
      <w:r w:rsidRPr="00AD0638">
        <w:rPr>
          <w:sz w:val="28"/>
          <w:szCs w:val="28"/>
          <w:lang w:val="uk-UA"/>
        </w:rPr>
        <w:t xml:space="preserve">х </w:t>
      </w:r>
      <w:smartTag w:uri="urn:schemas-microsoft-com:office:smarttags" w:element="metricconverter">
        <w:smartTagPr>
          <w:attr w:name="ProductID" w:val="6,0 м"/>
        </w:smartTagPr>
        <w:r w:rsidRPr="00AD0638">
          <w:rPr>
            <w:sz w:val="28"/>
            <w:szCs w:val="28"/>
            <w:lang w:val="uk-UA"/>
          </w:rPr>
          <w:t>6</w:t>
        </w:r>
        <w:r>
          <w:rPr>
            <w:sz w:val="28"/>
            <w:szCs w:val="28"/>
            <w:lang w:val="uk-UA"/>
          </w:rPr>
          <w:t>,0</w:t>
        </w:r>
        <w:r w:rsidRPr="00AD0638">
          <w:rPr>
            <w:sz w:val="28"/>
            <w:szCs w:val="28"/>
            <w:lang w:val="uk-UA"/>
          </w:rPr>
          <w:t xml:space="preserve"> м</w:t>
        </w:r>
      </w:smartTag>
      <w:r>
        <w:rPr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>за адресою:</w:t>
      </w:r>
      <w:r>
        <w:rPr>
          <w:sz w:val="28"/>
          <w:szCs w:val="28"/>
          <w:lang w:val="uk-UA"/>
        </w:rPr>
        <w:t xml:space="preserve"> Звенигородський район, Звенигородська територіальна громада, с.Вільховець, вул. В.Чорновола № 25-Р.</w:t>
      </w:r>
    </w:p>
    <w:p w:rsidR="001A3666" w:rsidRDefault="001A3666" w:rsidP="00B0610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lang w:val="uk-UA"/>
        </w:rPr>
        <w:t>Т</w:t>
      </w:r>
      <w:r w:rsidRPr="00A01E9C">
        <w:rPr>
          <w:sz w:val="28"/>
          <w:szCs w:val="28"/>
          <w:lang w:val="uk-UA"/>
        </w:rPr>
        <w:t>овариству з обмеженою відповідальністю «Маркетингові технології»</w:t>
      </w:r>
      <w:r w:rsidRPr="00A01E9C">
        <w:rPr>
          <w:lang w:val="uk-UA"/>
        </w:rPr>
        <w:t xml:space="preserve"> </w:t>
      </w:r>
      <w:r w:rsidRPr="00A01E9C">
        <w:rPr>
          <w:sz w:val="28"/>
          <w:szCs w:val="28"/>
          <w:lang w:val="uk-UA"/>
        </w:rPr>
        <w:t xml:space="preserve"> укласти договір про надання права тимчасового користування місцем розміщення рекламного носія із </w:t>
      </w:r>
      <w:r w:rsidRPr="002B29EB">
        <w:rPr>
          <w:sz w:val="28"/>
          <w:szCs w:val="28"/>
          <w:lang w:val="uk-UA"/>
        </w:rPr>
        <w:t>виконавчим комітетом Звенигородської міської ради</w:t>
      </w:r>
      <w:bookmarkStart w:id="0" w:name="_GoBack"/>
      <w:bookmarkEnd w:id="0"/>
      <w:r w:rsidRPr="00A01E9C">
        <w:rPr>
          <w:sz w:val="28"/>
          <w:szCs w:val="28"/>
          <w:lang w:val="uk-UA"/>
        </w:rPr>
        <w:t>.</w:t>
      </w:r>
    </w:p>
    <w:p w:rsidR="001A3666" w:rsidRDefault="001A3666" w:rsidP="00B0610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646969">
        <w:rPr>
          <w:lang w:val="uk-UA"/>
        </w:rPr>
        <w:t>З</w:t>
      </w:r>
      <w:r>
        <w:rPr>
          <w:sz w:val="28"/>
          <w:szCs w:val="28"/>
          <w:lang w:val="uk-UA"/>
        </w:rPr>
        <w:t>обов'язати</w:t>
      </w:r>
      <w:r w:rsidRPr="00646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 «Маркетингові технології»</w:t>
      </w:r>
      <w:r w:rsidRPr="00646969">
        <w:rPr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646969">
        <w:rPr>
          <w:sz w:val="28"/>
          <w:szCs w:val="28"/>
          <w:lang w:val="uk-UA"/>
        </w:rPr>
        <w:t xml:space="preserve">ісля </w:t>
      </w:r>
      <w:r>
        <w:rPr>
          <w:sz w:val="28"/>
          <w:szCs w:val="28"/>
          <w:lang w:val="uk-UA"/>
        </w:rPr>
        <w:t>розташування рекламного засобу</w:t>
      </w:r>
      <w:r w:rsidRPr="00646969">
        <w:rPr>
          <w:sz w:val="28"/>
          <w:szCs w:val="28"/>
          <w:lang w:val="uk-UA"/>
        </w:rPr>
        <w:t xml:space="preserve"> у п'ятиденний строк </w:t>
      </w:r>
      <w:r>
        <w:rPr>
          <w:sz w:val="28"/>
          <w:szCs w:val="28"/>
          <w:lang w:val="uk-UA"/>
        </w:rPr>
        <w:t>подати відділу містобудування та архітектури виконавчого комітету</w:t>
      </w:r>
      <w:r w:rsidRPr="00646969">
        <w:rPr>
          <w:sz w:val="28"/>
          <w:szCs w:val="28"/>
          <w:lang w:val="uk-UA"/>
        </w:rPr>
        <w:t xml:space="preserve"> фотокартку місця розташування рекламного засобу (розміром не менш як 6 х 9 сантиметрів)</w:t>
      </w:r>
      <w:r>
        <w:rPr>
          <w:sz w:val="28"/>
          <w:szCs w:val="28"/>
          <w:lang w:val="uk-UA"/>
        </w:rPr>
        <w:t>.</w:t>
      </w:r>
    </w:p>
    <w:p w:rsidR="001A3666" w:rsidRDefault="001A3666" w:rsidP="00B06101">
      <w:pPr>
        <w:ind w:firstLine="540"/>
        <w:jc w:val="both"/>
        <w:rPr>
          <w:sz w:val="28"/>
          <w:szCs w:val="28"/>
          <w:lang w:val="uk-UA"/>
        </w:rPr>
      </w:pPr>
    </w:p>
    <w:p w:rsidR="001A3666" w:rsidRPr="00AD0638" w:rsidRDefault="001A3666" w:rsidP="00B0610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4.Термін дії дозволу</w:t>
      </w:r>
      <w:r w:rsidRPr="00AD0638">
        <w:t xml:space="preserve"> </w:t>
      </w:r>
      <w:r w:rsidRPr="00AD0638">
        <w:rPr>
          <w:sz w:val="28"/>
          <w:szCs w:val="28"/>
          <w:lang w:val="uk-UA"/>
        </w:rPr>
        <w:t>на розміщення зовнішньої реклами</w:t>
      </w:r>
      <w:r>
        <w:rPr>
          <w:sz w:val="28"/>
          <w:szCs w:val="28"/>
          <w:lang w:val="uk-UA"/>
        </w:rPr>
        <w:t xml:space="preserve"> до липня 2026 року.</w:t>
      </w:r>
    </w:p>
    <w:p w:rsidR="001A3666" w:rsidRPr="00314C6F" w:rsidRDefault="001A3666" w:rsidP="00B06101">
      <w:pPr>
        <w:ind w:firstLine="540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5.</w:t>
      </w:r>
      <w:r w:rsidRPr="00493DF4">
        <w:t xml:space="preserve"> </w:t>
      </w:r>
      <w:r w:rsidRPr="00493DF4">
        <w:rPr>
          <w:sz w:val="28"/>
          <w:szCs w:val="28"/>
          <w:lang w:val="uk-UA"/>
        </w:rPr>
        <w:t>Контроль за виконанням рішення покласти на</w:t>
      </w:r>
      <w:r>
        <w:rPr>
          <w:sz w:val="28"/>
          <w:szCs w:val="28"/>
          <w:lang w:val="uk-UA"/>
        </w:rPr>
        <w:t xml:space="preserve"> першого </w:t>
      </w:r>
      <w:r w:rsidRPr="00493DF4">
        <w:rPr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 та відділ </w:t>
      </w:r>
      <w:r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>
        <w:rPr>
          <w:sz w:val="28"/>
          <w:szCs w:val="28"/>
          <w:lang w:val="uk-UA"/>
        </w:rPr>
        <w:t>.</w:t>
      </w:r>
      <w:r w:rsidRPr="00493DF4">
        <w:rPr>
          <w:sz w:val="28"/>
          <w:szCs w:val="28"/>
          <w:lang w:val="uk-UA"/>
        </w:rPr>
        <w:t xml:space="preserve">                </w:t>
      </w:r>
    </w:p>
    <w:p w:rsidR="001A3666" w:rsidRDefault="001A3666" w:rsidP="00B06101">
      <w:pPr>
        <w:ind w:firstLine="540"/>
        <w:jc w:val="both"/>
        <w:rPr>
          <w:bCs/>
          <w:sz w:val="28"/>
          <w:lang w:val="uk-UA"/>
        </w:rPr>
      </w:pPr>
    </w:p>
    <w:p w:rsidR="001A3666" w:rsidRDefault="001A3666" w:rsidP="00277277">
      <w:pPr>
        <w:jc w:val="both"/>
        <w:rPr>
          <w:bCs/>
          <w:sz w:val="28"/>
          <w:lang w:val="uk-UA"/>
        </w:rPr>
      </w:pPr>
    </w:p>
    <w:p w:rsidR="001A3666" w:rsidRDefault="001A3666" w:rsidP="00277277">
      <w:pPr>
        <w:jc w:val="both"/>
        <w:rPr>
          <w:bCs/>
          <w:sz w:val="28"/>
          <w:lang w:val="uk-UA"/>
        </w:rPr>
      </w:pPr>
    </w:p>
    <w:p w:rsidR="001A3666" w:rsidRPr="00314C6F" w:rsidRDefault="001A3666" w:rsidP="00277277">
      <w:pPr>
        <w:jc w:val="both"/>
        <w:rPr>
          <w:bCs/>
          <w:sz w:val="28"/>
          <w:lang w:val="uk-UA"/>
        </w:rPr>
      </w:pPr>
    </w:p>
    <w:p w:rsidR="001A3666" w:rsidRDefault="001A366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1A3666" w:rsidRDefault="001A3666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1A3666" w:rsidRDefault="001A3666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1A3666" w:rsidRDefault="001A3666" w:rsidP="005E48C0">
      <w:pPr>
        <w:jc w:val="both"/>
        <w:rPr>
          <w:bCs/>
          <w:sz w:val="28"/>
          <w:szCs w:val="28"/>
          <w:lang w:val="uk-UA"/>
        </w:rPr>
      </w:pPr>
    </w:p>
    <w:p w:rsidR="001A3666" w:rsidRDefault="001A3666" w:rsidP="005E48C0">
      <w:pPr>
        <w:jc w:val="both"/>
        <w:rPr>
          <w:bCs/>
          <w:sz w:val="28"/>
          <w:szCs w:val="28"/>
          <w:lang w:val="uk-UA"/>
        </w:rPr>
      </w:pP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Default="001A3666" w:rsidP="005F1883">
      <w:pPr>
        <w:jc w:val="both"/>
        <w:rPr>
          <w:bCs/>
          <w:sz w:val="28"/>
          <w:lang w:val="uk-UA"/>
        </w:rPr>
      </w:pP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1A3666" w:rsidRPr="005F1883" w:rsidRDefault="001A3666" w:rsidP="005F1883">
      <w:pPr>
        <w:jc w:val="both"/>
        <w:rPr>
          <w:bCs/>
          <w:sz w:val="28"/>
          <w:lang w:val="uk-UA"/>
        </w:rPr>
      </w:pPr>
    </w:p>
    <w:p w:rsidR="001A3666" w:rsidRPr="005E48C0" w:rsidRDefault="001A3666" w:rsidP="005E48C0">
      <w:pPr>
        <w:jc w:val="both"/>
        <w:rPr>
          <w:bCs/>
          <w:sz w:val="28"/>
          <w:lang w:val="uk-UA"/>
        </w:rPr>
      </w:pPr>
    </w:p>
    <w:sectPr w:rsidR="001A3666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6C29"/>
    <w:rsid w:val="00040C10"/>
    <w:rsid w:val="000425E1"/>
    <w:rsid w:val="00086CA0"/>
    <w:rsid w:val="000D3191"/>
    <w:rsid w:val="000F7046"/>
    <w:rsid w:val="001266FE"/>
    <w:rsid w:val="001272F8"/>
    <w:rsid w:val="00144438"/>
    <w:rsid w:val="001545B5"/>
    <w:rsid w:val="00162659"/>
    <w:rsid w:val="001A3666"/>
    <w:rsid w:val="001B10DA"/>
    <w:rsid w:val="001C1CC1"/>
    <w:rsid w:val="001E3164"/>
    <w:rsid w:val="00272801"/>
    <w:rsid w:val="00274B3A"/>
    <w:rsid w:val="00277277"/>
    <w:rsid w:val="00294BD5"/>
    <w:rsid w:val="002B1721"/>
    <w:rsid w:val="002B1B2F"/>
    <w:rsid w:val="002B1C2C"/>
    <w:rsid w:val="002B29EB"/>
    <w:rsid w:val="00310972"/>
    <w:rsid w:val="00312C61"/>
    <w:rsid w:val="00314C6F"/>
    <w:rsid w:val="00323CE4"/>
    <w:rsid w:val="0034487C"/>
    <w:rsid w:val="0034650B"/>
    <w:rsid w:val="003521C4"/>
    <w:rsid w:val="00366FE3"/>
    <w:rsid w:val="0039458C"/>
    <w:rsid w:val="003C3582"/>
    <w:rsid w:val="003E540D"/>
    <w:rsid w:val="004014D6"/>
    <w:rsid w:val="0041143D"/>
    <w:rsid w:val="00434963"/>
    <w:rsid w:val="0044270A"/>
    <w:rsid w:val="00493DF4"/>
    <w:rsid w:val="004C777B"/>
    <w:rsid w:val="004D7121"/>
    <w:rsid w:val="004E6CD1"/>
    <w:rsid w:val="004F632B"/>
    <w:rsid w:val="00500AC2"/>
    <w:rsid w:val="00535465"/>
    <w:rsid w:val="00553CF0"/>
    <w:rsid w:val="00560193"/>
    <w:rsid w:val="005614F6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5F18A8"/>
    <w:rsid w:val="006124F2"/>
    <w:rsid w:val="00625434"/>
    <w:rsid w:val="00646969"/>
    <w:rsid w:val="00651D08"/>
    <w:rsid w:val="0067211C"/>
    <w:rsid w:val="00677226"/>
    <w:rsid w:val="00693FE5"/>
    <w:rsid w:val="006A1A66"/>
    <w:rsid w:val="006A686A"/>
    <w:rsid w:val="006B7A1B"/>
    <w:rsid w:val="006C628B"/>
    <w:rsid w:val="00706B59"/>
    <w:rsid w:val="00713C3B"/>
    <w:rsid w:val="00722F28"/>
    <w:rsid w:val="00760CC9"/>
    <w:rsid w:val="007742F3"/>
    <w:rsid w:val="00786709"/>
    <w:rsid w:val="00786891"/>
    <w:rsid w:val="00787A61"/>
    <w:rsid w:val="007C3521"/>
    <w:rsid w:val="007D44B6"/>
    <w:rsid w:val="007E2BBD"/>
    <w:rsid w:val="007E43F0"/>
    <w:rsid w:val="00814CEF"/>
    <w:rsid w:val="00872313"/>
    <w:rsid w:val="008B2983"/>
    <w:rsid w:val="008C1F55"/>
    <w:rsid w:val="008E7D55"/>
    <w:rsid w:val="00901A2B"/>
    <w:rsid w:val="0091099C"/>
    <w:rsid w:val="00912F5D"/>
    <w:rsid w:val="00921497"/>
    <w:rsid w:val="009238FF"/>
    <w:rsid w:val="00950862"/>
    <w:rsid w:val="00950E9D"/>
    <w:rsid w:val="009522B0"/>
    <w:rsid w:val="00975AF5"/>
    <w:rsid w:val="00987343"/>
    <w:rsid w:val="009B4096"/>
    <w:rsid w:val="009B6BFF"/>
    <w:rsid w:val="009C0DA8"/>
    <w:rsid w:val="009C61AE"/>
    <w:rsid w:val="009E5704"/>
    <w:rsid w:val="009F4F5A"/>
    <w:rsid w:val="00A01E9C"/>
    <w:rsid w:val="00A521CB"/>
    <w:rsid w:val="00A7329C"/>
    <w:rsid w:val="00AA614D"/>
    <w:rsid w:val="00AA7D54"/>
    <w:rsid w:val="00AD0638"/>
    <w:rsid w:val="00AE0E24"/>
    <w:rsid w:val="00AE2B82"/>
    <w:rsid w:val="00AE47C2"/>
    <w:rsid w:val="00B06101"/>
    <w:rsid w:val="00B1034D"/>
    <w:rsid w:val="00B25034"/>
    <w:rsid w:val="00B31AFA"/>
    <w:rsid w:val="00B47C69"/>
    <w:rsid w:val="00B618ED"/>
    <w:rsid w:val="00B64F78"/>
    <w:rsid w:val="00B65E14"/>
    <w:rsid w:val="00B94D5D"/>
    <w:rsid w:val="00BA29F5"/>
    <w:rsid w:val="00BB6A1E"/>
    <w:rsid w:val="00BD5F11"/>
    <w:rsid w:val="00BE1D4B"/>
    <w:rsid w:val="00C06C1A"/>
    <w:rsid w:val="00C12A10"/>
    <w:rsid w:val="00C20E6A"/>
    <w:rsid w:val="00C50DFF"/>
    <w:rsid w:val="00C535A2"/>
    <w:rsid w:val="00CA6B0A"/>
    <w:rsid w:val="00CC41C4"/>
    <w:rsid w:val="00CD653B"/>
    <w:rsid w:val="00CD6FA9"/>
    <w:rsid w:val="00CE2BFE"/>
    <w:rsid w:val="00D21397"/>
    <w:rsid w:val="00D3159A"/>
    <w:rsid w:val="00D511CC"/>
    <w:rsid w:val="00D61BC0"/>
    <w:rsid w:val="00D863AC"/>
    <w:rsid w:val="00DB7EDC"/>
    <w:rsid w:val="00DD35C8"/>
    <w:rsid w:val="00E161B4"/>
    <w:rsid w:val="00E31264"/>
    <w:rsid w:val="00E43912"/>
    <w:rsid w:val="00E54D19"/>
    <w:rsid w:val="00E74DB4"/>
    <w:rsid w:val="00E9314D"/>
    <w:rsid w:val="00E94589"/>
    <w:rsid w:val="00E948D1"/>
    <w:rsid w:val="00ED75E0"/>
    <w:rsid w:val="00EE6477"/>
    <w:rsid w:val="00F33F5F"/>
    <w:rsid w:val="00F65328"/>
    <w:rsid w:val="00F91910"/>
    <w:rsid w:val="00FA5057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0D3191"/>
    <w:pPr>
      <w:ind w:left="720"/>
      <w:contextualSpacing/>
    </w:pPr>
  </w:style>
  <w:style w:type="character" w:customStyle="1" w:styleId="rvts9">
    <w:name w:val="rvts9"/>
    <w:basedOn w:val="DefaultParagraphFont"/>
    <w:uiPriority w:val="99"/>
    <w:rsid w:val="006C628B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C62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75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368</Words>
  <Characters>2104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SamLab.ws</cp:lastModifiedBy>
  <cp:revision>7</cp:revision>
  <cp:lastPrinted>2021-06-24T11:42:00Z</cp:lastPrinted>
  <dcterms:created xsi:type="dcterms:W3CDTF">2021-06-07T11:20:00Z</dcterms:created>
  <dcterms:modified xsi:type="dcterms:W3CDTF">2021-06-24T11:42:00Z</dcterms:modified>
</cp:coreProperties>
</file>