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8D" w:rsidRDefault="00C2598D" w:rsidP="00277277">
      <w:pPr>
        <w:jc w:val="center"/>
        <w:rPr>
          <w:sz w:val="28"/>
          <w:szCs w:val="28"/>
          <w:lang w:val="uk-UA"/>
        </w:rPr>
      </w:pPr>
      <w:r w:rsidRPr="00066F14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C2598D" w:rsidRDefault="00C2598D" w:rsidP="00277277">
      <w:pPr>
        <w:rPr>
          <w:sz w:val="28"/>
          <w:szCs w:val="28"/>
          <w:lang w:val="uk-UA"/>
        </w:rPr>
      </w:pPr>
    </w:p>
    <w:p w:rsidR="00C2598D" w:rsidRDefault="00C2598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2598D" w:rsidRDefault="00C2598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2598D" w:rsidRDefault="00C2598D" w:rsidP="005E48C0">
      <w:pPr>
        <w:jc w:val="center"/>
        <w:rPr>
          <w:bCs/>
          <w:sz w:val="28"/>
          <w:szCs w:val="20"/>
          <w:lang w:val="uk-UA"/>
        </w:rPr>
      </w:pPr>
    </w:p>
    <w:p w:rsidR="00C2598D" w:rsidRDefault="00C2598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2598D" w:rsidRDefault="00C2598D" w:rsidP="005E48C0">
      <w:pPr>
        <w:jc w:val="center"/>
        <w:rPr>
          <w:b/>
          <w:bCs/>
          <w:sz w:val="28"/>
          <w:szCs w:val="20"/>
          <w:lang w:val="uk-UA"/>
        </w:rPr>
      </w:pPr>
    </w:p>
    <w:p w:rsidR="00C2598D" w:rsidRDefault="00C2598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C2598D" w:rsidRDefault="00C2598D" w:rsidP="00277277">
      <w:pPr>
        <w:jc w:val="both"/>
        <w:rPr>
          <w:bCs/>
          <w:sz w:val="28"/>
          <w:szCs w:val="20"/>
          <w:lang w:val="uk-UA"/>
        </w:rPr>
      </w:pPr>
    </w:p>
    <w:p w:rsidR="00C2598D" w:rsidRPr="00314C6F" w:rsidRDefault="00C2598D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 18.06.2021</w:t>
      </w:r>
      <w:r w:rsidRPr="00314C6F">
        <w:rPr>
          <w:bCs/>
          <w:sz w:val="28"/>
          <w:szCs w:val="20"/>
          <w:lang w:val="uk-UA"/>
        </w:rPr>
        <w:t xml:space="preserve">                               м.Звенигородка                              </w:t>
      </w:r>
      <w:r>
        <w:rPr>
          <w:bCs/>
          <w:sz w:val="28"/>
          <w:szCs w:val="20"/>
          <w:lang w:val="uk-UA"/>
        </w:rPr>
        <w:t xml:space="preserve">     №  173</w:t>
      </w:r>
    </w:p>
    <w:p w:rsidR="00C2598D" w:rsidRPr="00314C6F" w:rsidRDefault="00C2598D" w:rsidP="00277277">
      <w:pPr>
        <w:jc w:val="center"/>
        <w:rPr>
          <w:bCs/>
          <w:sz w:val="28"/>
          <w:lang w:val="uk-UA"/>
        </w:rPr>
      </w:pPr>
    </w:p>
    <w:p w:rsidR="00C2598D" w:rsidRPr="00921497" w:rsidRDefault="00C2598D" w:rsidP="00A24CCF">
      <w:pPr>
        <w:jc w:val="both"/>
        <w:rPr>
          <w:sz w:val="28"/>
          <w:szCs w:val="28"/>
          <w:lang w:val="uk-UA"/>
        </w:rPr>
      </w:pPr>
    </w:p>
    <w:p w:rsidR="00C2598D" w:rsidRDefault="00C2598D" w:rsidP="00A24CCF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C2598D" w:rsidRDefault="00C2598D" w:rsidP="00A24C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C2598D" w:rsidRPr="00921497" w:rsidRDefault="00C2598D" w:rsidP="00A24C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«Рекламне агентство «Медіа Форос»</w:t>
      </w:r>
    </w:p>
    <w:p w:rsidR="00C2598D" w:rsidRPr="00921497" w:rsidRDefault="00C2598D" w:rsidP="00921497">
      <w:pPr>
        <w:ind w:firstLine="540"/>
        <w:jc w:val="both"/>
        <w:rPr>
          <w:sz w:val="28"/>
          <w:szCs w:val="28"/>
          <w:lang w:val="uk-UA"/>
        </w:rPr>
      </w:pPr>
    </w:p>
    <w:p w:rsidR="00C2598D" w:rsidRDefault="00C2598D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ab/>
        <w:t xml:space="preserve">Розглянувши заяву </w:t>
      </w:r>
      <w:r w:rsidRPr="004F1DF7">
        <w:rPr>
          <w:sz w:val="28"/>
          <w:szCs w:val="28"/>
          <w:lang w:val="uk-UA"/>
        </w:rPr>
        <w:t>ТОВ «Рекламне агентство «Медіа Форос»</w:t>
      </w:r>
      <w:r>
        <w:rPr>
          <w:sz w:val="28"/>
          <w:szCs w:val="28"/>
          <w:lang w:val="uk-UA"/>
        </w:rPr>
        <w:t xml:space="preserve"> від 16</w:t>
      </w:r>
      <w:r w:rsidRPr="001545B5">
        <w:rPr>
          <w:sz w:val="28"/>
          <w:szCs w:val="28"/>
          <w:lang w:val="uk-UA"/>
        </w:rPr>
        <w:t>.06.2021 р.</w:t>
      </w:r>
      <w:r>
        <w:rPr>
          <w:sz w:val="28"/>
          <w:szCs w:val="28"/>
          <w:lang w:val="uk-UA"/>
        </w:rPr>
        <w:t xml:space="preserve"> № 2277/01-28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C2598D" w:rsidRDefault="00C2598D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C2598D" w:rsidRDefault="00C2598D" w:rsidP="00A24CC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1.Відмовити у наданні</w:t>
      </w:r>
      <w:r w:rsidRPr="00310972">
        <w:rPr>
          <w:sz w:val="28"/>
          <w:szCs w:val="28"/>
          <w:lang w:val="uk-UA"/>
        </w:rPr>
        <w:t xml:space="preserve"> дозв</w:t>
      </w:r>
      <w:r>
        <w:rPr>
          <w:sz w:val="28"/>
          <w:szCs w:val="28"/>
          <w:lang w:val="uk-UA"/>
        </w:rPr>
        <w:t xml:space="preserve">олу товариству з обмеженою відповідальністю </w:t>
      </w:r>
      <w:r w:rsidRPr="004F1DF7">
        <w:rPr>
          <w:sz w:val="28"/>
          <w:szCs w:val="28"/>
          <w:lang w:val="uk-UA"/>
        </w:rPr>
        <w:t>«Рекламне агентство «Медіа Форос»</w:t>
      </w:r>
      <w:r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 xml:space="preserve">на розміщення </w:t>
      </w:r>
      <w:r>
        <w:rPr>
          <w:sz w:val="28"/>
          <w:szCs w:val="28"/>
          <w:lang w:val="uk-UA"/>
        </w:rPr>
        <w:t xml:space="preserve">двох об’єктів </w:t>
      </w:r>
      <w:r w:rsidRPr="00310972">
        <w:rPr>
          <w:sz w:val="28"/>
          <w:szCs w:val="28"/>
          <w:lang w:val="uk-UA"/>
        </w:rPr>
        <w:t>зовнішньої р</w:t>
      </w:r>
      <w:r>
        <w:rPr>
          <w:sz w:val="28"/>
          <w:szCs w:val="28"/>
          <w:lang w:val="uk-UA"/>
        </w:rPr>
        <w:t xml:space="preserve">еклами – сіті-лайти двосторонні,  розміром </w:t>
      </w:r>
      <w:smartTag w:uri="urn:schemas-microsoft-com:office:smarttags" w:element="metricconverter">
        <w:smartTagPr>
          <w:attr w:name="ProductID" w:val="1471 мм"/>
        </w:smartTagPr>
        <w:r>
          <w:rPr>
            <w:sz w:val="28"/>
            <w:szCs w:val="28"/>
            <w:lang w:val="uk-UA"/>
          </w:rPr>
          <w:t>1471 мм</w:t>
        </w:r>
      </w:smartTag>
      <w:r>
        <w:rPr>
          <w:sz w:val="28"/>
          <w:szCs w:val="28"/>
          <w:lang w:val="uk-UA"/>
        </w:rPr>
        <w:t xml:space="preserve"> х</w:t>
      </w:r>
      <w:r w:rsidRPr="00240E98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20 мм"/>
        </w:smartTagPr>
        <w:r>
          <w:rPr>
            <w:sz w:val="28"/>
            <w:szCs w:val="28"/>
            <w:lang w:val="uk-UA"/>
          </w:rPr>
          <w:t>2020 мм</w:t>
        </w:r>
      </w:smartTag>
      <w:r>
        <w:rPr>
          <w:sz w:val="28"/>
          <w:szCs w:val="28"/>
          <w:lang w:val="uk-UA"/>
        </w:rPr>
        <w:t xml:space="preserve"> (прямокутна рекламна конструкція  на вертикальній опорі)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Звенигородський район, Звенигородська територіальна громада, м.Звенигородка, проспект Шевченка № 65-Р  та проспект Шевченка № 72-Р.</w:t>
      </w:r>
    </w:p>
    <w:p w:rsidR="00C2598D" w:rsidRDefault="00C2598D" w:rsidP="00A24CCF">
      <w:pPr>
        <w:ind w:firstLine="720"/>
        <w:jc w:val="both"/>
        <w:rPr>
          <w:sz w:val="28"/>
          <w:szCs w:val="28"/>
          <w:lang w:val="uk-UA"/>
        </w:rPr>
      </w:pPr>
    </w:p>
    <w:p w:rsidR="00C2598D" w:rsidRPr="00314C6F" w:rsidRDefault="00C2598D" w:rsidP="00A24CCF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2.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C2598D" w:rsidRPr="00314C6F" w:rsidRDefault="00C2598D" w:rsidP="00277277">
      <w:pPr>
        <w:jc w:val="both"/>
        <w:rPr>
          <w:bCs/>
          <w:sz w:val="28"/>
          <w:lang w:val="uk-UA"/>
        </w:rPr>
      </w:pPr>
    </w:p>
    <w:p w:rsidR="00C2598D" w:rsidRDefault="00C2598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2598D" w:rsidRDefault="00C2598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2598D" w:rsidRPr="00A24CCF" w:rsidRDefault="00C2598D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C2598D" w:rsidRDefault="00C2598D" w:rsidP="005F1883">
      <w:pPr>
        <w:jc w:val="both"/>
        <w:rPr>
          <w:bCs/>
          <w:sz w:val="28"/>
          <w:lang w:val="uk-UA"/>
        </w:rPr>
      </w:pPr>
    </w:p>
    <w:p w:rsidR="00C2598D" w:rsidRDefault="00C2598D" w:rsidP="005F1883">
      <w:pPr>
        <w:jc w:val="both"/>
        <w:rPr>
          <w:bCs/>
          <w:sz w:val="28"/>
          <w:lang w:val="uk-UA"/>
        </w:rPr>
      </w:pP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C2598D" w:rsidRPr="005F1883" w:rsidRDefault="00C2598D" w:rsidP="005F1883">
      <w:pPr>
        <w:jc w:val="both"/>
        <w:rPr>
          <w:bCs/>
          <w:sz w:val="28"/>
          <w:lang w:val="uk-UA"/>
        </w:rPr>
      </w:pPr>
    </w:p>
    <w:p w:rsidR="00C2598D" w:rsidRPr="005E48C0" w:rsidRDefault="00C2598D" w:rsidP="005E48C0">
      <w:pPr>
        <w:jc w:val="both"/>
        <w:rPr>
          <w:bCs/>
          <w:sz w:val="28"/>
          <w:lang w:val="uk-UA"/>
        </w:rPr>
      </w:pPr>
    </w:p>
    <w:sectPr w:rsidR="00C2598D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6C29"/>
    <w:rsid w:val="00040C10"/>
    <w:rsid w:val="000425E1"/>
    <w:rsid w:val="00066F14"/>
    <w:rsid w:val="00086CA0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1496E"/>
    <w:rsid w:val="00240E98"/>
    <w:rsid w:val="00272801"/>
    <w:rsid w:val="00274B3A"/>
    <w:rsid w:val="00277277"/>
    <w:rsid w:val="00294BD5"/>
    <w:rsid w:val="002B1721"/>
    <w:rsid w:val="002B1B2F"/>
    <w:rsid w:val="002B1C2C"/>
    <w:rsid w:val="002C55C9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C3582"/>
    <w:rsid w:val="003E540D"/>
    <w:rsid w:val="004014D6"/>
    <w:rsid w:val="0041143D"/>
    <w:rsid w:val="0044270A"/>
    <w:rsid w:val="00493DF4"/>
    <w:rsid w:val="004C777B"/>
    <w:rsid w:val="004D7121"/>
    <w:rsid w:val="004F1DF7"/>
    <w:rsid w:val="004F632B"/>
    <w:rsid w:val="005005DC"/>
    <w:rsid w:val="00500AC2"/>
    <w:rsid w:val="00515069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93FE5"/>
    <w:rsid w:val="006A1A66"/>
    <w:rsid w:val="006A686A"/>
    <w:rsid w:val="006B7A1B"/>
    <w:rsid w:val="006C628B"/>
    <w:rsid w:val="00706B59"/>
    <w:rsid w:val="00713C3B"/>
    <w:rsid w:val="00722F28"/>
    <w:rsid w:val="00760CC9"/>
    <w:rsid w:val="007742F3"/>
    <w:rsid w:val="00786891"/>
    <w:rsid w:val="00787A61"/>
    <w:rsid w:val="007D44B6"/>
    <w:rsid w:val="007D6DD3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24CCF"/>
    <w:rsid w:val="00A521CB"/>
    <w:rsid w:val="00A7329C"/>
    <w:rsid w:val="00AA614D"/>
    <w:rsid w:val="00AA7D54"/>
    <w:rsid w:val="00AD0638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65E14"/>
    <w:rsid w:val="00B94D5D"/>
    <w:rsid w:val="00BA29F5"/>
    <w:rsid w:val="00BB6A1E"/>
    <w:rsid w:val="00BD5F11"/>
    <w:rsid w:val="00BE1D4B"/>
    <w:rsid w:val="00C06C1A"/>
    <w:rsid w:val="00C12A10"/>
    <w:rsid w:val="00C20E6A"/>
    <w:rsid w:val="00C2598D"/>
    <w:rsid w:val="00C50DFF"/>
    <w:rsid w:val="00C535A2"/>
    <w:rsid w:val="00CA6B0A"/>
    <w:rsid w:val="00CC41C4"/>
    <w:rsid w:val="00CD653B"/>
    <w:rsid w:val="00CD6FA9"/>
    <w:rsid w:val="00CE2BFE"/>
    <w:rsid w:val="00CF301F"/>
    <w:rsid w:val="00D21397"/>
    <w:rsid w:val="00D3159A"/>
    <w:rsid w:val="00D357F8"/>
    <w:rsid w:val="00D511CC"/>
    <w:rsid w:val="00D61BC0"/>
    <w:rsid w:val="00D863AC"/>
    <w:rsid w:val="00DB7EDC"/>
    <w:rsid w:val="00DD35C8"/>
    <w:rsid w:val="00E161B4"/>
    <w:rsid w:val="00E31264"/>
    <w:rsid w:val="00E43912"/>
    <w:rsid w:val="00E54D19"/>
    <w:rsid w:val="00E74DB4"/>
    <w:rsid w:val="00E9314D"/>
    <w:rsid w:val="00E94589"/>
    <w:rsid w:val="00E948D1"/>
    <w:rsid w:val="00EA5416"/>
    <w:rsid w:val="00ED75E0"/>
    <w:rsid w:val="00EE647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DefaultParagraphFont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301</Words>
  <Characters>1717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3</cp:revision>
  <cp:lastPrinted>2021-06-24T11:32:00Z</cp:lastPrinted>
  <dcterms:created xsi:type="dcterms:W3CDTF">2021-06-24T09:58:00Z</dcterms:created>
  <dcterms:modified xsi:type="dcterms:W3CDTF">2021-06-24T11:32:00Z</dcterms:modified>
</cp:coreProperties>
</file>