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75" w:rsidRDefault="00441775" w:rsidP="00277277">
      <w:pPr>
        <w:jc w:val="center"/>
        <w:rPr>
          <w:sz w:val="28"/>
          <w:szCs w:val="28"/>
          <w:lang w:val="uk-UA"/>
        </w:rPr>
      </w:pPr>
      <w:r w:rsidRPr="00785FDE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441775" w:rsidRDefault="00441775" w:rsidP="00277277">
      <w:pPr>
        <w:rPr>
          <w:sz w:val="28"/>
          <w:szCs w:val="28"/>
          <w:lang w:val="uk-UA"/>
        </w:rPr>
      </w:pPr>
    </w:p>
    <w:p w:rsidR="00441775" w:rsidRDefault="00441775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1775" w:rsidRDefault="00441775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41775" w:rsidRDefault="00441775" w:rsidP="005E48C0">
      <w:pPr>
        <w:jc w:val="center"/>
        <w:rPr>
          <w:bCs/>
          <w:sz w:val="28"/>
          <w:szCs w:val="20"/>
          <w:lang w:val="uk-UA"/>
        </w:rPr>
      </w:pPr>
    </w:p>
    <w:p w:rsidR="00441775" w:rsidRDefault="00441775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1775" w:rsidRDefault="00441775" w:rsidP="005E48C0">
      <w:pPr>
        <w:jc w:val="center"/>
        <w:rPr>
          <w:b/>
          <w:bCs/>
          <w:sz w:val="28"/>
          <w:szCs w:val="20"/>
          <w:lang w:val="uk-UA"/>
        </w:rPr>
      </w:pPr>
    </w:p>
    <w:p w:rsidR="00441775" w:rsidRDefault="00441775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441775" w:rsidRDefault="00441775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</w:p>
    <w:p w:rsidR="00441775" w:rsidRPr="00314C6F" w:rsidRDefault="00441775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 w:rsidRPr="00314C6F">
        <w:rPr>
          <w:bCs/>
          <w:sz w:val="28"/>
          <w:szCs w:val="20"/>
          <w:lang w:val="uk-UA"/>
        </w:rPr>
        <w:t xml:space="preserve">                         </w:t>
      </w:r>
      <w:r>
        <w:rPr>
          <w:bCs/>
          <w:sz w:val="28"/>
          <w:szCs w:val="20"/>
          <w:lang w:val="uk-UA"/>
        </w:rPr>
        <w:t xml:space="preserve">      </w:t>
      </w:r>
      <w:r w:rsidRPr="00314C6F">
        <w:rPr>
          <w:bCs/>
          <w:sz w:val="28"/>
          <w:szCs w:val="20"/>
          <w:lang w:val="uk-UA"/>
        </w:rPr>
        <w:t xml:space="preserve">    м.Звенигородка                              </w:t>
      </w:r>
      <w:r>
        <w:rPr>
          <w:bCs/>
          <w:sz w:val="28"/>
          <w:szCs w:val="20"/>
          <w:lang w:val="uk-UA"/>
        </w:rPr>
        <w:t xml:space="preserve">     № 220</w:t>
      </w:r>
    </w:p>
    <w:p w:rsidR="00441775" w:rsidRPr="00314C6F" w:rsidRDefault="00441775" w:rsidP="00277277">
      <w:pPr>
        <w:jc w:val="center"/>
        <w:rPr>
          <w:bCs/>
          <w:sz w:val="28"/>
          <w:lang w:val="uk-UA"/>
        </w:rPr>
      </w:pPr>
    </w:p>
    <w:p w:rsidR="00441775" w:rsidRDefault="00441775" w:rsidP="00921497">
      <w:pPr>
        <w:ind w:firstLine="540"/>
        <w:jc w:val="both"/>
        <w:rPr>
          <w:sz w:val="28"/>
          <w:szCs w:val="28"/>
          <w:lang w:val="uk-UA"/>
        </w:rPr>
      </w:pPr>
    </w:p>
    <w:p w:rsidR="00441775" w:rsidRPr="00921497" w:rsidRDefault="00441775" w:rsidP="00921497">
      <w:pPr>
        <w:ind w:firstLine="540"/>
        <w:jc w:val="both"/>
        <w:rPr>
          <w:sz w:val="28"/>
          <w:szCs w:val="28"/>
          <w:lang w:val="uk-UA"/>
        </w:rPr>
      </w:pPr>
    </w:p>
    <w:p w:rsidR="00441775" w:rsidRDefault="00441775" w:rsidP="0004504D">
      <w:pPr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441775" w:rsidRDefault="00441775" w:rsidP="000450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441775" w:rsidRPr="00921497" w:rsidRDefault="00441775" w:rsidP="000450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«Маркетингові технології»</w:t>
      </w:r>
    </w:p>
    <w:p w:rsidR="00441775" w:rsidRPr="00921497" w:rsidRDefault="00441775" w:rsidP="00921497">
      <w:pPr>
        <w:ind w:firstLine="540"/>
        <w:jc w:val="both"/>
        <w:rPr>
          <w:sz w:val="28"/>
          <w:szCs w:val="28"/>
          <w:lang w:val="uk-UA"/>
        </w:rPr>
      </w:pPr>
    </w:p>
    <w:p w:rsidR="00441775" w:rsidRDefault="00441775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>Розглянувши заяву ТОВ «Маркетингові технології»</w:t>
      </w:r>
      <w:r>
        <w:rPr>
          <w:sz w:val="28"/>
          <w:szCs w:val="28"/>
          <w:lang w:val="uk-UA"/>
        </w:rPr>
        <w:t xml:space="preserve"> від </w:t>
      </w:r>
      <w:r w:rsidRPr="001545B5">
        <w:rPr>
          <w:sz w:val="28"/>
          <w:szCs w:val="28"/>
          <w:lang w:val="uk-UA"/>
        </w:rPr>
        <w:t>02.06.2021 р.</w:t>
      </w:r>
      <w:r>
        <w:rPr>
          <w:sz w:val="28"/>
          <w:szCs w:val="28"/>
          <w:lang w:val="uk-UA"/>
        </w:rPr>
        <w:t xml:space="preserve"> № Л-455/01-13</w:t>
      </w:r>
      <w:r w:rsidRPr="001545B5"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>
        <w:rPr>
          <w:sz w:val="28"/>
          <w:szCs w:val="28"/>
          <w:lang w:val="uk-UA"/>
        </w:rPr>
        <w:t>і господарської діяльності», пунктом «а</w:t>
      </w:r>
      <w:r w:rsidRPr="00E43912">
        <w:rPr>
          <w:sz w:val="28"/>
          <w:szCs w:val="28"/>
          <w:lang w:val="uk-UA"/>
        </w:rPr>
        <w:t>» підпункту 1</w:t>
      </w:r>
      <w:r>
        <w:rPr>
          <w:sz w:val="28"/>
          <w:szCs w:val="28"/>
          <w:lang w:val="uk-UA"/>
        </w:rPr>
        <w:t xml:space="preserve">3 статті 30 </w:t>
      </w:r>
      <w:r w:rsidRPr="00921497">
        <w:rPr>
          <w:sz w:val="28"/>
          <w:szCs w:val="28"/>
          <w:lang w:val="uk-UA"/>
        </w:rPr>
        <w:t>Закону України «Про місцеве самоврядува</w:t>
      </w:r>
      <w:r>
        <w:rPr>
          <w:sz w:val="28"/>
          <w:szCs w:val="28"/>
          <w:lang w:val="uk-UA"/>
        </w:rPr>
        <w:t>ння в Україні», Законом України «Про рекламу»</w:t>
      </w:r>
      <w:r w:rsidRPr="009214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 КМУ «</w:t>
      </w:r>
      <w:r w:rsidRPr="00921497">
        <w:rPr>
          <w:sz w:val="28"/>
          <w:szCs w:val="28"/>
          <w:lang w:val="uk-UA"/>
        </w:rPr>
        <w:t>Про затвердження Типових прави</w:t>
      </w:r>
      <w:r>
        <w:rPr>
          <w:sz w:val="28"/>
          <w:szCs w:val="28"/>
          <w:lang w:val="uk-UA"/>
        </w:rPr>
        <w:t xml:space="preserve">л розміщення зовнішньої реклами» </w:t>
      </w:r>
      <w:r w:rsidRPr="006C628B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від 29 грудня 2003 р. № 2067</w:t>
      </w:r>
      <w:r w:rsidRPr="00921497">
        <w:rPr>
          <w:sz w:val="28"/>
          <w:szCs w:val="28"/>
          <w:lang w:val="uk-UA"/>
        </w:rPr>
        <w:t>,  рішення</w:t>
      </w:r>
      <w:r>
        <w:rPr>
          <w:sz w:val="28"/>
          <w:szCs w:val="28"/>
          <w:lang w:val="uk-UA"/>
        </w:rPr>
        <w:t xml:space="preserve">м Звенигородської міської ради </w:t>
      </w:r>
      <w:r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>
        <w:rPr>
          <w:sz w:val="28"/>
          <w:szCs w:val="28"/>
          <w:lang w:val="uk-UA"/>
        </w:rPr>
        <w:t xml:space="preserve">.2015 р. </w:t>
      </w:r>
      <w:r w:rsidRPr="0092149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58-10/VІ</w:t>
      </w:r>
      <w:r>
        <w:rPr>
          <w:sz w:val="28"/>
          <w:szCs w:val="28"/>
          <w:lang w:val="uk-UA"/>
        </w:rPr>
        <w:t>,</w:t>
      </w:r>
      <w:r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441775" w:rsidRDefault="00441775" w:rsidP="001B10DA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441775" w:rsidRDefault="00441775" w:rsidP="0004504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товариству з обмеженою відповідальністю «Маркетингові технології»</w:t>
      </w:r>
      <w:r w:rsidRPr="00310972">
        <w:rPr>
          <w:sz w:val="28"/>
          <w:szCs w:val="28"/>
          <w:lang w:val="uk-UA"/>
        </w:rPr>
        <w:t xml:space="preserve"> на розміщення зовнішньої р</w:t>
      </w:r>
      <w:r>
        <w:rPr>
          <w:sz w:val="28"/>
          <w:szCs w:val="28"/>
          <w:lang w:val="uk-UA"/>
        </w:rPr>
        <w:t>еклами</w:t>
      </w:r>
      <w:r w:rsidRPr="00310972">
        <w:rPr>
          <w:sz w:val="28"/>
          <w:szCs w:val="28"/>
          <w:lang w:val="uk-UA"/>
        </w:rPr>
        <w:t xml:space="preserve"> – двосторонній рекламний щит</w:t>
      </w:r>
      <w:r>
        <w:rPr>
          <w:sz w:val="28"/>
          <w:szCs w:val="28"/>
          <w:lang w:val="uk-UA"/>
        </w:rPr>
        <w:t xml:space="preserve"> (білборд)</w:t>
      </w:r>
      <w:r w:rsidRPr="00310972">
        <w:rPr>
          <w:sz w:val="28"/>
          <w:szCs w:val="28"/>
          <w:lang w:val="uk-UA"/>
        </w:rPr>
        <w:t xml:space="preserve"> розміром </w:t>
      </w:r>
      <w:r w:rsidRPr="00AD063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,0 </w:t>
      </w:r>
      <w:r w:rsidRPr="00AD0638">
        <w:rPr>
          <w:sz w:val="28"/>
          <w:szCs w:val="28"/>
          <w:lang w:val="uk-UA"/>
        </w:rPr>
        <w:t xml:space="preserve">х </w:t>
      </w:r>
      <w:smartTag w:uri="urn:schemas-microsoft-com:office:smarttags" w:element="metricconverter">
        <w:smartTagPr>
          <w:attr w:name="ProductID" w:val="6,0 м"/>
        </w:smartTagPr>
        <w:r w:rsidRPr="00AD0638">
          <w:rPr>
            <w:sz w:val="28"/>
            <w:szCs w:val="28"/>
            <w:lang w:val="uk-UA"/>
          </w:rPr>
          <w:t>6</w:t>
        </w:r>
        <w:r>
          <w:rPr>
            <w:sz w:val="28"/>
            <w:szCs w:val="28"/>
            <w:lang w:val="uk-UA"/>
          </w:rPr>
          <w:t>,0</w:t>
        </w:r>
        <w:r w:rsidRPr="00AD0638">
          <w:rPr>
            <w:sz w:val="28"/>
            <w:szCs w:val="28"/>
            <w:lang w:val="uk-UA"/>
          </w:rPr>
          <w:t xml:space="preserve"> м</w:t>
        </w:r>
      </w:smartTag>
      <w:r>
        <w:rPr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>
        <w:rPr>
          <w:sz w:val="28"/>
          <w:szCs w:val="28"/>
          <w:lang w:val="uk-UA"/>
        </w:rPr>
        <w:t xml:space="preserve"> м.Звенигородка, вул. Гайдамацька № 64-Р.</w:t>
      </w:r>
    </w:p>
    <w:p w:rsidR="00441775" w:rsidRDefault="00441775" w:rsidP="0004504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Т</w:t>
      </w:r>
      <w:r w:rsidRPr="00A01E9C">
        <w:rPr>
          <w:sz w:val="28"/>
          <w:szCs w:val="28"/>
          <w:lang w:val="uk-UA"/>
        </w:rPr>
        <w:t>овариству з обмеженою відповідальністю «Маркетингові технології»</w:t>
      </w:r>
      <w:r w:rsidRPr="00A01E9C">
        <w:rPr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 xml:space="preserve"> укласти договір про надання права тимчасового користування місцем розміщення рекламного носія із </w:t>
      </w:r>
      <w:r w:rsidRPr="00B73840">
        <w:rPr>
          <w:sz w:val="28"/>
          <w:szCs w:val="28"/>
          <w:lang w:val="uk-UA"/>
        </w:rPr>
        <w:t>виконавчим комітетом Звенигородської міської ради</w:t>
      </w:r>
      <w:bookmarkStart w:id="0" w:name="_GoBack"/>
      <w:bookmarkEnd w:id="0"/>
      <w:r w:rsidRPr="00A01E9C">
        <w:rPr>
          <w:sz w:val="28"/>
          <w:szCs w:val="28"/>
          <w:lang w:val="uk-UA"/>
        </w:rPr>
        <w:t>.</w:t>
      </w:r>
    </w:p>
    <w:p w:rsidR="00441775" w:rsidRDefault="00441775" w:rsidP="0004504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46969">
        <w:rPr>
          <w:lang w:val="uk-UA"/>
        </w:rPr>
        <w:t>З</w:t>
      </w:r>
      <w:r>
        <w:rPr>
          <w:sz w:val="28"/>
          <w:szCs w:val="28"/>
          <w:lang w:val="uk-UA"/>
        </w:rPr>
        <w:t>обов'язати</w:t>
      </w:r>
      <w:r w:rsidRPr="00646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 «Маркетингові технології»</w:t>
      </w:r>
      <w:r w:rsidRPr="00646969">
        <w:rPr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46969">
        <w:rPr>
          <w:sz w:val="28"/>
          <w:szCs w:val="28"/>
          <w:lang w:val="uk-UA"/>
        </w:rPr>
        <w:t xml:space="preserve">ісля </w:t>
      </w:r>
      <w:r>
        <w:rPr>
          <w:sz w:val="28"/>
          <w:szCs w:val="28"/>
          <w:lang w:val="uk-UA"/>
        </w:rPr>
        <w:t>розташування рекламного засобу</w:t>
      </w:r>
      <w:r w:rsidRPr="00646969">
        <w:rPr>
          <w:sz w:val="28"/>
          <w:szCs w:val="28"/>
          <w:lang w:val="uk-UA"/>
        </w:rPr>
        <w:t xml:space="preserve"> у п'ятиденний строк </w:t>
      </w:r>
      <w:r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>
        <w:rPr>
          <w:sz w:val="28"/>
          <w:szCs w:val="28"/>
          <w:lang w:val="uk-UA"/>
        </w:rPr>
        <w:t>.</w:t>
      </w:r>
    </w:p>
    <w:p w:rsidR="00441775" w:rsidRDefault="00441775" w:rsidP="0004504D">
      <w:pPr>
        <w:ind w:firstLine="540"/>
        <w:jc w:val="both"/>
        <w:rPr>
          <w:sz w:val="28"/>
          <w:szCs w:val="28"/>
          <w:lang w:val="uk-UA"/>
        </w:rPr>
      </w:pPr>
    </w:p>
    <w:p w:rsidR="00441775" w:rsidRPr="00AD0638" w:rsidRDefault="00441775" w:rsidP="0004504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4.Термін дії дозволу</w:t>
      </w:r>
      <w:r w:rsidRPr="00AD0638">
        <w:t xml:space="preserve"> </w:t>
      </w:r>
      <w:r w:rsidRPr="00AD0638">
        <w:rPr>
          <w:sz w:val="28"/>
          <w:szCs w:val="28"/>
          <w:lang w:val="uk-UA"/>
        </w:rPr>
        <w:t>на розміщення зовнішньої реклами</w:t>
      </w:r>
      <w:r>
        <w:rPr>
          <w:sz w:val="28"/>
          <w:szCs w:val="28"/>
          <w:lang w:val="uk-UA"/>
        </w:rPr>
        <w:t xml:space="preserve"> до липня 2026 року.</w:t>
      </w:r>
    </w:p>
    <w:p w:rsidR="00441775" w:rsidRPr="00314C6F" w:rsidRDefault="00441775" w:rsidP="0004504D">
      <w:pPr>
        <w:ind w:firstLine="540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 w:rsidRPr="00493DF4">
        <w:t xml:space="preserve"> </w:t>
      </w:r>
      <w:r w:rsidRPr="00493DF4">
        <w:rPr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</w:t>
      </w:r>
      <w:r w:rsidRPr="00493DF4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 та відділ </w:t>
      </w:r>
      <w:r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>
        <w:rPr>
          <w:sz w:val="28"/>
          <w:szCs w:val="28"/>
          <w:lang w:val="uk-UA"/>
        </w:rPr>
        <w:t>.</w:t>
      </w:r>
      <w:r w:rsidRPr="00493DF4">
        <w:rPr>
          <w:sz w:val="28"/>
          <w:szCs w:val="28"/>
          <w:lang w:val="uk-UA"/>
        </w:rPr>
        <w:t xml:space="preserve">                </w:t>
      </w:r>
    </w:p>
    <w:p w:rsidR="00441775" w:rsidRDefault="00441775" w:rsidP="0004504D">
      <w:pPr>
        <w:ind w:firstLine="540"/>
        <w:jc w:val="both"/>
        <w:rPr>
          <w:bCs/>
          <w:sz w:val="28"/>
          <w:lang w:val="uk-UA"/>
        </w:rPr>
      </w:pPr>
    </w:p>
    <w:p w:rsidR="00441775" w:rsidRPr="00314C6F" w:rsidRDefault="00441775" w:rsidP="00277277">
      <w:pPr>
        <w:jc w:val="both"/>
        <w:rPr>
          <w:bCs/>
          <w:sz w:val="28"/>
          <w:lang w:val="uk-UA"/>
        </w:rPr>
      </w:pPr>
    </w:p>
    <w:p w:rsidR="00441775" w:rsidRDefault="00441775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441775" w:rsidRDefault="00441775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441775" w:rsidRDefault="00441775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441775" w:rsidRDefault="00441775" w:rsidP="005E48C0">
      <w:pPr>
        <w:jc w:val="both"/>
        <w:rPr>
          <w:bCs/>
          <w:sz w:val="28"/>
          <w:szCs w:val="28"/>
          <w:lang w:val="uk-UA"/>
        </w:rPr>
      </w:pPr>
    </w:p>
    <w:p w:rsidR="00441775" w:rsidRDefault="00441775" w:rsidP="005E48C0">
      <w:pPr>
        <w:jc w:val="both"/>
        <w:rPr>
          <w:bCs/>
          <w:sz w:val="28"/>
          <w:szCs w:val="28"/>
          <w:lang w:val="uk-UA"/>
        </w:rPr>
      </w:pP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Default="00441775" w:rsidP="005F1883">
      <w:pPr>
        <w:jc w:val="both"/>
        <w:rPr>
          <w:bCs/>
          <w:sz w:val="28"/>
          <w:lang w:val="uk-UA"/>
        </w:rPr>
      </w:pP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441775" w:rsidRPr="005F1883" w:rsidRDefault="00441775" w:rsidP="005F1883">
      <w:pPr>
        <w:jc w:val="both"/>
        <w:rPr>
          <w:bCs/>
          <w:sz w:val="28"/>
          <w:lang w:val="uk-UA"/>
        </w:rPr>
      </w:pPr>
    </w:p>
    <w:p w:rsidR="00441775" w:rsidRPr="005E48C0" w:rsidRDefault="00441775" w:rsidP="005E48C0">
      <w:pPr>
        <w:jc w:val="both"/>
        <w:rPr>
          <w:bCs/>
          <w:sz w:val="28"/>
          <w:lang w:val="uk-UA"/>
        </w:rPr>
      </w:pPr>
    </w:p>
    <w:sectPr w:rsidR="00441775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6C29"/>
    <w:rsid w:val="00040C10"/>
    <w:rsid w:val="000425E1"/>
    <w:rsid w:val="0004504D"/>
    <w:rsid w:val="000810DA"/>
    <w:rsid w:val="00086CA0"/>
    <w:rsid w:val="000D2F7F"/>
    <w:rsid w:val="000D3191"/>
    <w:rsid w:val="000F7046"/>
    <w:rsid w:val="001266FE"/>
    <w:rsid w:val="001272F8"/>
    <w:rsid w:val="00144438"/>
    <w:rsid w:val="001545B5"/>
    <w:rsid w:val="00162659"/>
    <w:rsid w:val="001B10DA"/>
    <w:rsid w:val="001C1CC1"/>
    <w:rsid w:val="001E3164"/>
    <w:rsid w:val="00272801"/>
    <w:rsid w:val="00274B3A"/>
    <w:rsid w:val="00277277"/>
    <w:rsid w:val="00294BD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C3582"/>
    <w:rsid w:val="003E540D"/>
    <w:rsid w:val="004014D6"/>
    <w:rsid w:val="0041143D"/>
    <w:rsid w:val="00441775"/>
    <w:rsid w:val="0044270A"/>
    <w:rsid w:val="00493DF4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46969"/>
    <w:rsid w:val="00651D08"/>
    <w:rsid w:val="00677226"/>
    <w:rsid w:val="00693FE5"/>
    <w:rsid w:val="006A1A66"/>
    <w:rsid w:val="006A686A"/>
    <w:rsid w:val="006B7A1B"/>
    <w:rsid w:val="006C628B"/>
    <w:rsid w:val="00706B59"/>
    <w:rsid w:val="00713C3B"/>
    <w:rsid w:val="00722F28"/>
    <w:rsid w:val="00760CC9"/>
    <w:rsid w:val="007742F3"/>
    <w:rsid w:val="00785FDE"/>
    <w:rsid w:val="00786891"/>
    <w:rsid w:val="00787A61"/>
    <w:rsid w:val="00796C28"/>
    <w:rsid w:val="007D44B6"/>
    <w:rsid w:val="007D7A85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B34D6"/>
    <w:rsid w:val="009B6BFF"/>
    <w:rsid w:val="009C0DA8"/>
    <w:rsid w:val="009C61AE"/>
    <w:rsid w:val="009E5704"/>
    <w:rsid w:val="00A01E9C"/>
    <w:rsid w:val="00A521CB"/>
    <w:rsid w:val="00A7329C"/>
    <w:rsid w:val="00AA614D"/>
    <w:rsid w:val="00AA7D54"/>
    <w:rsid w:val="00AD0638"/>
    <w:rsid w:val="00AE0E24"/>
    <w:rsid w:val="00AE2B82"/>
    <w:rsid w:val="00AE47C2"/>
    <w:rsid w:val="00B1034D"/>
    <w:rsid w:val="00B25034"/>
    <w:rsid w:val="00B31AFA"/>
    <w:rsid w:val="00B366D1"/>
    <w:rsid w:val="00B47C69"/>
    <w:rsid w:val="00B618ED"/>
    <w:rsid w:val="00B64F78"/>
    <w:rsid w:val="00B73840"/>
    <w:rsid w:val="00B94D5D"/>
    <w:rsid w:val="00BA29F5"/>
    <w:rsid w:val="00BB6A1E"/>
    <w:rsid w:val="00BD5F11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D21397"/>
    <w:rsid w:val="00D3159A"/>
    <w:rsid w:val="00D511CC"/>
    <w:rsid w:val="00D61BC0"/>
    <w:rsid w:val="00D863AC"/>
    <w:rsid w:val="00D949DD"/>
    <w:rsid w:val="00DA411A"/>
    <w:rsid w:val="00DB7EDC"/>
    <w:rsid w:val="00DD35C8"/>
    <w:rsid w:val="00E161B4"/>
    <w:rsid w:val="00E31264"/>
    <w:rsid w:val="00E43912"/>
    <w:rsid w:val="00E54D19"/>
    <w:rsid w:val="00E74DB4"/>
    <w:rsid w:val="00E9314D"/>
    <w:rsid w:val="00E94589"/>
    <w:rsid w:val="00E948D1"/>
    <w:rsid w:val="00EB342B"/>
    <w:rsid w:val="00ED75E0"/>
    <w:rsid w:val="00EE6477"/>
    <w:rsid w:val="00F33F5F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DefaultParagraphFont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1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359</Words>
  <Characters>2051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SamLab.ws</cp:lastModifiedBy>
  <cp:revision>9</cp:revision>
  <cp:lastPrinted>2021-06-24T11:45:00Z</cp:lastPrinted>
  <dcterms:created xsi:type="dcterms:W3CDTF">2021-06-07T11:18:00Z</dcterms:created>
  <dcterms:modified xsi:type="dcterms:W3CDTF">2021-06-24T11:45:00Z</dcterms:modified>
</cp:coreProperties>
</file>