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EF" w:rsidRDefault="003346EF" w:rsidP="00277277">
      <w:pPr>
        <w:jc w:val="center"/>
        <w:rPr>
          <w:sz w:val="28"/>
          <w:szCs w:val="28"/>
          <w:lang w:val="uk-UA"/>
        </w:rPr>
      </w:pPr>
      <w:r w:rsidRPr="007035C8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3346EF" w:rsidRDefault="003346EF" w:rsidP="00277277">
      <w:pPr>
        <w:rPr>
          <w:sz w:val="28"/>
          <w:szCs w:val="28"/>
          <w:lang w:val="uk-UA"/>
        </w:rPr>
      </w:pPr>
    </w:p>
    <w:p w:rsidR="003346EF" w:rsidRDefault="003346EF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346EF" w:rsidRDefault="003346EF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346EF" w:rsidRDefault="003346EF" w:rsidP="005E48C0">
      <w:pPr>
        <w:jc w:val="center"/>
        <w:rPr>
          <w:bCs/>
          <w:sz w:val="28"/>
          <w:szCs w:val="20"/>
          <w:lang w:val="uk-UA"/>
        </w:rPr>
      </w:pPr>
    </w:p>
    <w:p w:rsidR="003346EF" w:rsidRDefault="003346EF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346EF" w:rsidRDefault="003346EF" w:rsidP="005E48C0">
      <w:pPr>
        <w:jc w:val="center"/>
        <w:rPr>
          <w:b/>
          <w:bCs/>
          <w:sz w:val="28"/>
          <w:szCs w:val="20"/>
          <w:lang w:val="uk-UA"/>
        </w:rPr>
      </w:pPr>
    </w:p>
    <w:p w:rsidR="003346EF" w:rsidRDefault="003346EF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3346EF" w:rsidRDefault="003346EF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3346EF" w:rsidRPr="00314C6F" w:rsidRDefault="003346EF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 w:rsidRPr="00314C6F">
        <w:rPr>
          <w:bCs/>
          <w:sz w:val="28"/>
          <w:szCs w:val="20"/>
          <w:lang w:val="uk-UA"/>
        </w:rPr>
        <w:t xml:space="preserve">                            </w:t>
      </w:r>
      <w:r>
        <w:rPr>
          <w:bCs/>
          <w:sz w:val="28"/>
          <w:szCs w:val="20"/>
          <w:lang w:val="uk-UA"/>
        </w:rPr>
        <w:t xml:space="preserve">     </w:t>
      </w:r>
      <w:r w:rsidRPr="00314C6F">
        <w:rPr>
          <w:bCs/>
          <w:sz w:val="28"/>
          <w:szCs w:val="20"/>
          <w:lang w:val="uk-UA"/>
        </w:rPr>
        <w:t xml:space="preserve">  м.Звенигородка                              </w:t>
      </w:r>
      <w:r>
        <w:rPr>
          <w:bCs/>
          <w:sz w:val="28"/>
          <w:szCs w:val="20"/>
          <w:lang w:val="uk-UA"/>
        </w:rPr>
        <w:t xml:space="preserve">     № 218</w:t>
      </w:r>
    </w:p>
    <w:p w:rsidR="003346EF" w:rsidRPr="00314C6F" w:rsidRDefault="003346EF" w:rsidP="00277277">
      <w:pPr>
        <w:jc w:val="center"/>
        <w:rPr>
          <w:bCs/>
          <w:sz w:val="28"/>
          <w:lang w:val="uk-UA"/>
        </w:rPr>
      </w:pPr>
    </w:p>
    <w:p w:rsidR="003346EF" w:rsidRPr="00314C6F" w:rsidRDefault="003346EF" w:rsidP="00277277">
      <w:pPr>
        <w:jc w:val="center"/>
        <w:rPr>
          <w:bCs/>
          <w:sz w:val="28"/>
          <w:lang w:val="uk-UA"/>
        </w:rPr>
      </w:pPr>
    </w:p>
    <w:p w:rsidR="003346EF" w:rsidRDefault="003346EF" w:rsidP="00921497">
      <w:pPr>
        <w:ind w:firstLine="540"/>
        <w:jc w:val="both"/>
        <w:rPr>
          <w:sz w:val="28"/>
          <w:szCs w:val="28"/>
          <w:lang w:val="uk-UA"/>
        </w:rPr>
      </w:pPr>
    </w:p>
    <w:p w:rsidR="003346EF" w:rsidRPr="00921497" w:rsidRDefault="003346EF" w:rsidP="00921497">
      <w:pPr>
        <w:ind w:firstLine="540"/>
        <w:jc w:val="both"/>
        <w:rPr>
          <w:sz w:val="28"/>
          <w:szCs w:val="28"/>
          <w:lang w:val="uk-UA"/>
        </w:rPr>
      </w:pPr>
    </w:p>
    <w:p w:rsidR="003346EF" w:rsidRDefault="003346EF" w:rsidP="00006A9E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3346EF" w:rsidRDefault="003346EF" w:rsidP="00006A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3346EF" w:rsidRPr="00921497" w:rsidRDefault="003346EF" w:rsidP="00006A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«Маркетингові технології»</w:t>
      </w:r>
    </w:p>
    <w:p w:rsidR="003346EF" w:rsidRPr="00921497" w:rsidRDefault="003346EF" w:rsidP="00921497">
      <w:pPr>
        <w:ind w:firstLine="540"/>
        <w:jc w:val="both"/>
        <w:rPr>
          <w:sz w:val="28"/>
          <w:szCs w:val="28"/>
          <w:lang w:val="uk-UA"/>
        </w:rPr>
      </w:pPr>
    </w:p>
    <w:p w:rsidR="003346EF" w:rsidRDefault="003346EF" w:rsidP="00921497">
      <w:pPr>
        <w:ind w:firstLine="54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21497">
        <w:rPr>
          <w:sz w:val="28"/>
          <w:szCs w:val="28"/>
          <w:lang w:val="uk-UA"/>
        </w:rPr>
        <w:t>Розглянувши заяву ТОВ «Маркетингові технології»</w:t>
      </w:r>
      <w:r>
        <w:rPr>
          <w:sz w:val="28"/>
          <w:szCs w:val="28"/>
          <w:lang w:val="uk-UA"/>
        </w:rPr>
        <w:t xml:space="preserve"> від 02.06.2021 р. № Л-456/01-13</w:t>
      </w:r>
      <w:r w:rsidRPr="00921497">
        <w:rPr>
          <w:sz w:val="28"/>
          <w:szCs w:val="28"/>
          <w:lang w:val="uk-UA"/>
        </w:rPr>
        <w:t xml:space="preserve"> 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3346EF" w:rsidRDefault="003346EF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3346EF" w:rsidRDefault="003346EF" w:rsidP="00006A9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«Маркетингові технології»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двосторонній рекламний щит</w:t>
      </w:r>
      <w:r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Pr="00AD06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,0 </w:t>
      </w:r>
      <w:r w:rsidRPr="00AD0638">
        <w:rPr>
          <w:sz w:val="28"/>
          <w:szCs w:val="28"/>
          <w:lang w:val="uk-UA"/>
        </w:rPr>
        <w:t xml:space="preserve">х </w:t>
      </w:r>
      <w:smartTag w:uri="urn:schemas-microsoft-com:office:smarttags" w:element="metricconverter">
        <w:smartTagPr>
          <w:attr w:name="ProductID" w:val="6,0 м"/>
        </w:smartTagPr>
        <w:r w:rsidRPr="00AD0638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>,0</w:t>
        </w:r>
        <w:r w:rsidRPr="00AD0638">
          <w:rPr>
            <w:sz w:val="28"/>
            <w:szCs w:val="28"/>
            <w:lang w:val="uk-UA"/>
          </w:rPr>
          <w:t xml:space="preserve"> м</w:t>
        </w:r>
      </w:smartTag>
      <w:r>
        <w:rPr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м.Звенигородка, вул.Богдана Хмельницького № 58-Р.</w:t>
      </w:r>
    </w:p>
    <w:p w:rsidR="003346EF" w:rsidRDefault="003346EF" w:rsidP="00006A9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>овариству з обмеженою відповідальністю «Маркетингові технології»</w:t>
      </w:r>
      <w:r w:rsidRPr="00A01E9C">
        <w:rPr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 укласти договір про надання права тимчасового користування місцем розміщення рекламного носія із </w:t>
      </w:r>
      <w:r>
        <w:rPr>
          <w:sz w:val="28"/>
          <w:szCs w:val="28"/>
          <w:lang w:val="uk-UA"/>
        </w:rPr>
        <w:t>виконавчим комітетом Звенигородської міської ради</w:t>
      </w:r>
      <w:r w:rsidRPr="00A01E9C">
        <w:rPr>
          <w:sz w:val="28"/>
          <w:szCs w:val="28"/>
          <w:lang w:val="uk-UA"/>
        </w:rPr>
        <w:t>.</w:t>
      </w:r>
    </w:p>
    <w:p w:rsidR="003346EF" w:rsidRDefault="003346EF" w:rsidP="00006A9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46969">
        <w:rPr>
          <w:lang w:val="uk-UA"/>
        </w:rPr>
        <w:t>З</w:t>
      </w:r>
      <w:r>
        <w:rPr>
          <w:sz w:val="28"/>
          <w:szCs w:val="28"/>
          <w:lang w:val="uk-UA"/>
        </w:rPr>
        <w:t>обов'язати</w:t>
      </w:r>
      <w:r w:rsidRPr="0064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«Маркетингові технології»</w:t>
      </w:r>
      <w:r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969"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  <w:lang w:val="uk-UA"/>
        </w:rPr>
        <w:t>розташування рекламного засобу</w:t>
      </w:r>
      <w:r w:rsidRPr="00646969">
        <w:rPr>
          <w:sz w:val="28"/>
          <w:szCs w:val="28"/>
          <w:lang w:val="uk-UA"/>
        </w:rPr>
        <w:t xml:space="preserve"> у п'ятиденний строк </w:t>
      </w:r>
      <w:r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>
        <w:rPr>
          <w:sz w:val="28"/>
          <w:szCs w:val="28"/>
          <w:lang w:val="uk-UA"/>
        </w:rPr>
        <w:t>.</w:t>
      </w:r>
    </w:p>
    <w:p w:rsidR="003346EF" w:rsidRDefault="003346EF" w:rsidP="00006A9E">
      <w:pPr>
        <w:ind w:firstLine="540"/>
        <w:jc w:val="both"/>
        <w:rPr>
          <w:sz w:val="28"/>
          <w:szCs w:val="28"/>
          <w:lang w:val="uk-UA"/>
        </w:rPr>
      </w:pPr>
    </w:p>
    <w:p w:rsidR="003346EF" w:rsidRPr="00AD0638" w:rsidRDefault="003346EF" w:rsidP="00006A9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4.Термін дії дозволу</w:t>
      </w:r>
      <w:r w:rsidRPr="00AD0638">
        <w:t xml:space="preserve"> </w:t>
      </w:r>
      <w:r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липня 2026 року.</w:t>
      </w:r>
    </w:p>
    <w:p w:rsidR="003346EF" w:rsidRPr="00314C6F" w:rsidRDefault="003346EF" w:rsidP="00006A9E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3346EF" w:rsidRDefault="003346EF" w:rsidP="00277277">
      <w:pPr>
        <w:jc w:val="both"/>
        <w:rPr>
          <w:bCs/>
          <w:sz w:val="28"/>
          <w:lang w:val="uk-UA"/>
        </w:rPr>
      </w:pPr>
    </w:p>
    <w:p w:rsidR="003346EF" w:rsidRDefault="003346EF" w:rsidP="00277277">
      <w:pPr>
        <w:jc w:val="both"/>
        <w:rPr>
          <w:bCs/>
          <w:sz w:val="28"/>
          <w:lang w:val="uk-UA"/>
        </w:rPr>
      </w:pPr>
    </w:p>
    <w:p w:rsidR="003346EF" w:rsidRDefault="003346EF" w:rsidP="00277277">
      <w:pPr>
        <w:jc w:val="both"/>
        <w:rPr>
          <w:bCs/>
          <w:sz w:val="28"/>
          <w:lang w:val="uk-UA"/>
        </w:rPr>
      </w:pPr>
    </w:p>
    <w:p w:rsidR="003346EF" w:rsidRPr="00314C6F" w:rsidRDefault="003346EF" w:rsidP="00277277">
      <w:pPr>
        <w:jc w:val="both"/>
        <w:rPr>
          <w:bCs/>
          <w:sz w:val="28"/>
          <w:lang w:val="uk-UA"/>
        </w:rPr>
      </w:pPr>
    </w:p>
    <w:p w:rsidR="003346EF" w:rsidRDefault="003346EF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3346EF" w:rsidRDefault="003346EF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3346EF" w:rsidRDefault="003346EF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3346EF" w:rsidRDefault="003346EF" w:rsidP="005E48C0">
      <w:pPr>
        <w:jc w:val="both"/>
        <w:rPr>
          <w:bCs/>
          <w:sz w:val="28"/>
          <w:szCs w:val="28"/>
          <w:lang w:val="uk-UA"/>
        </w:rPr>
      </w:pPr>
    </w:p>
    <w:p w:rsidR="003346EF" w:rsidRDefault="003346EF" w:rsidP="005E48C0">
      <w:pPr>
        <w:jc w:val="both"/>
        <w:rPr>
          <w:bCs/>
          <w:sz w:val="28"/>
          <w:szCs w:val="28"/>
          <w:lang w:val="uk-UA"/>
        </w:rPr>
      </w:pP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Default="003346EF" w:rsidP="005F1883">
      <w:pPr>
        <w:jc w:val="both"/>
        <w:rPr>
          <w:bCs/>
          <w:sz w:val="28"/>
          <w:lang w:val="uk-UA"/>
        </w:rPr>
      </w:pP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3346EF" w:rsidRPr="005F1883" w:rsidRDefault="003346EF" w:rsidP="005F1883">
      <w:pPr>
        <w:jc w:val="both"/>
        <w:rPr>
          <w:bCs/>
          <w:sz w:val="28"/>
          <w:lang w:val="uk-UA"/>
        </w:rPr>
      </w:pPr>
    </w:p>
    <w:p w:rsidR="003346EF" w:rsidRPr="005E48C0" w:rsidRDefault="003346EF" w:rsidP="005E48C0">
      <w:pPr>
        <w:jc w:val="both"/>
        <w:rPr>
          <w:bCs/>
          <w:sz w:val="28"/>
          <w:lang w:val="uk-UA"/>
        </w:rPr>
      </w:pPr>
    </w:p>
    <w:sectPr w:rsidR="003346EF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06A9E"/>
    <w:rsid w:val="00026C29"/>
    <w:rsid w:val="00040C10"/>
    <w:rsid w:val="000425E1"/>
    <w:rsid w:val="00086CA0"/>
    <w:rsid w:val="00090769"/>
    <w:rsid w:val="000D3191"/>
    <w:rsid w:val="000F7046"/>
    <w:rsid w:val="001266FE"/>
    <w:rsid w:val="001272F8"/>
    <w:rsid w:val="00144438"/>
    <w:rsid w:val="00162659"/>
    <w:rsid w:val="001B10DA"/>
    <w:rsid w:val="001C1CC1"/>
    <w:rsid w:val="001E3164"/>
    <w:rsid w:val="00222087"/>
    <w:rsid w:val="00272801"/>
    <w:rsid w:val="00274B3A"/>
    <w:rsid w:val="00277277"/>
    <w:rsid w:val="00294BD5"/>
    <w:rsid w:val="002B1721"/>
    <w:rsid w:val="002B1B2F"/>
    <w:rsid w:val="002B1C2C"/>
    <w:rsid w:val="002F599A"/>
    <w:rsid w:val="00310972"/>
    <w:rsid w:val="00312C61"/>
    <w:rsid w:val="00314C6F"/>
    <w:rsid w:val="00323CE4"/>
    <w:rsid w:val="003346EF"/>
    <w:rsid w:val="0034487C"/>
    <w:rsid w:val="0034650B"/>
    <w:rsid w:val="003521C4"/>
    <w:rsid w:val="0036508A"/>
    <w:rsid w:val="00366FE3"/>
    <w:rsid w:val="0039458C"/>
    <w:rsid w:val="003C3582"/>
    <w:rsid w:val="003E540D"/>
    <w:rsid w:val="004014D6"/>
    <w:rsid w:val="0041143D"/>
    <w:rsid w:val="0044270A"/>
    <w:rsid w:val="00493DF4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A1A66"/>
    <w:rsid w:val="006A686A"/>
    <w:rsid w:val="006B7A1B"/>
    <w:rsid w:val="006C628B"/>
    <w:rsid w:val="00701E85"/>
    <w:rsid w:val="007035C8"/>
    <w:rsid w:val="00706B59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87343"/>
    <w:rsid w:val="009B6BFF"/>
    <w:rsid w:val="009C0DA8"/>
    <w:rsid w:val="009C61AE"/>
    <w:rsid w:val="009E5704"/>
    <w:rsid w:val="00A01E9C"/>
    <w:rsid w:val="00A521CB"/>
    <w:rsid w:val="00A7329C"/>
    <w:rsid w:val="00AA614D"/>
    <w:rsid w:val="00AA7D54"/>
    <w:rsid w:val="00AD0638"/>
    <w:rsid w:val="00AE0E24"/>
    <w:rsid w:val="00AE2B82"/>
    <w:rsid w:val="00AE47C2"/>
    <w:rsid w:val="00B1034D"/>
    <w:rsid w:val="00B25034"/>
    <w:rsid w:val="00B31AFA"/>
    <w:rsid w:val="00B359F6"/>
    <w:rsid w:val="00B47C69"/>
    <w:rsid w:val="00B618ED"/>
    <w:rsid w:val="00B64F78"/>
    <w:rsid w:val="00B94D5D"/>
    <w:rsid w:val="00BA29F5"/>
    <w:rsid w:val="00BB6A1E"/>
    <w:rsid w:val="00BD20C5"/>
    <w:rsid w:val="00BD5F11"/>
    <w:rsid w:val="00BE1D4B"/>
    <w:rsid w:val="00C06C1A"/>
    <w:rsid w:val="00C12A10"/>
    <w:rsid w:val="00C20E6A"/>
    <w:rsid w:val="00C50DFF"/>
    <w:rsid w:val="00C535A2"/>
    <w:rsid w:val="00C94ACE"/>
    <w:rsid w:val="00CA6B0A"/>
    <w:rsid w:val="00CC41C4"/>
    <w:rsid w:val="00CD653B"/>
    <w:rsid w:val="00CD6FA9"/>
    <w:rsid w:val="00CE2BFE"/>
    <w:rsid w:val="00D02040"/>
    <w:rsid w:val="00D21397"/>
    <w:rsid w:val="00D3159A"/>
    <w:rsid w:val="00D511CC"/>
    <w:rsid w:val="00D61BC0"/>
    <w:rsid w:val="00D863AC"/>
    <w:rsid w:val="00DB7EDC"/>
    <w:rsid w:val="00DD35C8"/>
    <w:rsid w:val="00E046CD"/>
    <w:rsid w:val="00E161B4"/>
    <w:rsid w:val="00E31264"/>
    <w:rsid w:val="00E43912"/>
    <w:rsid w:val="00E54D19"/>
    <w:rsid w:val="00E74DB4"/>
    <w:rsid w:val="00E9314D"/>
    <w:rsid w:val="00E94589"/>
    <w:rsid w:val="00E948D1"/>
    <w:rsid w:val="00ED75E0"/>
    <w:rsid w:val="00EE6477"/>
    <w:rsid w:val="00F33F5F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DefaultParagraphFont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6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3</Pages>
  <Words>361</Words>
  <Characters>2061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9</cp:revision>
  <cp:lastPrinted>2021-06-24T11:48:00Z</cp:lastPrinted>
  <dcterms:created xsi:type="dcterms:W3CDTF">2021-05-28T08:35:00Z</dcterms:created>
  <dcterms:modified xsi:type="dcterms:W3CDTF">2021-06-24T11:49:00Z</dcterms:modified>
</cp:coreProperties>
</file>