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D40" w:rsidRDefault="00E76D40" w:rsidP="00C913E7">
      <w:pPr>
        <w:jc w:val="right"/>
        <w:rPr>
          <w:szCs w:val="28"/>
        </w:rPr>
      </w:pPr>
      <w:r>
        <w:rPr>
          <w:szCs w:val="28"/>
        </w:rPr>
        <w:t xml:space="preserve">Додаток 4 </w:t>
      </w:r>
    </w:p>
    <w:p w:rsidR="00E76D40" w:rsidRDefault="00E76D40" w:rsidP="00C913E7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E76D40" w:rsidRDefault="00E76D40" w:rsidP="007D5713">
      <w:pPr>
        <w:pStyle w:val="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Рішенням пʼятої позачергової сесії</w:t>
      </w:r>
    </w:p>
    <w:p w:rsidR="00E76D40" w:rsidRDefault="00E76D40" w:rsidP="007D5713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сьомого скликання </w:t>
      </w:r>
    </w:p>
    <w:p w:rsidR="00E76D40" w:rsidRDefault="00E76D40" w:rsidP="00C913E7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Машівської селищної ради</w:t>
      </w:r>
    </w:p>
    <w:p w:rsidR="00E76D40" w:rsidRPr="003F5567" w:rsidRDefault="00E76D40" w:rsidP="00C913E7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07 червня 2018 р.</w:t>
      </w:r>
    </w:p>
    <w:p w:rsidR="00E76D40" w:rsidRDefault="00E76D40" w:rsidP="00C913E7">
      <w:pPr>
        <w:jc w:val="center"/>
        <w:rPr>
          <w:b/>
          <w:sz w:val="24"/>
          <w:szCs w:val="24"/>
        </w:rPr>
      </w:pPr>
    </w:p>
    <w:p w:rsidR="00E76D40" w:rsidRDefault="00E76D40" w:rsidP="00C913E7">
      <w:pPr>
        <w:jc w:val="center"/>
        <w:rPr>
          <w:b/>
          <w:sz w:val="24"/>
          <w:szCs w:val="24"/>
        </w:rPr>
      </w:pPr>
    </w:p>
    <w:p w:rsidR="00E76D40" w:rsidRDefault="00E76D40" w:rsidP="00C913E7">
      <w:pPr>
        <w:rPr>
          <w:b/>
          <w:sz w:val="24"/>
          <w:szCs w:val="24"/>
        </w:rPr>
      </w:pPr>
    </w:p>
    <w:p w:rsidR="00E76D40" w:rsidRDefault="00E76D40" w:rsidP="00C913E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Ставки</w:t>
      </w:r>
      <w:r w:rsidRPr="008F6F8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транспортного</w:t>
      </w:r>
      <w:r w:rsidRPr="008F6F8D">
        <w:rPr>
          <w:b/>
          <w:sz w:val="24"/>
          <w:szCs w:val="24"/>
        </w:rPr>
        <w:t xml:space="preserve"> податку</w:t>
      </w:r>
      <w:r>
        <w:rPr>
          <w:b/>
          <w:sz w:val="24"/>
          <w:szCs w:val="24"/>
        </w:rPr>
        <w:t xml:space="preserve"> на 2019</w:t>
      </w:r>
      <w:r w:rsidRPr="008F6F8D">
        <w:rPr>
          <w:b/>
          <w:sz w:val="24"/>
          <w:szCs w:val="24"/>
        </w:rPr>
        <w:t xml:space="preserve"> рік </w:t>
      </w:r>
    </w:p>
    <w:p w:rsidR="00E76D40" w:rsidRDefault="00E76D40" w:rsidP="00C913E7">
      <w:pPr>
        <w:rPr>
          <w:b/>
          <w:sz w:val="24"/>
          <w:szCs w:val="24"/>
        </w:rPr>
      </w:pPr>
    </w:p>
    <w:p w:rsidR="00E76D40" w:rsidRPr="002C069D" w:rsidRDefault="00E76D40" w:rsidP="0029785A">
      <w:pPr>
        <w:jc w:val="both"/>
        <w:rPr>
          <w:sz w:val="24"/>
        </w:rPr>
      </w:pPr>
      <w:r>
        <w:rPr>
          <w:sz w:val="24"/>
        </w:rPr>
        <w:t xml:space="preserve">1. Платники транспортного </w:t>
      </w:r>
      <w:r w:rsidRPr="002C069D">
        <w:rPr>
          <w:sz w:val="24"/>
        </w:rPr>
        <w:t xml:space="preserve">податку </w:t>
      </w:r>
      <w:r>
        <w:rPr>
          <w:sz w:val="24"/>
        </w:rPr>
        <w:t>визначені пунктом  267.1. статті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>,</w:t>
      </w:r>
      <w:r w:rsidRPr="002C069D">
        <w:rPr>
          <w:sz w:val="24"/>
        </w:rPr>
        <w:t xml:space="preserve"> є фізичні та юридичні особи, в тому числі нерезиденти, які мають зареєстровані в Україні згідно з чинним законодавством власні легкові автом</w:t>
      </w:r>
      <w:r>
        <w:rPr>
          <w:sz w:val="24"/>
        </w:rPr>
        <w:t>обілі, що відповідно пункту</w:t>
      </w:r>
      <w:r w:rsidRPr="002C069D">
        <w:rPr>
          <w:sz w:val="24"/>
        </w:rPr>
        <w:t xml:space="preserve"> 267.2. ст</w:t>
      </w:r>
      <w:r>
        <w:rPr>
          <w:sz w:val="24"/>
        </w:rPr>
        <w:t>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>, є об’єктами</w:t>
      </w:r>
      <w:r w:rsidRPr="002C069D">
        <w:rPr>
          <w:sz w:val="24"/>
        </w:rPr>
        <w:t xml:space="preserve"> оподаткування.</w:t>
      </w:r>
    </w:p>
    <w:p w:rsidR="00E76D40" w:rsidRDefault="00E76D40" w:rsidP="0029785A">
      <w:pPr>
        <w:jc w:val="both"/>
        <w:rPr>
          <w:sz w:val="24"/>
        </w:rPr>
      </w:pPr>
      <w:r>
        <w:rPr>
          <w:sz w:val="24"/>
        </w:rPr>
        <w:t>2.О</w:t>
      </w:r>
      <w:r w:rsidRPr="002C069D">
        <w:rPr>
          <w:sz w:val="24"/>
        </w:rPr>
        <w:t xml:space="preserve">б’єктом оподаткування </w:t>
      </w:r>
      <w:r>
        <w:rPr>
          <w:sz w:val="24"/>
        </w:rPr>
        <w:t>відповідно до  пункту 267.2. статті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 xml:space="preserve">, </w:t>
      </w:r>
      <w:r w:rsidRPr="002C069D">
        <w:rPr>
          <w:sz w:val="24"/>
        </w:rPr>
        <w:t xml:space="preserve">є легкові автомобілі, з року випуску яких минуло не більше п’яти </w:t>
      </w:r>
      <w:r>
        <w:rPr>
          <w:sz w:val="24"/>
        </w:rPr>
        <w:t>років (включно) та середньо</w:t>
      </w:r>
      <w:r w:rsidRPr="002C069D">
        <w:rPr>
          <w:sz w:val="24"/>
        </w:rPr>
        <w:t>ринкова вартість яких становить понад 375 розмірів мінімальної заробітної плати, встановленої законом на 1 сі</w:t>
      </w:r>
      <w:r>
        <w:rPr>
          <w:sz w:val="24"/>
        </w:rPr>
        <w:t>чня податкового (звітного) року.</w:t>
      </w:r>
      <w:r w:rsidRPr="002C069D">
        <w:rPr>
          <w:sz w:val="24"/>
        </w:rPr>
        <w:t xml:space="preserve"> </w:t>
      </w:r>
    </w:p>
    <w:p w:rsidR="00E76D40" w:rsidRPr="002C069D" w:rsidRDefault="00E76D40" w:rsidP="0029785A">
      <w:pPr>
        <w:jc w:val="both"/>
        <w:rPr>
          <w:sz w:val="24"/>
        </w:rPr>
      </w:pPr>
      <w:r w:rsidRPr="002C069D">
        <w:rPr>
          <w:sz w:val="24"/>
        </w:rPr>
        <w:t>3. Базою оподаткування є легковий автомобіль, що є об’єкто</w:t>
      </w:r>
      <w:r>
        <w:rPr>
          <w:sz w:val="24"/>
        </w:rPr>
        <w:t>м оподаткування відповідно до пункту 267.2. статті</w:t>
      </w:r>
      <w:r w:rsidRPr="002C069D">
        <w:rPr>
          <w:sz w:val="24"/>
        </w:rPr>
        <w:t xml:space="preserve"> 267 Податкового кодексу України.</w:t>
      </w:r>
    </w:p>
    <w:p w:rsidR="00E76D40" w:rsidRPr="002C069D" w:rsidRDefault="00E76D40" w:rsidP="0029785A">
      <w:pPr>
        <w:jc w:val="both"/>
        <w:rPr>
          <w:sz w:val="24"/>
        </w:rPr>
      </w:pPr>
      <w:r>
        <w:rPr>
          <w:sz w:val="24"/>
        </w:rPr>
        <w:t>4. Ставка</w:t>
      </w:r>
      <w:r w:rsidRPr="002C069D">
        <w:rPr>
          <w:sz w:val="24"/>
        </w:rPr>
        <w:t xml:space="preserve"> податку встановлюються з розрахунку на календарний рік у розмірі 25000 гривень за кожен легковий автомобіль, що є об’єкто</w:t>
      </w:r>
      <w:r>
        <w:rPr>
          <w:sz w:val="24"/>
        </w:rPr>
        <w:t>м оподаткування відповідно до пункту 267.2. статті</w:t>
      </w:r>
      <w:r w:rsidRPr="002C069D">
        <w:rPr>
          <w:sz w:val="24"/>
        </w:rPr>
        <w:t xml:space="preserve"> 267 Податкового кодексу України.</w:t>
      </w:r>
    </w:p>
    <w:p w:rsidR="00E76D40" w:rsidRPr="002C069D" w:rsidRDefault="00E76D40" w:rsidP="0029785A">
      <w:pPr>
        <w:jc w:val="both"/>
        <w:rPr>
          <w:sz w:val="24"/>
        </w:rPr>
      </w:pPr>
      <w:r w:rsidRPr="002C069D">
        <w:rPr>
          <w:sz w:val="24"/>
        </w:rPr>
        <w:t>5. Базовий податковий (звітний) період дорівнює календарному року.</w:t>
      </w:r>
    </w:p>
    <w:p w:rsidR="00E76D40" w:rsidRDefault="00E76D40" w:rsidP="0029785A">
      <w:pPr>
        <w:jc w:val="both"/>
        <w:rPr>
          <w:sz w:val="24"/>
        </w:rPr>
      </w:pPr>
      <w:r w:rsidRPr="002C069D">
        <w:rPr>
          <w:sz w:val="24"/>
        </w:rPr>
        <w:t>6. Обчислення суми податку зд</w:t>
      </w:r>
      <w:r>
        <w:rPr>
          <w:sz w:val="24"/>
        </w:rPr>
        <w:t>ійснюється відповідно до  пункту</w:t>
      </w:r>
      <w:r w:rsidRPr="002C069D">
        <w:rPr>
          <w:sz w:val="24"/>
        </w:rPr>
        <w:t xml:space="preserve"> 267.6 ст</w:t>
      </w:r>
      <w:r>
        <w:rPr>
          <w:sz w:val="24"/>
        </w:rPr>
        <w:t>атті</w:t>
      </w:r>
      <w:r w:rsidRPr="002C069D">
        <w:rPr>
          <w:sz w:val="24"/>
        </w:rPr>
        <w:t xml:space="preserve"> 267 Податкового кодексу України.</w:t>
      </w:r>
    </w:p>
    <w:p w:rsidR="00E76D40" w:rsidRDefault="00E76D40" w:rsidP="0029785A">
      <w:pPr>
        <w:jc w:val="both"/>
        <w:rPr>
          <w:sz w:val="24"/>
        </w:rPr>
      </w:pPr>
      <w:r>
        <w:rPr>
          <w:sz w:val="24"/>
        </w:rPr>
        <w:t xml:space="preserve">7.Порядок сплати податку визначається відповідно до пункту 267.7. статті 267 </w:t>
      </w:r>
      <w:r w:rsidRPr="002C069D">
        <w:rPr>
          <w:sz w:val="24"/>
        </w:rPr>
        <w:t>Податкового кодексу України.</w:t>
      </w:r>
    </w:p>
    <w:p w:rsidR="00E76D40" w:rsidRDefault="00E76D40" w:rsidP="0029785A">
      <w:pPr>
        <w:jc w:val="both"/>
        <w:rPr>
          <w:sz w:val="24"/>
        </w:rPr>
      </w:pPr>
      <w:r>
        <w:rPr>
          <w:sz w:val="24"/>
        </w:rPr>
        <w:t xml:space="preserve">8.Строки сплати податку визначаються відповідно до пункту 267.8. статті 267 </w:t>
      </w:r>
      <w:r w:rsidRPr="002C069D">
        <w:rPr>
          <w:sz w:val="24"/>
        </w:rPr>
        <w:t>Податкового кодексу України.</w:t>
      </w:r>
    </w:p>
    <w:p w:rsidR="00E76D40" w:rsidRPr="002C069D" w:rsidRDefault="00E76D40" w:rsidP="00C913E7">
      <w:pPr>
        <w:rPr>
          <w:sz w:val="24"/>
        </w:rPr>
      </w:pPr>
    </w:p>
    <w:p w:rsidR="00E76D40" w:rsidRDefault="00E76D40"/>
    <w:p w:rsidR="00E76D40" w:rsidRDefault="00E76D40"/>
    <w:p w:rsidR="00E76D40" w:rsidRPr="00C913E7" w:rsidRDefault="00E76D40">
      <w:pPr>
        <w:rPr>
          <w:sz w:val="24"/>
          <w:szCs w:val="24"/>
        </w:rPr>
      </w:pPr>
      <w:r w:rsidRPr="00C913E7">
        <w:rPr>
          <w:sz w:val="24"/>
          <w:szCs w:val="24"/>
        </w:rPr>
        <w:t xml:space="preserve">           Секретар селищної ради                                   </w:t>
      </w:r>
      <w:r>
        <w:rPr>
          <w:sz w:val="24"/>
          <w:szCs w:val="24"/>
        </w:rPr>
        <w:t xml:space="preserve">    </w:t>
      </w:r>
      <w:r w:rsidRPr="00C913E7">
        <w:rPr>
          <w:sz w:val="24"/>
          <w:szCs w:val="24"/>
        </w:rPr>
        <w:t xml:space="preserve">                  С.А. Година</w:t>
      </w:r>
    </w:p>
    <w:sectPr w:rsidR="00E76D40" w:rsidRPr="00C913E7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3E7"/>
    <w:rsid w:val="001E44F1"/>
    <w:rsid w:val="0029785A"/>
    <w:rsid w:val="002C069D"/>
    <w:rsid w:val="00313E8F"/>
    <w:rsid w:val="003A4E1F"/>
    <w:rsid w:val="003F5567"/>
    <w:rsid w:val="005403F4"/>
    <w:rsid w:val="005B763B"/>
    <w:rsid w:val="00760736"/>
    <w:rsid w:val="00781C59"/>
    <w:rsid w:val="007D5713"/>
    <w:rsid w:val="008F6F8D"/>
    <w:rsid w:val="00C913E7"/>
    <w:rsid w:val="00D23867"/>
    <w:rsid w:val="00E529AE"/>
    <w:rsid w:val="00E76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3E7"/>
    <w:rPr>
      <w:rFonts w:ascii="Times New Roman CYR" w:eastAsia="Times New Roman" w:hAnsi="Times New Roman CYR"/>
      <w:sz w:val="28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913E7"/>
    <w:pPr>
      <w:suppressAutoHyphens/>
    </w:pPr>
    <w:rPr>
      <w:rFonts w:eastAsia="Times New Roman" w:cs="Calibri"/>
      <w:lang w:val="uk-UA" w:eastAsia="ar-SA"/>
    </w:rPr>
  </w:style>
  <w:style w:type="paragraph" w:customStyle="1" w:styleId="a">
    <w:name w:val="Без интервала"/>
    <w:uiPriority w:val="99"/>
    <w:rsid w:val="007D5713"/>
    <w:pPr>
      <w:suppressAutoHyphens/>
    </w:pPr>
    <w:rPr>
      <w:rFonts w:cs="Calibri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252</Words>
  <Characters>1437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соколов</cp:lastModifiedBy>
  <cp:revision>5</cp:revision>
  <cp:lastPrinted>2018-06-08T06:58:00Z</cp:lastPrinted>
  <dcterms:created xsi:type="dcterms:W3CDTF">2018-04-19T11:22:00Z</dcterms:created>
  <dcterms:modified xsi:type="dcterms:W3CDTF">2018-06-19T06:35:00Z</dcterms:modified>
</cp:coreProperties>
</file>