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D6F" w:rsidRPr="00594D82" w:rsidRDefault="008F5D6F" w:rsidP="00594D82">
      <w:pPr>
        <w:rPr>
          <w:b/>
          <w:lang w:eastAsia="uk-UA"/>
        </w:rPr>
      </w:pPr>
      <w:r w:rsidRPr="00594D82">
        <w:rPr>
          <w:b/>
          <w:lang w:eastAsia="uk-UA"/>
        </w:rPr>
        <w:t>Відсторонення невакцинованих працівників, котрі хворіють, необхідно відкласти: роз’яснює Держпраці</w:t>
      </w:r>
    </w:p>
    <w:p w:rsidR="008F5D6F" w:rsidRPr="00594D82" w:rsidRDefault="008F5D6F" w:rsidP="00594D82">
      <w:pPr>
        <w:rPr>
          <w:lang w:eastAsia="uk-UA"/>
        </w:rPr>
      </w:pPr>
      <w:r w:rsidRPr="00594D82">
        <w:rPr>
          <w:lang w:eastAsia="uk-UA"/>
        </w:rPr>
        <w:t xml:space="preserve">На початку листопада освітян і окремих держслужбовців, для яких визначена обов’язковість вакцинації від COVID-19, однак які відмовились від її проведення, було відсторонено від роботи. </w:t>
      </w:r>
    </w:p>
    <w:p w:rsidR="008F5D6F" w:rsidRPr="00594D82" w:rsidRDefault="008F5D6F" w:rsidP="00594D82">
      <w:pPr>
        <w:rPr>
          <w:lang w:eastAsia="uk-UA"/>
        </w:rPr>
      </w:pPr>
      <w:r>
        <w:rPr>
          <w:lang w:eastAsia="uk-UA"/>
        </w:rPr>
        <w:t>Відучора,</w:t>
      </w:r>
      <w:r w:rsidRPr="00594D82">
        <w:rPr>
          <w:lang w:eastAsia="uk-UA"/>
        </w:rPr>
        <w:t xml:space="preserve"> 9 грудня</w:t>
      </w:r>
      <w:r>
        <w:rPr>
          <w:lang w:eastAsia="uk-UA"/>
        </w:rPr>
        <w:t>,</w:t>
      </w:r>
      <w:r w:rsidRPr="00594D82">
        <w:rPr>
          <w:lang w:eastAsia="uk-UA"/>
        </w:rPr>
        <w:t xml:space="preserve"> обов’язкове щеплення буде також поширено на соціальних працівників і робітників стратегічних підприємств.</w:t>
      </w:r>
      <w:bookmarkStart w:id="0" w:name="_GoBack"/>
      <w:bookmarkEnd w:id="0"/>
    </w:p>
    <w:p w:rsidR="008F5D6F" w:rsidRPr="00594D82" w:rsidRDefault="008F5D6F" w:rsidP="00594D82">
      <w:pPr>
        <w:rPr>
          <w:lang w:eastAsia="uk-UA"/>
        </w:rPr>
      </w:pPr>
      <w:r w:rsidRPr="00594D82">
        <w:rPr>
          <w:b/>
          <w:u w:val="single"/>
          <w:lang w:eastAsia="uk-UA"/>
        </w:rPr>
        <w:t>Державна служба України з питань праці інформує:</w:t>
      </w:r>
      <w:r w:rsidRPr="00594D82">
        <w:rPr>
          <w:lang w:eastAsia="uk-UA"/>
        </w:rPr>
        <w:t xml:space="preserve"> відсторонення від роботи оформляється наказом (розпорядженням) роботодавця із зазначенням строків відсторонення та обов’язковим ознайомленням під підпис згаданих у ньому осіб.</w:t>
      </w:r>
    </w:p>
    <w:p w:rsidR="008F5D6F" w:rsidRPr="00594D82" w:rsidRDefault="008F5D6F" w:rsidP="00594D82">
      <w:pPr>
        <w:rPr>
          <w:lang w:eastAsia="uk-UA"/>
        </w:rPr>
      </w:pPr>
      <w:r w:rsidRPr="00594D82">
        <w:rPr>
          <w:lang w:eastAsia="uk-UA"/>
        </w:rPr>
        <w:t>Для таких відсторонених працівників лікарняні не оплачуються.</w:t>
      </w:r>
    </w:p>
    <w:p w:rsidR="008F5D6F" w:rsidRPr="00594D82" w:rsidRDefault="008F5D6F" w:rsidP="00594D82">
      <w:pPr>
        <w:rPr>
          <w:lang w:eastAsia="uk-UA"/>
        </w:rPr>
      </w:pPr>
      <w:r w:rsidRPr="00594D82">
        <w:rPr>
          <w:lang w:eastAsia="uk-UA"/>
        </w:rPr>
        <w:t>Однак, якщо застрахована особа захворіє до дня початку відсторонення, перший день такого відсторонення необхідно перенести на перший робочий день після закінчення періоду тимчасової непрацездатності.</w:t>
      </w:r>
    </w:p>
    <w:p w:rsidR="008F5D6F" w:rsidRPr="00594D82" w:rsidRDefault="008F5D6F" w:rsidP="00594D82">
      <w:pPr>
        <w:rPr>
          <w:lang w:eastAsia="uk-UA"/>
        </w:rPr>
      </w:pPr>
      <w:r w:rsidRPr="00594D82">
        <w:rPr>
          <w:lang w:eastAsia="uk-UA"/>
        </w:rPr>
        <w:t>У такому випадку Фонд соціального страхування України оплатить лікарняний на загальних підставах. </w:t>
      </w:r>
    </w:p>
    <w:p w:rsidR="008F5D6F" w:rsidRPr="00594D82" w:rsidRDefault="008F5D6F" w:rsidP="00594D82"/>
    <w:sectPr w:rsidR="008F5D6F" w:rsidRPr="00594D82" w:rsidSect="00964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D6F" w:rsidRDefault="008F5D6F" w:rsidP="005B21BC">
      <w:pPr>
        <w:spacing w:after="0" w:line="240" w:lineRule="auto"/>
      </w:pPr>
      <w:r>
        <w:separator/>
      </w:r>
    </w:p>
  </w:endnote>
  <w:endnote w:type="continuationSeparator" w:id="0">
    <w:p w:rsidR="008F5D6F" w:rsidRDefault="008F5D6F" w:rsidP="005B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D6F" w:rsidRDefault="008F5D6F" w:rsidP="005B21BC">
      <w:pPr>
        <w:spacing w:after="0" w:line="240" w:lineRule="auto"/>
      </w:pPr>
      <w:r>
        <w:separator/>
      </w:r>
    </w:p>
  </w:footnote>
  <w:footnote w:type="continuationSeparator" w:id="0">
    <w:p w:rsidR="008F5D6F" w:rsidRDefault="008F5D6F" w:rsidP="005B2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6697"/>
    <w:multiLevelType w:val="multilevel"/>
    <w:tmpl w:val="FF24D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5E2686F"/>
    <w:multiLevelType w:val="multilevel"/>
    <w:tmpl w:val="4FD6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7102D8"/>
    <w:multiLevelType w:val="multilevel"/>
    <w:tmpl w:val="81ECD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045352A"/>
    <w:multiLevelType w:val="multilevel"/>
    <w:tmpl w:val="B7165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3227ECC"/>
    <w:multiLevelType w:val="multilevel"/>
    <w:tmpl w:val="65C8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563819"/>
    <w:multiLevelType w:val="multilevel"/>
    <w:tmpl w:val="9D844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BD35A4F"/>
    <w:multiLevelType w:val="multilevel"/>
    <w:tmpl w:val="AA180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7B7435"/>
    <w:multiLevelType w:val="multilevel"/>
    <w:tmpl w:val="A700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7845109"/>
    <w:multiLevelType w:val="multilevel"/>
    <w:tmpl w:val="2CA4D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3BB0738"/>
    <w:multiLevelType w:val="multilevel"/>
    <w:tmpl w:val="50F4F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5C19A5"/>
    <w:multiLevelType w:val="multilevel"/>
    <w:tmpl w:val="032C1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E03577A"/>
    <w:multiLevelType w:val="multilevel"/>
    <w:tmpl w:val="46082C34"/>
    <w:lvl w:ilvl="0">
      <w:start w:val="1"/>
      <w:numFmt w:val="decimal"/>
      <w:lvlText w:val="%1."/>
      <w:lvlJc w:val="left"/>
      <w:pPr>
        <w:tabs>
          <w:tab w:val="num" w:pos="10000"/>
        </w:tabs>
        <w:ind w:left="1000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720"/>
        </w:tabs>
        <w:ind w:left="1072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1440"/>
        </w:tabs>
        <w:ind w:left="1144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2160"/>
        </w:tabs>
        <w:ind w:left="1216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12880"/>
        </w:tabs>
        <w:ind w:left="1288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13600"/>
        </w:tabs>
        <w:ind w:left="1360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14320"/>
        </w:tabs>
        <w:ind w:left="1432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15040"/>
        </w:tabs>
        <w:ind w:left="1504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15760"/>
        </w:tabs>
        <w:ind w:left="15760" w:hanging="360"/>
      </w:pPr>
      <w:rPr>
        <w:rFonts w:cs="Times New Roman"/>
      </w:rPr>
    </w:lvl>
  </w:abstractNum>
  <w:abstractNum w:abstractNumId="12">
    <w:nsid w:val="7927262B"/>
    <w:multiLevelType w:val="multilevel"/>
    <w:tmpl w:val="0194D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E50586"/>
    <w:multiLevelType w:val="multilevel"/>
    <w:tmpl w:val="2AC4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6"/>
  </w:num>
  <w:num w:numId="5">
    <w:abstractNumId w:val="13"/>
  </w:num>
  <w:num w:numId="6">
    <w:abstractNumId w:val="0"/>
  </w:num>
  <w:num w:numId="7">
    <w:abstractNumId w:val="9"/>
  </w:num>
  <w:num w:numId="8">
    <w:abstractNumId w:val="5"/>
  </w:num>
  <w:num w:numId="9">
    <w:abstractNumId w:val="11"/>
  </w:num>
  <w:num w:numId="10">
    <w:abstractNumId w:val="2"/>
  </w:num>
  <w:num w:numId="11">
    <w:abstractNumId w:val="3"/>
  </w:num>
  <w:num w:numId="12">
    <w:abstractNumId w:val="10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E43"/>
    <w:rsid w:val="0000206C"/>
    <w:rsid w:val="0000246B"/>
    <w:rsid w:val="00002E0E"/>
    <w:rsid w:val="00002EA2"/>
    <w:rsid w:val="00003810"/>
    <w:rsid w:val="000051ED"/>
    <w:rsid w:val="00007142"/>
    <w:rsid w:val="000073CD"/>
    <w:rsid w:val="00012533"/>
    <w:rsid w:val="00012871"/>
    <w:rsid w:val="00012B56"/>
    <w:rsid w:val="00012D60"/>
    <w:rsid w:val="00013328"/>
    <w:rsid w:val="000211C1"/>
    <w:rsid w:val="00031761"/>
    <w:rsid w:val="00033F3D"/>
    <w:rsid w:val="00036B64"/>
    <w:rsid w:val="00037481"/>
    <w:rsid w:val="00040FB9"/>
    <w:rsid w:val="00046115"/>
    <w:rsid w:val="00050E99"/>
    <w:rsid w:val="00050FF9"/>
    <w:rsid w:val="00052AB5"/>
    <w:rsid w:val="00052D01"/>
    <w:rsid w:val="0005366C"/>
    <w:rsid w:val="00053F29"/>
    <w:rsid w:val="00054748"/>
    <w:rsid w:val="00061FD0"/>
    <w:rsid w:val="0006588F"/>
    <w:rsid w:val="00066E44"/>
    <w:rsid w:val="00066EBD"/>
    <w:rsid w:val="0007149F"/>
    <w:rsid w:val="00071650"/>
    <w:rsid w:val="00073928"/>
    <w:rsid w:val="00074681"/>
    <w:rsid w:val="00083176"/>
    <w:rsid w:val="0008355F"/>
    <w:rsid w:val="000871A9"/>
    <w:rsid w:val="000A3B7D"/>
    <w:rsid w:val="000B0CBB"/>
    <w:rsid w:val="000B1743"/>
    <w:rsid w:val="000B4D6B"/>
    <w:rsid w:val="000B55D9"/>
    <w:rsid w:val="000B7DC2"/>
    <w:rsid w:val="000B7E15"/>
    <w:rsid w:val="000C460B"/>
    <w:rsid w:val="000C506A"/>
    <w:rsid w:val="000C5A59"/>
    <w:rsid w:val="000C6D65"/>
    <w:rsid w:val="000D0464"/>
    <w:rsid w:val="000D36FE"/>
    <w:rsid w:val="000D7651"/>
    <w:rsid w:val="000E16EE"/>
    <w:rsid w:val="000E4F8B"/>
    <w:rsid w:val="000E61AD"/>
    <w:rsid w:val="000E684A"/>
    <w:rsid w:val="000E6C97"/>
    <w:rsid w:val="000E6F26"/>
    <w:rsid w:val="000F2076"/>
    <w:rsid w:val="000F4B33"/>
    <w:rsid w:val="000F576E"/>
    <w:rsid w:val="00102794"/>
    <w:rsid w:val="00107AA0"/>
    <w:rsid w:val="0011007A"/>
    <w:rsid w:val="00110773"/>
    <w:rsid w:val="00113950"/>
    <w:rsid w:val="00123E0F"/>
    <w:rsid w:val="001274F0"/>
    <w:rsid w:val="001303DF"/>
    <w:rsid w:val="00132812"/>
    <w:rsid w:val="00134E68"/>
    <w:rsid w:val="00136349"/>
    <w:rsid w:val="00136E47"/>
    <w:rsid w:val="00137401"/>
    <w:rsid w:val="001421FA"/>
    <w:rsid w:val="00142D02"/>
    <w:rsid w:val="001437FA"/>
    <w:rsid w:val="00143C21"/>
    <w:rsid w:val="00144308"/>
    <w:rsid w:val="001443C7"/>
    <w:rsid w:val="00144BE7"/>
    <w:rsid w:val="0015355F"/>
    <w:rsid w:val="0015432C"/>
    <w:rsid w:val="00157F08"/>
    <w:rsid w:val="0016155B"/>
    <w:rsid w:val="00163E37"/>
    <w:rsid w:val="00164845"/>
    <w:rsid w:val="00165383"/>
    <w:rsid w:val="00173C6D"/>
    <w:rsid w:val="0017495A"/>
    <w:rsid w:val="00175350"/>
    <w:rsid w:val="001825C1"/>
    <w:rsid w:val="001858A9"/>
    <w:rsid w:val="00186383"/>
    <w:rsid w:val="001867D1"/>
    <w:rsid w:val="00187DF5"/>
    <w:rsid w:val="00187E9F"/>
    <w:rsid w:val="0019245A"/>
    <w:rsid w:val="00192CC5"/>
    <w:rsid w:val="0019692A"/>
    <w:rsid w:val="0019720A"/>
    <w:rsid w:val="001A300C"/>
    <w:rsid w:val="001A4AED"/>
    <w:rsid w:val="001A56E9"/>
    <w:rsid w:val="001A6709"/>
    <w:rsid w:val="001B4A0F"/>
    <w:rsid w:val="001B4A3C"/>
    <w:rsid w:val="001B509D"/>
    <w:rsid w:val="001B5436"/>
    <w:rsid w:val="001B639C"/>
    <w:rsid w:val="001B6D74"/>
    <w:rsid w:val="001B7F4D"/>
    <w:rsid w:val="001C4164"/>
    <w:rsid w:val="001C4BF5"/>
    <w:rsid w:val="001C4DBF"/>
    <w:rsid w:val="001C657B"/>
    <w:rsid w:val="001C6894"/>
    <w:rsid w:val="001C6938"/>
    <w:rsid w:val="001D0DE1"/>
    <w:rsid w:val="001D2E30"/>
    <w:rsid w:val="001D3FD1"/>
    <w:rsid w:val="001D41CC"/>
    <w:rsid w:val="001D4C92"/>
    <w:rsid w:val="001D6ACD"/>
    <w:rsid w:val="001E602B"/>
    <w:rsid w:val="001E79D8"/>
    <w:rsid w:val="001F0D55"/>
    <w:rsid w:val="001F2E51"/>
    <w:rsid w:val="001F303F"/>
    <w:rsid w:val="001F47FB"/>
    <w:rsid w:val="001F56C5"/>
    <w:rsid w:val="001F59C6"/>
    <w:rsid w:val="00200097"/>
    <w:rsid w:val="00200956"/>
    <w:rsid w:val="00200FF3"/>
    <w:rsid w:val="0020134F"/>
    <w:rsid w:val="00202412"/>
    <w:rsid w:val="0020567D"/>
    <w:rsid w:val="00213A40"/>
    <w:rsid w:val="002147EE"/>
    <w:rsid w:val="00214A67"/>
    <w:rsid w:val="0021747F"/>
    <w:rsid w:val="002200E3"/>
    <w:rsid w:val="002266CE"/>
    <w:rsid w:val="002313F5"/>
    <w:rsid w:val="00232E91"/>
    <w:rsid w:val="00233EE9"/>
    <w:rsid w:val="00233F09"/>
    <w:rsid w:val="00242305"/>
    <w:rsid w:val="002441DC"/>
    <w:rsid w:val="00253419"/>
    <w:rsid w:val="00253894"/>
    <w:rsid w:val="00262A88"/>
    <w:rsid w:val="002642EE"/>
    <w:rsid w:val="00264953"/>
    <w:rsid w:val="002853D9"/>
    <w:rsid w:val="00286528"/>
    <w:rsid w:val="00286BA8"/>
    <w:rsid w:val="0029736E"/>
    <w:rsid w:val="002A0533"/>
    <w:rsid w:val="002A0A58"/>
    <w:rsid w:val="002A5734"/>
    <w:rsid w:val="002B2554"/>
    <w:rsid w:val="002B461B"/>
    <w:rsid w:val="002B6A41"/>
    <w:rsid w:val="002B7A3C"/>
    <w:rsid w:val="002C007B"/>
    <w:rsid w:val="002C38DC"/>
    <w:rsid w:val="002C39CD"/>
    <w:rsid w:val="002D000D"/>
    <w:rsid w:val="002D0837"/>
    <w:rsid w:val="002D08C1"/>
    <w:rsid w:val="002D45FC"/>
    <w:rsid w:val="002E1645"/>
    <w:rsid w:val="002E3F27"/>
    <w:rsid w:val="002E4862"/>
    <w:rsid w:val="002E5275"/>
    <w:rsid w:val="002F13F0"/>
    <w:rsid w:val="002F25E5"/>
    <w:rsid w:val="0030114C"/>
    <w:rsid w:val="0030163D"/>
    <w:rsid w:val="00301793"/>
    <w:rsid w:val="00301F41"/>
    <w:rsid w:val="0030533C"/>
    <w:rsid w:val="0030599C"/>
    <w:rsid w:val="00306521"/>
    <w:rsid w:val="00310E66"/>
    <w:rsid w:val="00310ED4"/>
    <w:rsid w:val="003123B0"/>
    <w:rsid w:val="00313EE0"/>
    <w:rsid w:val="0031589B"/>
    <w:rsid w:val="00316914"/>
    <w:rsid w:val="003172F1"/>
    <w:rsid w:val="003206F1"/>
    <w:rsid w:val="00320883"/>
    <w:rsid w:val="003209D9"/>
    <w:rsid w:val="00322397"/>
    <w:rsid w:val="0032461E"/>
    <w:rsid w:val="00327E49"/>
    <w:rsid w:val="00330D30"/>
    <w:rsid w:val="00331DBD"/>
    <w:rsid w:val="00332298"/>
    <w:rsid w:val="00334C20"/>
    <w:rsid w:val="00334CC6"/>
    <w:rsid w:val="003411AA"/>
    <w:rsid w:val="00342F3D"/>
    <w:rsid w:val="0034475A"/>
    <w:rsid w:val="0035592E"/>
    <w:rsid w:val="0035654B"/>
    <w:rsid w:val="003565E2"/>
    <w:rsid w:val="00362285"/>
    <w:rsid w:val="003702E5"/>
    <w:rsid w:val="0037374D"/>
    <w:rsid w:val="00373BF0"/>
    <w:rsid w:val="00375C83"/>
    <w:rsid w:val="00376AB8"/>
    <w:rsid w:val="00376D76"/>
    <w:rsid w:val="0037786A"/>
    <w:rsid w:val="00382E1E"/>
    <w:rsid w:val="00383925"/>
    <w:rsid w:val="003840FB"/>
    <w:rsid w:val="003874FE"/>
    <w:rsid w:val="00391578"/>
    <w:rsid w:val="00393067"/>
    <w:rsid w:val="00395C1E"/>
    <w:rsid w:val="00396DD7"/>
    <w:rsid w:val="0039739B"/>
    <w:rsid w:val="003A20BE"/>
    <w:rsid w:val="003A2F10"/>
    <w:rsid w:val="003A6CEA"/>
    <w:rsid w:val="003A70A7"/>
    <w:rsid w:val="003B0DC1"/>
    <w:rsid w:val="003B2ECB"/>
    <w:rsid w:val="003B32DD"/>
    <w:rsid w:val="003B76E8"/>
    <w:rsid w:val="003C23C7"/>
    <w:rsid w:val="003C3DB3"/>
    <w:rsid w:val="003D188D"/>
    <w:rsid w:val="003D3517"/>
    <w:rsid w:val="003D3583"/>
    <w:rsid w:val="003D5C42"/>
    <w:rsid w:val="003E0AD7"/>
    <w:rsid w:val="003E12BC"/>
    <w:rsid w:val="003E1775"/>
    <w:rsid w:val="003E2B01"/>
    <w:rsid w:val="003E38AD"/>
    <w:rsid w:val="003E6031"/>
    <w:rsid w:val="003E692E"/>
    <w:rsid w:val="003E71D5"/>
    <w:rsid w:val="003F06A5"/>
    <w:rsid w:val="003F0B44"/>
    <w:rsid w:val="003F1A8A"/>
    <w:rsid w:val="003F3975"/>
    <w:rsid w:val="003F4052"/>
    <w:rsid w:val="003F6C09"/>
    <w:rsid w:val="00404BBB"/>
    <w:rsid w:val="004061ED"/>
    <w:rsid w:val="00406419"/>
    <w:rsid w:val="0041233D"/>
    <w:rsid w:val="00412762"/>
    <w:rsid w:val="00415408"/>
    <w:rsid w:val="0041653B"/>
    <w:rsid w:val="00417977"/>
    <w:rsid w:val="00420C10"/>
    <w:rsid w:val="00422373"/>
    <w:rsid w:val="004228EF"/>
    <w:rsid w:val="00426C18"/>
    <w:rsid w:val="00430679"/>
    <w:rsid w:val="004314E9"/>
    <w:rsid w:val="0043332A"/>
    <w:rsid w:val="00436CC0"/>
    <w:rsid w:val="00441009"/>
    <w:rsid w:val="004410A1"/>
    <w:rsid w:val="004441D5"/>
    <w:rsid w:val="00445477"/>
    <w:rsid w:val="00446782"/>
    <w:rsid w:val="00446B95"/>
    <w:rsid w:val="004514B6"/>
    <w:rsid w:val="004560E0"/>
    <w:rsid w:val="00456889"/>
    <w:rsid w:val="004613D2"/>
    <w:rsid w:val="00461BB0"/>
    <w:rsid w:val="00465974"/>
    <w:rsid w:val="004717CC"/>
    <w:rsid w:val="004717D1"/>
    <w:rsid w:val="00471AFC"/>
    <w:rsid w:val="00472EC9"/>
    <w:rsid w:val="0047489F"/>
    <w:rsid w:val="00477CFC"/>
    <w:rsid w:val="004825B0"/>
    <w:rsid w:val="004903B7"/>
    <w:rsid w:val="00491C45"/>
    <w:rsid w:val="00492298"/>
    <w:rsid w:val="0049322E"/>
    <w:rsid w:val="004A1756"/>
    <w:rsid w:val="004A1A8D"/>
    <w:rsid w:val="004A28D5"/>
    <w:rsid w:val="004A3C6A"/>
    <w:rsid w:val="004A5A56"/>
    <w:rsid w:val="004B4301"/>
    <w:rsid w:val="004C1233"/>
    <w:rsid w:val="004C3732"/>
    <w:rsid w:val="004C4401"/>
    <w:rsid w:val="004C4A2F"/>
    <w:rsid w:val="004C68AC"/>
    <w:rsid w:val="004C7A09"/>
    <w:rsid w:val="004C7E35"/>
    <w:rsid w:val="004D0168"/>
    <w:rsid w:val="004D0920"/>
    <w:rsid w:val="004D1590"/>
    <w:rsid w:val="004D3965"/>
    <w:rsid w:val="004D646F"/>
    <w:rsid w:val="004D6F0F"/>
    <w:rsid w:val="004D7557"/>
    <w:rsid w:val="004E0634"/>
    <w:rsid w:val="004E2DF8"/>
    <w:rsid w:val="004E3F89"/>
    <w:rsid w:val="004E46D9"/>
    <w:rsid w:val="004E7B8D"/>
    <w:rsid w:val="004F7E97"/>
    <w:rsid w:val="00500EE0"/>
    <w:rsid w:val="0050130B"/>
    <w:rsid w:val="005031D1"/>
    <w:rsid w:val="0050516C"/>
    <w:rsid w:val="00506985"/>
    <w:rsid w:val="00507893"/>
    <w:rsid w:val="0051090A"/>
    <w:rsid w:val="0051502A"/>
    <w:rsid w:val="005160CA"/>
    <w:rsid w:val="00516915"/>
    <w:rsid w:val="00516AE6"/>
    <w:rsid w:val="005172F8"/>
    <w:rsid w:val="005209D0"/>
    <w:rsid w:val="00521F6C"/>
    <w:rsid w:val="00523544"/>
    <w:rsid w:val="00530E8C"/>
    <w:rsid w:val="00530F01"/>
    <w:rsid w:val="005310E8"/>
    <w:rsid w:val="00531E11"/>
    <w:rsid w:val="00535104"/>
    <w:rsid w:val="00541CFD"/>
    <w:rsid w:val="00546701"/>
    <w:rsid w:val="00551B17"/>
    <w:rsid w:val="00552425"/>
    <w:rsid w:val="00554E55"/>
    <w:rsid w:val="00555AF9"/>
    <w:rsid w:val="00557E11"/>
    <w:rsid w:val="00560314"/>
    <w:rsid w:val="00560819"/>
    <w:rsid w:val="00560ED9"/>
    <w:rsid w:val="00562123"/>
    <w:rsid w:val="0056528D"/>
    <w:rsid w:val="00565310"/>
    <w:rsid w:val="00567DEE"/>
    <w:rsid w:val="00570C29"/>
    <w:rsid w:val="00574EE7"/>
    <w:rsid w:val="00575BF2"/>
    <w:rsid w:val="00576770"/>
    <w:rsid w:val="00576C1B"/>
    <w:rsid w:val="00580764"/>
    <w:rsid w:val="005808CA"/>
    <w:rsid w:val="0058596D"/>
    <w:rsid w:val="0059252A"/>
    <w:rsid w:val="005936CB"/>
    <w:rsid w:val="00594D82"/>
    <w:rsid w:val="005A0ADB"/>
    <w:rsid w:val="005A269A"/>
    <w:rsid w:val="005A39B3"/>
    <w:rsid w:val="005A4F14"/>
    <w:rsid w:val="005A54F7"/>
    <w:rsid w:val="005A76B0"/>
    <w:rsid w:val="005B0D82"/>
    <w:rsid w:val="005B21BC"/>
    <w:rsid w:val="005B3198"/>
    <w:rsid w:val="005B4AB4"/>
    <w:rsid w:val="005B567C"/>
    <w:rsid w:val="005B56B6"/>
    <w:rsid w:val="005B58EB"/>
    <w:rsid w:val="005B6727"/>
    <w:rsid w:val="005B704D"/>
    <w:rsid w:val="005C093F"/>
    <w:rsid w:val="005C73BF"/>
    <w:rsid w:val="005D23C0"/>
    <w:rsid w:val="005D54F9"/>
    <w:rsid w:val="005D7602"/>
    <w:rsid w:val="005E2023"/>
    <w:rsid w:val="005E4B25"/>
    <w:rsid w:val="005E5675"/>
    <w:rsid w:val="005E5FB8"/>
    <w:rsid w:val="005E65C2"/>
    <w:rsid w:val="005E6BB6"/>
    <w:rsid w:val="005F66B5"/>
    <w:rsid w:val="005F695B"/>
    <w:rsid w:val="0060051C"/>
    <w:rsid w:val="0060572A"/>
    <w:rsid w:val="00610901"/>
    <w:rsid w:val="00612250"/>
    <w:rsid w:val="0061452E"/>
    <w:rsid w:val="00615626"/>
    <w:rsid w:val="00615ED6"/>
    <w:rsid w:val="00616206"/>
    <w:rsid w:val="00616A79"/>
    <w:rsid w:val="0062093A"/>
    <w:rsid w:val="00620F32"/>
    <w:rsid w:val="00624073"/>
    <w:rsid w:val="006240B9"/>
    <w:rsid w:val="00631E79"/>
    <w:rsid w:val="00635F4F"/>
    <w:rsid w:val="00637095"/>
    <w:rsid w:val="00640C3C"/>
    <w:rsid w:val="006428AF"/>
    <w:rsid w:val="0064402C"/>
    <w:rsid w:val="00645446"/>
    <w:rsid w:val="006473C2"/>
    <w:rsid w:val="0065049C"/>
    <w:rsid w:val="00662A4E"/>
    <w:rsid w:val="00666931"/>
    <w:rsid w:val="006673EF"/>
    <w:rsid w:val="0066749F"/>
    <w:rsid w:val="00667DCC"/>
    <w:rsid w:val="0067435C"/>
    <w:rsid w:val="00675194"/>
    <w:rsid w:val="006762E3"/>
    <w:rsid w:val="006800C0"/>
    <w:rsid w:val="00681F46"/>
    <w:rsid w:val="00682DE2"/>
    <w:rsid w:val="006866C4"/>
    <w:rsid w:val="006B23DB"/>
    <w:rsid w:val="006B7260"/>
    <w:rsid w:val="006C2942"/>
    <w:rsid w:val="006C3ABD"/>
    <w:rsid w:val="006C46CB"/>
    <w:rsid w:val="006C49B6"/>
    <w:rsid w:val="006C7E6F"/>
    <w:rsid w:val="006C7FAA"/>
    <w:rsid w:val="006D1CF0"/>
    <w:rsid w:val="006D4D89"/>
    <w:rsid w:val="006D7E61"/>
    <w:rsid w:val="006E16CA"/>
    <w:rsid w:val="006E33C0"/>
    <w:rsid w:val="006E39A3"/>
    <w:rsid w:val="006E3F39"/>
    <w:rsid w:val="006E5E5F"/>
    <w:rsid w:val="006E6BD2"/>
    <w:rsid w:val="006F27AD"/>
    <w:rsid w:val="006F2C3C"/>
    <w:rsid w:val="006F43D2"/>
    <w:rsid w:val="006F4ADE"/>
    <w:rsid w:val="006F6031"/>
    <w:rsid w:val="00700359"/>
    <w:rsid w:val="00701C4E"/>
    <w:rsid w:val="0070231C"/>
    <w:rsid w:val="00704AFE"/>
    <w:rsid w:val="00706A6C"/>
    <w:rsid w:val="0071070C"/>
    <w:rsid w:val="007117A6"/>
    <w:rsid w:val="007119E6"/>
    <w:rsid w:val="00713A1C"/>
    <w:rsid w:val="00720821"/>
    <w:rsid w:val="0072095B"/>
    <w:rsid w:val="00722DA9"/>
    <w:rsid w:val="00726B23"/>
    <w:rsid w:val="007277AA"/>
    <w:rsid w:val="0073017C"/>
    <w:rsid w:val="00733D7C"/>
    <w:rsid w:val="00734F0B"/>
    <w:rsid w:val="00744BF4"/>
    <w:rsid w:val="0074514F"/>
    <w:rsid w:val="00745972"/>
    <w:rsid w:val="007460EA"/>
    <w:rsid w:val="00747073"/>
    <w:rsid w:val="0074731B"/>
    <w:rsid w:val="0074798B"/>
    <w:rsid w:val="00750B91"/>
    <w:rsid w:val="0075211F"/>
    <w:rsid w:val="007555B5"/>
    <w:rsid w:val="007573D8"/>
    <w:rsid w:val="007577D7"/>
    <w:rsid w:val="00764158"/>
    <w:rsid w:val="0076450A"/>
    <w:rsid w:val="00770CB3"/>
    <w:rsid w:val="00771B34"/>
    <w:rsid w:val="00777FDE"/>
    <w:rsid w:val="00784E62"/>
    <w:rsid w:val="0079158D"/>
    <w:rsid w:val="00794D84"/>
    <w:rsid w:val="007955F5"/>
    <w:rsid w:val="00796949"/>
    <w:rsid w:val="0079783F"/>
    <w:rsid w:val="00797CCF"/>
    <w:rsid w:val="007A1741"/>
    <w:rsid w:val="007A2806"/>
    <w:rsid w:val="007A4C61"/>
    <w:rsid w:val="007A6D1C"/>
    <w:rsid w:val="007B21EC"/>
    <w:rsid w:val="007C1C34"/>
    <w:rsid w:val="007D0719"/>
    <w:rsid w:val="007D0BAA"/>
    <w:rsid w:val="007D3D31"/>
    <w:rsid w:val="007D6726"/>
    <w:rsid w:val="007D7D2F"/>
    <w:rsid w:val="007E123C"/>
    <w:rsid w:val="007E4D85"/>
    <w:rsid w:val="007E6CF1"/>
    <w:rsid w:val="007E733F"/>
    <w:rsid w:val="007F02BB"/>
    <w:rsid w:val="007F2DA3"/>
    <w:rsid w:val="007F4A3B"/>
    <w:rsid w:val="007F4CF6"/>
    <w:rsid w:val="007F60A5"/>
    <w:rsid w:val="007F72CF"/>
    <w:rsid w:val="007F7CE7"/>
    <w:rsid w:val="00801A2C"/>
    <w:rsid w:val="00802180"/>
    <w:rsid w:val="00802740"/>
    <w:rsid w:val="00803C98"/>
    <w:rsid w:val="008045C0"/>
    <w:rsid w:val="00805A6E"/>
    <w:rsid w:val="00806336"/>
    <w:rsid w:val="00807CBF"/>
    <w:rsid w:val="00812C7E"/>
    <w:rsid w:val="00823A95"/>
    <w:rsid w:val="008276D3"/>
    <w:rsid w:val="008318D1"/>
    <w:rsid w:val="00833428"/>
    <w:rsid w:val="00844BB0"/>
    <w:rsid w:val="00850948"/>
    <w:rsid w:val="00853313"/>
    <w:rsid w:val="00854E03"/>
    <w:rsid w:val="00855BB5"/>
    <w:rsid w:val="008614C3"/>
    <w:rsid w:val="008617D4"/>
    <w:rsid w:val="0086381E"/>
    <w:rsid w:val="00863876"/>
    <w:rsid w:val="00865BE5"/>
    <w:rsid w:val="0086650F"/>
    <w:rsid w:val="00870C7C"/>
    <w:rsid w:val="00870EC9"/>
    <w:rsid w:val="00871C55"/>
    <w:rsid w:val="00875851"/>
    <w:rsid w:val="008840C8"/>
    <w:rsid w:val="00885DF9"/>
    <w:rsid w:val="00886131"/>
    <w:rsid w:val="00887D76"/>
    <w:rsid w:val="008909FF"/>
    <w:rsid w:val="00892A82"/>
    <w:rsid w:val="008A2E1F"/>
    <w:rsid w:val="008A4025"/>
    <w:rsid w:val="008A48A0"/>
    <w:rsid w:val="008B0235"/>
    <w:rsid w:val="008B20E2"/>
    <w:rsid w:val="008B4C27"/>
    <w:rsid w:val="008C42D6"/>
    <w:rsid w:val="008C6BF6"/>
    <w:rsid w:val="008C7DA6"/>
    <w:rsid w:val="008D0A2F"/>
    <w:rsid w:val="008D394F"/>
    <w:rsid w:val="008D6683"/>
    <w:rsid w:val="008D712F"/>
    <w:rsid w:val="008E01C6"/>
    <w:rsid w:val="008E05D2"/>
    <w:rsid w:val="008E2A62"/>
    <w:rsid w:val="008E3C7B"/>
    <w:rsid w:val="008E52C8"/>
    <w:rsid w:val="008E6943"/>
    <w:rsid w:val="008E7428"/>
    <w:rsid w:val="008F4A33"/>
    <w:rsid w:val="008F5D6F"/>
    <w:rsid w:val="008F6D4B"/>
    <w:rsid w:val="00904521"/>
    <w:rsid w:val="0090525E"/>
    <w:rsid w:val="0090539F"/>
    <w:rsid w:val="00913A49"/>
    <w:rsid w:val="00916917"/>
    <w:rsid w:val="00921A25"/>
    <w:rsid w:val="00924089"/>
    <w:rsid w:val="009241AE"/>
    <w:rsid w:val="0092535A"/>
    <w:rsid w:val="00925C76"/>
    <w:rsid w:val="0092622D"/>
    <w:rsid w:val="00935304"/>
    <w:rsid w:val="0094386C"/>
    <w:rsid w:val="00944145"/>
    <w:rsid w:val="0094425E"/>
    <w:rsid w:val="00944985"/>
    <w:rsid w:val="00945144"/>
    <w:rsid w:val="009462BA"/>
    <w:rsid w:val="0095515D"/>
    <w:rsid w:val="00957937"/>
    <w:rsid w:val="00957E64"/>
    <w:rsid w:val="009637CA"/>
    <w:rsid w:val="009639AC"/>
    <w:rsid w:val="00964BDC"/>
    <w:rsid w:val="00967360"/>
    <w:rsid w:val="009673CF"/>
    <w:rsid w:val="00967E71"/>
    <w:rsid w:val="0097179D"/>
    <w:rsid w:val="00971F3B"/>
    <w:rsid w:val="009733BA"/>
    <w:rsid w:val="00980064"/>
    <w:rsid w:val="009814EB"/>
    <w:rsid w:val="00981937"/>
    <w:rsid w:val="00981F3D"/>
    <w:rsid w:val="00982743"/>
    <w:rsid w:val="009841BB"/>
    <w:rsid w:val="00984815"/>
    <w:rsid w:val="00984C94"/>
    <w:rsid w:val="00986D38"/>
    <w:rsid w:val="0099083A"/>
    <w:rsid w:val="00991728"/>
    <w:rsid w:val="00996477"/>
    <w:rsid w:val="009A026B"/>
    <w:rsid w:val="009A0CA5"/>
    <w:rsid w:val="009A23EE"/>
    <w:rsid w:val="009A2A27"/>
    <w:rsid w:val="009A514D"/>
    <w:rsid w:val="009B1A27"/>
    <w:rsid w:val="009B1DDC"/>
    <w:rsid w:val="009B28B9"/>
    <w:rsid w:val="009B57E1"/>
    <w:rsid w:val="009B62B1"/>
    <w:rsid w:val="009C050D"/>
    <w:rsid w:val="009C25A9"/>
    <w:rsid w:val="009C555C"/>
    <w:rsid w:val="009C5C85"/>
    <w:rsid w:val="009C7211"/>
    <w:rsid w:val="009D166A"/>
    <w:rsid w:val="009D2CF4"/>
    <w:rsid w:val="009D468E"/>
    <w:rsid w:val="009D55D2"/>
    <w:rsid w:val="009D6610"/>
    <w:rsid w:val="009D6F3B"/>
    <w:rsid w:val="009D701E"/>
    <w:rsid w:val="009D70D1"/>
    <w:rsid w:val="009D7E93"/>
    <w:rsid w:val="009E1B9C"/>
    <w:rsid w:val="009E2952"/>
    <w:rsid w:val="009E4BF4"/>
    <w:rsid w:val="009E700D"/>
    <w:rsid w:val="009F093F"/>
    <w:rsid w:val="009F0C91"/>
    <w:rsid w:val="009F0F5E"/>
    <w:rsid w:val="009F3F7B"/>
    <w:rsid w:val="009F5152"/>
    <w:rsid w:val="009F521D"/>
    <w:rsid w:val="009F776D"/>
    <w:rsid w:val="00A02FDB"/>
    <w:rsid w:val="00A030E2"/>
    <w:rsid w:val="00A03C32"/>
    <w:rsid w:val="00A0453F"/>
    <w:rsid w:val="00A051C9"/>
    <w:rsid w:val="00A05DFC"/>
    <w:rsid w:val="00A05F6D"/>
    <w:rsid w:val="00A06664"/>
    <w:rsid w:val="00A07D3F"/>
    <w:rsid w:val="00A1040D"/>
    <w:rsid w:val="00A11C80"/>
    <w:rsid w:val="00A2386C"/>
    <w:rsid w:val="00A23B96"/>
    <w:rsid w:val="00A23E3E"/>
    <w:rsid w:val="00A2791F"/>
    <w:rsid w:val="00A30E3C"/>
    <w:rsid w:val="00A30E98"/>
    <w:rsid w:val="00A33FAF"/>
    <w:rsid w:val="00A3431A"/>
    <w:rsid w:val="00A35A55"/>
    <w:rsid w:val="00A37BDA"/>
    <w:rsid w:val="00A403D1"/>
    <w:rsid w:val="00A40B91"/>
    <w:rsid w:val="00A51123"/>
    <w:rsid w:val="00A53316"/>
    <w:rsid w:val="00A56F86"/>
    <w:rsid w:val="00A666A0"/>
    <w:rsid w:val="00A7154A"/>
    <w:rsid w:val="00A75743"/>
    <w:rsid w:val="00A7585E"/>
    <w:rsid w:val="00A80445"/>
    <w:rsid w:val="00A8558A"/>
    <w:rsid w:val="00A907C6"/>
    <w:rsid w:val="00A907D3"/>
    <w:rsid w:val="00A93A2D"/>
    <w:rsid w:val="00A94739"/>
    <w:rsid w:val="00A958F1"/>
    <w:rsid w:val="00A9626A"/>
    <w:rsid w:val="00A96ABC"/>
    <w:rsid w:val="00A9728E"/>
    <w:rsid w:val="00A978B1"/>
    <w:rsid w:val="00AA081F"/>
    <w:rsid w:val="00AA2F3A"/>
    <w:rsid w:val="00AA4C1A"/>
    <w:rsid w:val="00AA5342"/>
    <w:rsid w:val="00AA731B"/>
    <w:rsid w:val="00AB039D"/>
    <w:rsid w:val="00AB114B"/>
    <w:rsid w:val="00AB1A9E"/>
    <w:rsid w:val="00AB5924"/>
    <w:rsid w:val="00AB606C"/>
    <w:rsid w:val="00AB6CDB"/>
    <w:rsid w:val="00AC22F4"/>
    <w:rsid w:val="00AC246E"/>
    <w:rsid w:val="00AC24C5"/>
    <w:rsid w:val="00AC47BE"/>
    <w:rsid w:val="00AC7BDF"/>
    <w:rsid w:val="00AD2FFA"/>
    <w:rsid w:val="00AD5B5C"/>
    <w:rsid w:val="00AD780C"/>
    <w:rsid w:val="00AE3FEC"/>
    <w:rsid w:val="00AF5BDB"/>
    <w:rsid w:val="00B01D8A"/>
    <w:rsid w:val="00B0219D"/>
    <w:rsid w:val="00B03CD3"/>
    <w:rsid w:val="00B04B3F"/>
    <w:rsid w:val="00B062CA"/>
    <w:rsid w:val="00B06387"/>
    <w:rsid w:val="00B068DD"/>
    <w:rsid w:val="00B10C37"/>
    <w:rsid w:val="00B12161"/>
    <w:rsid w:val="00B1272C"/>
    <w:rsid w:val="00B129A0"/>
    <w:rsid w:val="00B23062"/>
    <w:rsid w:val="00B2373B"/>
    <w:rsid w:val="00B24430"/>
    <w:rsid w:val="00B2579F"/>
    <w:rsid w:val="00B2755F"/>
    <w:rsid w:val="00B34AAB"/>
    <w:rsid w:val="00B3784B"/>
    <w:rsid w:val="00B37D82"/>
    <w:rsid w:val="00B40D7E"/>
    <w:rsid w:val="00B417EB"/>
    <w:rsid w:val="00B41DEA"/>
    <w:rsid w:val="00B41FD0"/>
    <w:rsid w:val="00B43EC0"/>
    <w:rsid w:val="00B441F9"/>
    <w:rsid w:val="00B44C51"/>
    <w:rsid w:val="00B44DA1"/>
    <w:rsid w:val="00B50AD7"/>
    <w:rsid w:val="00B516CD"/>
    <w:rsid w:val="00B51728"/>
    <w:rsid w:val="00B553FB"/>
    <w:rsid w:val="00B55BE7"/>
    <w:rsid w:val="00B57A54"/>
    <w:rsid w:val="00B60373"/>
    <w:rsid w:val="00B61532"/>
    <w:rsid w:val="00B6668B"/>
    <w:rsid w:val="00B7729C"/>
    <w:rsid w:val="00B83484"/>
    <w:rsid w:val="00B834DA"/>
    <w:rsid w:val="00B86085"/>
    <w:rsid w:val="00B86241"/>
    <w:rsid w:val="00B86D51"/>
    <w:rsid w:val="00B910E1"/>
    <w:rsid w:val="00B95405"/>
    <w:rsid w:val="00B9640F"/>
    <w:rsid w:val="00B969D0"/>
    <w:rsid w:val="00BA0B97"/>
    <w:rsid w:val="00BA11E7"/>
    <w:rsid w:val="00BA1468"/>
    <w:rsid w:val="00BA6309"/>
    <w:rsid w:val="00BA6CC7"/>
    <w:rsid w:val="00BA71FC"/>
    <w:rsid w:val="00BB457B"/>
    <w:rsid w:val="00BB6391"/>
    <w:rsid w:val="00BC2C05"/>
    <w:rsid w:val="00BC4DA3"/>
    <w:rsid w:val="00BC6689"/>
    <w:rsid w:val="00BC7879"/>
    <w:rsid w:val="00BD1EBD"/>
    <w:rsid w:val="00BD44CA"/>
    <w:rsid w:val="00BD4795"/>
    <w:rsid w:val="00BD6ED4"/>
    <w:rsid w:val="00BD73D0"/>
    <w:rsid w:val="00BE0452"/>
    <w:rsid w:val="00BE13E7"/>
    <w:rsid w:val="00BE5E7E"/>
    <w:rsid w:val="00BF47AD"/>
    <w:rsid w:val="00BF6312"/>
    <w:rsid w:val="00BF74E0"/>
    <w:rsid w:val="00C01BBE"/>
    <w:rsid w:val="00C079D9"/>
    <w:rsid w:val="00C109D9"/>
    <w:rsid w:val="00C109F0"/>
    <w:rsid w:val="00C10A3E"/>
    <w:rsid w:val="00C11A22"/>
    <w:rsid w:val="00C13467"/>
    <w:rsid w:val="00C13ABB"/>
    <w:rsid w:val="00C1436A"/>
    <w:rsid w:val="00C14E9F"/>
    <w:rsid w:val="00C15E43"/>
    <w:rsid w:val="00C20A5B"/>
    <w:rsid w:val="00C257FE"/>
    <w:rsid w:val="00C351B4"/>
    <w:rsid w:val="00C36932"/>
    <w:rsid w:val="00C41698"/>
    <w:rsid w:val="00C43575"/>
    <w:rsid w:val="00C477B7"/>
    <w:rsid w:val="00C47F38"/>
    <w:rsid w:val="00C51DE9"/>
    <w:rsid w:val="00C53536"/>
    <w:rsid w:val="00C56339"/>
    <w:rsid w:val="00C57A02"/>
    <w:rsid w:val="00C604B9"/>
    <w:rsid w:val="00C606F4"/>
    <w:rsid w:val="00C71649"/>
    <w:rsid w:val="00C72BE8"/>
    <w:rsid w:val="00C76FDB"/>
    <w:rsid w:val="00C778BC"/>
    <w:rsid w:val="00C8042D"/>
    <w:rsid w:val="00C82D46"/>
    <w:rsid w:val="00C8393E"/>
    <w:rsid w:val="00C8739A"/>
    <w:rsid w:val="00C90B71"/>
    <w:rsid w:val="00C918C9"/>
    <w:rsid w:val="00C944F8"/>
    <w:rsid w:val="00CA7AFE"/>
    <w:rsid w:val="00CB0014"/>
    <w:rsid w:val="00CB081B"/>
    <w:rsid w:val="00CB1734"/>
    <w:rsid w:val="00CB24FE"/>
    <w:rsid w:val="00CB3ECE"/>
    <w:rsid w:val="00CB4999"/>
    <w:rsid w:val="00CB5236"/>
    <w:rsid w:val="00CC2622"/>
    <w:rsid w:val="00CC3875"/>
    <w:rsid w:val="00CC52BC"/>
    <w:rsid w:val="00CC653D"/>
    <w:rsid w:val="00CC6D5D"/>
    <w:rsid w:val="00CD06AF"/>
    <w:rsid w:val="00CD5649"/>
    <w:rsid w:val="00CD5AD2"/>
    <w:rsid w:val="00CD5B81"/>
    <w:rsid w:val="00CE03B8"/>
    <w:rsid w:val="00CE0B29"/>
    <w:rsid w:val="00CE0E55"/>
    <w:rsid w:val="00CE273C"/>
    <w:rsid w:val="00CE2AF0"/>
    <w:rsid w:val="00CE32FC"/>
    <w:rsid w:val="00CE3792"/>
    <w:rsid w:val="00CE44CB"/>
    <w:rsid w:val="00CE5627"/>
    <w:rsid w:val="00CE5FA3"/>
    <w:rsid w:val="00CE6DEF"/>
    <w:rsid w:val="00CF34F1"/>
    <w:rsid w:val="00CF6245"/>
    <w:rsid w:val="00CF7D9D"/>
    <w:rsid w:val="00D06083"/>
    <w:rsid w:val="00D13469"/>
    <w:rsid w:val="00D14A5E"/>
    <w:rsid w:val="00D1760D"/>
    <w:rsid w:val="00D222BE"/>
    <w:rsid w:val="00D31239"/>
    <w:rsid w:val="00D31754"/>
    <w:rsid w:val="00D418E3"/>
    <w:rsid w:val="00D42DF0"/>
    <w:rsid w:val="00D4673C"/>
    <w:rsid w:val="00D5559F"/>
    <w:rsid w:val="00D5671C"/>
    <w:rsid w:val="00D62417"/>
    <w:rsid w:val="00D62DB6"/>
    <w:rsid w:val="00D63CEF"/>
    <w:rsid w:val="00D64C24"/>
    <w:rsid w:val="00D65366"/>
    <w:rsid w:val="00D66605"/>
    <w:rsid w:val="00D80B96"/>
    <w:rsid w:val="00D84008"/>
    <w:rsid w:val="00D87D39"/>
    <w:rsid w:val="00D9050A"/>
    <w:rsid w:val="00D91B02"/>
    <w:rsid w:val="00D92442"/>
    <w:rsid w:val="00D96AC8"/>
    <w:rsid w:val="00D972A0"/>
    <w:rsid w:val="00DA0253"/>
    <w:rsid w:val="00DA175E"/>
    <w:rsid w:val="00DA3AFB"/>
    <w:rsid w:val="00DA5803"/>
    <w:rsid w:val="00DA6E88"/>
    <w:rsid w:val="00DA7684"/>
    <w:rsid w:val="00DB109A"/>
    <w:rsid w:val="00DB5E0E"/>
    <w:rsid w:val="00DB6CC7"/>
    <w:rsid w:val="00DB6FC8"/>
    <w:rsid w:val="00DB7EEE"/>
    <w:rsid w:val="00DC2220"/>
    <w:rsid w:val="00DC3935"/>
    <w:rsid w:val="00DC48E3"/>
    <w:rsid w:val="00DC5489"/>
    <w:rsid w:val="00DC625F"/>
    <w:rsid w:val="00DD04F4"/>
    <w:rsid w:val="00DD3222"/>
    <w:rsid w:val="00DD495D"/>
    <w:rsid w:val="00DD67AA"/>
    <w:rsid w:val="00DE0AB9"/>
    <w:rsid w:val="00DE26CF"/>
    <w:rsid w:val="00DE42C6"/>
    <w:rsid w:val="00DE519C"/>
    <w:rsid w:val="00DF346A"/>
    <w:rsid w:val="00DF5AA5"/>
    <w:rsid w:val="00E009DB"/>
    <w:rsid w:val="00E129A2"/>
    <w:rsid w:val="00E138F9"/>
    <w:rsid w:val="00E1529F"/>
    <w:rsid w:val="00E21931"/>
    <w:rsid w:val="00E25E6B"/>
    <w:rsid w:val="00E26A11"/>
    <w:rsid w:val="00E32080"/>
    <w:rsid w:val="00E33965"/>
    <w:rsid w:val="00E40582"/>
    <w:rsid w:val="00E4344F"/>
    <w:rsid w:val="00E4592C"/>
    <w:rsid w:val="00E46F7B"/>
    <w:rsid w:val="00E52624"/>
    <w:rsid w:val="00E52EB5"/>
    <w:rsid w:val="00E53E4E"/>
    <w:rsid w:val="00E62382"/>
    <w:rsid w:val="00E70A6E"/>
    <w:rsid w:val="00E70CF0"/>
    <w:rsid w:val="00E7365D"/>
    <w:rsid w:val="00E74B4B"/>
    <w:rsid w:val="00E76748"/>
    <w:rsid w:val="00E76E79"/>
    <w:rsid w:val="00E77336"/>
    <w:rsid w:val="00E77AF9"/>
    <w:rsid w:val="00E80A5D"/>
    <w:rsid w:val="00E83346"/>
    <w:rsid w:val="00E91F93"/>
    <w:rsid w:val="00E93438"/>
    <w:rsid w:val="00E95DEE"/>
    <w:rsid w:val="00E977EB"/>
    <w:rsid w:val="00EA012B"/>
    <w:rsid w:val="00EA4B60"/>
    <w:rsid w:val="00EB0265"/>
    <w:rsid w:val="00EB18F4"/>
    <w:rsid w:val="00EB1AF4"/>
    <w:rsid w:val="00EB2224"/>
    <w:rsid w:val="00EB3F29"/>
    <w:rsid w:val="00EB4CCD"/>
    <w:rsid w:val="00EB55F5"/>
    <w:rsid w:val="00EB6504"/>
    <w:rsid w:val="00EC2BE4"/>
    <w:rsid w:val="00EC47C3"/>
    <w:rsid w:val="00EC53E3"/>
    <w:rsid w:val="00EC58A5"/>
    <w:rsid w:val="00EC6318"/>
    <w:rsid w:val="00ED09F7"/>
    <w:rsid w:val="00ED248A"/>
    <w:rsid w:val="00ED67F2"/>
    <w:rsid w:val="00ED767C"/>
    <w:rsid w:val="00EE5112"/>
    <w:rsid w:val="00EE529D"/>
    <w:rsid w:val="00EE6F1B"/>
    <w:rsid w:val="00EE7AAE"/>
    <w:rsid w:val="00EF02F4"/>
    <w:rsid w:val="00EF0A90"/>
    <w:rsid w:val="00EF31D3"/>
    <w:rsid w:val="00EF41B4"/>
    <w:rsid w:val="00EF55E4"/>
    <w:rsid w:val="00F05A43"/>
    <w:rsid w:val="00F06DA1"/>
    <w:rsid w:val="00F11601"/>
    <w:rsid w:val="00F13B52"/>
    <w:rsid w:val="00F153CC"/>
    <w:rsid w:val="00F15B23"/>
    <w:rsid w:val="00F2049C"/>
    <w:rsid w:val="00F204C0"/>
    <w:rsid w:val="00F222C9"/>
    <w:rsid w:val="00F26B83"/>
    <w:rsid w:val="00F3465E"/>
    <w:rsid w:val="00F360C1"/>
    <w:rsid w:val="00F36943"/>
    <w:rsid w:val="00F42241"/>
    <w:rsid w:val="00F42F78"/>
    <w:rsid w:val="00F44458"/>
    <w:rsid w:val="00F44D32"/>
    <w:rsid w:val="00F4554D"/>
    <w:rsid w:val="00F46683"/>
    <w:rsid w:val="00F46822"/>
    <w:rsid w:val="00F47067"/>
    <w:rsid w:val="00F51295"/>
    <w:rsid w:val="00F51D7A"/>
    <w:rsid w:val="00F52C01"/>
    <w:rsid w:val="00F556DE"/>
    <w:rsid w:val="00F57604"/>
    <w:rsid w:val="00F60A2B"/>
    <w:rsid w:val="00F610EB"/>
    <w:rsid w:val="00F62397"/>
    <w:rsid w:val="00F62C96"/>
    <w:rsid w:val="00F65B71"/>
    <w:rsid w:val="00F66CFB"/>
    <w:rsid w:val="00F6768B"/>
    <w:rsid w:val="00F70D52"/>
    <w:rsid w:val="00F72E94"/>
    <w:rsid w:val="00F737E6"/>
    <w:rsid w:val="00F73EB1"/>
    <w:rsid w:val="00F74002"/>
    <w:rsid w:val="00F76C71"/>
    <w:rsid w:val="00F82462"/>
    <w:rsid w:val="00F85FC0"/>
    <w:rsid w:val="00F91AF7"/>
    <w:rsid w:val="00F92624"/>
    <w:rsid w:val="00F95409"/>
    <w:rsid w:val="00FA31F2"/>
    <w:rsid w:val="00FA5822"/>
    <w:rsid w:val="00FA6EEC"/>
    <w:rsid w:val="00FA7287"/>
    <w:rsid w:val="00FB0B00"/>
    <w:rsid w:val="00FB0D89"/>
    <w:rsid w:val="00FB3B55"/>
    <w:rsid w:val="00FB550A"/>
    <w:rsid w:val="00FB5AEA"/>
    <w:rsid w:val="00FB74D8"/>
    <w:rsid w:val="00FC1804"/>
    <w:rsid w:val="00FC244F"/>
    <w:rsid w:val="00FC7CDD"/>
    <w:rsid w:val="00FD0989"/>
    <w:rsid w:val="00FD19D2"/>
    <w:rsid w:val="00FD62DA"/>
    <w:rsid w:val="00FD651A"/>
    <w:rsid w:val="00FE14E9"/>
    <w:rsid w:val="00FE35B8"/>
    <w:rsid w:val="00FE6569"/>
    <w:rsid w:val="00FE6A94"/>
    <w:rsid w:val="00FE6D76"/>
    <w:rsid w:val="00FF023F"/>
    <w:rsid w:val="00FF4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D2F"/>
    <w:pPr>
      <w:spacing w:after="200" w:line="276" w:lineRule="auto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67D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50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67D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C050D"/>
    <w:rPr>
      <w:rFonts w:ascii="Cambria" w:hAnsi="Cambria" w:cs="Times New Roman"/>
      <w:b/>
      <w:bCs/>
      <w:color w:val="4F81BD"/>
      <w:sz w:val="26"/>
      <w:szCs w:val="26"/>
    </w:rPr>
  </w:style>
  <w:style w:type="paragraph" w:styleId="NormalWeb">
    <w:name w:val="Normal (Web)"/>
    <w:basedOn w:val="Normal"/>
    <w:uiPriority w:val="99"/>
    <w:rsid w:val="00373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rsid w:val="00373BF0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B32D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B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21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B21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B21B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B21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B21BC"/>
    <w:rPr>
      <w:rFonts w:cs="Times New Roman"/>
    </w:rPr>
  </w:style>
  <w:style w:type="character" w:customStyle="1" w:styleId="docdata">
    <w:name w:val="docdata"/>
    <w:aliases w:val="docy,v5,2969,baiaagaaboqcaaadzwkaaaxdcq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B83484"/>
    <w:rPr>
      <w:rFonts w:cs="Times New Roman"/>
    </w:rPr>
  </w:style>
  <w:style w:type="character" w:customStyle="1" w:styleId="oi732d6d">
    <w:name w:val="oi732d6d"/>
    <w:basedOn w:val="DefaultParagraphFont"/>
    <w:uiPriority w:val="99"/>
    <w:rsid w:val="00CB24FE"/>
    <w:rPr>
      <w:rFonts w:cs="Times New Roman"/>
    </w:rPr>
  </w:style>
  <w:style w:type="paragraph" w:customStyle="1" w:styleId="rtejustify">
    <w:name w:val="rtejustify"/>
    <w:basedOn w:val="Normal"/>
    <w:uiPriority w:val="99"/>
    <w:rsid w:val="006370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9">
    <w:name w:val="стиль9"/>
    <w:basedOn w:val="Normal"/>
    <w:uiPriority w:val="99"/>
    <w:rsid w:val="00376D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Emphasis">
    <w:name w:val="Emphasis"/>
    <w:basedOn w:val="DefaultParagraphFont"/>
    <w:uiPriority w:val="99"/>
    <w:qFormat/>
    <w:rsid w:val="005F695B"/>
    <w:rPr>
      <w:rFonts w:cs="Times New Roman"/>
      <w:i/>
      <w:iCs/>
    </w:rPr>
  </w:style>
  <w:style w:type="paragraph" w:customStyle="1" w:styleId="25755">
    <w:name w:val="25755"/>
    <w:aliases w:val="baiaagaaboqcaaadtv4aaavbxg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7E1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ield-content">
    <w:name w:val="field-content"/>
    <w:basedOn w:val="DefaultParagraphFont"/>
    <w:uiPriority w:val="99"/>
    <w:rsid w:val="00D91B02"/>
    <w:rPr>
      <w:rFonts w:cs="Times New Roman"/>
    </w:rPr>
  </w:style>
  <w:style w:type="paragraph" w:customStyle="1" w:styleId="7664">
    <w:name w:val="7664"/>
    <w:aliases w:val="baiaagaaboqcaaadlryaaawjfg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A05D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bumpedfont15">
    <w:name w:val="bumpedfont15"/>
    <w:basedOn w:val="DefaultParagraphFont"/>
    <w:uiPriority w:val="99"/>
    <w:rsid w:val="00615626"/>
    <w:rPr>
      <w:rFonts w:cs="Times New Roman"/>
    </w:rPr>
  </w:style>
  <w:style w:type="paragraph" w:customStyle="1" w:styleId="3210">
    <w:name w:val="3210"/>
    <w:aliases w:val="baiaagaaboqcaaadvagaaaxkca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12">
    <w:name w:val="s12"/>
    <w:basedOn w:val="Normal"/>
    <w:uiPriority w:val="99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Normal"/>
    <w:uiPriority w:val="99"/>
    <w:rsid w:val="00ED67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A06664"/>
    <w:pPr>
      <w:ind w:left="720"/>
      <w:contextualSpacing/>
    </w:pPr>
  </w:style>
  <w:style w:type="character" w:customStyle="1" w:styleId="rvts0">
    <w:name w:val="rvts0"/>
    <w:basedOn w:val="DefaultParagraphFont"/>
    <w:uiPriority w:val="99"/>
    <w:rsid w:val="00BE0452"/>
    <w:rPr>
      <w:rFonts w:cs="Times New Roman"/>
    </w:rPr>
  </w:style>
  <w:style w:type="character" w:customStyle="1" w:styleId="rvts23">
    <w:name w:val="rvts23"/>
    <w:basedOn w:val="DefaultParagraphFont"/>
    <w:uiPriority w:val="99"/>
    <w:rsid w:val="00BE0452"/>
    <w:rPr>
      <w:rFonts w:cs="Times New Roman"/>
    </w:rPr>
  </w:style>
  <w:style w:type="paragraph" w:customStyle="1" w:styleId="6177">
    <w:name w:val="6177"/>
    <w:aliases w:val="baiaagaaboqcaaadrruaaaw7fq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2B46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d2edcug0">
    <w:name w:val="d2edcug0"/>
    <w:basedOn w:val="DefaultParagraphFont"/>
    <w:uiPriority w:val="99"/>
    <w:rsid w:val="00330D30"/>
    <w:rPr>
      <w:rFonts w:cs="Times New Roman"/>
    </w:rPr>
  </w:style>
  <w:style w:type="character" w:customStyle="1" w:styleId="xfmc1">
    <w:name w:val="xfmc1"/>
    <w:basedOn w:val="DefaultParagraphFont"/>
    <w:uiPriority w:val="99"/>
    <w:rsid w:val="00EC58A5"/>
    <w:rPr>
      <w:rFonts w:cs="Times New Roman"/>
    </w:rPr>
  </w:style>
  <w:style w:type="paragraph" w:customStyle="1" w:styleId="s5">
    <w:name w:val="s5"/>
    <w:basedOn w:val="Normal"/>
    <w:uiPriority w:val="99"/>
    <w:rsid w:val="00924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3235">
    <w:name w:val="3235"/>
    <w:aliases w:val="baiaagaaboqcaaadqagaaaw2ca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6240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05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118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5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5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905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9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5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5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9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5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5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8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05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05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8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059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05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905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9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5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5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05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5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5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90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905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05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25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05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59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905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90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05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05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05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5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9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05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058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059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05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059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05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05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05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05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0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05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129"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490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8829"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059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059246"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059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059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58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059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9059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9059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059304"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34905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101"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05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059272"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05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05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58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059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9059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9058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9058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9058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9059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905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90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05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0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5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05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5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5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5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5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59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5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8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05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05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5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5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5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5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59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8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5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59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05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5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5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148</Words>
  <Characters>850</Characters>
  <Application>Microsoft Office Outlook</Application>
  <DocSecurity>0</DocSecurity>
  <Lines>0</Lines>
  <Paragraphs>0</Paragraphs>
  <ScaleCrop>false</ScaleCrop>
  <Company>Газета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Відсторонення невакцинованих працівників, котрі хворіють, необхідно відкласти: роз’яснює Держпраці</dc:title>
  <dc:subject/>
  <dc:creator>Лариса</dc:creator>
  <cp:keywords/>
  <dc:description/>
  <cp:lastModifiedBy>Admin</cp:lastModifiedBy>
  <cp:revision>2</cp:revision>
  <dcterms:created xsi:type="dcterms:W3CDTF">2021-12-10T07:52:00Z</dcterms:created>
  <dcterms:modified xsi:type="dcterms:W3CDTF">2021-12-10T07:52:00Z</dcterms:modified>
</cp:coreProperties>
</file>