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37" w:rsidRDefault="00EF0737" w:rsidP="003C02D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Буковині зареєстровано 1111 актуальних вакансій</w:t>
      </w:r>
    </w:p>
    <w:p w:rsidR="00EF0737" w:rsidRPr="00FC3643" w:rsidRDefault="00EF0737" w:rsidP="001F4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0737" w:rsidRPr="0030197B" w:rsidRDefault="00EF0737" w:rsidP="001F4053">
      <w:pPr>
        <w:shd w:val="clear" w:color="auto" w:fill="FFFFFF"/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30197B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З початку року 2147 роботодавців звернулися до Чернівецької обласної служби зайнятості для укомплектування 9518 вакансій. Середній розмір заробітної плати по всіх вакансіях -  8195 грн, в той час як у минулому ро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ц</w:t>
      </w:r>
      <w:r w:rsidRPr="0030197B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і був 6821 грн. За сприянням служби зайнятості у січні-листопаді 2021 року забезпечено роботою 7338 осіб. </w:t>
      </w:r>
    </w:p>
    <w:p w:rsidR="00EF0737" w:rsidRPr="0030197B" w:rsidRDefault="00EF0737" w:rsidP="001F4053">
      <w:pPr>
        <w:shd w:val="clear" w:color="auto" w:fill="FFFFFF"/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30197B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- </w:t>
      </w:r>
      <w:r w:rsidRPr="0030197B">
        <w:rPr>
          <w:rFonts w:ascii="Times New Roman" w:hAnsi="Times New Roman"/>
          <w:sz w:val="28"/>
          <w:szCs w:val="28"/>
        </w:rPr>
        <w:t>Робота з вакансіями є головним критерієм задоволення потреб клієнтів служби зайнятості, як роботодавців, так і шукачів роботи. Раціональна організація цієї роботи значною мірою визначає ступінь заповнення вакансій, тривалість безробіття, а також розвиток економіки регіону,</w:t>
      </w:r>
      <w:r w:rsidRPr="0030197B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- зазначає директорка Чернівецького обласного центру зайнятості Любов Кожолянко.</w:t>
      </w:r>
    </w:p>
    <w:p w:rsidR="00EF0737" w:rsidRPr="0030197B" w:rsidRDefault="00EF0737" w:rsidP="001F4053">
      <w:pPr>
        <w:shd w:val="clear" w:color="auto" w:fill="FFFFFF"/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30197B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У Чернівецькій області середня тривалість укомплектування вакансій складає 13 днів, а питома вага вакансій із заробітною платою вище мінімальної майже 60%. Найбільша кількість вакансій знаходилась на підприємствах переробної промисловості (18,6%), освіті (17%), оптової та роздрібної торгівлі (11,7%), сільського, лісового та рибного господарство (9,5%), в установах державного управління й оборони (8,4%), охорони здоров’я (6,9%)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.</w:t>
      </w:r>
      <w:r w:rsidRPr="0030197B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</w:p>
    <w:p w:rsidR="00EF0737" w:rsidRPr="0030197B" w:rsidRDefault="00EF0737" w:rsidP="001F4053">
      <w:pPr>
        <w:shd w:val="clear" w:color="auto" w:fill="FFFFFF"/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30197B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Станом на 1 грудня 2021 року кількість актуальних вакансій -  1111 одиниць, що на 35,2% більше, ніж станом на 1 грудня 2020 року. </w:t>
      </w:r>
    </w:p>
    <w:p w:rsidR="00EF0737" w:rsidRPr="00A2328E" w:rsidRDefault="00EF0737" w:rsidP="003C02D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 w:rsidRPr="00A2328E">
        <w:rPr>
          <w:rFonts w:ascii="Times New Roman" w:hAnsi="Times New Roman"/>
          <w:b/>
          <w:i/>
          <w:color w:val="000000"/>
          <w:sz w:val="24"/>
          <w:szCs w:val="24"/>
        </w:rPr>
        <w:t xml:space="preserve">Сектор інформаційної роботи </w:t>
      </w:r>
      <w:r w:rsidRPr="00A2328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</w:p>
    <w:p w:rsidR="00EF0737" w:rsidRPr="00A2328E" w:rsidRDefault="00EF0737" w:rsidP="003C02DF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A2328E">
        <w:rPr>
          <w:rFonts w:ascii="Times New Roman" w:hAnsi="Times New Roman"/>
          <w:b/>
          <w:i/>
          <w:color w:val="000000"/>
          <w:sz w:val="24"/>
          <w:szCs w:val="24"/>
        </w:rPr>
        <w:t>Чернівецького обласного центру зайнятості</w:t>
      </w:r>
    </w:p>
    <w:p w:rsidR="00EF0737" w:rsidRDefault="00EF0737">
      <w:bookmarkStart w:id="0" w:name="_GoBack"/>
      <w:bookmarkEnd w:id="0"/>
    </w:p>
    <w:sectPr w:rsidR="00EF0737" w:rsidSect="001A1A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4053"/>
    <w:rsid w:val="001A1A1A"/>
    <w:rsid w:val="001F4053"/>
    <w:rsid w:val="0030197B"/>
    <w:rsid w:val="003C02DF"/>
    <w:rsid w:val="0089314D"/>
    <w:rsid w:val="00A2328E"/>
    <w:rsid w:val="00B755B5"/>
    <w:rsid w:val="00EF0737"/>
    <w:rsid w:val="00FC3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053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3C02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D4D17"/>
    <w:rPr>
      <w:rFonts w:ascii="Times New Roman" w:hAnsi="Times New Roman"/>
      <w:sz w:val="0"/>
      <w:szCs w:val="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203</Words>
  <Characters>1163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Буковині зареєстровано 1111 актуальних вакансій</dc:title>
  <dc:subject/>
  <dc:creator>Internet</dc:creator>
  <cp:keywords/>
  <dc:description/>
  <cp:lastModifiedBy>Admin</cp:lastModifiedBy>
  <cp:revision>2</cp:revision>
  <dcterms:created xsi:type="dcterms:W3CDTF">2021-12-10T07:20:00Z</dcterms:created>
  <dcterms:modified xsi:type="dcterms:W3CDTF">2021-12-10T07:20:00Z</dcterms:modified>
</cp:coreProperties>
</file>