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52" w:rsidRPr="00C03EDC" w:rsidRDefault="00166F52" w:rsidP="00C03EDC">
      <w:pPr>
        <w:rPr>
          <w:b/>
          <w:bCs/>
          <w:kern w:val="36"/>
          <w:lang w:eastAsia="uk-UA"/>
        </w:rPr>
      </w:pPr>
      <w:r>
        <w:rPr>
          <w:b/>
          <w:bCs/>
          <w:kern w:val="36"/>
          <w:lang w:eastAsia="uk-UA"/>
        </w:rPr>
        <w:t>Актуальна інформація</w:t>
      </w:r>
      <w:bookmarkStart w:id="0" w:name="_GoBack"/>
      <w:bookmarkEnd w:id="0"/>
      <w:r>
        <w:rPr>
          <w:b/>
          <w:bCs/>
          <w:kern w:val="36"/>
          <w:lang w:eastAsia="uk-UA"/>
        </w:rPr>
        <w:t xml:space="preserve">! </w:t>
      </w:r>
      <w:r w:rsidRPr="00C03EDC">
        <w:rPr>
          <w:b/>
          <w:bCs/>
          <w:kern w:val="36"/>
          <w:lang w:eastAsia="uk-UA"/>
        </w:rPr>
        <w:t>Як працівнику перевірити оформлення трудових відносин і сплату страхових внесків роботодавцем</w:t>
      </w:r>
    </w:p>
    <w:p w:rsidR="00166F52" w:rsidRDefault="00166F52" w:rsidP="00C03EDC">
      <w:pPr>
        <w:rPr>
          <w:lang w:eastAsia="uk-UA"/>
        </w:rPr>
      </w:pPr>
      <w:r w:rsidRPr="00C03EDC">
        <w:rPr>
          <w:lang w:eastAsia="uk-UA"/>
        </w:rPr>
        <w:t>Страховий стаж і сплата ЄСВ гарантують працівникам соціальний захист: оплату лікарняних, допомогу на випадок безробіття, нещасного випадку на роботі чи професійного захворювання, пенсію. Перевір</w:t>
      </w:r>
      <w:r>
        <w:rPr>
          <w:lang w:eastAsia="uk-UA"/>
        </w:rPr>
        <w:t xml:space="preserve">ити </w:t>
      </w:r>
      <w:r w:rsidRPr="00C03EDC">
        <w:rPr>
          <w:lang w:eastAsia="uk-UA"/>
        </w:rPr>
        <w:t>оформлення трудових відносин, своєчасність і повноту сплати страхових внесків, свій страховий стаж</w:t>
      </w:r>
      <w:r>
        <w:rPr>
          <w:lang w:eastAsia="uk-UA"/>
        </w:rPr>
        <w:t xml:space="preserve"> громадянин може </w:t>
      </w:r>
      <w:r w:rsidRPr="00C03EDC">
        <w:rPr>
          <w:lang w:eastAsia="uk-UA"/>
        </w:rPr>
        <w:t>самостійно, не виходячи з дому.</w:t>
      </w:r>
    </w:p>
    <w:p w:rsidR="00166F52" w:rsidRPr="003009AB" w:rsidRDefault="00166F52" w:rsidP="00C03EDC">
      <w:pPr>
        <w:rPr>
          <w:b/>
          <w:lang w:eastAsia="uk-UA"/>
        </w:rPr>
      </w:pPr>
      <w:r w:rsidRPr="003009AB">
        <w:rPr>
          <w:b/>
          <w:lang w:eastAsia="uk-UA"/>
        </w:rPr>
        <w:t xml:space="preserve">Для цього Державна служба України </w:t>
      </w:r>
      <w:r>
        <w:rPr>
          <w:b/>
          <w:lang w:eastAsia="uk-UA"/>
        </w:rPr>
        <w:t xml:space="preserve">з питань праці </w:t>
      </w:r>
      <w:r w:rsidRPr="003009AB">
        <w:rPr>
          <w:b/>
          <w:lang w:eastAsia="uk-UA"/>
        </w:rPr>
        <w:t>та Пенсійний фонд України підготували відповідне роз’яснення.</w:t>
      </w:r>
    </w:p>
    <w:p w:rsidR="00166F52" w:rsidRPr="00C03EDC" w:rsidRDefault="00166F52" w:rsidP="00C03EDC">
      <w:pPr>
        <w:rPr>
          <w:b/>
          <w:bCs/>
          <w:lang w:eastAsia="uk-UA"/>
        </w:rPr>
      </w:pPr>
      <w:r w:rsidRPr="00C03EDC">
        <w:rPr>
          <w:b/>
          <w:bCs/>
          <w:lang w:eastAsia="uk-UA"/>
        </w:rPr>
        <w:t>Що таке страховий стаж і на що він впливає</w:t>
      </w:r>
    </w:p>
    <w:p w:rsidR="00166F52" w:rsidRDefault="00166F52" w:rsidP="00C03EDC">
      <w:pPr>
        <w:rPr>
          <w:lang w:eastAsia="uk-UA"/>
        </w:rPr>
      </w:pPr>
      <w:r w:rsidRPr="00C03EDC">
        <w:rPr>
          <w:lang w:eastAsia="uk-UA"/>
        </w:rPr>
        <w:t xml:space="preserve">Страховий стаж </w:t>
      </w:r>
      <w:r>
        <w:rPr>
          <w:lang w:eastAsia="uk-UA"/>
        </w:rPr>
        <w:t>-</w:t>
      </w:r>
      <w:r w:rsidRPr="00C03EDC">
        <w:rPr>
          <w:lang w:eastAsia="uk-UA"/>
        </w:rPr>
        <w:t xml:space="preserve"> це період (строк), </w:t>
      </w:r>
      <w:r>
        <w:rPr>
          <w:lang w:eastAsia="uk-UA"/>
        </w:rPr>
        <w:t xml:space="preserve">упродовж </w:t>
      </w:r>
      <w:r w:rsidRPr="00C03EDC">
        <w:rPr>
          <w:lang w:eastAsia="uk-UA"/>
        </w:rPr>
        <w:t xml:space="preserve">якого особа підлягає загальнообов’язковому державному пенсійному страхуванню та за який щомісяця сплачені страхові внески в сумі не меншій, ніж мінімальний страховий внесок. 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Єдиний внесок на загальнообов’язкове державне соціальне страхування (ЄСВ) поєднує в собі обов’язкові внески на пенсійне страхування, страхування від безробіття, від тимчасової втрати працездатності та від нещасного випадку на роботі чи професійного захворювання.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Якщо роботодавець (підприємство, фізична особа</w:t>
      </w:r>
      <w:r>
        <w:rPr>
          <w:lang w:eastAsia="uk-UA"/>
        </w:rPr>
        <w:t>,</w:t>
      </w:r>
      <w:r w:rsidRPr="00C03EDC">
        <w:rPr>
          <w:lang w:eastAsia="uk-UA"/>
        </w:rPr>
        <w:t xml:space="preserve"> або фізична особа-підприємець) має найманих працівників, він зобов’язаний щомісяця сплачувати за них ЄСВ у розмірі 22% від бази нарахування (заробітної плати, винагороди за виконання робіт або надання послуг).</w:t>
      </w:r>
    </w:p>
    <w:p w:rsidR="00166F52" w:rsidRPr="00C03EDC" w:rsidRDefault="00166F52" w:rsidP="00C03EDC">
      <w:pPr>
        <w:rPr>
          <w:b/>
          <w:bCs/>
          <w:lang w:eastAsia="uk-UA"/>
        </w:rPr>
      </w:pPr>
      <w:r w:rsidRPr="00C03EDC">
        <w:rPr>
          <w:b/>
          <w:bCs/>
          <w:lang w:eastAsia="uk-UA"/>
        </w:rPr>
        <w:t>Як перевірити факт сплати внесків та набутий страховий стаж</w:t>
      </w:r>
    </w:p>
    <w:p w:rsidR="00166F52" w:rsidRPr="00C03EDC" w:rsidRDefault="00166F52" w:rsidP="00C03EDC">
      <w:pPr>
        <w:rPr>
          <w:lang w:eastAsia="uk-UA"/>
        </w:rPr>
      </w:pPr>
      <w:r>
        <w:rPr>
          <w:lang w:eastAsia="uk-UA"/>
        </w:rPr>
        <w:t>Громадянину слід з</w:t>
      </w:r>
      <w:r w:rsidRPr="00C03EDC">
        <w:rPr>
          <w:lang w:eastAsia="uk-UA"/>
        </w:rPr>
        <w:t>авіта</w:t>
      </w:r>
      <w:r>
        <w:rPr>
          <w:lang w:eastAsia="uk-UA"/>
        </w:rPr>
        <w:t>ти</w:t>
      </w:r>
      <w:r w:rsidRPr="00C03EDC">
        <w:rPr>
          <w:lang w:eastAsia="uk-UA"/>
        </w:rPr>
        <w:t xml:space="preserve"> на </w:t>
      </w:r>
      <w:hyperlink r:id="rId6" w:tgtFrame="_blank" w:history="1">
        <w:r w:rsidRPr="00C03EDC">
          <w:rPr>
            <w:color w:val="0000FF"/>
            <w:u w:val="single"/>
            <w:lang w:eastAsia="uk-UA"/>
          </w:rPr>
          <w:t>портал електронних послуг Пенсійного фонду України</w:t>
        </w:r>
      </w:hyperlink>
      <w:r w:rsidRPr="00C03EDC">
        <w:rPr>
          <w:lang w:eastAsia="uk-UA"/>
        </w:rPr>
        <w:t xml:space="preserve"> або завантаж</w:t>
      </w:r>
      <w:r>
        <w:rPr>
          <w:lang w:eastAsia="uk-UA"/>
        </w:rPr>
        <w:t xml:space="preserve">ити </w:t>
      </w:r>
      <w:r w:rsidRPr="00C03EDC">
        <w:rPr>
          <w:lang w:eastAsia="uk-UA"/>
        </w:rPr>
        <w:t>мобільний додаток «Пенсійний фонд» (</w:t>
      </w:r>
      <w:hyperlink r:id="rId7" w:tgtFrame="_blank" w:history="1">
        <w:r w:rsidRPr="00C03EDC">
          <w:rPr>
            <w:color w:val="0000FF"/>
            <w:u w:val="single"/>
            <w:lang w:eastAsia="uk-UA"/>
          </w:rPr>
          <w:t>Google Play</w:t>
        </w:r>
      </w:hyperlink>
      <w:r w:rsidRPr="00C03EDC">
        <w:rPr>
          <w:lang w:eastAsia="uk-UA"/>
        </w:rPr>
        <w:t xml:space="preserve"> та </w:t>
      </w:r>
      <w:hyperlink r:id="rId8" w:tgtFrame="_blank" w:history="1">
        <w:r w:rsidRPr="00C03EDC">
          <w:rPr>
            <w:color w:val="0000FF"/>
            <w:u w:val="single"/>
            <w:lang w:eastAsia="uk-UA"/>
          </w:rPr>
          <w:t>iOS</w:t>
        </w:r>
      </w:hyperlink>
      <w:r w:rsidRPr="00C03EDC">
        <w:rPr>
          <w:lang w:eastAsia="uk-UA"/>
        </w:rPr>
        <w:t>).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b/>
          <w:bCs/>
          <w:lang w:eastAsia="uk-UA"/>
        </w:rPr>
        <w:t>Авторизуйтеся</w:t>
      </w:r>
      <w:r w:rsidRPr="00C03EDC">
        <w:rPr>
          <w:lang w:eastAsia="uk-UA"/>
        </w:rPr>
        <w:t xml:space="preserve"> в особистому кабінеті зручним для вас способом:</w:t>
      </w:r>
    </w:p>
    <w:p w:rsidR="00166F52" w:rsidRPr="00C03EDC" w:rsidRDefault="00166F52" w:rsidP="00C03EDC">
      <w:pPr>
        <w:rPr>
          <w:lang w:eastAsia="uk-UA"/>
        </w:rPr>
      </w:pPr>
      <w:r>
        <w:rPr>
          <w:lang w:eastAsia="uk-UA"/>
        </w:rPr>
        <w:t>з</w:t>
      </w:r>
      <w:r w:rsidRPr="00C03EDC">
        <w:rPr>
          <w:lang w:eastAsia="uk-UA"/>
        </w:rPr>
        <w:t xml:space="preserve">а </w:t>
      </w:r>
      <w:r w:rsidRPr="00C03EDC">
        <w:rPr>
          <w:b/>
          <w:bCs/>
          <w:lang w:eastAsia="uk-UA"/>
        </w:rPr>
        <w:t>кваліфікованим електронним підписом (КЕП)</w:t>
      </w:r>
      <w:r w:rsidRPr="00C03EDC">
        <w:rPr>
          <w:lang w:eastAsia="uk-UA"/>
        </w:rPr>
        <w:t>, який можна отримати в ДПС, акредитованому центрі сертифікації ключів, у банківських установах (перелік яких є на порталі).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 xml:space="preserve">Шляхом </w:t>
      </w:r>
      <w:r w:rsidRPr="00C03EDC">
        <w:rPr>
          <w:b/>
          <w:bCs/>
          <w:lang w:eastAsia="uk-UA"/>
        </w:rPr>
        <w:t>ідентифікації</w:t>
      </w:r>
      <w:r w:rsidRPr="00C03EDC">
        <w:rPr>
          <w:lang w:eastAsia="uk-UA"/>
        </w:rPr>
        <w:t xml:space="preserve"> за Gov ID, який включає в себе ідентифікацію за ЕЦП, за мобільним телефоном (Mobile ID) або за наявності рахунку в одному з 27 банків України (Bank ID).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 xml:space="preserve">За </w:t>
      </w:r>
      <w:r w:rsidRPr="00C03EDC">
        <w:rPr>
          <w:b/>
          <w:bCs/>
          <w:lang w:eastAsia="uk-UA"/>
        </w:rPr>
        <w:t>логіном і паролем</w:t>
      </w:r>
      <w:r w:rsidRPr="00C03EDC">
        <w:rPr>
          <w:lang w:eastAsia="uk-UA"/>
        </w:rPr>
        <w:t xml:space="preserve"> </w:t>
      </w:r>
      <w:r>
        <w:rPr>
          <w:lang w:eastAsia="uk-UA"/>
        </w:rPr>
        <w:t>-</w:t>
      </w:r>
      <w:r w:rsidRPr="00C03EDC">
        <w:rPr>
          <w:lang w:eastAsia="uk-UA"/>
        </w:rPr>
        <w:t xml:space="preserve"> можна отримати в територіальних органах </w:t>
      </w:r>
      <w:r>
        <w:rPr>
          <w:lang w:eastAsia="uk-UA"/>
        </w:rPr>
        <w:t>Пенсійного ф</w:t>
      </w:r>
      <w:r w:rsidRPr="00C03EDC">
        <w:rPr>
          <w:lang w:eastAsia="uk-UA"/>
        </w:rPr>
        <w:t>онду, надавши паспорт та ідентифікаційний код.</w:t>
      </w:r>
    </w:p>
    <w:p w:rsidR="00166F52" w:rsidRPr="00C03EDC" w:rsidRDefault="00166F52" w:rsidP="00C03EDC">
      <w:r w:rsidRPr="00C03EDC">
        <w:t xml:space="preserve">Потім </w:t>
      </w:r>
      <w:r>
        <w:t xml:space="preserve">громадянин має обрати </w:t>
      </w:r>
      <w:r w:rsidRPr="00C03EDC">
        <w:t xml:space="preserve"> розділ</w:t>
      </w:r>
      <w:r>
        <w:t xml:space="preserve"> </w:t>
      </w:r>
      <w:r w:rsidRPr="003979AA">
        <w:rPr>
          <w:b/>
        </w:rPr>
        <w:t>«Дані з реєстру застрахованих осіб</w:t>
      </w:r>
      <w:r>
        <w:t xml:space="preserve">». 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 xml:space="preserve">Окрім анкетних даних </w:t>
      </w:r>
      <w:r>
        <w:rPr>
          <w:lang w:eastAsia="uk-UA"/>
        </w:rPr>
        <w:t xml:space="preserve">заявник </w:t>
      </w:r>
      <w:r w:rsidRPr="00C03EDC">
        <w:rPr>
          <w:lang w:eastAsia="uk-UA"/>
        </w:rPr>
        <w:t>побачит</w:t>
      </w:r>
      <w:r>
        <w:rPr>
          <w:lang w:eastAsia="uk-UA"/>
        </w:rPr>
        <w:t>ь</w:t>
      </w:r>
      <w:r w:rsidRPr="00C03EDC">
        <w:rPr>
          <w:lang w:eastAsia="uk-UA"/>
        </w:rPr>
        <w:t xml:space="preserve"> відомості про: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заробітну плату, з якої сплачено страхові внески з 2000 року (в окремих випадках з 1998 року)</w:t>
      </w:r>
      <w:r>
        <w:rPr>
          <w:lang w:eastAsia="uk-UA"/>
        </w:rPr>
        <w:t>;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страховий стаж (з 2004 року)</w:t>
      </w:r>
      <w:r>
        <w:rPr>
          <w:lang w:eastAsia="uk-UA"/>
        </w:rPr>
        <w:t>;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місця роботи (Електронна трудова книжка)</w:t>
      </w:r>
      <w:r>
        <w:rPr>
          <w:lang w:eastAsia="uk-UA"/>
        </w:rPr>
        <w:t>;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періоди отримання допомоги по тимчасовій втраті працездатності</w:t>
      </w:r>
      <w:r>
        <w:rPr>
          <w:lang w:eastAsia="uk-UA"/>
        </w:rPr>
        <w:t>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На вебпорталі Пенсійного фонду України страховий стаж розраховується з 1 січня 2004 року, що пов’язано з ухваленням Закону України «Про загальнообов’язкове державне пенсійне страхування» від 09.07.2003 №1058-IV, який запровадив поняття «страховий стаж». До цього стаж вважався трудовим. Зарахування стажу до 01.01.2004 здійснюється на підставі записів у трудовій книжці та інших документів.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b/>
          <w:bCs/>
          <w:lang w:eastAsia="uk-UA"/>
        </w:rPr>
        <w:t>Уважно перевірте актуальність інформації</w:t>
      </w:r>
      <w:r w:rsidRPr="00C03EDC">
        <w:rPr>
          <w:lang w:eastAsia="uk-UA"/>
        </w:rPr>
        <w:t>. У разі, якщо ви побачили застарілу інформацію щодо себе або недостовірну інформацію, ви можете подати Анкету для зміни даних в Реєстрі застрахованих осіб, додавши скан-копії документів, які підтверджують зміни (розділ «Комунікації з Пенсійним фондом України: Анкета для зміни даних у Реєстрі застрахованих осіб»).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У разі необхідності, на порталі ви можете замовити різні довідки та отримати їх в паперовому чи електронному вигляді (за бажанням).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 xml:space="preserve">Радимо </w:t>
      </w:r>
      <w:r w:rsidRPr="00C03EDC">
        <w:rPr>
          <w:b/>
          <w:bCs/>
          <w:lang w:eastAsia="uk-UA"/>
        </w:rPr>
        <w:t>регулярно контролювати інформацію про сплату ЄСВ роботодавцем та набутий страховий стаж</w:t>
      </w:r>
      <w:r w:rsidRPr="00C03EDC">
        <w:rPr>
          <w:lang w:eastAsia="uk-UA"/>
        </w:rPr>
        <w:t>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 xml:space="preserve">Важливо! Відомості про нарахування заробітної плати (доходу, грошового забезпечення) застрахованим особам роботодавцями подаються окремо за кожний квартал із розбивкою по місяцях звітного кварталу </w:t>
      </w:r>
      <w:r>
        <w:rPr>
          <w:lang w:eastAsia="uk-UA"/>
        </w:rPr>
        <w:t>упродовж</w:t>
      </w:r>
      <w:r w:rsidRPr="00C03EDC">
        <w:rPr>
          <w:lang w:eastAsia="uk-UA"/>
        </w:rPr>
        <w:t xml:space="preserve"> 40 календарних днів, що настають за останнім календарним днем звітного кварталу.</w:t>
      </w:r>
    </w:p>
    <w:p w:rsidR="00166F52" w:rsidRPr="00C03EDC" w:rsidRDefault="00166F52" w:rsidP="00C03EDC">
      <w:pPr>
        <w:rPr>
          <w:lang w:eastAsia="uk-UA"/>
        </w:rPr>
      </w:pPr>
      <w:r w:rsidRPr="00C03EDC">
        <w:rPr>
          <w:lang w:eastAsia="uk-UA"/>
        </w:rPr>
        <w:t>Для перевірки інформації достатньо активувати безкоштовне інформування у вигляді SMS чи електронного листа.</w:t>
      </w:r>
    </w:p>
    <w:p w:rsidR="00166F52" w:rsidRPr="003009AB" w:rsidRDefault="00166F52" w:rsidP="00C03EDC">
      <w:pPr>
        <w:rPr>
          <w:b/>
          <w:lang w:eastAsia="uk-UA"/>
        </w:rPr>
      </w:pPr>
      <w:r w:rsidRPr="003009AB">
        <w:rPr>
          <w:b/>
          <w:lang w:eastAsia="uk-UA"/>
        </w:rPr>
        <w:t xml:space="preserve">За додатковою інформацією звертайтеся до </w:t>
      </w:r>
      <w:hyperlink r:id="rId9" w:history="1">
        <w:r w:rsidRPr="003009AB">
          <w:rPr>
            <w:b/>
            <w:color w:val="0000FF"/>
            <w:u w:val="single"/>
            <w:lang w:eastAsia="uk-UA"/>
          </w:rPr>
          <w:t>Державної служби України з питань праці</w:t>
        </w:r>
      </w:hyperlink>
      <w:r w:rsidRPr="003009AB">
        <w:rPr>
          <w:b/>
          <w:lang w:eastAsia="uk-UA"/>
        </w:rPr>
        <w:t>.</w:t>
      </w:r>
    </w:p>
    <w:p w:rsidR="00166F52" w:rsidRPr="003009AB" w:rsidRDefault="00166F52" w:rsidP="00C03EDC">
      <w:pPr>
        <w:rPr>
          <w:b/>
          <w:lang w:eastAsia="uk-UA"/>
        </w:rPr>
      </w:pPr>
      <w:r w:rsidRPr="003009AB">
        <w:rPr>
          <w:b/>
          <w:i/>
          <w:iCs/>
          <w:lang w:eastAsia="uk-UA"/>
        </w:rPr>
        <w:t>Інформаційні матеріали підготовлено у рамках кампанії «Виходь на світло!», що реалізується Держпраці спільно з соціальними партнерами за підтримки проєкту «На шляху до безпечної, здорової та задекларованої праці в Україні», який фінансується ЄС та виконується Міжнародною організацією праці.</w:t>
      </w:r>
    </w:p>
    <w:p w:rsidR="00166F52" w:rsidRPr="003009AB" w:rsidRDefault="00166F52" w:rsidP="00C03EDC">
      <w:pPr>
        <w:rPr>
          <w:b/>
        </w:rPr>
      </w:pPr>
    </w:p>
    <w:p w:rsidR="00166F52" w:rsidRPr="00C03EDC" w:rsidRDefault="00166F52" w:rsidP="00C03EDC"/>
    <w:sectPr w:rsidR="00166F52" w:rsidRPr="00C03EDC" w:rsidSect="007D0D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F52" w:rsidRDefault="00166F52" w:rsidP="005B21BC">
      <w:pPr>
        <w:spacing w:after="0" w:line="240" w:lineRule="auto"/>
      </w:pPr>
      <w:r>
        <w:separator/>
      </w:r>
    </w:p>
  </w:endnote>
  <w:endnote w:type="continuationSeparator" w:id="0">
    <w:p w:rsidR="00166F52" w:rsidRDefault="00166F52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F52" w:rsidRDefault="00166F52" w:rsidP="005B21BC">
      <w:pPr>
        <w:spacing w:after="0" w:line="240" w:lineRule="auto"/>
      </w:pPr>
      <w:r>
        <w:separator/>
      </w:r>
    </w:p>
  </w:footnote>
  <w:footnote w:type="continuationSeparator" w:id="0">
    <w:p w:rsidR="00166F52" w:rsidRDefault="00166F52" w:rsidP="005B2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E43"/>
    <w:rsid w:val="0000206C"/>
    <w:rsid w:val="00002E0E"/>
    <w:rsid w:val="00002EA2"/>
    <w:rsid w:val="000051ED"/>
    <w:rsid w:val="00007142"/>
    <w:rsid w:val="000073CD"/>
    <w:rsid w:val="00012533"/>
    <w:rsid w:val="00012871"/>
    <w:rsid w:val="00012B56"/>
    <w:rsid w:val="00012D60"/>
    <w:rsid w:val="00013328"/>
    <w:rsid w:val="000211C1"/>
    <w:rsid w:val="00031761"/>
    <w:rsid w:val="00033F3D"/>
    <w:rsid w:val="00036B64"/>
    <w:rsid w:val="00040FB9"/>
    <w:rsid w:val="00046115"/>
    <w:rsid w:val="00050E99"/>
    <w:rsid w:val="00050FF9"/>
    <w:rsid w:val="00052AB5"/>
    <w:rsid w:val="00052D01"/>
    <w:rsid w:val="0005366C"/>
    <w:rsid w:val="00053F29"/>
    <w:rsid w:val="00054748"/>
    <w:rsid w:val="00066EBD"/>
    <w:rsid w:val="0007149F"/>
    <w:rsid w:val="00071650"/>
    <w:rsid w:val="00073928"/>
    <w:rsid w:val="00074681"/>
    <w:rsid w:val="00083176"/>
    <w:rsid w:val="0008355F"/>
    <w:rsid w:val="000871A9"/>
    <w:rsid w:val="000A3B7D"/>
    <w:rsid w:val="000B0CBB"/>
    <w:rsid w:val="000B55D9"/>
    <w:rsid w:val="000B7DC2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2076"/>
    <w:rsid w:val="000F4B33"/>
    <w:rsid w:val="000F576E"/>
    <w:rsid w:val="00102794"/>
    <w:rsid w:val="00107AA0"/>
    <w:rsid w:val="0011007A"/>
    <w:rsid w:val="00110773"/>
    <w:rsid w:val="00113950"/>
    <w:rsid w:val="00123E0F"/>
    <w:rsid w:val="001274F0"/>
    <w:rsid w:val="001303DF"/>
    <w:rsid w:val="00132812"/>
    <w:rsid w:val="00134E68"/>
    <w:rsid w:val="00136349"/>
    <w:rsid w:val="00136E47"/>
    <w:rsid w:val="00137401"/>
    <w:rsid w:val="00142D02"/>
    <w:rsid w:val="001437FA"/>
    <w:rsid w:val="00143C21"/>
    <w:rsid w:val="00144308"/>
    <w:rsid w:val="001443C7"/>
    <w:rsid w:val="00144BE7"/>
    <w:rsid w:val="0015355F"/>
    <w:rsid w:val="0015432C"/>
    <w:rsid w:val="00157F08"/>
    <w:rsid w:val="0016155B"/>
    <w:rsid w:val="00164845"/>
    <w:rsid w:val="00165383"/>
    <w:rsid w:val="00166F52"/>
    <w:rsid w:val="00173C6D"/>
    <w:rsid w:val="0017495A"/>
    <w:rsid w:val="001825C1"/>
    <w:rsid w:val="001858A9"/>
    <w:rsid w:val="00186383"/>
    <w:rsid w:val="001867D1"/>
    <w:rsid w:val="00187DF5"/>
    <w:rsid w:val="00187E9F"/>
    <w:rsid w:val="0019245A"/>
    <w:rsid w:val="00192CC5"/>
    <w:rsid w:val="0019692A"/>
    <w:rsid w:val="0019720A"/>
    <w:rsid w:val="001A300C"/>
    <w:rsid w:val="001A4AED"/>
    <w:rsid w:val="001A56E9"/>
    <w:rsid w:val="001A6709"/>
    <w:rsid w:val="001B4A0F"/>
    <w:rsid w:val="001B4A3C"/>
    <w:rsid w:val="001B509D"/>
    <w:rsid w:val="001B5436"/>
    <w:rsid w:val="001B639C"/>
    <w:rsid w:val="001B6D74"/>
    <w:rsid w:val="001B7F4D"/>
    <w:rsid w:val="001C4164"/>
    <w:rsid w:val="001C4BF5"/>
    <w:rsid w:val="001C4DBF"/>
    <w:rsid w:val="001C657B"/>
    <w:rsid w:val="001C6894"/>
    <w:rsid w:val="001C6938"/>
    <w:rsid w:val="001D2E30"/>
    <w:rsid w:val="001D3FD1"/>
    <w:rsid w:val="001D41CC"/>
    <w:rsid w:val="001D6ACD"/>
    <w:rsid w:val="001E602B"/>
    <w:rsid w:val="001E79D8"/>
    <w:rsid w:val="001F0D55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13A40"/>
    <w:rsid w:val="002147EE"/>
    <w:rsid w:val="0021747F"/>
    <w:rsid w:val="002200E3"/>
    <w:rsid w:val="002266CE"/>
    <w:rsid w:val="002313F5"/>
    <w:rsid w:val="00232E91"/>
    <w:rsid w:val="00233EE9"/>
    <w:rsid w:val="00242305"/>
    <w:rsid w:val="002441DC"/>
    <w:rsid w:val="00253419"/>
    <w:rsid w:val="00253894"/>
    <w:rsid w:val="00256433"/>
    <w:rsid w:val="00262A88"/>
    <w:rsid w:val="002642EE"/>
    <w:rsid w:val="002853D9"/>
    <w:rsid w:val="00286BA8"/>
    <w:rsid w:val="0029736E"/>
    <w:rsid w:val="002A0533"/>
    <w:rsid w:val="002A0A58"/>
    <w:rsid w:val="002A5734"/>
    <w:rsid w:val="002B2554"/>
    <w:rsid w:val="002B461B"/>
    <w:rsid w:val="002B6A41"/>
    <w:rsid w:val="002B7A3C"/>
    <w:rsid w:val="002B7E13"/>
    <w:rsid w:val="002C38DC"/>
    <w:rsid w:val="002C39CD"/>
    <w:rsid w:val="002D000D"/>
    <w:rsid w:val="002D0837"/>
    <w:rsid w:val="002D08C1"/>
    <w:rsid w:val="002D45FC"/>
    <w:rsid w:val="002E1645"/>
    <w:rsid w:val="002E3F27"/>
    <w:rsid w:val="002E5275"/>
    <w:rsid w:val="002F13F0"/>
    <w:rsid w:val="002F25E5"/>
    <w:rsid w:val="003009AB"/>
    <w:rsid w:val="0030114C"/>
    <w:rsid w:val="0030163D"/>
    <w:rsid w:val="00301793"/>
    <w:rsid w:val="00301F41"/>
    <w:rsid w:val="0030533C"/>
    <w:rsid w:val="0030599C"/>
    <w:rsid w:val="00306521"/>
    <w:rsid w:val="00310E66"/>
    <w:rsid w:val="00310ED4"/>
    <w:rsid w:val="003123B0"/>
    <w:rsid w:val="00313EE0"/>
    <w:rsid w:val="0031589B"/>
    <w:rsid w:val="00316914"/>
    <w:rsid w:val="003172F1"/>
    <w:rsid w:val="00320883"/>
    <w:rsid w:val="003209D9"/>
    <w:rsid w:val="00322397"/>
    <w:rsid w:val="0032461E"/>
    <w:rsid w:val="00327E49"/>
    <w:rsid w:val="00330D30"/>
    <w:rsid w:val="00331DBD"/>
    <w:rsid w:val="00332298"/>
    <w:rsid w:val="00334C20"/>
    <w:rsid w:val="00334CC6"/>
    <w:rsid w:val="003411AA"/>
    <w:rsid w:val="00342F3D"/>
    <w:rsid w:val="0034475A"/>
    <w:rsid w:val="0035654B"/>
    <w:rsid w:val="003565E2"/>
    <w:rsid w:val="00362285"/>
    <w:rsid w:val="003702E5"/>
    <w:rsid w:val="0037374D"/>
    <w:rsid w:val="00373BF0"/>
    <w:rsid w:val="00375C83"/>
    <w:rsid w:val="00376AB8"/>
    <w:rsid w:val="00376D76"/>
    <w:rsid w:val="0037786A"/>
    <w:rsid w:val="00382E1E"/>
    <w:rsid w:val="00383925"/>
    <w:rsid w:val="003840FB"/>
    <w:rsid w:val="003874FE"/>
    <w:rsid w:val="00391578"/>
    <w:rsid w:val="00393067"/>
    <w:rsid w:val="00395C1E"/>
    <w:rsid w:val="00396DD7"/>
    <w:rsid w:val="0039739B"/>
    <w:rsid w:val="003979AA"/>
    <w:rsid w:val="003A2F10"/>
    <w:rsid w:val="003A6CEA"/>
    <w:rsid w:val="003B0DC1"/>
    <w:rsid w:val="003B32DD"/>
    <w:rsid w:val="003B76E8"/>
    <w:rsid w:val="003C23C7"/>
    <w:rsid w:val="003C3DB3"/>
    <w:rsid w:val="003D188D"/>
    <w:rsid w:val="003D3517"/>
    <w:rsid w:val="003D5C42"/>
    <w:rsid w:val="003E12BC"/>
    <w:rsid w:val="003E1775"/>
    <w:rsid w:val="003E38AD"/>
    <w:rsid w:val="003E6031"/>
    <w:rsid w:val="003E692E"/>
    <w:rsid w:val="003E71D5"/>
    <w:rsid w:val="003F06A5"/>
    <w:rsid w:val="003F0B44"/>
    <w:rsid w:val="003F1A8A"/>
    <w:rsid w:val="003F3975"/>
    <w:rsid w:val="003F4052"/>
    <w:rsid w:val="00404BBB"/>
    <w:rsid w:val="004061ED"/>
    <w:rsid w:val="00406419"/>
    <w:rsid w:val="0041233D"/>
    <w:rsid w:val="00412762"/>
    <w:rsid w:val="00415408"/>
    <w:rsid w:val="0041653B"/>
    <w:rsid w:val="00417977"/>
    <w:rsid w:val="00420C10"/>
    <w:rsid w:val="00422373"/>
    <w:rsid w:val="004228EF"/>
    <w:rsid w:val="00426C18"/>
    <w:rsid w:val="00430679"/>
    <w:rsid w:val="004314E9"/>
    <w:rsid w:val="0043332A"/>
    <w:rsid w:val="00436CC0"/>
    <w:rsid w:val="00441009"/>
    <w:rsid w:val="004410A1"/>
    <w:rsid w:val="004441D5"/>
    <w:rsid w:val="00445477"/>
    <w:rsid w:val="00446B95"/>
    <w:rsid w:val="004514B6"/>
    <w:rsid w:val="004560E0"/>
    <w:rsid w:val="00456889"/>
    <w:rsid w:val="004613D2"/>
    <w:rsid w:val="00461BB0"/>
    <w:rsid w:val="00465974"/>
    <w:rsid w:val="004717CC"/>
    <w:rsid w:val="004717D1"/>
    <w:rsid w:val="00471AFC"/>
    <w:rsid w:val="00472EC9"/>
    <w:rsid w:val="0047489F"/>
    <w:rsid w:val="00477CFC"/>
    <w:rsid w:val="004825B0"/>
    <w:rsid w:val="004903B7"/>
    <w:rsid w:val="00491C45"/>
    <w:rsid w:val="00492298"/>
    <w:rsid w:val="0049322E"/>
    <w:rsid w:val="004A1756"/>
    <w:rsid w:val="004A1A8D"/>
    <w:rsid w:val="004A28D5"/>
    <w:rsid w:val="004A5A56"/>
    <w:rsid w:val="004B4301"/>
    <w:rsid w:val="004C1233"/>
    <w:rsid w:val="004C3732"/>
    <w:rsid w:val="004C4401"/>
    <w:rsid w:val="004C4A2F"/>
    <w:rsid w:val="004C7A09"/>
    <w:rsid w:val="004D0168"/>
    <w:rsid w:val="004D0920"/>
    <w:rsid w:val="004D1590"/>
    <w:rsid w:val="004D34ED"/>
    <w:rsid w:val="004D3965"/>
    <w:rsid w:val="004D646F"/>
    <w:rsid w:val="004D6F0F"/>
    <w:rsid w:val="004D7557"/>
    <w:rsid w:val="004E3F89"/>
    <w:rsid w:val="004E46D9"/>
    <w:rsid w:val="004E7B8D"/>
    <w:rsid w:val="004F7E97"/>
    <w:rsid w:val="0050130B"/>
    <w:rsid w:val="005031D1"/>
    <w:rsid w:val="0050516C"/>
    <w:rsid w:val="00506985"/>
    <w:rsid w:val="00507893"/>
    <w:rsid w:val="0051090A"/>
    <w:rsid w:val="0051502A"/>
    <w:rsid w:val="005160CA"/>
    <w:rsid w:val="00516915"/>
    <w:rsid w:val="00516AE6"/>
    <w:rsid w:val="005172F8"/>
    <w:rsid w:val="005209D0"/>
    <w:rsid w:val="00521F6C"/>
    <w:rsid w:val="00523544"/>
    <w:rsid w:val="00530E8C"/>
    <w:rsid w:val="00530F01"/>
    <w:rsid w:val="005310E8"/>
    <w:rsid w:val="00531E11"/>
    <w:rsid w:val="00535104"/>
    <w:rsid w:val="00541CFD"/>
    <w:rsid w:val="00546701"/>
    <w:rsid w:val="00551B17"/>
    <w:rsid w:val="00552425"/>
    <w:rsid w:val="00554E55"/>
    <w:rsid w:val="00555AF9"/>
    <w:rsid w:val="00557E11"/>
    <w:rsid w:val="00560819"/>
    <w:rsid w:val="00560ED9"/>
    <w:rsid w:val="00562123"/>
    <w:rsid w:val="0056528D"/>
    <w:rsid w:val="00565310"/>
    <w:rsid w:val="00567DEE"/>
    <w:rsid w:val="00570C29"/>
    <w:rsid w:val="00575BF2"/>
    <w:rsid w:val="00576C1B"/>
    <w:rsid w:val="005808CA"/>
    <w:rsid w:val="0058596D"/>
    <w:rsid w:val="0059252A"/>
    <w:rsid w:val="005A0ADB"/>
    <w:rsid w:val="005A269A"/>
    <w:rsid w:val="005A39B3"/>
    <w:rsid w:val="005A4F14"/>
    <w:rsid w:val="005A54F7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093F"/>
    <w:rsid w:val="005C73BF"/>
    <w:rsid w:val="005D23C0"/>
    <w:rsid w:val="005D7602"/>
    <w:rsid w:val="005E4B25"/>
    <w:rsid w:val="005E5675"/>
    <w:rsid w:val="005E5FB8"/>
    <w:rsid w:val="005E65C2"/>
    <w:rsid w:val="005E6BB6"/>
    <w:rsid w:val="005F66B5"/>
    <w:rsid w:val="005F695B"/>
    <w:rsid w:val="0060051C"/>
    <w:rsid w:val="0060572A"/>
    <w:rsid w:val="00610901"/>
    <w:rsid w:val="00612250"/>
    <w:rsid w:val="0061452E"/>
    <w:rsid w:val="00615626"/>
    <w:rsid w:val="00615ED6"/>
    <w:rsid w:val="00616A79"/>
    <w:rsid w:val="0062093A"/>
    <w:rsid w:val="00620F32"/>
    <w:rsid w:val="00624073"/>
    <w:rsid w:val="006240B9"/>
    <w:rsid w:val="00635F4F"/>
    <w:rsid w:val="00637095"/>
    <w:rsid w:val="0064402C"/>
    <w:rsid w:val="00645446"/>
    <w:rsid w:val="006473C2"/>
    <w:rsid w:val="0065049C"/>
    <w:rsid w:val="00662A4E"/>
    <w:rsid w:val="00666931"/>
    <w:rsid w:val="006673EF"/>
    <w:rsid w:val="0066749F"/>
    <w:rsid w:val="00667DCC"/>
    <w:rsid w:val="0067435C"/>
    <w:rsid w:val="00675194"/>
    <w:rsid w:val="006762E3"/>
    <w:rsid w:val="006800C0"/>
    <w:rsid w:val="00682DE2"/>
    <w:rsid w:val="006866C4"/>
    <w:rsid w:val="006B23DB"/>
    <w:rsid w:val="006B7260"/>
    <w:rsid w:val="006C2942"/>
    <w:rsid w:val="006C3ABD"/>
    <w:rsid w:val="006C46CB"/>
    <w:rsid w:val="006C49B6"/>
    <w:rsid w:val="006C7E6F"/>
    <w:rsid w:val="006C7FAA"/>
    <w:rsid w:val="006D1CF0"/>
    <w:rsid w:val="006D4D89"/>
    <w:rsid w:val="006D7E61"/>
    <w:rsid w:val="006E16CA"/>
    <w:rsid w:val="006E33C0"/>
    <w:rsid w:val="006E39A3"/>
    <w:rsid w:val="006E3F39"/>
    <w:rsid w:val="006E5E5F"/>
    <w:rsid w:val="006E6BD2"/>
    <w:rsid w:val="006F4ADE"/>
    <w:rsid w:val="006F6031"/>
    <w:rsid w:val="00700359"/>
    <w:rsid w:val="0070231C"/>
    <w:rsid w:val="00704AFE"/>
    <w:rsid w:val="00706A6C"/>
    <w:rsid w:val="0071070C"/>
    <w:rsid w:val="007117A6"/>
    <w:rsid w:val="007119E6"/>
    <w:rsid w:val="00713A1C"/>
    <w:rsid w:val="00720821"/>
    <w:rsid w:val="0072095B"/>
    <w:rsid w:val="00722DA9"/>
    <w:rsid w:val="007277AA"/>
    <w:rsid w:val="0073017C"/>
    <w:rsid w:val="00733D7C"/>
    <w:rsid w:val="00734F0B"/>
    <w:rsid w:val="00744BF4"/>
    <w:rsid w:val="0074514F"/>
    <w:rsid w:val="00745972"/>
    <w:rsid w:val="007460EA"/>
    <w:rsid w:val="00747073"/>
    <w:rsid w:val="0074731B"/>
    <w:rsid w:val="0074798B"/>
    <w:rsid w:val="00750B91"/>
    <w:rsid w:val="0075211F"/>
    <w:rsid w:val="007555B5"/>
    <w:rsid w:val="007573D8"/>
    <w:rsid w:val="007577D7"/>
    <w:rsid w:val="00764158"/>
    <w:rsid w:val="0076450A"/>
    <w:rsid w:val="00770CB3"/>
    <w:rsid w:val="00771B34"/>
    <w:rsid w:val="00777FDE"/>
    <w:rsid w:val="00784E62"/>
    <w:rsid w:val="0079158D"/>
    <w:rsid w:val="00794D84"/>
    <w:rsid w:val="007955F5"/>
    <w:rsid w:val="00796949"/>
    <w:rsid w:val="0079783F"/>
    <w:rsid w:val="00797CCF"/>
    <w:rsid w:val="007A1741"/>
    <w:rsid w:val="007A2806"/>
    <w:rsid w:val="007A4C61"/>
    <w:rsid w:val="007A6D1C"/>
    <w:rsid w:val="007B21EC"/>
    <w:rsid w:val="007C1C34"/>
    <w:rsid w:val="007D0719"/>
    <w:rsid w:val="007D0BAA"/>
    <w:rsid w:val="007D0D22"/>
    <w:rsid w:val="007D3D31"/>
    <w:rsid w:val="007D6726"/>
    <w:rsid w:val="007D7D2F"/>
    <w:rsid w:val="007E123C"/>
    <w:rsid w:val="007E4D85"/>
    <w:rsid w:val="007E6CF1"/>
    <w:rsid w:val="007F02BB"/>
    <w:rsid w:val="007F2DA3"/>
    <w:rsid w:val="007F4A3B"/>
    <w:rsid w:val="007F4CF6"/>
    <w:rsid w:val="007F60A5"/>
    <w:rsid w:val="007F72CF"/>
    <w:rsid w:val="007F7CE7"/>
    <w:rsid w:val="00801A2C"/>
    <w:rsid w:val="00803C98"/>
    <w:rsid w:val="008045C0"/>
    <w:rsid w:val="00805A6E"/>
    <w:rsid w:val="00806336"/>
    <w:rsid w:val="00807CBF"/>
    <w:rsid w:val="00812C7E"/>
    <w:rsid w:val="00823A95"/>
    <w:rsid w:val="008276D3"/>
    <w:rsid w:val="00833428"/>
    <w:rsid w:val="00844BB0"/>
    <w:rsid w:val="00850948"/>
    <w:rsid w:val="00853313"/>
    <w:rsid w:val="00854E03"/>
    <w:rsid w:val="00855BB5"/>
    <w:rsid w:val="008614C3"/>
    <w:rsid w:val="008617D4"/>
    <w:rsid w:val="0086381E"/>
    <w:rsid w:val="00863876"/>
    <w:rsid w:val="0086650F"/>
    <w:rsid w:val="00870C7C"/>
    <w:rsid w:val="00870EC9"/>
    <w:rsid w:val="00875851"/>
    <w:rsid w:val="008840C8"/>
    <w:rsid w:val="00885DF9"/>
    <w:rsid w:val="00886131"/>
    <w:rsid w:val="00887D76"/>
    <w:rsid w:val="008909FF"/>
    <w:rsid w:val="00892A82"/>
    <w:rsid w:val="008A2E1F"/>
    <w:rsid w:val="008A4025"/>
    <w:rsid w:val="008A48A0"/>
    <w:rsid w:val="008B20E2"/>
    <w:rsid w:val="008B4C27"/>
    <w:rsid w:val="008C42D6"/>
    <w:rsid w:val="008C6BF6"/>
    <w:rsid w:val="008C7DA6"/>
    <w:rsid w:val="008D0A2F"/>
    <w:rsid w:val="008D394F"/>
    <w:rsid w:val="008D6683"/>
    <w:rsid w:val="008D712F"/>
    <w:rsid w:val="008E01C6"/>
    <w:rsid w:val="008E05D2"/>
    <w:rsid w:val="008E2A62"/>
    <w:rsid w:val="008E3C7B"/>
    <w:rsid w:val="008E6943"/>
    <w:rsid w:val="008E7428"/>
    <w:rsid w:val="008F4A33"/>
    <w:rsid w:val="008F6D4B"/>
    <w:rsid w:val="00904521"/>
    <w:rsid w:val="0090525E"/>
    <w:rsid w:val="0090539F"/>
    <w:rsid w:val="00913A49"/>
    <w:rsid w:val="00924089"/>
    <w:rsid w:val="009241AE"/>
    <w:rsid w:val="0092535A"/>
    <w:rsid w:val="00925C76"/>
    <w:rsid w:val="0092622D"/>
    <w:rsid w:val="00935304"/>
    <w:rsid w:val="0094386C"/>
    <w:rsid w:val="00944145"/>
    <w:rsid w:val="0094425E"/>
    <w:rsid w:val="00944985"/>
    <w:rsid w:val="00945144"/>
    <w:rsid w:val="009462BA"/>
    <w:rsid w:val="0095515D"/>
    <w:rsid w:val="00957937"/>
    <w:rsid w:val="00957E64"/>
    <w:rsid w:val="009637CA"/>
    <w:rsid w:val="009639AC"/>
    <w:rsid w:val="00967360"/>
    <w:rsid w:val="009673CF"/>
    <w:rsid w:val="00967E71"/>
    <w:rsid w:val="0097179D"/>
    <w:rsid w:val="009733BA"/>
    <w:rsid w:val="00980064"/>
    <w:rsid w:val="00981937"/>
    <w:rsid w:val="00981F3D"/>
    <w:rsid w:val="00982743"/>
    <w:rsid w:val="009841BB"/>
    <w:rsid w:val="00984815"/>
    <w:rsid w:val="0099083A"/>
    <w:rsid w:val="00991728"/>
    <w:rsid w:val="00996477"/>
    <w:rsid w:val="009A026B"/>
    <w:rsid w:val="009A0CA5"/>
    <w:rsid w:val="009A23EE"/>
    <w:rsid w:val="009A2A27"/>
    <w:rsid w:val="009A514D"/>
    <w:rsid w:val="009B1A27"/>
    <w:rsid w:val="009B1DDC"/>
    <w:rsid w:val="009B28B9"/>
    <w:rsid w:val="009B57E1"/>
    <w:rsid w:val="009B62B1"/>
    <w:rsid w:val="009C050D"/>
    <w:rsid w:val="009C25A9"/>
    <w:rsid w:val="009C555C"/>
    <w:rsid w:val="009C5C85"/>
    <w:rsid w:val="009C7211"/>
    <w:rsid w:val="009D2CF4"/>
    <w:rsid w:val="009D468E"/>
    <w:rsid w:val="009D55D2"/>
    <w:rsid w:val="009D6610"/>
    <w:rsid w:val="009D6F3B"/>
    <w:rsid w:val="009D701E"/>
    <w:rsid w:val="009D70D1"/>
    <w:rsid w:val="009D7E93"/>
    <w:rsid w:val="009E1B9C"/>
    <w:rsid w:val="009E2952"/>
    <w:rsid w:val="009E4BF4"/>
    <w:rsid w:val="009E700D"/>
    <w:rsid w:val="009F093F"/>
    <w:rsid w:val="009F0C91"/>
    <w:rsid w:val="009F3F7B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2386C"/>
    <w:rsid w:val="00A23B96"/>
    <w:rsid w:val="00A23E3E"/>
    <w:rsid w:val="00A2791F"/>
    <w:rsid w:val="00A30E3C"/>
    <w:rsid w:val="00A30E98"/>
    <w:rsid w:val="00A33FAF"/>
    <w:rsid w:val="00A3431A"/>
    <w:rsid w:val="00A35A55"/>
    <w:rsid w:val="00A37BDA"/>
    <w:rsid w:val="00A403D1"/>
    <w:rsid w:val="00A40B91"/>
    <w:rsid w:val="00A51123"/>
    <w:rsid w:val="00A53316"/>
    <w:rsid w:val="00A56F86"/>
    <w:rsid w:val="00A666A0"/>
    <w:rsid w:val="00A7154A"/>
    <w:rsid w:val="00A75743"/>
    <w:rsid w:val="00A7585E"/>
    <w:rsid w:val="00A80445"/>
    <w:rsid w:val="00A8558A"/>
    <w:rsid w:val="00A907C6"/>
    <w:rsid w:val="00A907D3"/>
    <w:rsid w:val="00A93A2D"/>
    <w:rsid w:val="00A958F1"/>
    <w:rsid w:val="00A9626A"/>
    <w:rsid w:val="00A96ABC"/>
    <w:rsid w:val="00A9728E"/>
    <w:rsid w:val="00A978B1"/>
    <w:rsid w:val="00AA081F"/>
    <w:rsid w:val="00AA2F3A"/>
    <w:rsid w:val="00AA4C1A"/>
    <w:rsid w:val="00AA5342"/>
    <w:rsid w:val="00AA731B"/>
    <w:rsid w:val="00AB114B"/>
    <w:rsid w:val="00AB5924"/>
    <w:rsid w:val="00AB606C"/>
    <w:rsid w:val="00AB6CDB"/>
    <w:rsid w:val="00AC22F4"/>
    <w:rsid w:val="00AC246E"/>
    <w:rsid w:val="00AC24C5"/>
    <w:rsid w:val="00AC47BE"/>
    <w:rsid w:val="00AC7BDF"/>
    <w:rsid w:val="00AD2FFA"/>
    <w:rsid w:val="00AD5B5C"/>
    <w:rsid w:val="00AD780C"/>
    <w:rsid w:val="00AE3FEC"/>
    <w:rsid w:val="00AF5BDB"/>
    <w:rsid w:val="00B01D8A"/>
    <w:rsid w:val="00B0219D"/>
    <w:rsid w:val="00B04B3F"/>
    <w:rsid w:val="00B062CA"/>
    <w:rsid w:val="00B068DD"/>
    <w:rsid w:val="00B10C37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0D7E"/>
    <w:rsid w:val="00B417EB"/>
    <w:rsid w:val="00B41DEA"/>
    <w:rsid w:val="00B441F9"/>
    <w:rsid w:val="00B44C51"/>
    <w:rsid w:val="00B44DA1"/>
    <w:rsid w:val="00B50AD7"/>
    <w:rsid w:val="00B516CD"/>
    <w:rsid w:val="00B51728"/>
    <w:rsid w:val="00B553FB"/>
    <w:rsid w:val="00B55BE7"/>
    <w:rsid w:val="00B57A54"/>
    <w:rsid w:val="00B60373"/>
    <w:rsid w:val="00B61532"/>
    <w:rsid w:val="00B83484"/>
    <w:rsid w:val="00B834DA"/>
    <w:rsid w:val="00B86085"/>
    <w:rsid w:val="00B86241"/>
    <w:rsid w:val="00B86D5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B457B"/>
    <w:rsid w:val="00BB6391"/>
    <w:rsid w:val="00BC4DA3"/>
    <w:rsid w:val="00BC6689"/>
    <w:rsid w:val="00BC7879"/>
    <w:rsid w:val="00BD1EBD"/>
    <w:rsid w:val="00BD44CA"/>
    <w:rsid w:val="00BD4795"/>
    <w:rsid w:val="00BD6ED4"/>
    <w:rsid w:val="00BD73D0"/>
    <w:rsid w:val="00BE0452"/>
    <w:rsid w:val="00BE13E7"/>
    <w:rsid w:val="00BE5E7E"/>
    <w:rsid w:val="00BF47AD"/>
    <w:rsid w:val="00BF6312"/>
    <w:rsid w:val="00BF74E0"/>
    <w:rsid w:val="00C01BBE"/>
    <w:rsid w:val="00C03EDC"/>
    <w:rsid w:val="00C079D9"/>
    <w:rsid w:val="00C109D9"/>
    <w:rsid w:val="00C109F0"/>
    <w:rsid w:val="00C10A3E"/>
    <w:rsid w:val="00C11A22"/>
    <w:rsid w:val="00C13467"/>
    <w:rsid w:val="00C13ABB"/>
    <w:rsid w:val="00C1436A"/>
    <w:rsid w:val="00C14E9F"/>
    <w:rsid w:val="00C15E43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6339"/>
    <w:rsid w:val="00C57A02"/>
    <w:rsid w:val="00C604B9"/>
    <w:rsid w:val="00C606F4"/>
    <w:rsid w:val="00C71649"/>
    <w:rsid w:val="00C72BE8"/>
    <w:rsid w:val="00C778BC"/>
    <w:rsid w:val="00C82D46"/>
    <w:rsid w:val="00C8739A"/>
    <w:rsid w:val="00C90B71"/>
    <w:rsid w:val="00C918C9"/>
    <w:rsid w:val="00C944F8"/>
    <w:rsid w:val="00CA7AFE"/>
    <w:rsid w:val="00CB0014"/>
    <w:rsid w:val="00CB081B"/>
    <w:rsid w:val="00CB24FE"/>
    <w:rsid w:val="00CB3ECE"/>
    <w:rsid w:val="00CB4999"/>
    <w:rsid w:val="00CB5236"/>
    <w:rsid w:val="00CC2622"/>
    <w:rsid w:val="00CC3875"/>
    <w:rsid w:val="00CC52BC"/>
    <w:rsid w:val="00CC653D"/>
    <w:rsid w:val="00CD06AF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627"/>
    <w:rsid w:val="00CE5FA3"/>
    <w:rsid w:val="00CE6DEF"/>
    <w:rsid w:val="00CF34F1"/>
    <w:rsid w:val="00CF6245"/>
    <w:rsid w:val="00CF7D9D"/>
    <w:rsid w:val="00D06083"/>
    <w:rsid w:val="00D13469"/>
    <w:rsid w:val="00D1760D"/>
    <w:rsid w:val="00D222BE"/>
    <w:rsid w:val="00D31754"/>
    <w:rsid w:val="00D418E3"/>
    <w:rsid w:val="00D42DF0"/>
    <w:rsid w:val="00D4673C"/>
    <w:rsid w:val="00D5559F"/>
    <w:rsid w:val="00D5671C"/>
    <w:rsid w:val="00D62417"/>
    <w:rsid w:val="00D62DB6"/>
    <w:rsid w:val="00D63CEF"/>
    <w:rsid w:val="00D64C24"/>
    <w:rsid w:val="00D65366"/>
    <w:rsid w:val="00D66605"/>
    <w:rsid w:val="00D80B96"/>
    <w:rsid w:val="00D84008"/>
    <w:rsid w:val="00D87D39"/>
    <w:rsid w:val="00D91B02"/>
    <w:rsid w:val="00D92442"/>
    <w:rsid w:val="00D96AC8"/>
    <w:rsid w:val="00D972A0"/>
    <w:rsid w:val="00DA0253"/>
    <w:rsid w:val="00DA175E"/>
    <w:rsid w:val="00DA3AFB"/>
    <w:rsid w:val="00DA6E88"/>
    <w:rsid w:val="00DA7684"/>
    <w:rsid w:val="00DB109A"/>
    <w:rsid w:val="00DB5E0E"/>
    <w:rsid w:val="00DB6CC7"/>
    <w:rsid w:val="00DB6FC8"/>
    <w:rsid w:val="00DB7EEE"/>
    <w:rsid w:val="00DC48E3"/>
    <w:rsid w:val="00DC5489"/>
    <w:rsid w:val="00DC625F"/>
    <w:rsid w:val="00DD04F4"/>
    <w:rsid w:val="00DD3222"/>
    <w:rsid w:val="00DD495D"/>
    <w:rsid w:val="00DD67AA"/>
    <w:rsid w:val="00DE0AB9"/>
    <w:rsid w:val="00DE26CF"/>
    <w:rsid w:val="00DE42C6"/>
    <w:rsid w:val="00DE519C"/>
    <w:rsid w:val="00DF346A"/>
    <w:rsid w:val="00DF5AA5"/>
    <w:rsid w:val="00E009DB"/>
    <w:rsid w:val="00E129A2"/>
    <w:rsid w:val="00E1529F"/>
    <w:rsid w:val="00E21931"/>
    <w:rsid w:val="00E25E6B"/>
    <w:rsid w:val="00E32080"/>
    <w:rsid w:val="00E33965"/>
    <w:rsid w:val="00E4344F"/>
    <w:rsid w:val="00E4592C"/>
    <w:rsid w:val="00E46F7B"/>
    <w:rsid w:val="00E52624"/>
    <w:rsid w:val="00E53E4E"/>
    <w:rsid w:val="00E62382"/>
    <w:rsid w:val="00E70A6E"/>
    <w:rsid w:val="00E70CF0"/>
    <w:rsid w:val="00E7365D"/>
    <w:rsid w:val="00E74B4B"/>
    <w:rsid w:val="00E76E79"/>
    <w:rsid w:val="00E77336"/>
    <w:rsid w:val="00E77AF9"/>
    <w:rsid w:val="00E83346"/>
    <w:rsid w:val="00E91F93"/>
    <w:rsid w:val="00E93438"/>
    <w:rsid w:val="00E977EB"/>
    <w:rsid w:val="00EA012B"/>
    <w:rsid w:val="00EA4B60"/>
    <w:rsid w:val="00EB18F4"/>
    <w:rsid w:val="00EB1AF4"/>
    <w:rsid w:val="00EB2224"/>
    <w:rsid w:val="00EB3F29"/>
    <w:rsid w:val="00EB4CCD"/>
    <w:rsid w:val="00EB55F5"/>
    <w:rsid w:val="00EB6504"/>
    <w:rsid w:val="00EC2BE4"/>
    <w:rsid w:val="00EC47C3"/>
    <w:rsid w:val="00EC53E3"/>
    <w:rsid w:val="00EC58A5"/>
    <w:rsid w:val="00ED09F7"/>
    <w:rsid w:val="00ED248A"/>
    <w:rsid w:val="00ED67F2"/>
    <w:rsid w:val="00ED767C"/>
    <w:rsid w:val="00EE5112"/>
    <w:rsid w:val="00EE6F1B"/>
    <w:rsid w:val="00EE7AAE"/>
    <w:rsid w:val="00EF02F4"/>
    <w:rsid w:val="00EF0A90"/>
    <w:rsid w:val="00EF31D3"/>
    <w:rsid w:val="00EF41B4"/>
    <w:rsid w:val="00EF55E4"/>
    <w:rsid w:val="00F11601"/>
    <w:rsid w:val="00F13B52"/>
    <w:rsid w:val="00F153CC"/>
    <w:rsid w:val="00F15B23"/>
    <w:rsid w:val="00F2049C"/>
    <w:rsid w:val="00F204C0"/>
    <w:rsid w:val="00F222C9"/>
    <w:rsid w:val="00F26B83"/>
    <w:rsid w:val="00F3465E"/>
    <w:rsid w:val="00F36943"/>
    <w:rsid w:val="00F42241"/>
    <w:rsid w:val="00F42F78"/>
    <w:rsid w:val="00F44458"/>
    <w:rsid w:val="00F44D32"/>
    <w:rsid w:val="00F4554D"/>
    <w:rsid w:val="00F46683"/>
    <w:rsid w:val="00F46822"/>
    <w:rsid w:val="00F47067"/>
    <w:rsid w:val="00F51295"/>
    <w:rsid w:val="00F51D7A"/>
    <w:rsid w:val="00F52C01"/>
    <w:rsid w:val="00F556DE"/>
    <w:rsid w:val="00F57604"/>
    <w:rsid w:val="00F60A2B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81372"/>
    <w:rsid w:val="00F85FC0"/>
    <w:rsid w:val="00F91AF7"/>
    <w:rsid w:val="00F92624"/>
    <w:rsid w:val="00F95409"/>
    <w:rsid w:val="00FA5822"/>
    <w:rsid w:val="00FA6EEC"/>
    <w:rsid w:val="00FA7287"/>
    <w:rsid w:val="00FB0B00"/>
    <w:rsid w:val="00FB0D89"/>
    <w:rsid w:val="00FB3B55"/>
    <w:rsid w:val="00FB5AEA"/>
    <w:rsid w:val="00FB74D8"/>
    <w:rsid w:val="00FC1804"/>
    <w:rsid w:val="00FC244F"/>
    <w:rsid w:val="00FC7CDD"/>
    <w:rsid w:val="00FD0989"/>
    <w:rsid w:val="00FD19D2"/>
    <w:rsid w:val="00FD62DA"/>
    <w:rsid w:val="00FD651A"/>
    <w:rsid w:val="00FE14E9"/>
    <w:rsid w:val="00FE35B8"/>
    <w:rsid w:val="00FE6A94"/>
    <w:rsid w:val="00FE6D76"/>
    <w:rsid w:val="00FF023F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D2F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67D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5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67D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050D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373BF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B32D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21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21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21BC"/>
    <w:rPr>
      <w:rFonts w:cs="Times New Roman"/>
    </w:rPr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B83484"/>
    <w:rPr>
      <w:rFonts w:cs="Times New Roman"/>
    </w:rPr>
  </w:style>
  <w:style w:type="character" w:customStyle="1" w:styleId="oi732d6d">
    <w:name w:val="oi732d6d"/>
    <w:basedOn w:val="DefaultParagraphFont"/>
    <w:uiPriority w:val="99"/>
    <w:rsid w:val="00CB24FE"/>
    <w:rPr>
      <w:rFonts w:cs="Times New Roman"/>
    </w:rPr>
  </w:style>
  <w:style w:type="paragraph" w:customStyle="1" w:styleId="rtejustify">
    <w:name w:val="rtejustify"/>
    <w:basedOn w:val="Normal"/>
    <w:uiPriority w:val="99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Normal"/>
    <w:uiPriority w:val="99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Emphasis">
    <w:name w:val="Emphasis"/>
    <w:basedOn w:val="DefaultParagraphFont"/>
    <w:uiPriority w:val="99"/>
    <w:qFormat/>
    <w:rsid w:val="005F695B"/>
    <w:rPr>
      <w:rFonts w:cs="Times New Roman"/>
      <w:i/>
      <w:iCs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ield-content">
    <w:name w:val="field-content"/>
    <w:basedOn w:val="DefaultParagraphFont"/>
    <w:uiPriority w:val="99"/>
    <w:rsid w:val="00D91B02"/>
    <w:rPr>
      <w:rFonts w:cs="Times New Roman"/>
    </w:rPr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DefaultParagraphFont"/>
    <w:uiPriority w:val="99"/>
    <w:rsid w:val="00615626"/>
    <w:rPr>
      <w:rFonts w:cs="Times New Roman"/>
    </w:rPr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Normal"/>
    <w:uiPriority w:val="99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A06664"/>
    <w:pPr>
      <w:ind w:left="720"/>
      <w:contextualSpacing/>
    </w:pPr>
  </w:style>
  <w:style w:type="character" w:customStyle="1" w:styleId="rvts0">
    <w:name w:val="rvts0"/>
    <w:basedOn w:val="DefaultParagraphFont"/>
    <w:uiPriority w:val="99"/>
    <w:rsid w:val="00BE0452"/>
    <w:rPr>
      <w:rFonts w:cs="Times New Roman"/>
    </w:rPr>
  </w:style>
  <w:style w:type="character" w:customStyle="1" w:styleId="rvts23">
    <w:name w:val="rvts23"/>
    <w:basedOn w:val="DefaultParagraphFont"/>
    <w:uiPriority w:val="99"/>
    <w:rsid w:val="00BE0452"/>
    <w:rPr>
      <w:rFonts w:cs="Times New Roman"/>
    </w:rPr>
  </w:style>
  <w:style w:type="paragraph" w:customStyle="1" w:styleId="6177">
    <w:name w:val="6177"/>
    <w:aliases w:val="baiaagaaboqcaaadrruaaaw7fq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d2edcug0">
    <w:name w:val="d2edcug0"/>
    <w:basedOn w:val="DefaultParagraphFont"/>
    <w:uiPriority w:val="99"/>
    <w:rsid w:val="00330D30"/>
    <w:rPr>
      <w:rFonts w:cs="Times New Roman"/>
    </w:rPr>
  </w:style>
  <w:style w:type="character" w:customStyle="1" w:styleId="xfmc1">
    <w:name w:val="xfmc1"/>
    <w:basedOn w:val="DefaultParagraphFont"/>
    <w:uiPriority w:val="99"/>
    <w:rsid w:val="00EC58A5"/>
    <w:rPr>
      <w:rFonts w:cs="Times New Roman"/>
    </w:rPr>
  </w:style>
  <w:style w:type="paragraph" w:customStyle="1" w:styleId="s5">
    <w:name w:val="s5"/>
    <w:basedOn w:val="Normal"/>
    <w:uiPriority w:val="99"/>
    <w:rsid w:val="00924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235">
    <w:name w:val="3235"/>
    <w:aliases w:val="baiaagaaboqcaaadqagaaaw2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240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67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6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6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967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6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67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9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96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6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67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67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73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296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3906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67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4282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674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674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674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967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674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674336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2967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4147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67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4306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674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673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674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967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673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673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674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674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674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6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67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67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a/app/%D0%BF%D0%B5%D0%BD%D1%81%D1%96%D0%B9%D0%BD%D0%B8%D0%B9-%D1%84%D0%BE%D0%BD%D0%B4/id1488083719?l=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y.google.com/store/apps/details?id=ua.gov.pf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pfu.gov.u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sp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676</Words>
  <Characters>3854</Characters>
  <Application>Microsoft Office Outlook</Application>
  <DocSecurity>0</DocSecurity>
  <Lines>0</Lines>
  <Paragraphs>0</Paragraphs>
  <ScaleCrop>false</ScaleCrop>
  <Company>Газета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Актуальна інформація</dc:title>
  <dc:subject/>
  <dc:creator>Лариса</dc:creator>
  <cp:keywords/>
  <dc:description/>
  <cp:lastModifiedBy>Admin</cp:lastModifiedBy>
  <cp:revision>2</cp:revision>
  <dcterms:created xsi:type="dcterms:W3CDTF">2021-10-26T13:42:00Z</dcterms:created>
  <dcterms:modified xsi:type="dcterms:W3CDTF">2021-10-26T13:42:00Z</dcterms:modified>
</cp:coreProperties>
</file>