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EC" w:rsidRDefault="00DA5DEC" w:rsidP="005B20C9">
      <w:pPr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7346273" r:id="rId8"/>
        </w:pict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</w:t>
      </w:r>
    </w:p>
    <w:p w:rsidR="00DA5DEC" w:rsidRDefault="00DA5DEC" w:rsidP="004A098C">
      <w:pPr>
        <w:spacing w:line="276" w:lineRule="auto"/>
        <w:jc w:val="center"/>
        <w:rPr>
          <w:sz w:val="28"/>
          <w:szCs w:val="28"/>
          <w:lang w:val="uk-UA"/>
        </w:rPr>
      </w:pPr>
      <w:r w:rsidRPr="004E6A74">
        <w:rPr>
          <w:sz w:val="28"/>
          <w:szCs w:val="28"/>
          <w:lang w:val="uk-UA"/>
        </w:rPr>
        <w:t xml:space="preserve">  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</w:t>
      </w:r>
    </w:p>
    <w:p w:rsidR="00DA5DEC" w:rsidRPr="00FF5BE8" w:rsidRDefault="00DA5DEC" w:rsidP="004A098C">
      <w:pPr>
        <w:jc w:val="center"/>
        <w:rPr>
          <w:sz w:val="30"/>
          <w:szCs w:val="30"/>
          <w:lang w:val="uk-UA"/>
        </w:rPr>
      </w:pPr>
      <w:bookmarkStart w:id="0" w:name="_GoBack"/>
      <w:bookmarkEnd w:id="0"/>
      <w:r w:rsidRPr="00FF5BE8">
        <w:rPr>
          <w:sz w:val="30"/>
          <w:szCs w:val="30"/>
          <w:lang w:val="uk-UA"/>
        </w:rPr>
        <w:t>УКРАЇНА</w:t>
      </w:r>
    </w:p>
    <w:p w:rsidR="00DA5DEC" w:rsidRDefault="00DA5DEC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DA5DEC" w:rsidRPr="00FF5BE8" w:rsidRDefault="00DA5DEC" w:rsidP="004A098C">
      <w:pPr>
        <w:jc w:val="center"/>
        <w:rPr>
          <w:b/>
          <w:sz w:val="28"/>
          <w:szCs w:val="28"/>
          <w:lang w:val="uk-UA"/>
        </w:rPr>
      </w:pPr>
    </w:p>
    <w:p w:rsidR="00DA5DEC" w:rsidRDefault="00DA5DEC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DA5DEC" w:rsidRPr="00AF43C8" w:rsidRDefault="00DA5DEC" w:rsidP="004A098C">
      <w:pPr>
        <w:jc w:val="center"/>
        <w:rPr>
          <w:sz w:val="28"/>
          <w:szCs w:val="28"/>
          <w:lang w:val="uk-UA"/>
        </w:rPr>
      </w:pPr>
    </w:p>
    <w:p w:rsidR="00DA5DEC" w:rsidRPr="005B20C9" w:rsidRDefault="00DA5DEC" w:rsidP="005B20C9">
      <w:pPr>
        <w:shd w:val="clear" w:color="auto" w:fill="FFFFFF"/>
        <w:spacing w:line="322" w:lineRule="exact"/>
        <w:ind w:left="542" w:right="1613" w:firstLine="773"/>
        <w:jc w:val="center"/>
        <w:rPr>
          <w:b/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 w:rsidRPr="005B20C9">
        <w:rPr>
          <w:b/>
          <w:sz w:val="28"/>
          <w:szCs w:val="28"/>
          <w:lang w:val="en-US"/>
        </w:rPr>
        <w:t>X</w:t>
      </w:r>
      <w:r w:rsidRPr="005B20C9">
        <w:rPr>
          <w:b/>
          <w:sz w:val="28"/>
          <w:szCs w:val="28"/>
          <w:lang w:val="uk-UA"/>
        </w:rPr>
        <w:t xml:space="preserve">ІХ сесія  </w:t>
      </w:r>
      <w:r w:rsidRPr="005B20C9">
        <w:rPr>
          <w:b/>
          <w:sz w:val="28"/>
          <w:szCs w:val="28"/>
          <w:lang w:val="en-US"/>
        </w:rPr>
        <w:t>V</w:t>
      </w:r>
      <w:r w:rsidRPr="005B20C9">
        <w:rPr>
          <w:b/>
          <w:sz w:val="28"/>
          <w:szCs w:val="28"/>
          <w:lang w:val="uk-UA"/>
        </w:rPr>
        <w:t>ІІІ скликання</w:t>
      </w:r>
    </w:p>
    <w:p w:rsidR="00DA5DEC" w:rsidRPr="005D33F7" w:rsidRDefault="00DA5DEC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DA5DEC" w:rsidRPr="00FE5A48" w:rsidRDefault="00DA5DEC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DA5DEC" w:rsidRPr="00EB4FE6" w:rsidRDefault="00DA5DEC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29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жовтня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EB4FE6">
        <w:rPr>
          <w:spacing w:val="-2"/>
          <w:sz w:val="28"/>
          <w:szCs w:val="28"/>
          <w:lang w:val="uk-UA"/>
        </w:rPr>
        <w:t xml:space="preserve">     </w:t>
      </w:r>
      <w:r>
        <w:rPr>
          <w:spacing w:val="-2"/>
          <w:sz w:val="28"/>
          <w:szCs w:val="28"/>
          <w:lang w:val="uk-UA"/>
        </w:rPr>
        <w:t>№ 355-19/2021</w:t>
      </w:r>
    </w:p>
    <w:p w:rsidR="00DA5DEC" w:rsidRPr="00145545" w:rsidRDefault="00DA5DEC" w:rsidP="008B015A">
      <w:pPr>
        <w:rPr>
          <w:b/>
          <w:lang w:val="uk-UA"/>
        </w:rPr>
      </w:pPr>
    </w:p>
    <w:p w:rsidR="00DA5DEC" w:rsidRDefault="00DA5DEC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060B25">
        <w:rPr>
          <w:b/>
          <w:sz w:val="28"/>
          <w:szCs w:val="28"/>
        </w:rPr>
        <w:t xml:space="preserve"> Програми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благоустрою Петровецької сільської ради Чернівецького району</w:t>
      </w:r>
    </w:p>
    <w:p w:rsidR="00DA5DEC" w:rsidRDefault="00DA5DEC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області на 20</w:t>
      </w:r>
      <w:r w:rsidRPr="00060B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1 рік</w:t>
      </w:r>
    </w:p>
    <w:p w:rsidR="00DA5DEC" w:rsidRDefault="00DA5DEC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DA5DEC" w:rsidRPr="004E6A74" w:rsidRDefault="00DA5DEC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DA5DEC" w:rsidRDefault="00DA5DEC" w:rsidP="00060B25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статті 26 Закону України «Про місцеве самоврядування в Україні», статі 10 Закону України «Про благоустрій населених пунктів» та наказу Державного комітету України з питань житлово-комунального господарства від 23 вересня 2003 року №154 «Про затвердження порядку проведення ремонту та утримання об’єктів благоустрою населених пунктів», з метою упорядкування, покращення санітарного та екологічного стану Петровецької  сільської ради Чернівецького району Чернівецької області, Петровецька  сільська рада</w:t>
      </w:r>
    </w:p>
    <w:p w:rsidR="00DA5DEC" w:rsidRDefault="00DA5DEC" w:rsidP="00060B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val="uk-UA"/>
        </w:rPr>
      </w:pPr>
    </w:p>
    <w:p w:rsidR="00DA5DEC" w:rsidRDefault="00DA5DEC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</w:t>
      </w:r>
    </w:p>
    <w:p w:rsidR="00DA5DEC" w:rsidRDefault="00DA5DEC" w:rsidP="008B015A">
      <w:pPr>
        <w:jc w:val="center"/>
        <w:rPr>
          <w:b/>
          <w:sz w:val="28"/>
          <w:szCs w:val="28"/>
          <w:lang w:val="uk-UA"/>
        </w:rPr>
      </w:pPr>
    </w:p>
    <w:p w:rsidR="00DA5DEC" w:rsidRDefault="00DA5DEC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пункту 8 та підпункту 8.1. Програми благоустрою Петровецької сільської ради Чернівецького району Чернівецької області на 2021 рік (далі Програми) та викласти його у новій редакції:</w:t>
      </w:r>
    </w:p>
    <w:p w:rsidR="00DA5DEC" w:rsidRDefault="00DA5DEC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3969"/>
      </w:tblGrid>
      <w:tr w:rsidR="00DA5DEC" w:rsidRPr="004A098C" w:rsidTr="00060B25">
        <w:tc>
          <w:tcPr>
            <w:tcW w:w="709" w:type="dxa"/>
          </w:tcPr>
          <w:p w:rsidR="00DA5DEC" w:rsidRPr="00060B25" w:rsidRDefault="00DA5DEC" w:rsidP="00060B25">
            <w:pPr>
              <w:numPr>
                <w:ilvl w:val="0"/>
                <w:numId w:val="45"/>
              </w:numPr>
              <w:tabs>
                <w:tab w:val="left" w:pos="0"/>
                <w:tab w:val="left" w:pos="1311"/>
              </w:tabs>
              <w:suppressAutoHyphens/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DA5DEC" w:rsidRDefault="00DA5DE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</w:t>
            </w:r>
          </w:p>
          <w:p w:rsidR="00DA5DEC" w:rsidRDefault="00DA5DE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реалізації Програми, усього,</w:t>
            </w:r>
          </w:p>
          <w:p w:rsidR="00DA5DEC" w:rsidRDefault="00DA5DEC" w:rsidP="00803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3969" w:type="dxa"/>
          </w:tcPr>
          <w:p w:rsidR="00DA5DEC" w:rsidRPr="00D9089C" w:rsidRDefault="00DA5DEC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72</w:t>
            </w:r>
            <w:r w:rsidRPr="00D9089C">
              <w:rPr>
                <w:sz w:val="28"/>
                <w:szCs w:val="28"/>
                <w:lang w:val="uk-UA"/>
              </w:rPr>
              <w:t>0,0 тис.грн.</w:t>
            </w:r>
          </w:p>
        </w:tc>
      </w:tr>
      <w:tr w:rsidR="00DA5DEC" w:rsidRPr="004A098C" w:rsidTr="00060B25">
        <w:tc>
          <w:tcPr>
            <w:tcW w:w="709" w:type="dxa"/>
          </w:tcPr>
          <w:p w:rsidR="00DA5DEC" w:rsidRPr="00060B25" w:rsidRDefault="00DA5DEC" w:rsidP="00803DA9">
            <w:pPr>
              <w:tabs>
                <w:tab w:val="left" w:pos="1311"/>
              </w:tabs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.1.</w:t>
            </w:r>
          </w:p>
        </w:tc>
        <w:tc>
          <w:tcPr>
            <w:tcW w:w="4536" w:type="dxa"/>
          </w:tcPr>
          <w:p w:rsidR="00DA5DEC" w:rsidRDefault="00DA5DE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</w:rPr>
              <w:t>оштів мі</w:t>
            </w:r>
            <w:r>
              <w:rPr>
                <w:sz w:val="28"/>
                <w:szCs w:val="28"/>
                <w:lang w:val="uk-UA"/>
              </w:rPr>
              <w:t>сцевого</w:t>
            </w:r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969" w:type="dxa"/>
          </w:tcPr>
          <w:p w:rsidR="00DA5DEC" w:rsidRPr="00D9089C" w:rsidRDefault="00DA5DEC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72</w:t>
            </w:r>
            <w:r w:rsidRPr="00D9089C">
              <w:rPr>
                <w:sz w:val="28"/>
                <w:szCs w:val="28"/>
                <w:lang w:val="uk-UA"/>
              </w:rPr>
              <w:t>0,0  тис.грн.</w:t>
            </w:r>
          </w:p>
        </w:tc>
      </w:tr>
    </w:tbl>
    <w:p w:rsidR="00DA5DEC" w:rsidRPr="00F916BD" w:rsidRDefault="00DA5DEC" w:rsidP="0045669F">
      <w:pPr>
        <w:ind w:left="696"/>
        <w:rPr>
          <w:sz w:val="28"/>
          <w:szCs w:val="28"/>
          <w:lang w:val="uk-UA"/>
        </w:rPr>
      </w:pPr>
    </w:p>
    <w:p w:rsidR="00DA5DEC" w:rsidRDefault="00DA5DEC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3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DA5DEC" w:rsidRDefault="00DA5DEC" w:rsidP="00C50255">
      <w:pPr>
        <w:jc w:val="center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</w:p>
    <w:p w:rsidR="00DA5DEC" w:rsidRDefault="00DA5DEC" w:rsidP="00060B2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Обгрунтування шляхів і засобів розв’язання проблеми, обсяг та джерела фінансування, строки та етапи виконання</w:t>
      </w:r>
    </w:p>
    <w:p w:rsidR="00DA5DEC" w:rsidRDefault="00DA5DEC" w:rsidP="00060B25">
      <w:pPr>
        <w:ind w:firstLine="709"/>
        <w:jc w:val="both"/>
        <w:rPr>
          <w:sz w:val="28"/>
          <w:szCs w:val="28"/>
          <w:lang w:val="uk-UA"/>
        </w:rPr>
      </w:pPr>
    </w:p>
    <w:p w:rsidR="00DA5DEC" w:rsidRDefault="00DA5DEC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заходів, передбачених Програмою, здійснюватиметься в Порядку, визначеному нормативно-правовими актами за рахунок коштів сільського  бюджету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розмірі 72</w:t>
      </w:r>
      <w:r w:rsidRPr="00D9089C">
        <w:rPr>
          <w:sz w:val="28"/>
          <w:szCs w:val="28"/>
          <w:lang w:val="uk-UA"/>
        </w:rPr>
        <w:t>0,0 тис.грн.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</w:rPr>
        <w:t xml:space="preserve">джерел, не заборонених законодавством </w:t>
      </w:r>
      <w:r w:rsidRPr="002C5162">
        <w:rPr>
          <w:sz w:val="28"/>
          <w:szCs w:val="28"/>
          <w:lang w:val="uk-UA"/>
        </w:rPr>
        <w:t>(додаток 2).</w:t>
      </w:r>
      <w:r>
        <w:rPr>
          <w:sz w:val="28"/>
          <w:szCs w:val="28"/>
          <w:lang w:val="uk-UA"/>
        </w:rPr>
        <w:t xml:space="preserve"> </w:t>
      </w:r>
    </w:p>
    <w:p w:rsidR="00DA5DEC" w:rsidRDefault="00DA5DEC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заходи Програми передбачені до реалізації протягом 2021 року.</w:t>
      </w:r>
    </w:p>
    <w:p w:rsidR="00DA5DEC" w:rsidRPr="00C50255" w:rsidRDefault="00DA5DEC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DA5DEC" w:rsidRDefault="00DA5DEC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</w:t>
      </w:r>
      <w:r>
        <w:rPr>
          <w:rFonts w:ascii="Times New Roman" w:hAnsi="Times New Roman"/>
          <w:sz w:val="28"/>
        </w:rPr>
        <w:t xml:space="preserve"> Внести зміни у додаток 2 до рішення ІІІ сесії сільської ради VІІІ скликання від 04.12.2020 року №23-3/2020 «Про затвердження програми благоустрою </w:t>
      </w:r>
      <w:r w:rsidRPr="00E5231C">
        <w:rPr>
          <w:rFonts w:ascii="Times New Roman" w:hAnsi="Times New Roman"/>
          <w:sz w:val="28"/>
          <w:szCs w:val="28"/>
        </w:rPr>
        <w:t>Петровецької сільської ради Чернівецького району Чернівецької області на 2021 рік</w:t>
      </w:r>
      <w:r>
        <w:rPr>
          <w:rFonts w:ascii="Times New Roman" w:hAnsi="Times New Roman"/>
          <w:sz w:val="28"/>
        </w:rPr>
        <w:t>» згідно з додатком 1 до цього рішення.</w:t>
      </w:r>
    </w:p>
    <w:p w:rsidR="00DA5DEC" w:rsidRDefault="00DA5DEC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DA5DEC" w:rsidRPr="00C50255" w:rsidRDefault="00DA5DEC" w:rsidP="008B015A">
      <w:pPr>
        <w:pStyle w:val="NoSpacing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 </w:t>
      </w:r>
      <w:r w:rsidRPr="00E5231C">
        <w:rPr>
          <w:rFonts w:ascii="Times New Roman" w:hAnsi="Times New Roman"/>
          <w:sz w:val="28"/>
          <w:szCs w:val="28"/>
        </w:rPr>
        <w:t>Фінансовому відділу проводити фінансування програми в межах затверджених асигнувань в бюджеті на 2021 рік</w:t>
      </w:r>
      <w:r>
        <w:rPr>
          <w:rFonts w:ascii="Times New Roman" w:hAnsi="Times New Roman"/>
          <w:sz w:val="28"/>
          <w:szCs w:val="28"/>
        </w:rPr>
        <w:t>.</w:t>
      </w:r>
    </w:p>
    <w:p w:rsidR="00DA5DEC" w:rsidRPr="00C50255" w:rsidRDefault="00DA5DEC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DA5DEC" w:rsidRPr="00332F11" w:rsidRDefault="00DA5DEC" w:rsidP="00E5231C">
      <w:pPr>
        <w:pStyle w:val="BodyText"/>
        <w:tabs>
          <w:tab w:val="left" w:pos="72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5</w:t>
      </w:r>
      <w:r w:rsidRPr="00C50255">
        <w:rPr>
          <w:sz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 w:rsidRPr="00332F11">
        <w:rPr>
          <w:sz w:val="28"/>
          <w:szCs w:val="28"/>
        </w:rPr>
        <w:t xml:space="preserve">постійну комісію з питань </w:t>
      </w:r>
      <w:r w:rsidRPr="00332F11">
        <w:rPr>
          <w:sz w:val="28"/>
          <w:szCs w:val="28"/>
          <w:lang w:val="uk-UA"/>
        </w:rPr>
        <w:t>земельних відносин, будівництва, агропромислового комплексу та охорони навколишнього середовища</w:t>
      </w:r>
      <w:r>
        <w:rPr>
          <w:sz w:val="28"/>
          <w:szCs w:val="28"/>
          <w:lang w:val="uk-UA"/>
        </w:rPr>
        <w:t xml:space="preserve"> (Драгуш УРСУЛЯН).</w:t>
      </w:r>
    </w:p>
    <w:p w:rsidR="00DA5DEC" w:rsidRPr="00E5231C" w:rsidRDefault="00DA5DEC" w:rsidP="00055674">
      <w:pPr>
        <w:jc w:val="both"/>
        <w:rPr>
          <w:sz w:val="28"/>
          <w:szCs w:val="28"/>
        </w:rPr>
      </w:pPr>
    </w:p>
    <w:p w:rsidR="00DA5DEC" w:rsidRDefault="00DA5DEC" w:rsidP="004A098C">
      <w:pPr>
        <w:rPr>
          <w:sz w:val="28"/>
          <w:szCs w:val="28"/>
          <w:lang w:val="uk-UA"/>
        </w:rPr>
      </w:pPr>
    </w:p>
    <w:p w:rsidR="00DA5DEC" w:rsidRPr="000B4342" w:rsidRDefault="00DA5DEC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DA5DEC" w:rsidRPr="00676D8A" w:rsidRDefault="00DA5DEC" w:rsidP="008B015A">
      <w:pPr>
        <w:widowControl w:val="0"/>
        <w:jc w:val="both"/>
        <w:rPr>
          <w:bCs/>
          <w:sz w:val="28"/>
          <w:szCs w:val="28"/>
        </w:rPr>
      </w:pPr>
    </w:p>
    <w:p w:rsidR="00DA5DEC" w:rsidRDefault="00DA5DEC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DA5DEC" w:rsidRDefault="00DA5DEC">
      <w:pPr>
        <w:rPr>
          <w:lang w:val="uk-UA"/>
        </w:rPr>
      </w:pPr>
    </w:p>
    <w:p w:rsidR="00DA5DEC" w:rsidRPr="004650AA" w:rsidRDefault="00DA5DEC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Default="00DA5DEC">
      <w:pPr>
        <w:rPr>
          <w:lang w:val="uk-UA"/>
        </w:rPr>
      </w:pPr>
    </w:p>
    <w:p w:rsidR="00DA5DEC" w:rsidRPr="008C5A8C" w:rsidRDefault="00DA5DEC" w:rsidP="00E5231C">
      <w:pPr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Додаток 1</w:t>
      </w:r>
      <w:r w:rsidRPr="008C5A8C">
        <w:rPr>
          <w:b/>
          <w:bCs/>
          <w:color w:val="1D1B11"/>
          <w:lang w:val="uk-UA"/>
        </w:rPr>
        <w:t xml:space="preserve">                                                                                                              </w:t>
      </w:r>
      <w:r w:rsidRPr="008C5A8C">
        <w:rPr>
          <w:b/>
          <w:bCs/>
          <w:lang w:val="uk-UA"/>
        </w:rPr>
        <w:tab/>
        <w:t xml:space="preserve">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8C5A8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               </w:t>
      </w:r>
      <w:r w:rsidRPr="008C5A8C">
        <w:rPr>
          <w:b/>
          <w:bCs/>
          <w:lang w:val="uk-UA"/>
        </w:rPr>
        <w:t xml:space="preserve">до рішення </w:t>
      </w:r>
      <w:r>
        <w:rPr>
          <w:b/>
          <w:bCs/>
          <w:lang w:val="en-US"/>
        </w:rPr>
        <w:t>X</w:t>
      </w:r>
      <w:r>
        <w:rPr>
          <w:b/>
          <w:bCs/>
          <w:lang w:val="uk-UA"/>
        </w:rPr>
        <w:t xml:space="preserve">ІХ </w:t>
      </w:r>
      <w:r w:rsidRPr="008C5A8C">
        <w:rPr>
          <w:b/>
          <w:bCs/>
          <w:lang w:val="uk-UA"/>
        </w:rPr>
        <w:t xml:space="preserve">сесії  </w:t>
      </w:r>
    </w:p>
    <w:p w:rsidR="00DA5DEC" w:rsidRDefault="00DA5DEC" w:rsidP="00E5231C">
      <w:pPr>
        <w:rPr>
          <w:b/>
          <w:bCs/>
          <w:lang w:val="uk-UA"/>
        </w:rPr>
      </w:pPr>
      <w:r w:rsidRPr="008C5A8C"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bCs/>
          <w:lang w:val="uk-UA"/>
        </w:rPr>
        <w:t xml:space="preserve">                            </w:t>
      </w:r>
      <w:r w:rsidRPr="008C5A8C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сільської  </w:t>
      </w:r>
      <w:r w:rsidRPr="008C5A8C">
        <w:rPr>
          <w:b/>
          <w:bCs/>
          <w:lang w:val="uk-UA"/>
        </w:rPr>
        <w:t xml:space="preserve">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ІІІ </w:t>
      </w:r>
      <w:r w:rsidRPr="008C5A8C">
        <w:rPr>
          <w:b/>
          <w:bCs/>
          <w:lang w:val="uk-UA"/>
        </w:rPr>
        <w:t>скликання</w:t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  <w:t xml:space="preserve">   </w:t>
      </w:r>
      <w:r>
        <w:rPr>
          <w:b/>
          <w:bCs/>
          <w:lang w:val="uk-UA"/>
        </w:rPr>
        <w:t xml:space="preserve">                                                       в</w:t>
      </w:r>
      <w:r w:rsidRPr="008C5A8C">
        <w:rPr>
          <w:b/>
          <w:bCs/>
          <w:lang w:val="uk-UA"/>
        </w:rPr>
        <w:t xml:space="preserve">ід </w:t>
      </w:r>
      <w:r>
        <w:rPr>
          <w:b/>
          <w:bCs/>
          <w:lang w:val="uk-UA"/>
        </w:rPr>
        <w:softHyphen/>
      </w:r>
      <w:r>
        <w:rPr>
          <w:b/>
          <w:bCs/>
          <w:lang w:val="uk-UA"/>
        </w:rPr>
        <w:softHyphen/>
        <w:t>29</w:t>
      </w:r>
      <w:r w:rsidRPr="008C5A8C">
        <w:rPr>
          <w:b/>
          <w:bCs/>
          <w:lang w:val="uk-UA"/>
        </w:rPr>
        <w:t>.</w:t>
      </w:r>
      <w:r>
        <w:rPr>
          <w:b/>
          <w:bCs/>
          <w:lang w:val="uk-UA"/>
        </w:rPr>
        <w:t>10</w:t>
      </w:r>
      <w:r w:rsidRPr="008C5A8C">
        <w:rPr>
          <w:b/>
          <w:bCs/>
          <w:lang w:val="uk-UA"/>
        </w:rPr>
        <w:t>.20</w:t>
      </w:r>
      <w:r>
        <w:rPr>
          <w:b/>
          <w:bCs/>
          <w:lang w:val="uk-UA"/>
        </w:rPr>
        <w:t>21</w:t>
      </w:r>
      <w:r w:rsidRPr="008C5A8C">
        <w:rPr>
          <w:b/>
          <w:bCs/>
          <w:lang w:val="uk-UA"/>
        </w:rPr>
        <w:t xml:space="preserve">р. № </w:t>
      </w:r>
      <w:r>
        <w:rPr>
          <w:b/>
          <w:bCs/>
          <w:lang w:val="uk-UA"/>
        </w:rPr>
        <w:t xml:space="preserve">355-19/2021  </w:t>
      </w:r>
    </w:p>
    <w:p w:rsidR="00DA5DEC" w:rsidRDefault="00DA5DEC" w:rsidP="00E5231C">
      <w:pPr>
        <w:spacing w:line="276" w:lineRule="auto"/>
        <w:rPr>
          <w:b/>
          <w:lang w:val="uk-UA"/>
        </w:rPr>
      </w:pPr>
    </w:p>
    <w:p w:rsidR="00DA5DEC" w:rsidRDefault="00DA5DEC" w:rsidP="00E5231C">
      <w:pPr>
        <w:spacing w:line="276" w:lineRule="auto"/>
        <w:jc w:val="center"/>
        <w:rPr>
          <w:b/>
          <w:lang w:val="uk-UA"/>
        </w:rPr>
      </w:pPr>
    </w:p>
    <w:p w:rsidR="00DA5DEC" w:rsidRDefault="00DA5DEC" w:rsidP="00E5231C">
      <w:pPr>
        <w:spacing w:line="276" w:lineRule="auto"/>
        <w:jc w:val="center"/>
        <w:rPr>
          <w:b/>
          <w:lang w:val="uk-UA"/>
        </w:rPr>
      </w:pP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</w:t>
      </w: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Петровецької сільської ради </w:t>
      </w: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DA5DEC" w:rsidRDefault="00DA5DE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DA5DEC" w:rsidRDefault="00DA5DEC" w:rsidP="00E5231C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508" w:type="dxa"/>
        <w:tblLayout w:type="fixed"/>
        <w:tblLook w:val="0000"/>
      </w:tblPr>
      <w:tblGrid>
        <w:gridCol w:w="3550"/>
        <w:gridCol w:w="3695"/>
      </w:tblGrid>
      <w:tr w:rsidR="00DA5DEC" w:rsidTr="00803DA9">
        <w:trPr>
          <w:trHeight w:val="1120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Усього витрат на виконання програми (тис.грн.)</w:t>
            </w:r>
          </w:p>
        </w:tc>
      </w:tr>
      <w:tr w:rsidR="00DA5DE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DA5DE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EC" w:rsidRPr="002C5162" w:rsidRDefault="00DA5DE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720,0</w:t>
            </w:r>
          </w:p>
        </w:tc>
      </w:tr>
      <w:tr w:rsidR="00DA5DE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5DEC" w:rsidRDefault="00DA5DE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DEC" w:rsidRPr="002C5162" w:rsidRDefault="00DA5DE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720,0</w:t>
            </w:r>
          </w:p>
        </w:tc>
      </w:tr>
    </w:tbl>
    <w:p w:rsidR="00DA5DEC" w:rsidRDefault="00DA5DEC" w:rsidP="00E5231C">
      <w:pPr>
        <w:jc w:val="center"/>
        <w:rPr>
          <w:sz w:val="28"/>
          <w:szCs w:val="28"/>
          <w:lang w:val="uk-UA"/>
        </w:rPr>
      </w:pPr>
    </w:p>
    <w:p w:rsidR="00DA5DEC" w:rsidRDefault="00DA5DEC" w:rsidP="00E5231C">
      <w:pPr>
        <w:rPr>
          <w:b/>
          <w:bCs/>
          <w:sz w:val="28"/>
          <w:szCs w:val="28"/>
          <w:lang w:val="uk-UA"/>
        </w:rPr>
      </w:pPr>
    </w:p>
    <w:p w:rsidR="00DA5DEC" w:rsidRDefault="00DA5DEC" w:rsidP="00E5231C">
      <w:pPr>
        <w:rPr>
          <w:b/>
          <w:bCs/>
          <w:sz w:val="28"/>
          <w:szCs w:val="28"/>
          <w:lang w:val="uk-UA"/>
        </w:rPr>
      </w:pPr>
    </w:p>
    <w:p w:rsidR="00DA5DEC" w:rsidRDefault="00DA5DEC" w:rsidP="00E5231C">
      <w:pPr>
        <w:rPr>
          <w:b/>
          <w:bCs/>
          <w:sz w:val="28"/>
          <w:szCs w:val="28"/>
          <w:lang w:val="uk-UA"/>
        </w:rPr>
      </w:pPr>
    </w:p>
    <w:p w:rsidR="00DA5DEC" w:rsidRPr="000E2F25" w:rsidRDefault="00DA5DEC" w:rsidP="00E5231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>Секретар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  <w:r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  <w:lang w:val="uk-UA"/>
        </w:rPr>
        <w:t>Людмила ВЛАДЯН</w:t>
      </w:r>
    </w:p>
    <w:p w:rsidR="00DA5DEC" w:rsidRDefault="00DA5DEC" w:rsidP="00E5231C">
      <w:pPr>
        <w:rPr>
          <w:sz w:val="28"/>
          <w:szCs w:val="28"/>
          <w:lang w:val="uk-UA"/>
        </w:rPr>
      </w:pPr>
    </w:p>
    <w:p w:rsidR="00DA5DEC" w:rsidRPr="000C36A1" w:rsidRDefault="00DA5DEC">
      <w:pPr>
        <w:rPr>
          <w:lang w:val="uk-UA"/>
        </w:rPr>
      </w:pPr>
    </w:p>
    <w:sectPr w:rsidR="00DA5DEC" w:rsidRPr="000C36A1" w:rsidSect="005B20C9">
      <w:headerReference w:type="even" r:id="rId9"/>
      <w:pgSz w:w="11906" w:h="16838" w:code="9"/>
      <w:pgMar w:top="0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DEC" w:rsidRDefault="00DA5DEC">
      <w:r>
        <w:separator/>
      </w:r>
    </w:p>
  </w:endnote>
  <w:endnote w:type="continuationSeparator" w:id="0">
    <w:p w:rsidR="00DA5DEC" w:rsidRDefault="00DA5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DEC" w:rsidRDefault="00DA5DEC">
      <w:r>
        <w:separator/>
      </w:r>
    </w:p>
  </w:footnote>
  <w:footnote w:type="continuationSeparator" w:id="0">
    <w:p w:rsidR="00DA5DEC" w:rsidRDefault="00DA5D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DEC" w:rsidRDefault="00DA5DEC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5DEC" w:rsidRDefault="00DA5D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8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9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33"/>
  </w:num>
  <w:num w:numId="5">
    <w:abstractNumId w:val="37"/>
  </w:num>
  <w:num w:numId="6">
    <w:abstractNumId w:val="2"/>
  </w:num>
  <w:num w:numId="7">
    <w:abstractNumId w:val="6"/>
  </w:num>
  <w:num w:numId="8">
    <w:abstractNumId w:val="4"/>
  </w:num>
  <w:num w:numId="9">
    <w:abstractNumId w:val="29"/>
  </w:num>
  <w:num w:numId="10">
    <w:abstractNumId w:val="35"/>
  </w:num>
  <w:num w:numId="11">
    <w:abstractNumId w:val="43"/>
  </w:num>
  <w:num w:numId="12">
    <w:abstractNumId w:val="45"/>
  </w:num>
  <w:num w:numId="13">
    <w:abstractNumId w:val="22"/>
  </w:num>
  <w:num w:numId="14">
    <w:abstractNumId w:val="36"/>
  </w:num>
  <w:num w:numId="15">
    <w:abstractNumId w:val="41"/>
  </w:num>
  <w:num w:numId="16">
    <w:abstractNumId w:val="11"/>
  </w:num>
  <w:num w:numId="17">
    <w:abstractNumId w:val="23"/>
  </w:num>
  <w:num w:numId="18">
    <w:abstractNumId w:val="42"/>
  </w:num>
  <w:num w:numId="19">
    <w:abstractNumId w:val="19"/>
  </w:num>
  <w:num w:numId="20">
    <w:abstractNumId w:val="7"/>
  </w:num>
  <w:num w:numId="21">
    <w:abstractNumId w:val="25"/>
  </w:num>
  <w:num w:numId="22">
    <w:abstractNumId w:val="20"/>
  </w:num>
  <w:num w:numId="23">
    <w:abstractNumId w:val="12"/>
  </w:num>
  <w:num w:numId="24">
    <w:abstractNumId w:val="32"/>
  </w:num>
  <w:num w:numId="25">
    <w:abstractNumId w:val="13"/>
  </w:num>
  <w:num w:numId="26">
    <w:abstractNumId w:val="30"/>
  </w:num>
  <w:num w:numId="27">
    <w:abstractNumId w:val="31"/>
  </w:num>
  <w:num w:numId="28">
    <w:abstractNumId w:val="26"/>
  </w:num>
  <w:num w:numId="29">
    <w:abstractNumId w:val="8"/>
  </w:num>
  <w:num w:numId="30">
    <w:abstractNumId w:val="34"/>
  </w:num>
  <w:num w:numId="31">
    <w:abstractNumId w:val="9"/>
  </w:num>
  <w:num w:numId="32">
    <w:abstractNumId w:val="5"/>
  </w:num>
  <w:num w:numId="33">
    <w:abstractNumId w:val="27"/>
  </w:num>
  <w:num w:numId="34">
    <w:abstractNumId w:val="24"/>
  </w:num>
  <w:num w:numId="35">
    <w:abstractNumId w:val="39"/>
  </w:num>
  <w:num w:numId="36">
    <w:abstractNumId w:val="10"/>
  </w:num>
  <w:num w:numId="37">
    <w:abstractNumId w:val="28"/>
  </w:num>
  <w:num w:numId="38">
    <w:abstractNumId w:val="40"/>
  </w:num>
  <w:num w:numId="39">
    <w:abstractNumId w:val="16"/>
  </w:num>
  <w:num w:numId="40">
    <w:abstractNumId w:val="15"/>
  </w:num>
  <w:num w:numId="41">
    <w:abstractNumId w:val="21"/>
  </w:num>
  <w:num w:numId="42">
    <w:abstractNumId w:val="44"/>
  </w:num>
  <w:num w:numId="43">
    <w:abstractNumId w:val="17"/>
  </w:num>
  <w:num w:numId="44">
    <w:abstractNumId w:val="38"/>
  </w:num>
  <w:num w:numId="45">
    <w:abstractNumId w:val="0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41DC0"/>
    <w:rsid w:val="00042AA7"/>
    <w:rsid w:val="000449FA"/>
    <w:rsid w:val="00051E8A"/>
    <w:rsid w:val="00053EF3"/>
    <w:rsid w:val="000545C9"/>
    <w:rsid w:val="00055674"/>
    <w:rsid w:val="00060B25"/>
    <w:rsid w:val="00064A4C"/>
    <w:rsid w:val="00075A7A"/>
    <w:rsid w:val="000801BA"/>
    <w:rsid w:val="0008068D"/>
    <w:rsid w:val="00086054"/>
    <w:rsid w:val="000A27FC"/>
    <w:rsid w:val="000A2B74"/>
    <w:rsid w:val="000B115B"/>
    <w:rsid w:val="000B4342"/>
    <w:rsid w:val="000C36A1"/>
    <w:rsid w:val="000C7C6D"/>
    <w:rsid w:val="000D2848"/>
    <w:rsid w:val="000D6116"/>
    <w:rsid w:val="000E2F25"/>
    <w:rsid w:val="000E7D29"/>
    <w:rsid w:val="00102EE3"/>
    <w:rsid w:val="00112A45"/>
    <w:rsid w:val="00116FFD"/>
    <w:rsid w:val="00121553"/>
    <w:rsid w:val="0012226F"/>
    <w:rsid w:val="00122F76"/>
    <w:rsid w:val="00125D22"/>
    <w:rsid w:val="00126330"/>
    <w:rsid w:val="00126D12"/>
    <w:rsid w:val="0013212A"/>
    <w:rsid w:val="00145545"/>
    <w:rsid w:val="00157205"/>
    <w:rsid w:val="00160708"/>
    <w:rsid w:val="00173E07"/>
    <w:rsid w:val="00186F7D"/>
    <w:rsid w:val="001A0F73"/>
    <w:rsid w:val="001A22B4"/>
    <w:rsid w:val="001D0445"/>
    <w:rsid w:val="001D5846"/>
    <w:rsid w:val="001E6562"/>
    <w:rsid w:val="001E75C7"/>
    <w:rsid w:val="001F5E8A"/>
    <w:rsid w:val="002013EF"/>
    <w:rsid w:val="00245B97"/>
    <w:rsid w:val="002562ED"/>
    <w:rsid w:val="002A0884"/>
    <w:rsid w:val="002A4D47"/>
    <w:rsid w:val="002B5B12"/>
    <w:rsid w:val="002B6C01"/>
    <w:rsid w:val="002B7BB9"/>
    <w:rsid w:val="002C21DD"/>
    <w:rsid w:val="002C25E7"/>
    <w:rsid w:val="002C4389"/>
    <w:rsid w:val="002C5162"/>
    <w:rsid w:val="002F4D06"/>
    <w:rsid w:val="002F755F"/>
    <w:rsid w:val="00300DBC"/>
    <w:rsid w:val="00303358"/>
    <w:rsid w:val="0030395C"/>
    <w:rsid w:val="00306A00"/>
    <w:rsid w:val="00321E0F"/>
    <w:rsid w:val="00327F0C"/>
    <w:rsid w:val="00332F11"/>
    <w:rsid w:val="00347440"/>
    <w:rsid w:val="00355BC0"/>
    <w:rsid w:val="0037035E"/>
    <w:rsid w:val="003940FB"/>
    <w:rsid w:val="00395104"/>
    <w:rsid w:val="003960D8"/>
    <w:rsid w:val="003A4259"/>
    <w:rsid w:val="003A6013"/>
    <w:rsid w:val="003A6E47"/>
    <w:rsid w:val="003B2370"/>
    <w:rsid w:val="003B3667"/>
    <w:rsid w:val="003B5CA5"/>
    <w:rsid w:val="003D25ED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65C12"/>
    <w:rsid w:val="00474B82"/>
    <w:rsid w:val="00484BCD"/>
    <w:rsid w:val="00496ED7"/>
    <w:rsid w:val="004A098C"/>
    <w:rsid w:val="004A4F28"/>
    <w:rsid w:val="004B2550"/>
    <w:rsid w:val="004B6765"/>
    <w:rsid w:val="004D1306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6122E"/>
    <w:rsid w:val="00565E86"/>
    <w:rsid w:val="00594DA0"/>
    <w:rsid w:val="00597A62"/>
    <w:rsid w:val="005A235F"/>
    <w:rsid w:val="005A6C14"/>
    <w:rsid w:val="005B20C9"/>
    <w:rsid w:val="005D33F7"/>
    <w:rsid w:val="005D3AB4"/>
    <w:rsid w:val="005D7DBB"/>
    <w:rsid w:val="005E5DA8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EA3"/>
    <w:rsid w:val="006A1F91"/>
    <w:rsid w:val="006B42C2"/>
    <w:rsid w:val="006B662C"/>
    <w:rsid w:val="006C6CA8"/>
    <w:rsid w:val="006D33E6"/>
    <w:rsid w:val="006D5A8B"/>
    <w:rsid w:val="006E6537"/>
    <w:rsid w:val="00727BF8"/>
    <w:rsid w:val="00731B6C"/>
    <w:rsid w:val="00734A6A"/>
    <w:rsid w:val="00740BA7"/>
    <w:rsid w:val="007624BD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2572"/>
    <w:rsid w:val="007F3C75"/>
    <w:rsid w:val="007F5734"/>
    <w:rsid w:val="0080068E"/>
    <w:rsid w:val="008030B0"/>
    <w:rsid w:val="00803DA9"/>
    <w:rsid w:val="00806D66"/>
    <w:rsid w:val="00810A97"/>
    <w:rsid w:val="00810CF9"/>
    <w:rsid w:val="00816663"/>
    <w:rsid w:val="0081798C"/>
    <w:rsid w:val="00823900"/>
    <w:rsid w:val="00826240"/>
    <w:rsid w:val="00827F24"/>
    <w:rsid w:val="00842515"/>
    <w:rsid w:val="008466A4"/>
    <w:rsid w:val="0084793B"/>
    <w:rsid w:val="008538C1"/>
    <w:rsid w:val="00870913"/>
    <w:rsid w:val="00873575"/>
    <w:rsid w:val="0088057F"/>
    <w:rsid w:val="0088424D"/>
    <w:rsid w:val="00893861"/>
    <w:rsid w:val="008B015A"/>
    <w:rsid w:val="008B1D34"/>
    <w:rsid w:val="008B5954"/>
    <w:rsid w:val="008C11E6"/>
    <w:rsid w:val="008C5A8C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35CFD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C7FA8"/>
    <w:rsid w:val="00AD252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51CD"/>
    <w:rsid w:val="00B761C0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C6401"/>
    <w:rsid w:val="00BD38B9"/>
    <w:rsid w:val="00BD5D4F"/>
    <w:rsid w:val="00BE4EBD"/>
    <w:rsid w:val="00BE4ECB"/>
    <w:rsid w:val="00BE73A7"/>
    <w:rsid w:val="00BF30D7"/>
    <w:rsid w:val="00BF525D"/>
    <w:rsid w:val="00BF5E54"/>
    <w:rsid w:val="00C07049"/>
    <w:rsid w:val="00C07160"/>
    <w:rsid w:val="00C1665E"/>
    <w:rsid w:val="00C26B75"/>
    <w:rsid w:val="00C3059B"/>
    <w:rsid w:val="00C408DE"/>
    <w:rsid w:val="00C50255"/>
    <w:rsid w:val="00C5390E"/>
    <w:rsid w:val="00C53E49"/>
    <w:rsid w:val="00C54636"/>
    <w:rsid w:val="00C55644"/>
    <w:rsid w:val="00C558E6"/>
    <w:rsid w:val="00C5780B"/>
    <w:rsid w:val="00C57C62"/>
    <w:rsid w:val="00C76E15"/>
    <w:rsid w:val="00C97B90"/>
    <w:rsid w:val="00CC1A20"/>
    <w:rsid w:val="00CC37BF"/>
    <w:rsid w:val="00CD1D4E"/>
    <w:rsid w:val="00CD4902"/>
    <w:rsid w:val="00CE38CD"/>
    <w:rsid w:val="00CE4F48"/>
    <w:rsid w:val="00CE71B8"/>
    <w:rsid w:val="00CF40AE"/>
    <w:rsid w:val="00D03AA5"/>
    <w:rsid w:val="00D04A7B"/>
    <w:rsid w:val="00D30F90"/>
    <w:rsid w:val="00D37579"/>
    <w:rsid w:val="00D408FC"/>
    <w:rsid w:val="00D41111"/>
    <w:rsid w:val="00D42640"/>
    <w:rsid w:val="00D43DA7"/>
    <w:rsid w:val="00D47E25"/>
    <w:rsid w:val="00D56139"/>
    <w:rsid w:val="00D642F9"/>
    <w:rsid w:val="00D9089C"/>
    <w:rsid w:val="00D94BDF"/>
    <w:rsid w:val="00D9528F"/>
    <w:rsid w:val="00DA5DEC"/>
    <w:rsid w:val="00DB06BC"/>
    <w:rsid w:val="00DB4163"/>
    <w:rsid w:val="00DC33CC"/>
    <w:rsid w:val="00DC40BD"/>
    <w:rsid w:val="00DC7557"/>
    <w:rsid w:val="00DC7C2B"/>
    <w:rsid w:val="00DD405F"/>
    <w:rsid w:val="00DD6E15"/>
    <w:rsid w:val="00DE043B"/>
    <w:rsid w:val="00DF6FD8"/>
    <w:rsid w:val="00E1091E"/>
    <w:rsid w:val="00E11210"/>
    <w:rsid w:val="00E17A6C"/>
    <w:rsid w:val="00E4020D"/>
    <w:rsid w:val="00E40BD0"/>
    <w:rsid w:val="00E43BF7"/>
    <w:rsid w:val="00E5231C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F5C78"/>
    <w:rsid w:val="00F01ABA"/>
    <w:rsid w:val="00F211A5"/>
    <w:rsid w:val="00F24446"/>
    <w:rsid w:val="00F479A6"/>
    <w:rsid w:val="00F57348"/>
    <w:rsid w:val="00F62222"/>
    <w:rsid w:val="00F81491"/>
    <w:rsid w:val="00F916BD"/>
    <w:rsid w:val="00FB02CF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rFonts w:cs="Times New Roman"/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rFonts w:cs="Times New Roman"/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rFonts w:cs="Times New Roman"/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rFonts w:cs="Times New Roman"/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rFonts w:cs="Times New Roman"/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FF595C"/>
    <w:rPr>
      <w:rFonts w:ascii="Tahoma" w:hAnsi="Tahoma"/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rFonts w:cs="Times New Roman"/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 w:cs="Times New Roman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548</Words>
  <Characters>3126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ІО</dc:creator>
  <cp:keywords/>
  <dc:description/>
  <cp:lastModifiedBy>Admin</cp:lastModifiedBy>
  <cp:revision>3</cp:revision>
  <cp:lastPrinted>2021-11-02T06:18:00Z</cp:lastPrinted>
  <dcterms:created xsi:type="dcterms:W3CDTF">2021-10-19T11:49:00Z</dcterms:created>
  <dcterms:modified xsi:type="dcterms:W3CDTF">2021-11-02T06:18:00Z</dcterms:modified>
</cp:coreProperties>
</file>