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9C6" w:rsidRDefault="00DA09C6">
      <w:pPr>
        <w:spacing w:after="0"/>
        <w:jc w:val="center"/>
        <w:rPr>
          <w:sz w:val="28"/>
          <w:szCs w:val="28"/>
        </w:rPr>
      </w:pPr>
      <w:bookmarkStart w:id="0" w:name="_Hlk501533242"/>
      <w:r>
        <w:rPr>
          <w:color w:val="000080"/>
          <w:lang w:val="uk-UA"/>
        </w:rPr>
        <w:t xml:space="preserve"> </w:t>
      </w: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687948238" r:id="rId8"/>
        </w:object>
      </w:r>
      <w:bookmarkEnd w:id="0"/>
    </w:p>
    <w:p w:rsidR="00DA09C6" w:rsidRDefault="00DA09C6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DA09C6" w:rsidRDefault="00DA09C6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DA09C6" w:rsidRDefault="00DA09C6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DA09C6" w:rsidRPr="002C751D" w:rsidRDefault="00DA09C6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ХІ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сесія</w:t>
      </w:r>
      <w:r w:rsidRPr="002C751D">
        <w:rPr>
          <w:b/>
          <w:sz w:val="26"/>
          <w:szCs w:val="26"/>
        </w:rPr>
        <w:t xml:space="preserve"> </w:t>
      </w:r>
      <w:r w:rsidRPr="002C751D">
        <w:rPr>
          <w:b/>
          <w:sz w:val="26"/>
          <w:szCs w:val="26"/>
          <w:lang w:val="en-US"/>
        </w:rPr>
        <w:t>VIII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скликання</w:t>
      </w:r>
    </w:p>
    <w:p w:rsidR="00DA09C6" w:rsidRDefault="00DA09C6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DA09C6" w:rsidRPr="00834B20" w:rsidRDefault="00DA09C6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DA09C6" w:rsidRPr="00446BC4" w:rsidRDefault="00DA09C6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15</w:t>
      </w:r>
      <w:r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липня</w:t>
      </w:r>
      <w:r w:rsidRPr="00834B20">
        <w:rPr>
          <w:spacing w:val="-2"/>
          <w:sz w:val="28"/>
          <w:szCs w:val="28"/>
          <w:lang w:val="uk-UA"/>
        </w:rPr>
        <w:t xml:space="preserve"> 20</w:t>
      </w:r>
      <w:r>
        <w:rPr>
          <w:spacing w:val="-2"/>
          <w:sz w:val="28"/>
          <w:szCs w:val="28"/>
          <w:lang w:val="uk-UA"/>
        </w:rPr>
        <w:t>21</w:t>
      </w:r>
      <w:r w:rsidRPr="00834B20">
        <w:rPr>
          <w:spacing w:val="-2"/>
          <w:sz w:val="28"/>
          <w:szCs w:val="28"/>
          <w:lang w:val="uk-UA"/>
        </w:rPr>
        <w:t xml:space="preserve"> року  </w:t>
      </w:r>
      <w:r>
        <w:rPr>
          <w:spacing w:val="-2"/>
          <w:sz w:val="28"/>
          <w:szCs w:val="28"/>
          <w:lang w:val="uk-UA"/>
        </w:rPr>
        <w:t xml:space="preserve">             </w:t>
      </w:r>
      <w:r w:rsidRPr="00834B20">
        <w:rPr>
          <w:spacing w:val="-2"/>
          <w:sz w:val="28"/>
          <w:szCs w:val="28"/>
          <w:lang w:val="uk-UA"/>
        </w:rPr>
        <w:t xml:space="preserve">          </w:t>
      </w:r>
      <w:r>
        <w:rPr>
          <w:spacing w:val="-2"/>
          <w:sz w:val="28"/>
          <w:szCs w:val="28"/>
          <w:lang w:val="uk-UA"/>
        </w:rPr>
        <w:t xml:space="preserve">      </w:t>
      </w:r>
      <w:r w:rsidRPr="00834B20">
        <w:rPr>
          <w:spacing w:val="-2"/>
          <w:sz w:val="28"/>
          <w:szCs w:val="28"/>
          <w:lang w:val="uk-UA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№ 227-1</w:t>
      </w:r>
      <w:r w:rsidRPr="00186DB6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  <w:lang w:val="uk-UA"/>
        </w:rPr>
        <w:t>/2021</w:t>
      </w:r>
    </w:p>
    <w:p w:rsidR="00DA09C6" w:rsidRDefault="00DA09C6" w:rsidP="007E1CA9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DA09C6" w:rsidRDefault="00DA09C6" w:rsidP="007E1CA9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 громади</w:t>
      </w:r>
    </w:p>
    <w:p w:rsidR="00DA09C6" w:rsidRDefault="00DA09C6" w:rsidP="00446BC4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2021 рік</w:t>
      </w:r>
    </w:p>
    <w:p w:rsidR="00DA09C6" w:rsidRDefault="00DA09C6" w:rsidP="003B2DCA">
      <w:pPr>
        <w:widowControl w:val="0"/>
        <w:tabs>
          <w:tab w:val="left" w:pos="8292"/>
          <w:tab w:val="left" w:pos="8363"/>
        </w:tabs>
        <w:spacing w:after="0" w:line="240" w:lineRule="auto"/>
        <w:jc w:val="center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DA09C6" w:rsidRDefault="00DA09C6" w:rsidP="003B2DCA">
      <w:pPr>
        <w:widowControl w:val="0"/>
        <w:tabs>
          <w:tab w:val="left" w:pos="8292"/>
          <w:tab w:val="left" w:pos="8363"/>
        </w:tabs>
        <w:spacing w:after="0" w:line="240" w:lineRule="auto"/>
        <w:jc w:val="center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DA09C6" w:rsidRDefault="00DA09C6">
      <w:pPr>
        <w:pStyle w:val="BodyTextIndent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09C6" w:rsidRDefault="00DA09C6" w:rsidP="00B9119E">
      <w:pPr>
        <w:pStyle w:val="BodyTextIndent"/>
        <w:widowControl w:val="0"/>
        <w:spacing w:after="0"/>
        <w:ind w:firstLineChars="214" w:firstLine="31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Бюджетним кодексом України, пунктом </w:t>
      </w:r>
      <w:r>
        <w:rPr>
          <w:rFonts w:ascii="Times New Roman" w:hAnsi="Times New Roman"/>
          <w:sz w:val="28"/>
          <w:szCs w:val="28"/>
          <w:lang w:val="ru-RU"/>
        </w:rPr>
        <w:t>23</w:t>
      </w:r>
      <w:r>
        <w:rPr>
          <w:rFonts w:ascii="Times New Roman" w:hAnsi="Times New Roman"/>
          <w:sz w:val="28"/>
          <w:szCs w:val="28"/>
        </w:rPr>
        <w:t xml:space="preserve"> частини 1 статті 26 і статтею 61 Закону України «Про місцеве самоврядування в Україні», рішенням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сесії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7E1C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скликання сільської ради №30-4/2020 від 23 грудня 2020 року «Про місцевий бюджет Петровецької сільської</w:t>
      </w:r>
      <w:r w:rsidRPr="00FD37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територіальної громади на 2021 рік»,  Петровецька сільська рада</w:t>
      </w:r>
    </w:p>
    <w:p w:rsidR="00DA09C6" w:rsidRDefault="00DA09C6" w:rsidP="00B9119E">
      <w:pPr>
        <w:pStyle w:val="BodyTextIndent"/>
        <w:widowControl w:val="0"/>
        <w:spacing w:after="0"/>
        <w:ind w:firstLineChars="214" w:firstLine="31680"/>
        <w:jc w:val="both"/>
        <w:rPr>
          <w:rFonts w:ascii="Times New Roman" w:hAnsi="Times New Roman"/>
          <w:sz w:val="28"/>
          <w:szCs w:val="28"/>
        </w:rPr>
      </w:pPr>
    </w:p>
    <w:p w:rsidR="00DA09C6" w:rsidRDefault="00DA09C6" w:rsidP="00B9119E">
      <w:pPr>
        <w:pStyle w:val="BodyTextIndent"/>
        <w:widowControl w:val="0"/>
        <w:spacing w:after="0" w:line="240" w:lineRule="auto"/>
        <w:ind w:firstLineChars="214" w:firstLine="31680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DA09C6" w:rsidRPr="007B6B22" w:rsidRDefault="00DA09C6" w:rsidP="00B9119E">
      <w:pPr>
        <w:pStyle w:val="BodyTextIndent"/>
        <w:widowControl w:val="0"/>
        <w:spacing w:after="0" w:line="240" w:lineRule="auto"/>
        <w:ind w:firstLineChars="214" w:firstLine="31680"/>
        <w:rPr>
          <w:rFonts w:ascii="Times New Roman" w:hAnsi="Times New Roman"/>
          <w:b/>
          <w:sz w:val="28"/>
        </w:rPr>
      </w:pPr>
    </w:p>
    <w:p w:rsidR="00DA09C6" w:rsidRPr="00FB3704" w:rsidRDefault="00DA09C6" w:rsidP="008C2FD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 w:rsidRPr="00482343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1. Внести зміни  у додаток  № 1</w:t>
      </w:r>
      <w:r w:rsidRPr="00482343"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Доходи</w:t>
      </w:r>
      <w:r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Pr="00482343">
        <w:rPr>
          <w:sz w:val="28"/>
          <w:szCs w:val="28"/>
          <w:lang w:val="uk-UA"/>
        </w:rPr>
        <w:t>І</w:t>
      </w:r>
      <w:r w:rsidRPr="00482343">
        <w:rPr>
          <w:sz w:val="28"/>
          <w:szCs w:val="28"/>
          <w:lang w:val="en-US"/>
        </w:rPr>
        <w:t>V</w:t>
      </w:r>
      <w:r w:rsidRPr="00482343">
        <w:rPr>
          <w:sz w:val="28"/>
          <w:szCs w:val="28"/>
          <w:lang w:val="uk-UA"/>
        </w:rPr>
        <w:t xml:space="preserve"> сесії </w:t>
      </w:r>
      <w:r w:rsidRPr="00482343">
        <w:rPr>
          <w:sz w:val="28"/>
          <w:szCs w:val="28"/>
          <w:lang w:val="en-US"/>
        </w:rPr>
        <w:t>VIII</w:t>
      </w:r>
      <w:r w:rsidRPr="00482343">
        <w:rPr>
          <w:sz w:val="28"/>
          <w:szCs w:val="28"/>
          <w:lang w:val="uk-UA"/>
        </w:rPr>
        <w:t xml:space="preserve"> скликання сільської ради </w:t>
      </w:r>
      <w:r w:rsidRPr="00482343">
        <w:rPr>
          <w:bCs/>
          <w:sz w:val="28"/>
          <w:szCs w:val="28"/>
          <w:lang w:val="uk-UA"/>
        </w:rPr>
        <w:t>№30-4/2020  від 23.12.2020 року</w:t>
      </w:r>
      <w:r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DA09C6" w:rsidRDefault="00DA09C6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2. </w:t>
      </w:r>
      <w:r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DA09C6" w:rsidRDefault="00DA09C6" w:rsidP="008C2FD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3. Внести зміни  у додаток  № 4 «</w:t>
      </w:r>
      <w:r w:rsidRPr="008C2FD0">
        <w:rPr>
          <w:bCs/>
          <w:sz w:val="28"/>
          <w:szCs w:val="28"/>
          <w:lang w:val="uk-UA"/>
        </w:rPr>
        <w:t>Міжбюджетні трансферти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3 до цього рішення.</w:t>
      </w:r>
    </w:p>
    <w:p w:rsidR="00DA09C6" w:rsidRDefault="00DA09C6" w:rsidP="00FB3704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4. Внести зміни  у додаток  № 6 «</w:t>
      </w:r>
      <w:r w:rsidRPr="00210943">
        <w:rPr>
          <w:bCs/>
          <w:sz w:val="28"/>
          <w:szCs w:val="28"/>
          <w:lang w:val="uk-UA"/>
        </w:rPr>
        <w:t>Розподіл  витрат сільського бюджету на реалізацію місцевих/регіональних програм у 2021 році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 до цього рішення.</w:t>
      </w:r>
    </w:p>
    <w:p w:rsidR="00DA09C6" w:rsidRDefault="00DA09C6" w:rsidP="00BA4349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5. Додаток 4 «</w:t>
      </w:r>
      <w:r w:rsidRPr="008C2FD0">
        <w:rPr>
          <w:bCs/>
          <w:sz w:val="28"/>
          <w:szCs w:val="28"/>
          <w:lang w:val="uk-UA"/>
        </w:rPr>
        <w:t>Міжбюджетні трансферти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>
        <w:rPr>
          <w:sz w:val="28"/>
          <w:szCs w:val="28"/>
          <w:lang w:val="uk-UA"/>
        </w:rPr>
        <w:t>ХІІ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№147-12/2021 від 10.06.2021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3B2DCA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Pr="003B2DCA">
        <w:rPr>
          <w:sz w:val="28"/>
          <w:szCs w:val="28"/>
          <w:lang w:val="uk-UA"/>
        </w:rPr>
        <w:t xml:space="preserve"> Петровецької </w:t>
      </w:r>
      <w:r>
        <w:rPr>
          <w:sz w:val="28"/>
          <w:szCs w:val="28"/>
          <w:lang w:val="uk-UA"/>
        </w:rPr>
        <w:t xml:space="preserve">сільської </w:t>
      </w:r>
      <w:r w:rsidRPr="003B2DCA">
        <w:rPr>
          <w:sz w:val="28"/>
          <w:szCs w:val="28"/>
          <w:lang w:val="uk-UA"/>
        </w:rPr>
        <w:t>територіальної громади на 2021 рік</w:t>
      </w:r>
      <w:r>
        <w:rPr>
          <w:sz w:val="28"/>
          <w:szCs w:val="28"/>
          <w:lang w:val="uk-UA"/>
        </w:rPr>
        <w:t xml:space="preserve">» викласти у новій редакції </w:t>
      </w:r>
      <w:r>
        <w:rPr>
          <w:bCs/>
          <w:sz w:val="28"/>
          <w:szCs w:val="28"/>
          <w:lang w:val="uk-UA"/>
        </w:rPr>
        <w:t xml:space="preserve"> згідно з додатком 5 до цього рішення.</w:t>
      </w:r>
    </w:p>
    <w:p w:rsidR="00DA09C6" w:rsidRPr="00FB3704" w:rsidRDefault="00DA09C6" w:rsidP="00FB3704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6. Додатки 1-5 та довідка до рішення сесії є невід’ємними частинами цього рішення.</w:t>
      </w:r>
    </w:p>
    <w:p w:rsidR="00DA09C6" w:rsidRDefault="00DA09C6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7. Начальнику фінансового відділу Степану ЧЕПИЗІ внести відповідні зміни до сільського бюджету на 2021 рік.</w:t>
      </w:r>
    </w:p>
    <w:p w:rsidR="00DA09C6" w:rsidRDefault="00DA09C6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DA09C6" w:rsidRDefault="00DA09C6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8. </w:t>
      </w:r>
      <w:r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sz w:val="28"/>
          <w:szCs w:val="28"/>
        </w:rPr>
        <w:t xml:space="preserve">бюджету, </w:t>
      </w:r>
      <w:r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>
        <w:rPr>
          <w:sz w:val="28"/>
          <w:szCs w:val="28"/>
          <w:lang w:val="uk-UA"/>
        </w:rPr>
        <w:t xml:space="preserve"> (Болеслав ГАВЛЮК)</w:t>
      </w:r>
      <w:r w:rsidRPr="00A41523">
        <w:rPr>
          <w:sz w:val="28"/>
          <w:szCs w:val="28"/>
          <w:lang w:val="uk-UA"/>
        </w:rPr>
        <w:t>.</w:t>
      </w:r>
    </w:p>
    <w:p w:rsidR="00DA09C6" w:rsidRDefault="00DA09C6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DA09C6" w:rsidRDefault="00DA09C6">
      <w:pPr>
        <w:widowControl w:val="0"/>
        <w:spacing w:after="0" w:line="240" w:lineRule="auto"/>
        <w:jc w:val="both"/>
        <w:rPr>
          <w:sz w:val="28"/>
          <w:szCs w:val="28"/>
          <w:lang w:val="uk-UA"/>
        </w:rPr>
      </w:pPr>
    </w:p>
    <w:p w:rsidR="00DA09C6" w:rsidRPr="001304B6" w:rsidRDefault="00DA09C6">
      <w:pPr>
        <w:spacing w:after="0" w:line="240" w:lineRule="auto"/>
        <w:rPr>
          <w:b/>
          <w:bCs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  </w:t>
      </w:r>
      <w:r>
        <w:rPr>
          <w:b/>
          <w:bCs/>
          <w:spacing w:val="-12"/>
          <w:sz w:val="28"/>
          <w:szCs w:val="28"/>
        </w:rPr>
        <w:t>С</w:t>
      </w:r>
      <w:r>
        <w:rPr>
          <w:b/>
          <w:bCs/>
          <w:spacing w:val="-12"/>
          <w:sz w:val="28"/>
          <w:szCs w:val="28"/>
          <w:lang w:val="uk-UA"/>
        </w:rPr>
        <w:t>ільський голова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DA09C6" w:rsidRDefault="00DA09C6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sectPr w:rsidR="00DA09C6" w:rsidSect="00DC1D3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07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9C6" w:rsidRDefault="00DA09C6">
      <w:pPr>
        <w:spacing w:after="0" w:line="240" w:lineRule="auto"/>
      </w:pPr>
      <w:r>
        <w:separator/>
      </w:r>
    </w:p>
  </w:endnote>
  <w:endnote w:type="continuationSeparator" w:id="0">
    <w:p w:rsidR="00DA09C6" w:rsidRDefault="00DA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C6" w:rsidRDefault="00DA09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09C6" w:rsidRDefault="00DA09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C6" w:rsidRDefault="00DA09C6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DA09C6" w:rsidRDefault="00DA09C6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DA09C6" w:rsidRDefault="00DA09C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9C6" w:rsidRDefault="00DA09C6">
      <w:pPr>
        <w:spacing w:after="0" w:line="240" w:lineRule="auto"/>
      </w:pPr>
      <w:r>
        <w:separator/>
      </w:r>
    </w:p>
  </w:footnote>
  <w:footnote w:type="continuationSeparator" w:id="0">
    <w:p w:rsidR="00DA09C6" w:rsidRDefault="00DA0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C6" w:rsidRDefault="00DA09C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09C6" w:rsidRDefault="00DA09C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C6" w:rsidRDefault="00DA09C6">
    <w:pPr>
      <w:pStyle w:val="Header"/>
      <w:framePr w:h="415" w:hRule="exact" w:wrap="around" w:vAnchor="text" w:hAnchor="page" w:x="1349" w:y="-97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A09C6" w:rsidRDefault="00DA09C6">
    <w:pPr>
      <w:pStyle w:val="Header"/>
      <w:framePr w:h="415" w:hRule="exact" w:wrap="around" w:vAnchor="text" w:hAnchor="page" w:x="1349" w:y="-97"/>
      <w:ind w:right="360"/>
      <w:rPr>
        <w:rStyle w:val="PageNumber"/>
      </w:rPr>
    </w:pPr>
  </w:p>
  <w:p w:rsidR="00DA09C6" w:rsidRDefault="00DA09C6">
    <w:pPr>
      <w:pStyle w:val="Header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9FE"/>
    <w:rsid w:val="00037C79"/>
    <w:rsid w:val="0004066F"/>
    <w:rsid w:val="00040E4A"/>
    <w:rsid w:val="00040EFF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2677"/>
    <w:rsid w:val="00353319"/>
    <w:rsid w:val="00356BB4"/>
    <w:rsid w:val="00360A26"/>
    <w:rsid w:val="00361672"/>
    <w:rsid w:val="00361F76"/>
    <w:rsid w:val="003654E2"/>
    <w:rsid w:val="003667CA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1B05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4333"/>
    <w:rsid w:val="00794D35"/>
    <w:rsid w:val="00796379"/>
    <w:rsid w:val="007A11B8"/>
    <w:rsid w:val="007A1EE7"/>
    <w:rsid w:val="007A29CC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5941"/>
    <w:rsid w:val="00B775A7"/>
    <w:rsid w:val="00B84AA3"/>
    <w:rsid w:val="00B8736B"/>
    <w:rsid w:val="00B87B9F"/>
    <w:rsid w:val="00B90152"/>
    <w:rsid w:val="00B90425"/>
    <w:rsid w:val="00B90707"/>
    <w:rsid w:val="00B9119E"/>
    <w:rsid w:val="00B92332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D6652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06D48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6C51"/>
    <w:rsid w:val="00C7064B"/>
    <w:rsid w:val="00C70652"/>
    <w:rsid w:val="00C70D46"/>
    <w:rsid w:val="00C711C0"/>
    <w:rsid w:val="00C87588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09C6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72620"/>
    <w:rsid w:val="00F72942"/>
    <w:rsid w:val="00F7347E"/>
    <w:rsid w:val="00F73925"/>
    <w:rsid w:val="00F73A3F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3">
    <w:name w:val="Body Text Indent 3"/>
    <w:basedOn w:val="Normal"/>
    <w:link w:val="BodyTextIndent3Char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Header">
    <w:name w:val="header"/>
    <w:basedOn w:val="Normal"/>
    <w:link w:val="Head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E50DA"/>
    <w:pPr>
      <w:spacing w:after="220" w:line="220" w:lineRule="atLeast"/>
      <w:ind w:left="840" w:right="-36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6E50D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E50DA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DA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6E50DA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E50DA"/>
    <w:rPr>
      <w:rFonts w:cs="Times New Roman"/>
    </w:rPr>
  </w:style>
  <w:style w:type="paragraph" w:customStyle="1" w:styleId="1">
    <w:name w:val="заголовок 1"/>
    <w:basedOn w:val="Normal"/>
    <w:next w:val="BodyText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">
    <w:name w:val="заголовок 3"/>
    <w:basedOn w:val="Normal"/>
    <w:next w:val="Normal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Normal"/>
    <w:next w:val="Normal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">
    <w:name w:val="Заголовок 21"/>
    <w:basedOn w:val="Normal"/>
    <w:next w:val="Normal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">
    <w:name w:val="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1">
    <w:name w:val="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2">
    <w:name w:val="Безупречность"/>
    <w:basedOn w:val="Normal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DefaultParagraphFont"/>
    <w:uiPriority w:val="99"/>
    <w:rsid w:val="006E50DA"/>
    <w:rPr>
      <w:rFonts w:cs="Times New Roman"/>
    </w:rPr>
  </w:style>
  <w:style w:type="character" w:customStyle="1" w:styleId="rvts9">
    <w:name w:val="rvts9"/>
    <w:basedOn w:val="DefaultParagraphFont"/>
    <w:uiPriority w:val="99"/>
    <w:rsid w:val="006E50DA"/>
    <w:rPr>
      <w:rFonts w:cs="Times New Roman"/>
    </w:rPr>
  </w:style>
  <w:style w:type="paragraph" w:customStyle="1" w:styleId="rvps39">
    <w:name w:val="rvps39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3">
    <w:name w:val="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DefaultParagraphFont"/>
    <w:uiPriority w:val="99"/>
    <w:rsid w:val="006E50DA"/>
    <w:rPr>
      <w:rFonts w:cs="Times New Roman"/>
    </w:rPr>
  </w:style>
  <w:style w:type="paragraph" w:customStyle="1" w:styleId="StyleZakonu">
    <w:name w:val="StyleZakonu"/>
    <w:basedOn w:val="Normal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ListParagraph">
    <w:name w:val="List Paragraph"/>
    <w:basedOn w:val="Normal"/>
    <w:uiPriority w:val="99"/>
    <w:qFormat/>
    <w:rsid w:val="0065195F"/>
    <w:pPr>
      <w:ind w:left="720"/>
      <w:contextualSpacing/>
    </w:pPr>
  </w:style>
  <w:style w:type="table" w:styleId="TableGrid">
    <w:name w:val="Table Grid"/>
    <w:basedOn w:val="TableNormal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4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391</Words>
  <Characters>2230</Characters>
  <Application>Microsoft Office Outlook</Application>
  <DocSecurity>0</DocSecurity>
  <Lines>0</Lines>
  <Paragraphs>0</Paragraphs>
  <ScaleCrop>false</ScaleCrop>
  <Company>МФУ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Admin</cp:lastModifiedBy>
  <cp:revision>11</cp:revision>
  <cp:lastPrinted>2021-07-16T10:44:00Z</cp:lastPrinted>
  <dcterms:created xsi:type="dcterms:W3CDTF">2021-07-14T06:06:00Z</dcterms:created>
  <dcterms:modified xsi:type="dcterms:W3CDTF">2021-07-16T10:44:00Z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