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339" w:rsidRPr="00C03218" w:rsidRDefault="00692339" w:rsidP="0043630F">
      <w:pPr>
        <w:rPr>
          <w:b/>
          <w:lang w:eastAsia="uk-UA"/>
        </w:rPr>
      </w:pPr>
      <w:r>
        <w:rPr>
          <w:b/>
          <w:lang w:eastAsia="uk-UA"/>
        </w:rPr>
        <w:t xml:space="preserve">За три місяці </w:t>
      </w:r>
      <w:r w:rsidRPr="00C03218">
        <w:rPr>
          <w:b/>
          <w:lang w:eastAsia="uk-UA"/>
        </w:rPr>
        <w:t xml:space="preserve">інспекційної кампанії </w:t>
      </w:r>
      <w:r>
        <w:rPr>
          <w:b/>
          <w:lang w:eastAsia="uk-UA"/>
        </w:rPr>
        <w:t xml:space="preserve">інспектори Держпраці виявили </w:t>
      </w:r>
      <w:r w:rsidRPr="00C03218">
        <w:rPr>
          <w:b/>
          <w:lang w:eastAsia="uk-UA"/>
        </w:rPr>
        <w:t>на Буковині</w:t>
      </w:r>
      <w:r>
        <w:rPr>
          <w:b/>
          <w:lang w:eastAsia="uk-UA"/>
        </w:rPr>
        <w:t xml:space="preserve"> 247 нелегальних працівників </w:t>
      </w:r>
    </w:p>
    <w:p w:rsidR="00692339" w:rsidRDefault="00692339" w:rsidP="00C03218">
      <w:pPr>
        <w:rPr>
          <w:lang w:eastAsia="uk-UA"/>
        </w:rPr>
      </w:pPr>
      <w:r>
        <w:rPr>
          <w:lang w:eastAsia="uk-UA"/>
        </w:rPr>
        <w:t>В Управлінні Держпраці у Чернівецькій області підсумували результати  трьох місяців посиленої  інспекційної кампанії</w:t>
      </w:r>
      <w:r w:rsidRPr="00C8136A">
        <w:rPr>
          <w:lang w:eastAsia="uk-UA"/>
        </w:rPr>
        <w:t>, націлен</w:t>
      </w:r>
      <w:r>
        <w:rPr>
          <w:lang w:eastAsia="uk-UA"/>
        </w:rPr>
        <w:t>ої</w:t>
      </w:r>
      <w:r w:rsidRPr="00C8136A">
        <w:rPr>
          <w:lang w:eastAsia="uk-UA"/>
        </w:rPr>
        <w:t xml:space="preserve"> на мінімізацію нелегальної праці</w:t>
      </w:r>
      <w:r>
        <w:rPr>
          <w:lang w:eastAsia="uk-UA"/>
        </w:rPr>
        <w:t xml:space="preserve"> в регіоні</w:t>
      </w:r>
      <w:r w:rsidRPr="00C8136A">
        <w:rPr>
          <w:lang w:eastAsia="uk-UA"/>
        </w:rPr>
        <w:t>.</w:t>
      </w:r>
    </w:p>
    <w:p w:rsidR="00692339" w:rsidRPr="00C8136A" w:rsidRDefault="00692339" w:rsidP="00C03218">
      <w:pPr>
        <w:rPr>
          <w:lang w:eastAsia="uk-UA"/>
        </w:rPr>
      </w:pPr>
      <w:r>
        <w:rPr>
          <w:lang w:eastAsia="uk-UA"/>
        </w:rPr>
        <w:t xml:space="preserve">Зазначено , що за час </w:t>
      </w:r>
      <w:r w:rsidRPr="00C8136A">
        <w:rPr>
          <w:lang w:eastAsia="uk-UA"/>
        </w:rPr>
        <w:t xml:space="preserve"> інспекційної кампанії інспекторами праці територіального органу Держпраці здійснено </w:t>
      </w:r>
      <w:r>
        <w:rPr>
          <w:lang w:eastAsia="uk-UA"/>
        </w:rPr>
        <w:t>6</w:t>
      </w:r>
      <w:r w:rsidRPr="00C8136A">
        <w:rPr>
          <w:lang w:eastAsia="uk-UA"/>
        </w:rPr>
        <w:t>6 інспекційних відвідувань роботодавців.</w:t>
      </w:r>
    </w:p>
    <w:p w:rsidR="00692339" w:rsidRPr="00C8136A" w:rsidRDefault="00692339" w:rsidP="00C03218">
      <w:pPr>
        <w:rPr>
          <w:lang w:eastAsia="uk-UA"/>
        </w:rPr>
      </w:pPr>
      <w:r w:rsidRPr="00C8136A">
        <w:rPr>
          <w:lang w:eastAsia="uk-UA"/>
        </w:rPr>
        <w:t xml:space="preserve">Виявлено </w:t>
      </w:r>
      <w:r w:rsidRPr="00C03218">
        <w:rPr>
          <w:b/>
          <w:lang w:eastAsia="uk-UA"/>
        </w:rPr>
        <w:t>247 незадекларованих працівників.</w:t>
      </w:r>
    </w:p>
    <w:p w:rsidR="00692339" w:rsidRPr="00C8136A" w:rsidRDefault="00692339" w:rsidP="00C03218">
      <w:pPr>
        <w:rPr>
          <w:lang w:eastAsia="uk-UA"/>
        </w:rPr>
      </w:pPr>
      <w:r w:rsidRPr="00C8136A">
        <w:rPr>
          <w:lang w:eastAsia="uk-UA"/>
        </w:rPr>
        <w:t xml:space="preserve">У ході інспекційних відвідувань суб’єкти господарювання легалізували працю </w:t>
      </w:r>
      <w:r>
        <w:rPr>
          <w:lang w:eastAsia="uk-UA"/>
        </w:rPr>
        <w:t xml:space="preserve">108 </w:t>
      </w:r>
      <w:r w:rsidRPr="00C8136A">
        <w:rPr>
          <w:lang w:eastAsia="uk-UA"/>
        </w:rPr>
        <w:t>найманих осіб.</w:t>
      </w:r>
    </w:p>
    <w:p w:rsidR="00692339" w:rsidRDefault="00692339" w:rsidP="00C03218">
      <w:pPr>
        <w:rPr>
          <w:lang w:eastAsia="uk-UA"/>
        </w:rPr>
      </w:pPr>
      <w:r w:rsidRPr="00C8136A">
        <w:rPr>
          <w:lang w:eastAsia="uk-UA"/>
        </w:rPr>
        <w:t xml:space="preserve">Загалом за результатами інформаційних та інспекційних заходів, проведених фахівцями Держпраці у рамках кампанії, </w:t>
      </w:r>
      <w:r>
        <w:rPr>
          <w:lang w:eastAsia="uk-UA"/>
        </w:rPr>
        <w:t xml:space="preserve">роботодавці </w:t>
      </w:r>
      <w:r w:rsidRPr="00C8136A">
        <w:rPr>
          <w:lang w:eastAsia="uk-UA"/>
        </w:rPr>
        <w:t xml:space="preserve">уклали трудові договори з </w:t>
      </w:r>
      <w:r w:rsidRPr="00C2025F">
        <w:rPr>
          <w:b/>
          <w:lang w:eastAsia="uk-UA"/>
        </w:rPr>
        <w:t>3 433 працівниками</w:t>
      </w:r>
      <w:r w:rsidRPr="00C8136A">
        <w:rPr>
          <w:lang w:eastAsia="uk-UA"/>
        </w:rPr>
        <w:t>.</w:t>
      </w:r>
    </w:p>
    <w:p w:rsidR="00692339" w:rsidRPr="00C8136A" w:rsidRDefault="00692339" w:rsidP="00C03218">
      <w:pPr>
        <w:rPr>
          <w:lang w:eastAsia="uk-UA"/>
        </w:rPr>
      </w:pPr>
      <w:r>
        <w:rPr>
          <w:rStyle w:val="Strong"/>
        </w:rPr>
        <w:t xml:space="preserve">Шановні роботодавці Буковини! </w:t>
      </w:r>
    </w:p>
    <w:p w:rsidR="00692339" w:rsidRDefault="00692339" w:rsidP="00371832">
      <w:pPr>
        <w:rPr>
          <w:lang w:eastAsia="uk-UA"/>
        </w:rPr>
      </w:pPr>
      <w:r>
        <w:rPr>
          <w:lang w:eastAsia="uk-UA"/>
        </w:rPr>
        <w:t xml:space="preserve">Інспекційна кампанія, спрямована на мінімізацію не задекларованої праці в області, триватиме й надалі. </w:t>
      </w:r>
    </w:p>
    <w:p w:rsidR="00692339" w:rsidRDefault="00692339" w:rsidP="00371832">
      <w:pPr>
        <w:rPr>
          <w:lang w:eastAsia="uk-UA"/>
        </w:rPr>
      </w:pPr>
      <w:r w:rsidRPr="0039320F">
        <w:rPr>
          <w:b/>
          <w:lang w:eastAsia="uk-UA"/>
        </w:rPr>
        <w:t>Управління Держпраці у Чернівецькій області нагадує</w:t>
      </w:r>
      <w:r>
        <w:rPr>
          <w:lang w:eastAsia="uk-UA"/>
        </w:rPr>
        <w:t>: в</w:t>
      </w:r>
      <w:r w:rsidRPr="00416AAF">
        <w:rPr>
          <w:lang w:eastAsia="uk-UA"/>
        </w:rPr>
        <w:t>ідповідно до чинного законодавства</w:t>
      </w:r>
      <w:r>
        <w:rPr>
          <w:lang w:eastAsia="uk-UA"/>
        </w:rPr>
        <w:t xml:space="preserve">, </w:t>
      </w:r>
      <w:r w:rsidRPr="00416AAF">
        <w:rPr>
          <w:lang w:eastAsia="uk-UA"/>
        </w:rPr>
        <w:t xml:space="preserve"> інспектор праці може прийти до будь-якого роботодавця в будь-який день та час з метою перевірити оформлення трудових відносин. </w:t>
      </w:r>
    </w:p>
    <w:p w:rsidR="00692339" w:rsidRDefault="00692339" w:rsidP="00371832">
      <w:pPr>
        <w:rPr>
          <w:lang w:eastAsia="uk-UA"/>
        </w:rPr>
      </w:pPr>
      <w:r w:rsidRPr="00416AAF">
        <w:rPr>
          <w:lang w:eastAsia="uk-UA"/>
        </w:rPr>
        <w:t xml:space="preserve">Для виявлення незадекларованих працівників, інспектор може безперешкодно проходити до виробничих, службових та адміністративних приміщень роботодавців, знайомитися з документами, ведення яких передбачено законодавством про працю, спілкуватися з працівниками та представниками роботодавця, ставити їм </w:t>
      </w:r>
      <w:r>
        <w:rPr>
          <w:lang w:eastAsia="uk-UA"/>
        </w:rPr>
        <w:t>за</w:t>
      </w:r>
      <w:r w:rsidRPr="00416AAF">
        <w:rPr>
          <w:lang w:eastAsia="uk-UA"/>
        </w:rPr>
        <w:t xml:space="preserve">питання та отримувати пояснення. </w:t>
      </w:r>
    </w:p>
    <w:p w:rsidR="00692339" w:rsidRPr="0039320F" w:rsidRDefault="00692339" w:rsidP="00371832">
      <w:pPr>
        <w:rPr>
          <w:lang w:eastAsia="uk-UA"/>
        </w:rPr>
      </w:pPr>
      <w:r w:rsidRPr="0039320F">
        <w:rPr>
          <w:lang w:eastAsia="uk-UA"/>
        </w:rPr>
        <w:t xml:space="preserve">При виявленні незадекларованих працівників невідкладно будуть вжиті заходи щодо притягнення до відповідальності за порушення у сфері законодавства про працю. </w:t>
      </w:r>
    </w:p>
    <w:p w:rsidR="00692339" w:rsidRPr="00416AAF" w:rsidRDefault="00692339" w:rsidP="00371832">
      <w:pPr>
        <w:rPr>
          <w:lang w:eastAsia="uk-UA"/>
        </w:rPr>
      </w:pPr>
      <w:r>
        <w:rPr>
          <w:lang w:eastAsia="uk-UA"/>
        </w:rPr>
        <w:t>В</w:t>
      </w:r>
      <w:r w:rsidRPr="00416AAF">
        <w:rPr>
          <w:lang w:eastAsia="uk-UA"/>
        </w:rPr>
        <w:t xml:space="preserve">ідповідно до статті 265 Кодексу законів про працю України розмір санкції за порушення законодавства про працю </w:t>
      </w:r>
      <w:r>
        <w:rPr>
          <w:lang w:eastAsia="uk-UA"/>
        </w:rPr>
        <w:t xml:space="preserve">у частині використання неоформлених трудових відносин становить </w:t>
      </w:r>
      <w:r w:rsidRPr="00416AAF">
        <w:rPr>
          <w:lang w:eastAsia="uk-UA"/>
        </w:rPr>
        <w:t xml:space="preserve">10 мінімальних заробітних плат, </w:t>
      </w:r>
      <w:r>
        <w:rPr>
          <w:lang w:eastAsia="uk-UA"/>
        </w:rPr>
        <w:t>тобто,</w:t>
      </w:r>
      <w:r w:rsidRPr="00416AAF">
        <w:rPr>
          <w:lang w:eastAsia="uk-UA"/>
        </w:rPr>
        <w:t xml:space="preserve"> </w:t>
      </w:r>
      <w:r w:rsidRPr="00970D3C">
        <w:rPr>
          <w:b/>
          <w:lang w:eastAsia="uk-UA"/>
        </w:rPr>
        <w:t>60 000 гр</w:t>
      </w:r>
      <w:r>
        <w:rPr>
          <w:b/>
          <w:lang w:eastAsia="uk-UA"/>
        </w:rPr>
        <w:t>иве</w:t>
      </w:r>
      <w:r w:rsidRPr="00970D3C">
        <w:rPr>
          <w:b/>
          <w:lang w:eastAsia="uk-UA"/>
        </w:rPr>
        <w:t>н</w:t>
      </w:r>
      <w:r>
        <w:rPr>
          <w:b/>
          <w:lang w:eastAsia="uk-UA"/>
        </w:rPr>
        <w:t>ь</w:t>
      </w:r>
      <w:r w:rsidRPr="00416AAF">
        <w:rPr>
          <w:lang w:eastAsia="uk-UA"/>
        </w:rPr>
        <w:t>.</w:t>
      </w:r>
    </w:p>
    <w:p w:rsidR="00692339" w:rsidRPr="00970D3C" w:rsidRDefault="00692339" w:rsidP="00371832">
      <w:pPr>
        <w:rPr>
          <w:b/>
          <w:lang w:eastAsia="uk-UA"/>
        </w:rPr>
      </w:pPr>
      <w:r w:rsidRPr="00416AAF">
        <w:rPr>
          <w:lang w:eastAsia="uk-UA"/>
        </w:rPr>
        <w:t xml:space="preserve">Вчинення такого порушення повторно </w:t>
      </w:r>
      <w:r>
        <w:rPr>
          <w:lang w:eastAsia="uk-UA"/>
        </w:rPr>
        <w:t>упродовж</w:t>
      </w:r>
      <w:r w:rsidRPr="00416AAF">
        <w:rPr>
          <w:lang w:eastAsia="uk-UA"/>
        </w:rPr>
        <w:t xml:space="preserve"> двох років обійдеться роботодавцеві у 30 мінімальних зарплат за кожного працівника, </w:t>
      </w:r>
      <w:r>
        <w:rPr>
          <w:lang w:eastAsia="uk-UA"/>
        </w:rPr>
        <w:t xml:space="preserve">щодо </w:t>
      </w:r>
      <w:r w:rsidRPr="00416AAF">
        <w:rPr>
          <w:lang w:eastAsia="uk-UA"/>
        </w:rPr>
        <w:t xml:space="preserve"> якого скоєно порушення</w:t>
      </w:r>
      <w:r>
        <w:rPr>
          <w:lang w:eastAsia="uk-UA"/>
        </w:rPr>
        <w:t>, тобто,</w:t>
      </w:r>
      <w:r w:rsidRPr="00416AAF">
        <w:rPr>
          <w:lang w:eastAsia="uk-UA"/>
        </w:rPr>
        <w:t xml:space="preserve"> </w:t>
      </w:r>
      <w:r w:rsidRPr="00970D3C">
        <w:rPr>
          <w:b/>
          <w:lang w:eastAsia="uk-UA"/>
        </w:rPr>
        <w:t>180 000 гривень.</w:t>
      </w:r>
    </w:p>
    <w:p w:rsidR="00692339" w:rsidRPr="00BE40C2" w:rsidRDefault="00692339" w:rsidP="00371832">
      <w:pPr>
        <w:rPr>
          <w:b/>
          <w:lang w:eastAsia="uk-UA"/>
        </w:rPr>
      </w:pPr>
      <w:r w:rsidRPr="00BE40C2">
        <w:rPr>
          <w:b/>
          <w:lang w:eastAsia="uk-UA"/>
        </w:rPr>
        <w:t>Шановні</w:t>
      </w:r>
      <w:r>
        <w:rPr>
          <w:b/>
          <w:lang w:eastAsia="uk-UA"/>
        </w:rPr>
        <w:t xml:space="preserve"> суб’єкти господарювання</w:t>
      </w:r>
      <w:r w:rsidRPr="00BE40C2">
        <w:rPr>
          <w:b/>
          <w:lang w:eastAsia="uk-UA"/>
        </w:rPr>
        <w:t>!</w:t>
      </w:r>
    </w:p>
    <w:p w:rsidR="00692339" w:rsidRDefault="00692339" w:rsidP="00371832">
      <w:pPr>
        <w:rPr>
          <w:lang w:eastAsia="uk-UA"/>
        </w:rPr>
      </w:pPr>
      <w:r w:rsidRPr="00416AAF">
        <w:rPr>
          <w:lang w:eastAsia="uk-UA"/>
        </w:rPr>
        <w:t xml:space="preserve">Якщо ви вважаєте, що використання незадекларованої праці спрощує ведення бізнесу та зменшує фінансові витрати, ви помиляєтеся. </w:t>
      </w:r>
    </w:p>
    <w:p w:rsidR="00692339" w:rsidRDefault="00692339" w:rsidP="00371832">
      <w:pPr>
        <w:rPr>
          <w:lang w:eastAsia="uk-UA"/>
        </w:rPr>
      </w:pPr>
      <w:r w:rsidRPr="00416AAF">
        <w:rPr>
          <w:lang w:eastAsia="uk-UA"/>
        </w:rPr>
        <w:t>Фінансові ризики і наслідки використання</w:t>
      </w:r>
      <w:r w:rsidRPr="00705FD0">
        <w:rPr>
          <w:lang w:eastAsia="uk-UA"/>
        </w:rPr>
        <w:t xml:space="preserve"> </w:t>
      </w:r>
      <w:r w:rsidRPr="00416AAF">
        <w:rPr>
          <w:lang w:eastAsia="uk-UA"/>
        </w:rPr>
        <w:t xml:space="preserve">незадекларованої праці значно перевищують витрати, які виникають у разі оформлення трудових відносин із працівниками відповідно до </w:t>
      </w:r>
      <w:r>
        <w:rPr>
          <w:lang w:eastAsia="uk-UA"/>
        </w:rPr>
        <w:t xml:space="preserve">чинного </w:t>
      </w:r>
      <w:r w:rsidRPr="00416AAF">
        <w:rPr>
          <w:lang w:eastAsia="uk-UA"/>
        </w:rPr>
        <w:t xml:space="preserve">законодавства. </w:t>
      </w:r>
    </w:p>
    <w:p w:rsidR="00692339" w:rsidRPr="0039320F" w:rsidRDefault="00692339" w:rsidP="00371832">
      <w:pPr>
        <w:rPr>
          <w:b/>
          <w:lang w:eastAsia="uk-UA"/>
        </w:rPr>
      </w:pPr>
      <w:r w:rsidRPr="0039320F">
        <w:rPr>
          <w:b/>
          <w:lang w:eastAsia="uk-UA"/>
        </w:rPr>
        <w:t>Управління Держпраці у Чернівецькій області закликає роботодавців та працівників бути свідомими та дотримуватися законодавства про працю.</w:t>
      </w:r>
    </w:p>
    <w:p w:rsidR="00692339" w:rsidRPr="00416AAF" w:rsidRDefault="00692339" w:rsidP="00371832">
      <w:bookmarkStart w:id="0" w:name="_GoBack"/>
      <w:bookmarkEnd w:id="0"/>
    </w:p>
    <w:p w:rsidR="00692339" w:rsidRPr="00D65366" w:rsidRDefault="00692339" w:rsidP="00371832"/>
    <w:p w:rsidR="00692339" w:rsidRDefault="00692339" w:rsidP="00C03218">
      <w:pPr>
        <w:rPr>
          <w:lang w:eastAsia="uk-UA"/>
        </w:rPr>
      </w:pPr>
    </w:p>
    <w:p w:rsidR="00692339" w:rsidRDefault="00692339" w:rsidP="00C03218">
      <w:pPr>
        <w:rPr>
          <w:lang w:eastAsia="uk-UA"/>
        </w:rPr>
      </w:pPr>
    </w:p>
    <w:p w:rsidR="00692339" w:rsidRDefault="00692339" w:rsidP="0043630F">
      <w:pPr>
        <w:rPr>
          <w:lang w:eastAsia="uk-UA"/>
        </w:rPr>
      </w:pPr>
    </w:p>
    <w:sectPr w:rsidR="00692339" w:rsidSect="007B1F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339" w:rsidRDefault="00692339" w:rsidP="005B21BC">
      <w:pPr>
        <w:spacing w:after="0" w:line="240" w:lineRule="auto"/>
      </w:pPr>
      <w:r>
        <w:separator/>
      </w:r>
    </w:p>
  </w:endnote>
  <w:endnote w:type="continuationSeparator" w:id="0">
    <w:p w:rsidR="00692339" w:rsidRDefault="00692339" w:rsidP="005B2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339" w:rsidRDefault="00692339" w:rsidP="005B21BC">
      <w:pPr>
        <w:spacing w:after="0" w:line="240" w:lineRule="auto"/>
      </w:pPr>
      <w:r>
        <w:separator/>
      </w:r>
    </w:p>
  </w:footnote>
  <w:footnote w:type="continuationSeparator" w:id="0">
    <w:p w:rsidR="00692339" w:rsidRDefault="00692339" w:rsidP="005B21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E43"/>
    <w:rsid w:val="0000206C"/>
    <w:rsid w:val="00002E0E"/>
    <w:rsid w:val="00002EA2"/>
    <w:rsid w:val="000051ED"/>
    <w:rsid w:val="00007142"/>
    <w:rsid w:val="000073CD"/>
    <w:rsid w:val="00012533"/>
    <w:rsid w:val="00012871"/>
    <w:rsid w:val="00012B56"/>
    <w:rsid w:val="00012D60"/>
    <w:rsid w:val="00013328"/>
    <w:rsid w:val="000211C1"/>
    <w:rsid w:val="00031761"/>
    <w:rsid w:val="00033F3D"/>
    <w:rsid w:val="00036B64"/>
    <w:rsid w:val="00040FB9"/>
    <w:rsid w:val="00046115"/>
    <w:rsid w:val="00050E99"/>
    <w:rsid w:val="00050FF9"/>
    <w:rsid w:val="00052AB5"/>
    <w:rsid w:val="00052D01"/>
    <w:rsid w:val="0005366C"/>
    <w:rsid w:val="00053F29"/>
    <w:rsid w:val="00054748"/>
    <w:rsid w:val="00066EBD"/>
    <w:rsid w:val="0007149F"/>
    <w:rsid w:val="00071650"/>
    <w:rsid w:val="00073928"/>
    <w:rsid w:val="00074681"/>
    <w:rsid w:val="00083176"/>
    <w:rsid w:val="0008355F"/>
    <w:rsid w:val="000871A9"/>
    <w:rsid w:val="00087B7A"/>
    <w:rsid w:val="000A3B7D"/>
    <w:rsid w:val="000B0CBB"/>
    <w:rsid w:val="000B55D9"/>
    <w:rsid w:val="000B7DC2"/>
    <w:rsid w:val="000B7E15"/>
    <w:rsid w:val="000C460B"/>
    <w:rsid w:val="000C506A"/>
    <w:rsid w:val="000C5A59"/>
    <w:rsid w:val="000C6D65"/>
    <w:rsid w:val="000D0464"/>
    <w:rsid w:val="000D36FE"/>
    <w:rsid w:val="000D7651"/>
    <w:rsid w:val="000E16EE"/>
    <w:rsid w:val="000E4F8B"/>
    <w:rsid w:val="000E61AD"/>
    <w:rsid w:val="000E684A"/>
    <w:rsid w:val="000E6C97"/>
    <w:rsid w:val="000E6F26"/>
    <w:rsid w:val="000F2076"/>
    <w:rsid w:val="000F4B33"/>
    <w:rsid w:val="000F576E"/>
    <w:rsid w:val="00102794"/>
    <w:rsid w:val="00107AA0"/>
    <w:rsid w:val="0011007A"/>
    <w:rsid w:val="00110773"/>
    <w:rsid w:val="00113950"/>
    <w:rsid w:val="00123E0F"/>
    <w:rsid w:val="001274F0"/>
    <w:rsid w:val="001303DF"/>
    <w:rsid w:val="00132812"/>
    <w:rsid w:val="00134E68"/>
    <w:rsid w:val="00134F19"/>
    <w:rsid w:val="00136349"/>
    <w:rsid w:val="00136E47"/>
    <w:rsid w:val="00137401"/>
    <w:rsid w:val="00142D02"/>
    <w:rsid w:val="001437FA"/>
    <w:rsid w:val="00143C21"/>
    <w:rsid w:val="00144308"/>
    <w:rsid w:val="001443C7"/>
    <w:rsid w:val="00144BE7"/>
    <w:rsid w:val="0015355F"/>
    <w:rsid w:val="0015432C"/>
    <w:rsid w:val="00157F08"/>
    <w:rsid w:val="0016155B"/>
    <w:rsid w:val="00164845"/>
    <w:rsid w:val="00165383"/>
    <w:rsid w:val="00173C6D"/>
    <w:rsid w:val="0017495A"/>
    <w:rsid w:val="001825C1"/>
    <w:rsid w:val="001858A9"/>
    <w:rsid w:val="00186383"/>
    <w:rsid w:val="001867D1"/>
    <w:rsid w:val="00187DF5"/>
    <w:rsid w:val="00187E9F"/>
    <w:rsid w:val="0019245A"/>
    <w:rsid w:val="00192CC5"/>
    <w:rsid w:val="0019692A"/>
    <w:rsid w:val="0019720A"/>
    <w:rsid w:val="001A300C"/>
    <w:rsid w:val="001A4AED"/>
    <w:rsid w:val="001A56E9"/>
    <w:rsid w:val="001A6709"/>
    <w:rsid w:val="001B4A0F"/>
    <w:rsid w:val="001B4A3C"/>
    <w:rsid w:val="001B509D"/>
    <w:rsid w:val="001B5436"/>
    <w:rsid w:val="001B639C"/>
    <w:rsid w:val="001B6D74"/>
    <w:rsid w:val="001B7F4D"/>
    <w:rsid w:val="001C4164"/>
    <w:rsid w:val="001C4BF5"/>
    <w:rsid w:val="001C4DBF"/>
    <w:rsid w:val="001C657B"/>
    <w:rsid w:val="001C6894"/>
    <w:rsid w:val="001C6938"/>
    <w:rsid w:val="001D2E30"/>
    <w:rsid w:val="001D3FD1"/>
    <w:rsid w:val="001D41CC"/>
    <w:rsid w:val="001D6ACD"/>
    <w:rsid w:val="001E602B"/>
    <w:rsid w:val="001E79D8"/>
    <w:rsid w:val="001F0D55"/>
    <w:rsid w:val="001F2E51"/>
    <w:rsid w:val="001F303F"/>
    <w:rsid w:val="001F47FB"/>
    <w:rsid w:val="001F56C5"/>
    <w:rsid w:val="001F59C6"/>
    <w:rsid w:val="00200097"/>
    <w:rsid w:val="00200956"/>
    <w:rsid w:val="00200FF3"/>
    <w:rsid w:val="0020134F"/>
    <w:rsid w:val="00202412"/>
    <w:rsid w:val="00213A40"/>
    <w:rsid w:val="002147EE"/>
    <w:rsid w:val="0021747F"/>
    <w:rsid w:val="002200E3"/>
    <w:rsid w:val="002266CE"/>
    <w:rsid w:val="002313F5"/>
    <w:rsid w:val="00232E91"/>
    <w:rsid w:val="00233EE9"/>
    <w:rsid w:val="00242305"/>
    <w:rsid w:val="002441DC"/>
    <w:rsid w:val="00253419"/>
    <w:rsid w:val="00253894"/>
    <w:rsid w:val="00262A88"/>
    <w:rsid w:val="002642EE"/>
    <w:rsid w:val="002853D9"/>
    <w:rsid w:val="00286BA8"/>
    <w:rsid w:val="0029736E"/>
    <w:rsid w:val="002A0533"/>
    <w:rsid w:val="002A0A58"/>
    <w:rsid w:val="002A5734"/>
    <w:rsid w:val="002B2554"/>
    <w:rsid w:val="002B461B"/>
    <w:rsid w:val="002B6A41"/>
    <w:rsid w:val="002B7A3C"/>
    <w:rsid w:val="002C38DC"/>
    <w:rsid w:val="002C39CD"/>
    <w:rsid w:val="002D000D"/>
    <w:rsid w:val="002D0837"/>
    <w:rsid w:val="002D08C1"/>
    <w:rsid w:val="002D45FC"/>
    <w:rsid w:val="002E1645"/>
    <w:rsid w:val="002E3F27"/>
    <w:rsid w:val="002E5275"/>
    <w:rsid w:val="002F13F0"/>
    <w:rsid w:val="002F25E5"/>
    <w:rsid w:val="0030114C"/>
    <w:rsid w:val="0030163D"/>
    <w:rsid w:val="00301793"/>
    <w:rsid w:val="00301F41"/>
    <w:rsid w:val="0030533C"/>
    <w:rsid w:val="0030599C"/>
    <w:rsid w:val="00306521"/>
    <w:rsid w:val="00310E66"/>
    <w:rsid w:val="00310ED4"/>
    <w:rsid w:val="003123B0"/>
    <w:rsid w:val="00313EE0"/>
    <w:rsid w:val="0031589B"/>
    <w:rsid w:val="00316914"/>
    <w:rsid w:val="003172F1"/>
    <w:rsid w:val="00320883"/>
    <w:rsid w:val="003209D9"/>
    <w:rsid w:val="00322397"/>
    <w:rsid w:val="0032461E"/>
    <w:rsid w:val="003275A0"/>
    <w:rsid w:val="00327E49"/>
    <w:rsid w:val="00330D30"/>
    <w:rsid w:val="00331DBD"/>
    <w:rsid w:val="00332298"/>
    <w:rsid w:val="00334C20"/>
    <w:rsid w:val="00334CC6"/>
    <w:rsid w:val="003411AA"/>
    <w:rsid w:val="0034475A"/>
    <w:rsid w:val="0035654B"/>
    <w:rsid w:val="003565E2"/>
    <w:rsid w:val="00362285"/>
    <w:rsid w:val="003702E5"/>
    <w:rsid w:val="00371832"/>
    <w:rsid w:val="0037374D"/>
    <w:rsid w:val="00373BF0"/>
    <w:rsid w:val="00375C83"/>
    <w:rsid w:val="00376AB8"/>
    <w:rsid w:val="00376D76"/>
    <w:rsid w:val="0037786A"/>
    <w:rsid w:val="00382E1E"/>
    <w:rsid w:val="00383925"/>
    <w:rsid w:val="003840FB"/>
    <w:rsid w:val="003874FE"/>
    <w:rsid w:val="00391578"/>
    <w:rsid w:val="00393067"/>
    <w:rsid w:val="0039320F"/>
    <w:rsid w:val="00395C1E"/>
    <w:rsid w:val="00396DD7"/>
    <w:rsid w:val="0039739B"/>
    <w:rsid w:val="003A2F10"/>
    <w:rsid w:val="003A6CEA"/>
    <w:rsid w:val="003B0DC1"/>
    <w:rsid w:val="003B32DD"/>
    <w:rsid w:val="003B76E8"/>
    <w:rsid w:val="003C23C7"/>
    <w:rsid w:val="003C3DB3"/>
    <w:rsid w:val="003D188D"/>
    <w:rsid w:val="003D3517"/>
    <w:rsid w:val="003D5C42"/>
    <w:rsid w:val="003E12BC"/>
    <w:rsid w:val="003E1775"/>
    <w:rsid w:val="003E38AD"/>
    <w:rsid w:val="003E6031"/>
    <w:rsid w:val="003E692E"/>
    <w:rsid w:val="003E71D5"/>
    <w:rsid w:val="003F06A5"/>
    <w:rsid w:val="003F0B44"/>
    <w:rsid w:val="003F1A8A"/>
    <w:rsid w:val="003F3975"/>
    <w:rsid w:val="003F4052"/>
    <w:rsid w:val="00404BBB"/>
    <w:rsid w:val="004061ED"/>
    <w:rsid w:val="00406419"/>
    <w:rsid w:val="0041233D"/>
    <w:rsid w:val="00412762"/>
    <w:rsid w:val="00415408"/>
    <w:rsid w:val="0041653B"/>
    <w:rsid w:val="00416AAF"/>
    <w:rsid w:val="00417977"/>
    <w:rsid w:val="00420C10"/>
    <w:rsid w:val="00422373"/>
    <w:rsid w:val="004228EF"/>
    <w:rsid w:val="00426C18"/>
    <w:rsid w:val="00430679"/>
    <w:rsid w:val="004314E9"/>
    <w:rsid w:val="0043332A"/>
    <w:rsid w:val="0043630F"/>
    <w:rsid w:val="00436CC0"/>
    <w:rsid w:val="00441009"/>
    <w:rsid w:val="004410A1"/>
    <w:rsid w:val="004441D5"/>
    <w:rsid w:val="00445477"/>
    <w:rsid w:val="00446B95"/>
    <w:rsid w:val="004514B6"/>
    <w:rsid w:val="004560E0"/>
    <w:rsid w:val="00456889"/>
    <w:rsid w:val="00461BB0"/>
    <w:rsid w:val="00465974"/>
    <w:rsid w:val="004717CC"/>
    <w:rsid w:val="004717D1"/>
    <w:rsid w:val="00471AFC"/>
    <w:rsid w:val="00472EC9"/>
    <w:rsid w:val="0047489F"/>
    <w:rsid w:val="00477CFC"/>
    <w:rsid w:val="004825B0"/>
    <w:rsid w:val="004903B7"/>
    <w:rsid w:val="00491C45"/>
    <w:rsid w:val="00492298"/>
    <w:rsid w:val="0049322E"/>
    <w:rsid w:val="004A1756"/>
    <w:rsid w:val="004A1A8D"/>
    <w:rsid w:val="004A28D5"/>
    <w:rsid w:val="004A5A56"/>
    <w:rsid w:val="004B4301"/>
    <w:rsid w:val="004C1233"/>
    <w:rsid w:val="004C3732"/>
    <w:rsid w:val="004C4401"/>
    <w:rsid w:val="004C4A2F"/>
    <w:rsid w:val="004C7A09"/>
    <w:rsid w:val="004D0168"/>
    <w:rsid w:val="004D0920"/>
    <w:rsid w:val="004D1590"/>
    <w:rsid w:val="004D3965"/>
    <w:rsid w:val="004D646F"/>
    <w:rsid w:val="004D6F0F"/>
    <w:rsid w:val="004D7557"/>
    <w:rsid w:val="004E3F89"/>
    <w:rsid w:val="004E46D9"/>
    <w:rsid w:val="004E7B8D"/>
    <w:rsid w:val="004F7E97"/>
    <w:rsid w:val="0050130B"/>
    <w:rsid w:val="005031D1"/>
    <w:rsid w:val="0050516C"/>
    <w:rsid w:val="00506985"/>
    <w:rsid w:val="00507893"/>
    <w:rsid w:val="0051090A"/>
    <w:rsid w:val="0051502A"/>
    <w:rsid w:val="005160CA"/>
    <w:rsid w:val="00516915"/>
    <w:rsid w:val="00516AE6"/>
    <w:rsid w:val="005172F8"/>
    <w:rsid w:val="005209D0"/>
    <w:rsid w:val="00521F6C"/>
    <w:rsid w:val="00523544"/>
    <w:rsid w:val="00530E8C"/>
    <w:rsid w:val="00530F01"/>
    <w:rsid w:val="005310E8"/>
    <w:rsid w:val="00531E11"/>
    <w:rsid w:val="00535104"/>
    <w:rsid w:val="00541CFD"/>
    <w:rsid w:val="00546701"/>
    <w:rsid w:val="00551B17"/>
    <w:rsid w:val="00552425"/>
    <w:rsid w:val="00554E55"/>
    <w:rsid w:val="00555AF9"/>
    <w:rsid w:val="00557E11"/>
    <w:rsid w:val="00560819"/>
    <w:rsid w:val="00560ED9"/>
    <w:rsid w:val="00562123"/>
    <w:rsid w:val="0056528D"/>
    <w:rsid w:val="00565310"/>
    <w:rsid w:val="00567DEE"/>
    <w:rsid w:val="00570C29"/>
    <w:rsid w:val="00575BF2"/>
    <w:rsid w:val="00576C1B"/>
    <w:rsid w:val="005808CA"/>
    <w:rsid w:val="0058596D"/>
    <w:rsid w:val="0059252A"/>
    <w:rsid w:val="005A0ADB"/>
    <w:rsid w:val="005A269A"/>
    <w:rsid w:val="005A39B3"/>
    <w:rsid w:val="005A4F14"/>
    <w:rsid w:val="005A54F7"/>
    <w:rsid w:val="005B0D82"/>
    <w:rsid w:val="005B21BC"/>
    <w:rsid w:val="005B3198"/>
    <w:rsid w:val="005B4AB4"/>
    <w:rsid w:val="005B567C"/>
    <w:rsid w:val="005B56B6"/>
    <w:rsid w:val="005B58EB"/>
    <w:rsid w:val="005B6727"/>
    <w:rsid w:val="005B704D"/>
    <w:rsid w:val="005C093F"/>
    <w:rsid w:val="005C73BF"/>
    <w:rsid w:val="005D23C0"/>
    <w:rsid w:val="005D7602"/>
    <w:rsid w:val="005E4B25"/>
    <w:rsid w:val="005E5675"/>
    <w:rsid w:val="005E5FB8"/>
    <w:rsid w:val="005E65C2"/>
    <w:rsid w:val="005E6BB6"/>
    <w:rsid w:val="005F66B5"/>
    <w:rsid w:val="005F695B"/>
    <w:rsid w:val="0060051C"/>
    <w:rsid w:val="0060572A"/>
    <w:rsid w:val="00610901"/>
    <w:rsid w:val="00612250"/>
    <w:rsid w:val="0061452E"/>
    <w:rsid w:val="00615626"/>
    <w:rsid w:val="00615ED6"/>
    <w:rsid w:val="00616A79"/>
    <w:rsid w:val="0062093A"/>
    <w:rsid w:val="00620F32"/>
    <w:rsid w:val="00624073"/>
    <w:rsid w:val="006240B9"/>
    <w:rsid w:val="00635F4F"/>
    <w:rsid w:val="00637095"/>
    <w:rsid w:val="0064402C"/>
    <w:rsid w:val="00645446"/>
    <w:rsid w:val="006473C2"/>
    <w:rsid w:val="0065049C"/>
    <w:rsid w:val="00662A4E"/>
    <w:rsid w:val="00666931"/>
    <w:rsid w:val="006673EF"/>
    <w:rsid w:val="0066749F"/>
    <w:rsid w:val="00667DCC"/>
    <w:rsid w:val="0067435C"/>
    <w:rsid w:val="00675194"/>
    <w:rsid w:val="006762E3"/>
    <w:rsid w:val="006800C0"/>
    <w:rsid w:val="00682DE2"/>
    <w:rsid w:val="006866C4"/>
    <w:rsid w:val="00692339"/>
    <w:rsid w:val="006B23DB"/>
    <w:rsid w:val="006B7260"/>
    <w:rsid w:val="006C2942"/>
    <w:rsid w:val="006C3ABD"/>
    <w:rsid w:val="006C46CB"/>
    <w:rsid w:val="006C49B6"/>
    <w:rsid w:val="006C7E6F"/>
    <w:rsid w:val="006C7FAA"/>
    <w:rsid w:val="006D1CF0"/>
    <w:rsid w:val="006D4D89"/>
    <w:rsid w:val="006D7E61"/>
    <w:rsid w:val="006E16CA"/>
    <w:rsid w:val="006E33C0"/>
    <w:rsid w:val="006E39A3"/>
    <w:rsid w:val="006E3F39"/>
    <w:rsid w:val="006E5E5F"/>
    <w:rsid w:val="006E6BD2"/>
    <w:rsid w:val="006F4ADE"/>
    <w:rsid w:val="006F6031"/>
    <w:rsid w:val="00700359"/>
    <w:rsid w:val="0070231C"/>
    <w:rsid w:val="00704AFE"/>
    <w:rsid w:val="00705FD0"/>
    <w:rsid w:val="00706A6C"/>
    <w:rsid w:val="0071070C"/>
    <w:rsid w:val="007117A6"/>
    <w:rsid w:val="007119E6"/>
    <w:rsid w:val="00713A1C"/>
    <w:rsid w:val="00720821"/>
    <w:rsid w:val="0072095B"/>
    <w:rsid w:val="00722DA9"/>
    <w:rsid w:val="007277AA"/>
    <w:rsid w:val="0073017C"/>
    <w:rsid w:val="00733D7C"/>
    <w:rsid w:val="00734F0B"/>
    <w:rsid w:val="00744BF4"/>
    <w:rsid w:val="0074514F"/>
    <w:rsid w:val="00745972"/>
    <w:rsid w:val="007460EA"/>
    <w:rsid w:val="00747073"/>
    <w:rsid w:val="0074731B"/>
    <w:rsid w:val="0074798B"/>
    <w:rsid w:val="00750B91"/>
    <w:rsid w:val="0075211F"/>
    <w:rsid w:val="007555B5"/>
    <w:rsid w:val="007573D8"/>
    <w:rsid w:val="007577D7"/>
    <w:rsid w:val="00764158"/>
    <w:rsid w:val="0076450A"/>
    <w:rsid w:val="00770CB3"/>
    <w:rsid w:val="00771B34"/>
    <w:rsid w:val="00777FDE"/>
    <w:rsid w:val="00784E62"/>
    <w:rsid w:val="0079158D"/>
    <w:rsid w:val="00794D84"/>
    <w:rsid w:val="007955F5"/>
    <w:rsid w:val="00796949"/>
    <w:rsid w:val="0079783F"/>
    <w:rsid w:val="00797CCF"/>
    <w:rsid w:val="007A1741"/>
    <w:rsid w:val="007A2806"/>
    <w:rsid w:val="007A4C61"/>
    <w:rsid w:val="007A6D1C"/>
    <w:rsid w:val="007B1F9F"/>
    <w:rsid w:val="007B21EC"/>
    <w:rsid w:val="007C1C34"/>
    <w:rsid w:val="007D0719"/>
    <w:rsid w:val="007D0BAA"/>
    <w:rsid w:val="007D3D31"/>
    <w:rsid w:val="007D6726"/>
    <w:rsid w:val="007D7D2F"/>
    <w:rsid w:val="007E123C"/>
    <w:rsid w:val="007E4D85"/>
    <w:rsid w:val="007E6CF1"/>
    <w:rsid w:val="007F02BB"/>
    <w:rsid w:val="007F2DA3"/>
    <w:rsid w:val="007F4A3B"/>
    <w:rsid w:val="007F4CF6"/>
    <w:rsid w:val="007F60A5"/>
    <w:rsid w:val="007F72CF"/>
    <w:rsid w:val="007F7CE7"/>
    <w:rsid w:val="00801A2C"/>
    <w:rsid w:val="00803C98"/>
    <w:rsid w:val="008045C0"/>
    <w:rsid w:val="00805A6E"/>
    <w:rsid w:val="00806336"/>
    <w:rsid w:val="00807CBF"/>
    <w:rsid w:val="00812C7E"/>
    <w:rsid w:val="00823A95"/>
    <w:rsid w:val="008276D3"/>
    <w:rsid w:val="00833428"/>
    <w:rsid w:val="00844BB0"/>
    <w:rsid w:val="00850948"/>
    <w:rsid w:val="00853313"/>
    <w:rsid w:val="00854E03"/>
    <w:rsid w:val="00855BB5"/>
    <w:rsid w:val="008614C3"/>
    <w:rsid w:val="008617D4"/>
    <w:rsid w:val="0086381E"/>
    <w:rsid w:val="00863876"/>
    <w:rsid w:val="0086650F"/>
    <w:rsid w:val="00870C7C"/>
    <w:rsid w:val="00870EC9"/>
    <w:rsid w:val="00875851"/>
    <w:rsid w:val="008840C8"/>
    <w:rsid w:val="00885DF9"/>
    <w:rsid w:val="00886131"/>
    <w:rsid w:val="00887D76"/>
    <w:rsid w:val="008909FF"/>
    <w:rsid w:val="00890AB9"/>
    <w:rsid w:val="00892A82"/>
    <w:rsid w:val="008A2E1F"/>
    <w:rsid w:val="008A4025"/>
    <w:rsid w:val="008A48A0"/>
    <w:rsid w:val="008B20E2"/>
    <w:rsid w:val="008B4C27"/>
    <w:rsid w:val="008C42D6"/>
    <w:rsid w:val="008C6BF6"/>
    <w:rsid w:val="008C7DA6"/>
    <w:rsid w:val="008D0A2F"/>
    <w:rsid w:val="008D394F"/>
    <w:rsid w:val="008D6683"/>
    <w:rsid w:val="008D712F"/>
    <w:rsid w:val="008E01C6"/>
    <w:rsid w:val="008E05D2"/>
    <w:rsid w:val="008E2A62"/>
    <w:rsid w:val="008E3C7B"/>
    <w:rsid w:val="008E6943"/>
    <w:rsid w:val="008E7428"/>
    <w:rsid w:val="008F4A33"/>
    <w:rsid w:val="008F6D4B"/>
    <w:rsid w:val="00904521"/>
    <w:rsid w:val="0090525E"/>
    <w:rsid w:val="0090539F"/>
    <w:rsid w:val="00913A49"/>
    <w:rsid w:val="00924089"/>
    <w:rsid w:val="009241AE"/>
    <w:rsid w:val="0092535A"/>
    <w:rsid w:val="00925C76"/>
    <w:rsid w:val="0092622D"/>
    <w:rsid w:val="00935304"/>
    <w:rsid w:val="0094386C"/>
    <w:rsid w:val="00944145"/>
    <w:rsid w:val="0094425E"/>
    <w:rsid w:val="00944985"/>
    <w:rsid w:val="00945144"/>
    <w:rsid w:val="009462BA"/>
    <w:rsid w:val="00952B83"/>
    <w:rsid w:val="0095515D"/>
    <w:rsid w:val="00957937"/>
    <w:rsid w:val="00957E64"/>
    <w:rsid w:val="009637CA"/>
    <w:rsid w:val="009639AC"/>
    <w:rsid w:val="00967360"/>
    <w:rsid w:val="009673CF"/>
    <w:rsid w:val="00967E71"/>
    <w:rsid w:val="00970D3C"/>
    <w:rsid w:val="0097179D"/>
    <w:rsid w:val="009733BA"/>
    <w:rsid w:val="00980064"/>
    <w:rsid w:val="00981937"/>
    <w:rsid w:val="00981F3D"/>
    <w:rsid w:val="00982743"/>
    <w:rsid w:val="009841BB"/>
    <w:rsid w:val="00984815"/>
    <w:rsid w:val="0099083A"/>
    <w:rsid w:val="00991728"/>
    <w:rsid w:val="00996477"/>
    <w:rsid w:val="009A026B"/>
    <w:rsid w:val="009A0CA5"/>
    <w:rsid w:val="009A23EE"/>
    <w:rsid w:val="009A2A27"/>
    <w:rsid w:val="009A514D"/>
    <w:rsid w:val="009B1A27"/>
    <w:rsid w:val="009B1DDC"/>
    <w:rsid w:val="009B28B9"/>
    <w:rsid w:val="009B57E1"/>
    <w:rsid w:val="009B62B1"/>
    <w:rsid w:val="009C050D"/>
    <w:rsid w:val="009C25A9"/>
    <w:rsid w:val="009C555C"/>
    <w:rsid w:val="009C5C85"/>
    <w:rsid w:val="009C7211"/>
    <w:rsid w:val="009D2CF4"/>
    <w:rsid w:val="009D468E"/>
    <w:rsid w:val="009D55D2"/>
    <w:rsid w:val="009D6610"/>
    <w:rsid w:val="009D6F3B"/>
    <w:rsid w:val="009D701E"/>
    <w:rsid w:val="009D70D1"/>
    <w:rsid w:val="009D7E93"/>
    <w:rsid w:val="009E1B9C"/>
    <w:rsid w:val="009E2952"/>
    <w:rsid w:val="009E4BF4"/>
    <w:rsid w:val="009E700D"/>
    <w:rsid w:val="009F093F"/>
    <w:rsid w:val="009F0C91"/>
    <w:rsid w:val="009F3F7B"/>
    <w:rsid w:val="009F5152"/>
    <w:rsid w:val="009F521D"/>
    <w:rsid w:val="009F776D"/>
    <w:rsid w:val="00A02FDB"/>
    <w:rsid w:val="00A030E2"/>
    <w:rsid w:val="00A03C32"/>
    <w:rsid w:val="00A0453F"/>
    <w:rsid w:val="00A051C9"/>
    <w:rsid w:val="00A05DFC"/>
    <w:rsid w:val="00A05F6D"/>
    <w:rsid w:val="00A06664"/>
    <w:rsid w:val="00A07D3F"/>
    <w:rsid w:val="00A1040D"/>
    <w:rsid w:val="00A11C80"/>
    <w:rsid w:val="00A13751"/>
    <w:rsid w:val="00A2386C"/>
    <w:rsid w:val="00A23B96"/>
    <w:rsid w:val="00A23E3E"/>
    <w:rsid w:val="00A2791F"/>
    <w:rsid w:val="00A30E3C"/>
    <w:rsid w:val="00A30E98"/>
    <w:rsid w:val="00A33FAF"/>
    <w:rsid w:val="00A3431A"/>
    <w:rsid w:val="00A35A55"/>
    <w:rsid w:val="00A37BDA"/>
    <w:rsid w:val="00A403D1"/>
    <w:rsid w:val="00A40B91"/>
    <w:rsid w:val="00A51123"/>
    <w:rsid w:val="00A53316"/>
    <w:rsid w:val="00A56F86"/>
    <w:rsid w:val="00A666A0"/>
    <w:rsid w:val="00A7154A"/>
    <w:rsid w:val="00A75743"/>
    <w:rsid w:val="00A7585E"/>
    <w:rsid w:val="00A80445"/>
    <w:rsid w:val="00A8558A"/>
    <w:rsid w:val="00A907C6"/>
    <w:rsid w:val="00A907D3"/>
    <w:rsid w:val="00A93A2D"/>
    <w:rsid w:val="00A958F1"/>
    <w:rsid w:val="00A9626A"/>
    <w:rsid w:val="00A96ABC"/>
    <w:rsid w:val="00A9728E"/>
    <w:rsid w:val="00A978B1"/>
    <w:rsid w:val="00AA081F"/>
    <w:rsid w:val="00AA2F3A"/>
    <w:rsid w:val="00AA4C1A"/>
    <w:rsid w:val="00AA5342"/>
    <w:rsid w:val="00AA731B"/>
    <w:rsid w:val="00AB114B"/>
    <w:rsid w:val="00AB5924"/>
    <w:rsid w:val="00AB6CDB"/>
    <w:rsid w:val="00AC22F4"/>
    <w:rsid w:val="00AC246E"/>
    <w:rsid w:val="00AC24C5"/>
    <w:rsid w:val="00AC47BE"/>
    <w:rsid w:val="00AC7BDF"/>
    <w:rsid w:val="00AD2FFA"/>
    <w:rsid w:val="00AD5B5C"/>
    <w:rsid w:val="00AD780C"/>
    <w:rsid w:val="00AE3FEC"/>
    <w:rsid w:val="00AF5BDB"/>
    <w:rsid w:val="00B01D8A"/>
    <w:rsid w:val="00B0219D"/>
    <w:rsid w:val="00B04B3F"/>
    <w:rsid w:val="00B062CA"/>
    <w:rsid w:val="00B068DD"/>
    <w:rsid w:val="00B10C37"/>
    <w:rsid w:val="00B12161"/>
    <w:rsid w:val="00B1272C"/>
    <w:rsid w:val="00B129A0"/>
    <w:rsid w:val="00B23062"/>
    <w:rsid w:val="00B2373B"/>
    <w:rsid w:val="00B24430"/>
    <w:rsid w:val="00B2579F"/>
    <w:rsid w:val="00B2755F"/>
    <w:rsid w:val="00B34AAB"/>
    <w:rsid w:val="00B3784B"/>
    <w:rsid w:val="00B37D82"/>
    <w:rsid w:val="00B40D7E"/>
    <w:rsid w:val="00B417EB"/>
    <w:rsid w:val="00B41DEA"/>
    <w:rsid w:val="00B441F9"/>
    <w:rsid w:val="00B44C51"/>
    <w:rsid w:val="00B44DA1"/>
    <w:rsid w:val="00B50AD7"/>
    <w:rsid w:val="00B516CD"/>
    <w:rsid w:val="00B51728"/>
    <w:rsid w:val="00B553FB"/>
    <w:rsid w:val="00B55BE7"/>
    <w:rsid w:val="00B57A54"/>
    <w:rsid w:val="00B60373"/>
    <w:rsid w:val="00B61532"/>
    <w:rsid w:val="00B83484"/>
    <w:rsid w:val="00B834DA"/>
    <w:rsid w:val="00B86085"/>
    <w:rsid w:val="00B86241"/>
    <w:rsid w:val="00B86D51"/>
    <w:rsid w:val="00B95405"/>
    <w:rsid w:val="00B9640F"/>
    <w:rsid w:val="00B969D0"/>
    <w:rsid w:val="00BA0B97"/>
    <w:rsid w:val="00BA11E7"/>
    <w:rsid w:val="00BA1468"/>
    <w:rsid w:val="00BA6309"/>
    <w:rsid w:val="00BA6CC7"/>
    <w:rsid w:val="00BA71FC"/>
    <w:rsid w:val="00BB457B"/>
    <w:rsid w:val="00BB6391"/>
    <w:rsid w:val="00BC4DA3"/>
    <w:rsid w:val="00BC6689"/>
    <w:rsid w:val="00BC7879"/>
    <w:rsid w:val="00BD1EBD"/>
    <w:rsid w:val="00BD44CA"/>
    <w:rsid w:val="00BD4795"/>
    <w:rsid w:val="00BD6ED4"/>
    <w:rsid w:val="00BD73D0"/>
    <w:rsid w:val="00BE0452"/>
    <w:rsid w:val="00BE13E7"/>
    <w:rsid w:val="00BE40C2"/>
    <w:rsid w:val="00BE5E7E"/>
    <w:rsid w:val="00BF47AD"/>
    <w:rsid w:val="00BF6312"/>
    <w:rsid w:val="00BF74E0"/>
    <w:rsid w:val="00C01BBE"/>
    <w:rsid w:val="00C03218"/>
    <w:rsid w:val="00C079D9"/>
    <w:rsid w:val="00C109D9"/>
    <w:rsid w:val="00C109F0"/>
    <w:rsid w:val="00C10A3E"/>
    <w:rsid w:val="00C11A22"/>
    <w:rsid w:val="00C13467"/>
    <w:rsid w:val="00C13ABB"/>
    <w:rsid w:val="00C1436A"/>
    <w:rsid w:val="00C14E9F"/>
    <w:rsid w:val="00C15E43"/>
    <w:rsid w:val="00C2025F"/>
    <w:rsid w:val="00C20A5B"/>
    <w:rsid w:val="00C257FE"/>
    <w:rsid w:val="00C351B4"/>
    <w:rsid w:val="00C36932"/>
    <w:rsid w:val="00C41698"/>
    <w:rsid w:val="00C43575"/>
    <w:rsid w:val="00C477B7"/>
    <w:rsid w:val="00C47F38"/>
    <w:rsid w:val="00C51DE9"/>
    <w:rsid w:val="00C53536"/>
    <w:rsid w:val="00C56339"/>
    <w:rsid w:val="00C57A02"/>
    <w:rsid w:val="00C604B9"/>
    <w:rsid w:val="00C606F4"/>
    <w:rsid w:val="00C71649"/>
    <w:rsid w:val="00C72BE8"/>
    <w:rsid w:val="00C778BC"/>
    <w:rsid w:val="00C8136A"/>
    <w:rsid w:val="00C82D46"/>
    <w:rsid w:val="00C8739A"/>
    <w:rsid w:val="00C90B71"/>
    <w:rsid w:val="00C918C9"/>
    <w:rsid w:val="00C944F8"/>
    <w:rsid w:val="00CA7AFE"/>
    <w:rsid w:val="00CB0014"/>
    <w:rsid w:val="00CB081B"/>
    <w:rsid w:val="00CB24FE"/>
    <w:rsid w:val="00CB3ECE"/>
    <w:rsid w:val="00CB4999"/>
    <w:rsid w:val="00CB5236"/>
    <w:rsid w:val="00CC2622"/>
    <w:rsid w:val="00CC3875"/>
    <w:rsid w:val="00CC52BC"/>
    <w:rsid w:val="00CC653D"/>
    <w:rsid w:val="00CD06AF"/>
    <w:rsid w:val="00CD5649"/>
    <w:rsid w:val="00CD5AD2"/>
    <w:rsid w:val="00CD5B81"/>
    <w:rsid w:val="00CE03B8"/>
    <w:rsid w:val="00CE0B29"/>
    <w:rsid w:val="00CE0E55"/>
    <w:rsid w:val="00CE273C"/>
    <w:rsid w:val="00CE2AF0"/>
    <w:rsid w:val="00CE32FC"/>
    <w:rsid w:val="00CE3792"/>
    <w:rsid w:val="00CE44CB"/>
    <w:rsid w:val="00CE5627"/>
    <w:rsid w:val="00CE5FA3"/>
    <w:rsid w:val="00CE6DEF"/>
    <w:rsid w:val="00CF34F1"/>
    <w:rsid w:val="00CF6245"/>
    <w:rsid w:val="00CF7D9D"/>
    <w:rsid w:val="00D06083"/>
    <w:rsid w:val="00D13469"/>
    <w:rsid w:val="00D1760D"/>
    <w:rsid w:val="00D222BE"/>
    <w:rsid w:val="00D31754"/>
    <w:rsid w:val="00D418E3"/>
    <w:rsid w:val="00D42DF0"/>
    <w:rsid w:val="00D4673C"/>
    <w:rsid w:val="00D5559F"/>
    <w:rsid w:val="00D5671C"/>
    <w:rsid w:val="00D62417"/>
    <w:rsid w:val="00D62DB6"/>
    <w:rsid w:val="00D63CEF"/>
    <w:rsid w:val="00D64C24"/>
    <w:rsid w:val="00D65366"/>
    <w:rsid w:val="00D66605"/>
    <w:rsid w:val="00D80B96"/>
    <w:rsid w:val="00D84008"/>
    <w:rsid w:val="00D87D39"/>
    <w:rsid w:val="00D91B02"/>
    <w:rsid w:val="00D92442"/>
    <w:rsid w:val="00D96AC8"/>
    <w:rsid w:val="00D972A0"/>
    <w:rsid w:val="00DA0253"/>
    <w:rsid w:val="00DA175E"/>
    <w:rsid w:val="00DA3AFB"/>
    <w:rsid w:val="00DA6E88"/>
    <w:rsid w:val="00DA7684"/>
    <w:rsid w:val="00DB109A"/>
    <w:rsid w:val="00DB5E0E"/>
    <w:rsid w:val="00DB6CC7"/>
    <w:rsid w:val="00DB6FC8"/>
    <w:rsid w:val="00DB7EEE"/>
    <w:rsid w:val="00DC48E3"/>
    <w:rsid w:val="00DC5489"/>
    <w:rsid w:val="00DC625F"/>
    <w:rsid w:val="00DD04F4"/>
    <w:rsid w:val="00DD3222"/>
    <w:rsid w:val="00DD495D"/>
    <w:rsid w:val="00DD67AA"/>
    <w:rsid w:val="00DE0AB9"/>
    <w:rsid w:val="00DE26CF"/>
    <w:rsid w:val="00DE42C6"/>
    <w:rsid w:val="00DE519C"/>
    <w:rsid w:val="00DF346A"/>
    <w:rsid w:val="00DF5AA5"/>
    <w:rsid w:val="00E009DB"/>
    <w:rsid w:val="00E129A2"/>
    <w:rsid w:val="00E21931"/>
    <w:rsid w:val="00E25E6B"/>
    <w:rsid w:val="00E32080"/>
    <w:rsid w:val="00E33965"/>
    <w:rsid w:val="00E4344F"/>
    <w:rsid w:val="00E4592C"/>
    <w:rsid w:val="00E46F7B"/>
    <w:rsid w:val="00E52624"/>
    <w:rsid w:val="00E53E4E"/>
    <w:rsid w:val="00E62382"/>
    <w:rsid w:val="00E70A6E"/>
    <w:rsid w:val="00E70CF0"/>
    <w:rsid w:val="00E7365D"/>
    <w:rsid w:val="00E74B4B"/>
    <w:rsid w:val="00E76E79"/>
    <w:rsid w:val="00E77336"/>
    <w:rsid w:val="00E77AF9"/>
    <w:rsid w:val="00E83346"/>
    <w:rsid w:val="00E91F93"/>
    <w:rsid w:val="00E93438"/>
    <w:rsid w:val="00E977EB"/>
    <w:rsid w:val="00EA012B"/>
    <w:rsid w:val="00EA4B60"/>
    <w:rsid w:val="00EB18F4"/>
    <w:rsid w:val="00EB1AF4"/>
    <w:rsid w:val="00EB2224"/>
    <w:rsid w:val="00EB3F29"/>
    <w:rsid w:val="00EB4CCD"/>
    <w:rsid w:val="00EB55F5"/>
    <w:rsid w:val="00EB6504"/>
    <w:rsid w:val="00EC2BE4"/>
    <w:rsid w:val="00EC47C3"/>
    <w:rsid w:val="00EC53E3"/>
    <w:rsid w:val="00EC58A5"/>
    <w:rsid w:val="00ED09F7"/>
    <w:rsid w:val="00ED248A"/>
    <w:rsid w:val="00ED67F2"/>
    <w:rsid w:val="00ED767C"/>
    <w:rsid w:val="00EE5112"/>
    <w:rsid w:val="00EE6F1B"/>
    <w:rsid w:val="00EE7AAE"/>
    <w:rsid w:val="00EF02F4"/>
    <w:rsid w:val="00EF0A90"/>
    <w:rsid w:val="00EF31D3"/>
    <w:rsid w:val="00EF41B4"/>
    <w:rsid w:val="00EF55E4"/>
    <w:rsid w:val="00F11601"/>
    <w:rsid w:val="00F13B52"/>
    <w:rsid w:val="00F153CC"/>
    <w:rsid w:val="00F15B23"/>
    <w:rsid w:val="00F2049C"/>
    <w:rsid w:val="00F204C0"/>
    <w:rsid w:val="00F222C9"/>
    <w:rsid w:val="00F26B83"/>
    <w:rsid w:val="00F27835"/>
    <w:rsid w:val="00F3465E"/>
    <w:rsid w:val="00F36943"/>
    <w:rsid w:val="00F42241"/>
    <w:rsid w:val="00F42F78"/>
    <w:rsid w:val="00F44458"/>
    <w:rsid w:val="00F44D32"/>
    <w:rsid w:val="00F4554D"/>
    <w:rsid w:val="00F46683"/>
    <w:rsid w:val="00F46822"/>
    <w:rsid w:val="00F47067"/>
    <w:rsid w:val="00F51295"/>
    <w:rsid w:val="00F51D7A"/>
    <w:rsid w:val="00F52C01"/>
    <w:rsid w:val="00F556DE"/>
    <w:rsid w:val="00F57604"/>
    <w:rsid w:val="00F60A2B"/>
    <w:rsid w:val="00F62C96"/>
    <w:rsid w:val="00F65B71"/>
    <w:rsid w:val="00F66CFB"/>
    <w:rsid w:val="00F6768B"/>
    <w:rsid w:val="00F70D52"/>
    <w:rsid w:val="00F72E94"/>
    <w:rsid w:val="00F737E6"/>
    <w:rsid w:val="00F73EB1"/>
    <w:rsid w:val="00F74002"/>
    <w:rsid w:val="00F76C71"/>
    <w:rsid w:val="00F85FC0"/>
    <w:rsid w:val="00F91AF7"/>
    <w:rsid w:val="00F92624"/>
    <w:rsid w:val="00F95409"/>
    <w:rsid w:val="00FA5822"/>
    <w:rsid w:val="00FA6EEC"/>
    <w:rsid w:val="00FA7287"/>
    <w:rsid w:val="00FB0B00"/>
    <w:rsid w:val="00FB0D89"/>
    <w:rsid w:val="00FB3B55"/>
    <w:rsid w:val="00FB506F"/>
    <w:rsid w:val="00FB5AEA"/>
    <w:rsid w:val="00FB74D8"/>
    <w:rsid w:val="00FC1804"/>
    <w:rsid w:val="00FC244F"/>
    <w:rsid w:val="00FC7CDD"/>
    <w:rsid w:val="00FD0989"/>
    <w:rsid w:val="00FD19D2"/>
    <w:rsid w:val="00FD62DA"/>
    <w:rsid w:val="00FD651A"/>
    <w:rsid w:val="00FE14E9"/>
    <w:rsid w:val="00FE35B8"/>
    <w:rsid w:val="00FE6A94"/>
    <w:rsid w:val="00FE6D76"/>
    <w:rsid w:val="00FF023F"/>
    <w:rsid w:val="00FF4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D2F"/>
    <w:pPr>
      <w:spacing w:after="200" w:line="276" w:lineRule="auto"/>
    </w:pPr>
    <w:rPr>
      <w:lang w:val="uk-U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67D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050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867D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C050D"/>
    <w:rPr>
      <w:rFonts w:ascii="Cambria" w:hAnsi="Cambria" w:cs="Times New Roman"/>
      <w:b/>
      <w:bCs/>
      <w:color w:val="4F81BD"/>
      <w:sz w:val="26"/>
      <w:szCs w:val="26"/>
    </w:rPr>
  </w:style>
  <w:style w:type="paragraph" w:styleId="NormalWeb">
    <w:name w:val="Normal (Web)"/>
    <w:basedOn w:val="Normal"/>
    <w:uiPriority w:val="99"/>
    <w:rsid w:val="00373B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Hyperlink">
    <w:name w:val="Hyperlink"/>
    <w:basedOn w:val="DefaultParagraphFont"/>
    <w:uiPriority w:val="99"/>
    <w:rsid w:val="00373BF0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3B32DD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B2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21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B21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B21B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B21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B21BC"/>
    <w:rPr>
      <w:rFonts w:cs="Times New Roman"/>
    </w:rPr>
  </w:style>
  <w:style w:type="character" w:customStyle="1" w:styleId="docdata">
    <w:name w:val="docdata"/>
    <w:aliases w:val="docy,v5,2969,baiaagaaboqcaaadzwkaaaxdcqaaaaaaaaaaaaaaaaaaaaaaaaaaaaaaaaaaaaaaaaaaaaaaaaaaaaaaaaaaaaaaaaaaaaaaaaaaaaaaaaaaaaaaaaaaaaaaaaaaaaaaaaaaaaaaaaaaaaaaaaaaaaaaaaaaaaaaaaaaaaaaaaaaaaaaaaaaaaaaaaaaaaaaaaaaaaaaaaaaaaaaaaaaaaaaaaaaaaaaaaaaaaa"/>
    <w:basedOn w:val="DefaultParagraphFont"/>
    <w:uiPriority w:val="99"/>
    <w:rsid w:val="00B83484"/>
    <w:rPr>
      <w:rFonts w:cs="Times New Roman"/>
    </w:rPr>
  </w:style>
  <w:style w:type="character" w:customStyle="1" w:styleId="oi732d6d">
    <w:name w:val="oi732d6d"/>
    <w:basedOn w:val="DefaultParagraphFont"/>
    <w:uiPriority w:val="99"/>
    <w:rsid w:val="00CB24FE"/>
    <w:rPr>
      <w:rFonts w:cs="Times New Roman"/>
    </w:rPr>
  </w:style>
  <w:style w:type="paragraph" w:customStyle="1" w:styleId="rtejustify">
    <w:name w:val="rtejustify"/>
    <w:basedOn w:val="Normal"/>
    <w:uiPriority w:val="99"/>
    <w:rsid w:val="006370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9">
    <w:name w:val="стиль9"/>
    <w:basedOn w:val="Normal"/>
    <w:uiPriority w:val="99"/>
    <w:rsid w:val="00376D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Emphasis">
    <w:name w:val="Emphasis"/>
    <w:basedOn w:val="DefaultParagraphFont"/>
    <w:uiPriority w:val="99"/>
    <w:qFormat/>
    <w:rsid w:val="005F695B"/>
    <w:rPr>
      <w:rFonts w:cs="Times New Roman"/>
      <w:i/>
      <w:iCs/>
    </w:rPr>
  </w:style>
  <w:style w:type="paragraph" w:customStyle="1" w:styleId="25755">
    <w:name w:val="25755"/>
    <w:aliases w:val="baiaagaaboqcaaadtv4aaavbxg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7E12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field-content">
    <w:name w:val="field-content"/>
    <w:basedOn w:val="DefaultParagraphFont"/>
    <w:uiPriority w:val="99"/>
    <w:rsid w:val="00D91B02"/>
    <w:rPr>
      <w:rFonts w:cs="Times New Roman"/>
    </w:rPr>
  </w:style>
  <w:style w:type="paragraph" w:customStyle="1" w:styleId="7664">
    <w:name w:val="7664"/>
    <w:aliases w:val="baiaagaaboqcaaadlryaaawjfg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A05D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bumpedfont15">
    <w:name w:val="bumpedfont15"/>
    <w:basedOn w:val="DefaultParagraphFont"/>
    <w:uiPriority w:val="99"/>
    <w:rsid w:val="00615626"/>
    <w:rPr>
      <w:rFonts w:cs="Times New Roman"/>
    </w:rPr>
  </w:style>
  <w:style w:type="paragraph" w:customStyle="1" w:styleId="3210">
    <w:name w:val="3210"/>
    <w:aliases w:val="baiaagaaboqcaaadvagaaaxkca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1B54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s12">
    <w:name w:val="s12"/>
    <w:basedOn w:val="Normal"/>
    <w:uiPriority w:val="99"/>
    <w:rsid w:val="001B54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">
    <w:name w:val="rvps2"/>
    <w:basedOn w:val="Normal"/>
    <w:uiPriority w:val="99"/>
    <w:rsid w:val="00ED67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99"/>
    <w:qFormat/>
    <w:rsid w:val="00A06664"/>
    <w:pPr>
      <w:ind w:left="720"/>
      <w:contextualSpacing/>
    </w:pPr>
  </w:style>
  <w:style w:type="character" w:customStyle="1" w:styleId="rvts0">
    <w:name w:val="rvts0"/>
    <w:basedOn w:val="DefaultParagraphFont"/>
    <w:uiPriority w:val="99"/>
    <w:rsid w:val="00BE0452"/>
    <w:rPr>
      <w:rFonts w:cs="Times New Roman"/>
    </w:rPr>
  </w:style>
  <w:style w:type="character" w:customStyle="1" w:styleId="rvts23">
    <w:name w:val="rvts23"/>
    <w:basedOn w:val="DefaultParagraphFont"/>
    <w:uiPriority w:val="99"/>
    <w:rsid w:val="00BE0452"/>
    <w:rPr>
      <w:rFonts w:cs="Times New Roman"/>
    </w:rPr>
  </w:style>
  <w:style w:type="paragraph" w:customStyle="1" w:styleId="6177">
    <w:name w:val="6177"/>
    <w:aliases w:val="baiaagaaboqcaaadrruaaaw7fq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2B46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d2edcug0">
    <w:name w:val="d2edcug0"/>
    <w:basedOn w:val="DefaultParagraphFont"/>
    <w:uiPriority w:val="99"/>
    <w:rsid w:val="00330D30"/>
    <w:rPr>
      <w:rFonts w:cs="Times New Roman"/>
    </w:rPr>
  </w:style>
  <w:style w:type="character" w:customStyle="1" w:styleId="xfmc1">
    <w:name w:val="xfmc1"/>
    <w:basedOn w:val="DefaultParagraphFont"/>
    <w:uiPriority w:val="99"/>
    <w:rsid w:val="00EC58A5"/>
    <w:rPr>
      <w:rFonts w:cs="Times New Roman"/>
    </w:rPr>
  </w:style>
  <w:style w:type="paragraph" w:customStyle="1" w:styleId="s5">
    <w:name w:val="s5"/>
    <w:basedOn w:val="Normal"/>
    <w:uiPriority w:val="99"/>
    <w:rsid w:val="00924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3235">
    <w:name w:val="3235"/>
    <w:aliases w:val="baiaagaaboqcaaadqagaaaw2ca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6240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6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191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6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63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63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63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86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6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63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6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7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63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6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6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63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63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8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863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86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63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63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63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6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6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6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6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6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6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63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3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63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63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63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63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63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7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63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63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63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863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863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86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63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63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63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63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63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7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63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63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63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63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63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63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63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63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7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7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7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7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7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7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7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863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8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63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63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63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63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63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63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638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63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638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63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63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63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63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638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63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638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63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63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6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63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63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63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63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200"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93863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63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637926"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638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638312"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63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638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8638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638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8638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8638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8638369"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93863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6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638174"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7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637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638337"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638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638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8637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6384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8638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863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8637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8638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86383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8638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86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63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63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863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63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63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63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8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863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7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8638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8638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8638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7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863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7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8638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7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7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638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63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63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63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63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637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8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8637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863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8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863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8638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63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63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372</Words>
  <Characters>2124</Characters>
  <Application>Microsoft Office Outlook</Application>
  <DocSecurity>0</DocSecurity>
  <Lines>0</Lines>
  <Paragraphs>0</Paragraphs>
  <ScaleCrop>false</ScaleCrop>
  <Company>Газета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 три місяці інспекційної кампанії інспектори Держпраці виявили на Буковині 247 нелегальних працівників </dc:title>
  <dc:subject/>
  <dc:creator>Лариса</dc:creator>
  <cp:keywords/>
  <dc:description/>
  <cp:lastModifiedBy>Admin</cp:lastModifiedBy>
  <cp:revision>2</cp:revision>
  <dcterms:created xsi:type="dcterms:W3CDTF">2021-10-19T08:12:00Z</dcterms:created>
  <dcterms:modified xsi:type="dcterms:W3CDTF">2021-10-19T08:12:00Z</dcterms:modified>
</cp:coreProperties>
</file>