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32"/>
      </w:tblGrid>
      <w:tr w:rsidR="00BF54EC" w:rsidRPr="007162B1" w:rsidTr="0075522A">
        <w:trPr>
          <w:trHeight w:val="509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BF54EC" w:rsidRPr="007162B1" w:rsidRDefault="00BF54EC"/>
          <w:tbl>
            <w:tblPr>
              <w:tblW w:w="0" w:type="auto"/>
              <w:tblBorders>
                <w:top w:val="thinThickThinMediumGap" w:sz="24" w:space="0" w:color="auto"/>
                <w:left w:val="thinThickThinMediumGap" w:sz="24" w:space="0" w:color="auto"/>
                <w:bottom w:val="thinThickThinMediumGap" w:sz="24" w:space="0" w:color="auto"/>
                <w:right w:val="thinThickThinMediumGap" w:sz="24" w:space="0" w:color="auto"/>
                <w:insideH w:val="thinThickThinMediumGap" w:sz="24" w:space="0" w:color="auto"/>
                <w:insideV w:val="thinThickThinMediumGap" w:sz="24" w:space="0" w:color="auto"/>
              </w:tblBorders>
              <w:tblLook w:val="0000"/>
            </w:tblPr>
            <w:tblGrid>
              <w:gridCol w:w="10236"/>
            </w:tblGrid>
            <w:tr w:rsidR="00BF54EC" w:rsidRPr="007162B1" w:rsidTr="0075522A">
              <w:trPr>
                <w:trHeight w:val="3575"/>
              </w:trPr>
              <w:tc>
                <w:tcPr>
                  <w:tcW w:w="24465" w:type="dxa"/>
                  <w:tcBorders>
                    <w:top w:val="thinThickThinMediumGap" w:sz="24" w:space="0" w:color="auto"/>
                    <w:left w:val="thinThickThinMediumGap" w:sz="24" w:space="0" w:color="auto"/>
                    <w:bottom w:val="thinThickThinMediumGap" w:sz="24" w:space="0" w:color="auto"/>
                    <w:right w:val="thinThickThinMediumGap" w:sz="24" w:space="0" w:color="auto"/>
                  </w:tcBorders>
                </w:tcPr>
                <w:p w:rsidR="00BF54EC" w:rsidRPr="007162B1" w:rsidRDefault="00BF54EC" w:rsidP="00897A1A">
                  <w:pPr>
                    <w:ind w:left="0"/>
                    <w:jc w:val="center"/>
                    <w:rPr>
                      <w:rFonts w:ascii="Times New Roman" w:hAnsi="Times New Roman"/>
                      <w:b/>
                      <w:sz w:val="56"/>
                      <w:szCs w:val="56"/>
                      <w:lang w:val="uk-UA"/>
                    </w:rPr>
                  </w:pPr>
                  <w:r w:rsidRPr="007162B1">
                    <w:rPr>
                      <w:rFonts w:ascii="Times New Roman" w:hAnsi="Times New Roman"/>
                      <w:b/>
                      <w:sz w:val="56"/>
                      <w:szCs w:val="56"/>
                      <w:lang w:val="uk-UA"/>
                    </w:rPr>
                    <w:t>Шановні працедавці та шукачі роботи!</w:t>
                  </w:r>
                </w:p>
                <w:p w:rsidR="00BF54EC" w:rsidRPr="007162B1" w:rsidRDefault="00BF54EC" w:rsidP="00897A1A">
                  <w:pPr>
                    <w:ind w:left="0"/>
                    <w:jc w:val="center"/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</w:pPr>
                  <w:r w:rsidRPr="007162B1"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  <w:t xml:space="preserve">Запрошуємо Вас на </w:t>
                  </w:r>
                  <w:r w:rsidRPr="007162B1">
                    <w:rPr>
                      <w:rFonts w:ascii="Times New Roman" w:hAnsi="Times New Roman"/>
                      <w:b/>
                      <w:sz w:val="44"/>
                      <w:szCs w:val="44"/>
                      <w:lang w:val="uk-UA"/>
                    </w:rPr>
                    <w:t>«Ярмарок вакансій»</w:t>
                  </w:r>
                  <w:r w:rsidRPr="007162B1"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  <w:t xml:space="preserve"> </w:t>
                  </w:r>
                </w:p>
                <w:p w:rsidR="00BF54EC" w:rsidRPr="007162B1" w:rsidRDefault="00BF54EC" w:rsidP="00897A1A">
                  <w:pPr>
                    <w:ind w:left="0"/>
                    <w:jc w:val="center"/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</w:pPr>
                  <w:r w:rsidRPr="007162B1"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  <w:t xml:space="preserve">який відбудеться 23.09.2021 року </w:t>
                  </w:r>
                </w:p>
                <w:p w:rsidR="00BF54EC" w:rsidRPr="007162B1" w:rsidRDefault="00BF54EC" w:rsidP="0075522A">
                  <w:pPr>
                    <w:ind w:left="0"/>
                    <w:jc w:val="center"/>
                    <w:rPr>
                      <w:rFonts w:ascii="Times New Roman" w:hAnsi="Times New Roman"/>
                      <w:sz w:val="72"/>
                      <w:szCs w:val="72"/>
                      <w:vertAlign w:val="superscript"/>
                      <w:lang w:val="uk-UA"/>
                    </w:rPr>
                  </w:pPr>
                  <w:r w:rsidRPr="007162B1"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  <w:t>в м. Чернівці, площа Соборна,1 о 11</w:t>
                  </w:r>
                  <w:r w:rsidRPr="007162B1">
                    <w:rPr>
                      <w:rFonts w:ascii="Times New Roman" w:hAnsi="Times New Roman"/>
                      <w:sz w:val="44"/>
                      <w:szCs w:val="44"/>
                      <w:vertAlign w:val="superscript"/>
                      <w:lang w:val="uk-UA"/>
                    </w:rPr>
                    <w:t>00</w:t>
                  </w:r>
                  <w:r w:rsidRPr="007162B1">
                    <w:rPr>
                      <w:rFonts w:ascii="Times New Roman" w:hAnsi="Times New Roman"/>
                      <w:sz w:val="44"/>
                      <w:szCs w:val="44"/>
                      <w:lang w:val="uk-UA"/>
                    </w:rPr>
                    <w:t xml:space="preserve"> - 15</w:t>
                  </w:r>
                  <w:r w:rsidRPr="007162B1">
                    <w:rPr>
                      <w:rFonts w:ascii="Times New Roman" w:hAnsi="Times New Roman"/>
                      <w:sz w:val="44"/>
                      <w:szCs w:val="44"/>
                      <w:vertAlign w:val="superscript"/>
                      <w:lang w:val="uk-UA"/>
                    </w:rPr>
                    <w:t>00</w:t>
                  </w:r>
                </w:p>
              </w:tc>
            </w:tr>
          </w:tbl>
          <w:p w:rsidR="00BF54EC" w:rsidRPr="007162B1" w:rsidRDefault="00BF54EC">
            <w:pPr>
              <w:ind w:left="0"/>
            </w:pPr>
          </w:p>
        </w:tc>
      </w:tr>
    </w:tbl>
    <w:p w:rsidR="00BF54EC" w:rsidRDefault="00BF54EC"/>
    <w:sectPr w:rsidR="00BF54EC" w:rsidSect="000414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A1A"/>
    <w:rsid w:val="0004146F"/>
    <w:rsid w:val="00055993"/>
    <w:rsid w:val="002459D1"/>
    <w:rsid w:val="0039029F"/>
    <w:rsid w:val="003A4630"/>
    <w:rsid w:val="003B52A1"/>
    <w:rsid w:val="00651B62"/>
    <w:rsid w:val="007162B1"/>
    <w:rsid w:val="0075522A"/>
    <w:rsid w:val="007F5E42"/>
    <w:rsid w:val="00897A1A"/>
    <w:rsid w:val="009B4DE2"/>
    <w:rsid w:val="00BF54EC"/>
    <w:rsid w:val="00F00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2A1"/>
    <w:pPr>
      <w:spacing w:before="225" w:after="150"/>
      <w:ind w:left="170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2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52A1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B52A1"/>
    <w:pPr>
      <w:ind w:left="170"/>
      <w:jc w:val="both"/>
    </w:pPr>
    <w:rPr>
      <w:lang w:eastAsia="en-US"/>
    </w:rPr>
  </w:style>
  <w:style w:type="paragraph" w:styleId="ListParagraph">
    <w:name w:val="List Paragraph"/>
    <w:basedOn w:val="Normal"/>
    <w:uiPriority w:val="99"/>
    <w:qFormat/>
    <w:rsid w:val="003B52A1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3B52A1"/>
    <w:rPr>
      <w:rFonts w:cs="Times New Roman"/>
      <w:b/>
      <w:bCs/>
      <w:i/>
      <w:iCs/>
      <w:color w:val="4F81BD"/>
    </w:rPr>
  </w:style>
  <w:style w:type="character" w:styleId="BookTitle">
    <w:name w:val="Book Title"/>
    <w:basedOn w:val="DefaultParagraphFont"/>
    <w:uiPriority w:val="99"/>
    <w:qFormat/>
    <w:rsid w:val="003B52A1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</Words>
  <Characters>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Шановні працедавці та шукачі роботи</dc:title>
  <dc:subject/>
  <dc:creator>user01</dc:creator>
  <cp:keywords/>
  <dc:description/>
  <cp:lastModifiedBy>Admin</cp:lastModifiedBy>
  <cp:revision>2</cp:revision>
  <dcterms:created xsi:type="dcterms:W3CDTF">2021-09-22T06:03:00Z</dcterms:created>
  <dcterms:modified xsi:type="dcterms:W3CDTF">2021-09-22T06:03:00Z</dcterms:modified>
</cp:coreProperties>
</file>