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E6B" w:rsidRPr="00937D4A" w:rsidRDefault="005A4E6B" w:rsidP="00072A8B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D4A">
        <w:rPr>
          <w:rFonts w:ascii="Times New Roman" w:hAnsi="Times New Roman"/>
          <w:b/>
          <w:sz w:val="28"/>
          <w:szCs w:val="28"/>
        </w:rPr>
        <w:t>Запрошуємо шукачів роботи та ЗМІ на «Ярмарок вакансій»</w:t>
      </w:r>
    </w:p>
    <w:p w:rsidR="005A4E6B" w:rsidRDefault="005A4E6B" w:rsidP="00072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вересня 2021 року </w:t>
      </w:r>
      <w:r w:rsidRPr="00CF045C">
        <w:rPr>
          <w:rFonts w:ascii="Times New Roman" w:hAnsi="Times New Roman"/>
          <w:sz w:val="28"/>
          <w:szCs w:val="28"/>
        </w:rPr>
        <w:t>об 11 годині на Соборній площі м.Чернівці</w:t>
      </w:r>
      <w:r>
        <w:rPr>
          <w:rFonts w:ascii="Times New Roman" w:hAnsi="Times New Roman"/>
          <w:sz w:val="28"/>
          <w:szCs w:val="28"/>
        </w:rPr>
        <w:t xml:space="preserve">в Чернівецька обласна служба зайнятості проводить </w:t>
      </w:r>
      <w:r w:rsidRPr="00CF045C">
        <w:rPr>
          <w:rFonts w:ascii="Times New Roman" w:hAnsi="Times New Roman"/>
          <w:sz w:val="28"/>
          <w:szCs w:val="28"/>
        </w:rPr>
        <w:t>«Ярмарок вакансій».</w:t>
      </w:r>
    </w:p>
    <w:p w:rsidR="005A4E6B" w:rsidRPr="00CF045C" w:rsidRDefault="005A4E6B" w:rsidP="00072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Понад 50 роботодавців міста презентуватимуть вільні робочі місця</w:t>
      </w:r>
      <w:r w:rsidRPr="00CF045C">
        <w:rPr>
          <w:rFonts w:ascii="Times New Roman" w:hAnsi="Times New Roman"/>
          <w:sz w:val="28"/>
          <w:szCs w:val="28"/>
        </w:rPr>
        <w:t xml:space="preserve">, а професійно-технічні та вищі навчальні заклади проведуть майстер-класи.  </w:t>
      </w:r>
    </w:p>
    <w:p w:rsidR="005A4E6B" w:rsidRPr="006865C0" w:rsidRDefault="005A4E6B" w:rsidP="00072A8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865C0">
        <w:rPr>
          <w:sz w:val="28"/>
          <w:szCs w:val="28"/>
        </w:rPr>
        <w:t xml:space="preserve">Ярмарок вакансій – це можливість роботодавцю підібрати необхідних працівників, а шукачам роботи – працевлаштуватися. Ми пропонуємо </w:t>
      </w:r>
      <w:r>
        <w:rPr>
          <w:sz w:val="28"/>
          <w:szCs w:val="28"/>
        </w:rPr>
        <w:t xml:space="preserve">майданчик для </w:t>
      </w:r>
      <w:r w:rsidRPr="006865C0">
        <w:rPr>
          <w:sz w:val="28"/>
          <w:szCs w:val="28"/>
        </w:rPr>
        <w:t>діалог</w:t>
      </w:r>
      <w:r>
        <w:rPr>
          <w:sz w:val="28"/>
          <w:szCs w:val="28"/>
        </w:rPr>
        <w:t>у, - зазначає директорка Чернівецького обласного центру зайнятості Любов Кожолянко</w:t>
      </w:r>
      <w:r w:rsidRPr="006865C0">
        <w:rPr>
          <w:sz w:val="28"/>
          <w:szCs w:val="28"/>
        </w:rPr>
        <w:t>.</w:t>
      </w:r>
    </w:p>
    <w:p w:rsidR="005A4E6B" w:rsidRPr="00CF045C" w:rsidRDefault="005A4E6B" w:rsidP="00072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4E6B" w:rsidRDefault="005A4E6B" w:rsidP="00072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Більшість вакансій за робітничими професіями та для осіб, які не мають спеціальної освіти, проте є ряд пропозицій роботи для «білих комірців». </w:t>
      </w:r>
    </w:p>
    <w:p w:rsidR="005A4E6B" w:rsidRDefault="005A4E6B" w:rsidP="00072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Шукачів роботи на ярмарку будуть консультувати фахівці служби зайнятості, у разі потреби допоможуть скласти резюме, ознайомлять з базою вакансій не лише по області, але і  по Україні.</w:t>
      </w:r>
    </w:p>
    <w:p w:rsidR="005A4E6B" w:rsidRPr="00F17197" w:rsidRDefault="005A4E6B" w:rsidP="00072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7197">
        <w:rPr>
          <w:rFonts w:ascii="Times New Roman" w:hAnsi="Times New Roman"/>
          <w:sz w:val="28"/>
          <w:szCs w:val="28"/>
        </w:rPr>
        <w:t>Запрошуємо шукачів роботи та ЗМІ до участі у заході.</w:t>
      </w:r>
    </w:p>
    <w:p w:rsidR="005A4E6B" w:rsidRDefault="005A4E6B"/>
    <w:p w:rsidR="005A4E6B" w:rsidRPr="00A37DAB" w:rsidRDefault="005A4E6B" w:rsidP="00072A8B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lang w:val="ru-RU"/>
        </w:rPr>
      </w:pPr>
      <w:r w:rsidRPr="00A37DAB">
        <w:rPr>
          <w:rFonts w:ascii="Times New Roman" w:hAnsi="Times New Roman"/>
          <w:b/>
          <w:i/>
          <w:color w:val="000000"/>
        </w:rPr>
        <w:t xml:space="preserve">Сектор інформаційної роботи </w:t>
      </w:r>
      <w:bookmarkStart w:id="0" w:name="_GoBack"/>
      <w:bookmarkEnd w:id="0"/>
      <w:r w:rsidRPr="00A37DAB">
        <w:rPr>
          <w:rFonts w:ascii="Times New Roman" w:hAnsi="Times New Roman"/>
          <w:b/>
          <w:i/>
          <w:color w:val="000000"/>
          <w:lang w:val="ru-RU"/>
        </w:rPr>
        <w:t xml:space="preserve"> </w:t>
      </w:r>
    </w:p>
    <w:p w:rsidR="005A4E6B" w:rsidRPr="00A37DAB" w:rsidRDefault="005A4E6B" w:rsidP="00072A8B">
      <w:pPr>
        <w:spacing w:after="0" w:line="240" w:lineRule="auto"/>
        <w:jc w:val="both"/>
        <w:rPr>
          <w:rFonts w:ascii="Times New Roman" w:hAnsi="Times New Roman"/>
          <w:b/>
          <w:i/>
          <w:color w:val="000000"/>
        </w:rPr>
      </w:pPr>
      <w:r w:rsidRPr="00A37DAB">
        <w:rPr>
          <w:rFonts w:ascii="Times New Roman" w:hAnsi="Times New Roman"/>
          <w:b/>
          <w:i/>
          <w:color w:val="000000"/>
        </w:rPr>
        <w:t>Чернівецького обласного центру зайнятості</w:t>
      </w:r>
    </w:p>
    <w:p w:rsidR="005A4E6B" w:rsidRDefault="005A4E6B"/>
    <w:sectPr w:rsidR="005A4E6B" w:rsidSect="00DB7D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5DA6"/>
    <w:multiLevelType w:val="hybridMultilevel"/>
    <w:tmpl w:val="955C5B06"/>
    <w:lvl w:ilvl="0" w:tplc="9D3A2122">
      <w:start w:val="5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8B"/>
    <w:rsid w:val="00072A8B"/>
    <w:rsid w:val="00450DB9"/>
    <w:rsid w:val="005A4E6B"/>
    <w:rsid w:val="006176C7"/>
    <w:rsid w:val="006865C0"/>
    <w:rsid w:val="00937D4A"/>
    <w:rsid w:val="00A37DAB"/>
    <w:rsid w:val="00CF045C"/>
    <w:rsid w:val="00DB7D21"/>
    <w:rsid w:val="00F17197"/>
    <w:rsid w:val="00FD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A8B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72A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152</Words>
  <Characters>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Запрошуємо шукачів роботи та ЗМІ на «Ярмарок вакансій»</dc:title>
  <dc:subject/>
  <dc:creator>Internet</dc:creator>
  <cp:keywords/>
  <dc:description/>
  <cp:lastModifiedBy>Admin</cp:lastModifiedBy>
  <cp:revision>2</cp:revision>
  <dcterms:created xsi:type="dcterms:W3CDTF">2021-09-20T13:31:00Z</dcterms:created>
  <dcterms:modified xsi:type="dcterms:W3CDTF">2021-09-20T13:31:00Z</dcterms:modified>
</cp:coreProperties>
</file>