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1C" w:rsidRDefault="00C5451C" w:rsidP="008B015A">
      <w:pPr>
        <w:jc w:val="center"/>
        <w:rPr>
          <w:rFonts w:ascii="Bookman Old Style" w:hAnsi="Bookman Old Style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15pt;width:54.45pt;height:66.75pt;z-index:251658240" fillcolor="window">
            <v:imagedata r:id="rId7" o:title=""/>
            <w10:wrap type="square" side="right"/>
          </v:shape>
          <o:OLEObject Type="Embed" ProgID="Word.Picture.8" ShapeID="_x0000_s1026" DrawAspect="Content" ObjectID="_1693229236" r:id="rId8"/>
        </w:pict>
      </w:r>
      <w:r>
        <w:rPr>
          <w:rFonts w:ascii="Bookman Old Style" w:hAnsi="Bookman Old Style"/>
          <w:sz w:val="28"/>
          <w:szCs w:val="28"/>
          <w:lang w:val="uk-UA"/>
        </w:rPr>
        <w:t xml:space="preserve">                      ПРОЄКТ</w:t>
      </w:r>
      <w:r w:rsidRPr="00AA3A3A">
        <w:rPr>
          <w:rFonts w:ascii="Bookman Old Style" w:hAnsi="Bookman Old Style"/>
          <w:sz w:val="28"/>
          <w:szCs w:val="28"/>
          <w:lang w:val="uk-UA"/>
        </w:rPr>
        <w:t xml:space="preserve"> </w:t>
      </w:r>
    </w:p>
    <w:p w:rsidR="00C5451C" w:rsidRDefault="00C5451C" w:rsidP="004A098C">
      <w:pPr>
        <w:spacing w:line="276" w:lineRule="auto"/>
        <w:jc w:val="center"/>
        <w:rPr>
          <w:sz w:val="28"/>
          <w:szCs w:val="28"/>
          <w:lang w:val="uk-UA"/>
        </w:rPr>
      </w:pPr>
      <w:r w:rsidRPr="004E6A74">
        <w:rPr>
          <w:sz w:val="28"/>
          <w:szCs w:val="28"/>
          <w:lang w:val="uk-UA"/>
        </w:rPr>
        <w:t xml:space="preserve">                                   </w:t>
      </w:r>
      <w:r w:rsidRPr="00AA3A3A">
        <w:rPr>
          <w:rFonts w:ascii="Bookman Old Style" w:hAnsi="Bookman Old Style"/>
          <w:sz w:val="28"/>
          <w:szCs w:val="28"/>
          <w:lang w:val="uk-UA"/>
        </w:rPr>
        <w:br w:type="textWrapping" w:clear="all"/>
      </w:r>
      <w:r>
        <w:rPr>
          <w:rFonts w:ascii="Bookman Old Style" w:hAnsi="Bookman Old Style"/>
          <w:sz w:val="28"/>
          <w:szCs w:val="28"/>
          <w:lang w:val="uk-UA"/>
        </w:rPr>
        <w:t xml:space="preserve">                                  </w:t>
      </w:r>
    </w:p>
    <w:p w:rsidR="00C5451C" w:rsidRPr="00FF5BE8" w:rsidRDefault="00C5451C" w:rsidP="004A098C">
      <w:pPr>
        <w:jc w:val="center"/>
        <w:rPr>
          <w:sz w:val="30"/>
          <w:szCs w:val="30"/>
          <w:lang w:val="uk-UA"/>
        </w:rPr>
      </w:pPr>
      <w:r w:rsidRPr="00FF5BE8">
        <w:rPr>
          <w:sz w:val="30"/>
          <w:szCs w:val="30"/>
          <w:lang w:val="uk-UA"/>
        </w:rPr>
        <w:t>УКРАЇНА</w:t>
      </w:r>
    </w:p>
    <w:p w:rsidR="00C5451C" w:rsidRPr="00FF5BE8" w:rsidRDefault="00C5451C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ПЕТРОВЕЦЬКА СІЛЬСЬК</w:t>
      </w:r>
      <w:r w:rsidRPr="00FF5BE8">
        <w:rPr>
          <w:b/>
          <w:sz w:val="28"/>
          <w:szCs w:val="28"/>
          <w:lang w:val="uk-UA"/>
        </w:rPr>
        <w:t>А РАДА</w:t>
      </w:r>
    </w:p>
    <w:p w:rsidR="00C5451C" w:rsidRPr="00AF43C8" w:rsidRDefault="00C5451C" w:rsidP="004A098C">
      <w:pPr>
        <w:jc w:val="center"/>
        <w:rPr>
          <w:sz w:val="28"/>
          <w:szCs w:val="28"/>
          <w:lang w:val="uk-UA"/>
        </w:rPr>
      </w:pPr>
      <w:r w:rsidRPr="00AF43C8">
        <w:rPr>
          <w:sz w:val="28"/>
          <w:szCs w:val="28"/>
          <w:lang w:val="uk-UA"/>
        </w:rPr>
        <w:t>ЧЕРНІВЕЦЬКОГО РАЙОНУ  ЧЕРНІВЕЦЬКОЇ ОБЛАСТІ</w:t>
      </w:r>
    </w:p>
    <w:p w:rsidR="00C5451C" w:rsidRPr="00EB4FE6" w:rsidRDefault="00C5451C" w:rsidP="00AF43C8">
      <w:pPr>
        <w:shd w:val="clear" w:color="auto" w:fill="FFFFFF"/>
        <w:spacing w:line="322" w:lineRule="exact"/>
        <w:ind w:left="542" w:right="1613" w:firstLine="773"/>
        <w:jc w:val="center"/>
        <w:rPr>
          <w:sz w:val="28"/>
          <w:szCs w:val="28"/>
          <w:lang w:val="uk-UA"/>
        </w:rPr>
      </w:pPr>
      <w:r w:rsidRPr="00AF43C8"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XVIII</w:t>
      </w:r>
      <w:r w:rsidRPr="00EB4FE6">
        <w:rPr>
          <w:sz w:val="28"/>
          <w:szCs w:val="28"/>
          <w:lang w:val="uk-UA"/>
        </w:rPr>
        <w:t xml:space="preserve"> сесія  </w:t>
      </w:r>
      <w:r w:rsidRPr="00EB4FE6">
        <w:rPr>
          <w:sz w:val="28"/>
          <w:szCs w:val="28"/>
          <w:lang w:val="en-US"/>
        </w:rPr>
        <w:t>V</w:t>
      </w:r>
      <w:r w:rsidRPr="00EB4FE6">
        <w:rPr>
          <w:sz w:val="28"/>
          <w:szCs w:val="28"/>
          <w:lang w:val="uk-UA"/>
        </w:rPr>
        <w:t>ІІІ скликання</w:t>
      </w:r>
    </w:p>
    <w:p w:rsidR="00C5451C" w:rsidRPr="005D33F7" w:rsidRDefault="00C5451C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  <w:lang w:val="uk-UA"/>
        </w:rPr>
        <w:t>Р І Ш Е Н Н Я</w:t>
      </w:r>
      <w:r w:rsidRPr="00CD4902">
        <w:rPr>
          <w:sz w:val="28"/>
          <w:szCs w:val="28"/>
          <w:lang w:val="uk-UA"/>
        </w:rPr>
        <w:t xml:space="preserve"> </w:t>
      </w:r>
    </w:p>
    <w:p w:rsidR="00C5451C" w:rsidRPr="00FE5A48" w:rsidRDefault="00C5451C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</w:p>
    <w:p w:rsidR="00C5451C" w:rsidRPr="00EB4FE6" w:rsidRDefault="00C5451C" w:rsidP="004A098C">
      <w:pPr>
        <w:jc w:val="both"/>
        <w:rPr>
          <w:sz w:val="28"/>
          <w:szCs w:val="28"/>
          <w:lang w:val="uk-UA"/>
        </w:rPr>
      </w:pPr>
      <w:r w:rsidRPr="00AF43C8">
        <w:rPr>
          <w:b/>
          <w:spacing w:val="-2"/>
          <w:sz w:val="28"/>
          <w:szCs w:val="28"/>
          <w:lang w:val="uk-UA"/>
        </w:rPr>
        <w:t xml:space="preserve"> 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17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вересня 2021</w:t>
      </w:r>
      <w:r w:rsidRPr="00EB4FE6">
        <w:rPr>
          <w:spacing w:val="-2"/>
          <w:sz w:val="28"/>
          <w:szCs w:val="28"/>
          <w:lang w:val="uk-UA"/>
        </w:rPr>
        <w:t xml:space="preserve"> року    </w:t>
      </w:r>
      <w:r>
        <w:rPr>
          <w:spacing w:val="-2"/>
          <w:sz w:val="28"/>
          <w:szCs w:val="28"/>
          <w:lang w:val="uk-UA"/>
        </w:rPr>
        <w:t xml:space="preserve">     </w:t>
      </w:r>
      <w:r w:rsidRPr="00EB4FE6">
        <w:rPr>
          <w:spacing w:val="-2"/>
          <w:sz w:val="28"/>
          <w:szCs w:val="28"/>
          <w:lang w:val="uk-UA"/>
        </w:rPr>
        <w:t xml:space="preserve">                                                      </w:t>
      </w:r>
      <w:r>
        <w:rPr>
          <w:spacing w:val="-2"/>
          <w:sz w:val="28"/>
          <w:szCs w:val="28"/>
          <w:lang w:val="uk-UA"/>
        </w:rPr>
        <w:t>№ ___-18/2021</w:t>
      </w:r>
    </w:p>
    <w:p w:rsidR="00C5451C" w:rsidRPr="00145545" w:rsidRDefault="00C5451C" w:rsidP="008B015A">
      <w:pPr>
        <w:rPr>
          <w:b/>
          <w:lang w:val="uk-UA"/>
        </w:rPr>
      </w:pPr>
    </w:p>
    <w:p w:rsidR="00C5451C" w:rsidRDefault="00C5451C" w:rsidP="00060B25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spacing w:after="0"/>
        <w:ind w:right="4392"/>
        <w:rPr>
          <w:b/>
          <w:sz w:val="28"/>
          <w:szCs w:val="28"/>
          <w:lang w:val="uk-UA"/>
        </w:rPr>
      </w:pPr>
      <w:r w:rsidRPr="004E6A74">
        <w:rPr>
          <w:b/>
          <w:sz w:val="28"/>
          <w:szCs w:val="28"/>
          <w:lang w:val="uk-UA"/>
        </w:rPr>
        <w:t>Про</w:t>
      </w:r>
      <w:r w:rsidRPr="001E65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внесення змін до</w:t>
      </w:r>
      <w:r w:rsidRPr="00060B25">
        <w:rPr>
          <w:b/>
          <w:sz w:val="28"/>
          <w:szCs w:val="28"/>
        </w:rPr>
        <w:t xml:space="preserve"> Програми</w:t>
      </w:r>
      <w:r w:rsidRPr="004E6A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благоустрою Петровецької сільської ради Чернівецького району</w:t>
      </w:r>
    </w:p>
    <w:p w:rsidR="00C5451C" w:rsidRDefault="00C5451C" w:rsidP="00060B25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spacing w:after="0"/>
        <w:ind w:right="439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області на 20</w:t>
      </w:r>
      <w:r w:rsidRPr="00060B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1 рік</w:t>
      </w:r>
    </w:p>
    <w:p w:rsidR="00C5451C" w:rsidRDefault="00C5451C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C5451C" w:rsidRPr="004E6A74" w:rsidRDefault="00C5451C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C5451C" w:rsidRDefault="00C5451C" w:rsidP="00060B25">
      <w:pPr>
        <w:spacing w:line="276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статті 26 Закону України «Про місцеве самоврядування в Україні», статі 10 Закону України «Про благоустрій населених пунктів» та наказу Державного комітету України з питань житлово-комунального господарства від 23 вересня 2003 року №154 «Про затвердження порядку проведення ремонту та утримання об’єктів благоустрою населених пунктів», з метою упорядкування, покращення санітарного та екологічного стану Петровецької  сільської ради Чернівецького району Чернівецької області, Петровецька  сільська рада</w:t>
      </w:r>
    </w:p>
    <w:p w:rsidR="00C5451C" w:rsidRDefault="00C5451C" w:rsidP="00060B2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  <w:lang w:val="uk-UA"/>
        </w:rPr>
      </w:pPr>
    </w:p>
    <w:p w:rsidR="00C5451C" w:rsidRDefault="00C5451C" w:rsidP="008B01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вирішила:  </w:t>
      </w:r>
    </w:p>
    <w:p w:rsidR="00C5451C" w:rsidRDefault="00C5451C" w:rsidP="008B015A">
      <w:pPr>
        <w:jc w:val="center"/>
        <w:rPr>
          <w:b/>
          <w:sz w:val="28"/>
          <w:szCs w:val="28"/>
          <w:lang w:val="uk-UA"/>
        </w:rPr>
      </w:pPr>
    </w:p>
    <w:p w:rsidR="00C5451C" w:rsidRDefault="00C5451C" w:rsidP="008262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 Внести зміни до  розділу 1 пункту 8 та підпункту 8.1. Програми благоустрою Петровецької сільської ради Чернівецького району Чернівецької області на 2021 рік (далі Програми) та викласти його у новій редакції:</w:t>
      </w:r>
    </w:p>
    <w:p w:rsidR="00C5451C" w:rsidRDefault="00C5451C" w:rsidP="0045669F">
      <w:pPr>
        <w:ind w:left="1056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3969"/>
      </w:tblGrid>
      <w:tr w:rsidR="00C5451C" w:rsidRPr="004A098C" w:rsidTr="00060B25">
        <w:tc>
          <w:tcPr>
            <w:tcW w:w="709" w:type="dxa"/>
          </w:tcPr>
          <w:p w:rsidR="00C5451C" w:rsidRPr="00060B25" w:rsidRDefault="00C5451C" w:rsidP="00060B25">
            <w:pPr>
              <w:numPr>
                <w:ilvl w:val="0"/>
                <w:numId w:val="45"/>
              </w:numPr>
              <w:tabs>
                <w:tab w:val="left" w:pos="0"/>
                <w:tab w:val="left" w:pos="1311"/>
              </w:tabs>
              <w:suppressAutoHyphens/>
              <w:snapToGrid w:val="0"/>
              <w:jc w:val="center"/>
              <w:rPr>
                <w:color w:val="1D1B11"/>
                <w:sz w:val="28"/>
                <w:szCs w:val="28"/>
              </w:rPr>
            </w:pPr>
            <w:r w:rsidRPr="00060B25">
              <w:rPr>
                <w:color w:val="1D1B11"/>
                <w:sz w:val="28"/>
                <w:szCs w:val="28"/>
                <w:lang w:val="uk-UA"/>
              </w:rPr>
              <w:t>8</w:t>
            </w:r>
            <w:r w:rsidRPr="00060B25">
              <w:rPr>
                <w:color w:val="1D1B1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C5451C" w:rsidRDefault="00C5451C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Загальний обсяг фінансових ресурсів, необхідних для </w:t>
            </w:r>
          </w:p>
          <w:p w:rsidR="00C5451C" w:rsidRDefault="00C5451C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реалізації Програми, усього,</w:t>
            </w:r>
          </w:p>
          <w:p w:rsidR="00C5451C" w:rsidRDefault="00C5451C" w:rsidP="00803D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3969" w:type="dxa"/>
          </w:tcPr>
          <w:p w:rsidR="00C5451C" w:rsidRPr="00D9089C" w:rsidRDefault="00C5451C" w:rsidP="00803DA9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64</w:t>
            </w:r>
            <w:r w:rsidRPr="00D9089C">
              <w:rPr>
                <w:sz w:val="28"/>
                <w:szCs w:val="28"/>
                <w:lang w:val="uk-UA"/>
              </w:rPr>
              <w:t>0,0 тис.грн.</w:t>
            </w:r>
          </w:p>
        </w:tc>
      </w:tr>
      <w:tr w:rsidR="00C5451C" w:rsidRPr="004A098C" w:rsidTr="00060B25">
        <w:tc>
          <w:tcPr>
            <w:tcW w:w="709" w:type="dxa"/>
          </w:tcPr>
          <w:p w:rsidR="00C5451C" w:rsidRPr="00060B25" w:rsidRDefault="00C5451C" w:rsidP="00803DA9">
            <w:pPr>
              <w:tabs>
                <w:tab w:val="left" w:pos="1311"/>
              </w:tabs>
              <w:snapToGrid w:val="0"/>
              <w:jc w:val="center"/>
              <w:rPr>
                <w:color w:val="1D1B11"/>
                <w:sz w:val="28"/>
                <w:szCs w:val="28"/>
              </w:rPr>
            </w:pPr>
            <w:r w:rsidRPr="00060B25">
              <w:rPr>
                <w:color w:val="1D1B11"/>
                <w:sz w:val="28"/>
                <w:szCs w:val="28"/>
                <w:lang w:val="uk-UA"/>
              </w:rPr>
              <w:t>8</w:t>
            </w:r>
            <w:r w:rsidRPr="00060B25">
              <w:rPr>
                <w:color w:val="1D1B11"/>
                <w:sz w:val="28"/>
                <w:szCs w:val="28"/>
              </w:rPr>
              <w:t>.1.</w:t>
            </w:r>
          </w:p>
        </w:tc>
        <w:tc>
          <w:tcPr>
            <w:tcW w:w="4536" w:type="dxa"/>
          </w:tcPr>
          <w:p w:rsidR="00C5451C" w:rsidRDefault="00C5451C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</w:rPr>
              <w:t>оштів мі</w:t>
            </w:r>
            <w:r>
              <w:rPr>
                <w:sz w:val="28"/>
                <w:szCs w:val="28"/>
                <w:lang w:val="uk-UA"/>
              </w:rPr>
              <w:t>сцевого</w:t>
            </w:r>
            <w:r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3969" w:type="dxa"/>
          </w:tcPr>
          <w:p w:rsidR="00C5451C" w:rsidRPr="00D9089C" w:rsidRDefault="00C5451C" w:rsidP="00803DA9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64</w:t>
            </w:r>
            <w:r w:rsidRPr="00D9089C">
              <w:rPr>
                <w:sz w:val="28"/>
                <w:szCs w:val="28"/>
                <w:lang w:val="uk-UA"/>
              </w:rPr>
              <w:t>0,0  тис.грн.</w:t>
            </w:r>
          </w:p>
        </w:tc>
      </w:tr>
    </w:tbl>
    <w:p w:rsidR="00C5451C" w:rsidRPr="00F916BD" w:rsidRDefault="00C5451C" w:rsidP="0045669F">
      <w:pPr>
        <w:ind w:left="696"/>
        <w:rPr>
          <w:sz w:val="28"/>
          <w:szCs w:val="28"/>
          <w:lang w:val="uk-UA"/>
        </w:rPr>
      </w:pPr>
    </w:p>
    <w:p w:rsidR="00C5451C" w:rsidRDefault="00C5451C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 w:rsidRPr="00245B97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2</w:t>
      </w:r>
      <w:r w:rsidRPr="00826240">
        <w:rPr>
          <w:rFonts w:ascii="Times New Roman" w:hAnsi="Times New Roman"/>
          <w:sz w:val="28"/>
        </w:rPr>
        <w:t>.</w:t>
      </w:r>
      <w:r w:rsidRPr="00826240">
        <w:rPr>
          <w:rFonts w:ascii="Times New Roman" w:hAnsi="Times New Roman"/>
          <w:sz w:val="28"/>
        </w:rPr>
        <w:tab/>
        <w:t>Внести зміни до  розді</w:t>
      </w:r>
      <w:r>
        <w:rPr>
          <w:rFonts w:ascii="Times New Roman" w:hAnsi="Times New Roman"/>
          <w:sz w:val="28"/>
        </w:rPr>
        <w:t>лу 3</w:t>
      </w:r>
      <w:r w:rsidRPr="00826240">
        <w:rPr>
          <w:rFonts w:ascii="Times New Roman" w:hAnsi="Times New Roman"/>
          <w:sz w:val="28"/>
        </w:rPr>
        <w:t xml:space="preserve"> Програми та викласти його у новій редакції:</w:t>
      </w:r>
    </w:p>
    <w:p w:rsidR="00C5451C" w:rsidRDefault="00C5451C" w:rsidP="00C50255">
      <w:pPr>
        <w:jc w:val="center"/>
        <w:rPr>
          <w:b/>
          <w:sz w:val="28"/>
          <w:szCs w:val="28"/>
          <w:lang w:val="uk-UA"/>
        </w:rPr>
      </w:pPr>
    </w:p>
    <w:p w:rsidR="00C5451C" w:rsidRDefault="00C5451C" w:rsidP="00060B2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Обгрунтування шляхів і засобів розв’язання проблеми, обсяг та джерела фінансування, строки та етапи виконання</w:t>
      </w:r>
    </w:p>
    <w:p w:rsidR="00C5451C" w:rsidRDefault="00C5451C" w:rsidP="00060B25">
      <w:pPr>
        <w:ind w:firstLine="709"/>
        <w:jc w:val="both"/>
        <w:rPr>
          <w:sz w:val="28"/>
          <w:szCs w:val="28"/>
          <w:lang w:val="uk-UA"/>
        </w:rPr>
      </w:pPr>
    </w:p>
    <w:p w:rsidR="00C5451C" w:rsidRDefault="00C5451C" w:rsidP="00060B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заходів, передбачених Програмою, здійснюватиметься в Порядку, визначеному нормативно-правовими актами за рахунок коштів сільського  бюджету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 розмірі 64</w:t>
      </w:r>
      <w:r w:rsidRPr="00D9089C">
        <w:rPr>
          <w:sz w:val="28"/>
          <w:szCs w:val="28"/>
          <w:lang w:val="uk-UA"/>
        </w:rPr>
        <w:t>0,0 тис.грн.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r>
        <w:rPr>
          <w:sz w:val="28"/>
          <w:szCs w:val="28"/>
          <w:lang w:val="uk-UA"/>
        </w:rPr>
        <w:t xml:space="preserve">інших </w:t>
      </w:r>
      <w:r>
        <w:rPr>
          <w:sz w:val="28"/>
          <w:szCs w:val="28"/>
        </w:rPr>
        <w:t xml:space="preserve">джерел, не заборонених законодавством </w:t>
      </w:r>
      <w:r w:rsidRPr="002C5162">
        <w:rPr>
          <w:sz w:val="28"/>
          <w:szCs w:val="28"/>
          <w:lang w:val="uk-UA"/>
        </w:rPr>
        <w:t>(додаток 2).</w:t>
      </w:r>
      <w:r>
        <w:rPr>
          <w:sz w:val="28"/>
          <w:szCs w:val="28"/>
          <w:lang w:val="uk-UA"/>
        </w:rPr>
        <w:t xml:space="preserve"> </w:t>
      </w:r>
    </w:p>
    <w:p w:rsidR="00C5451C" w:rsidRDefault="00C5451C" w:rsidP="00060B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заходи Програми передбачені до реалізації протягом 2021 року.</w:t>
      </w:r>
    </w:p>
    <w:p w:rsidR="00C5451C" w:rsidRPr="00C50255" w:rsidRDefault="00C5451C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C5451C" w:rsidRDefault="00C5451C" w:rsidP="008B015A">
      <w:pPr>
        <w:pStyle w:val="NoSpacing"/>
        <w:jc w:val="both"/>
        <w:rPr>
          <w:rFonts w:ascii="Times New Roman" w:hAnsi="Times New Roman"/>
          <w:sz w:val="28"/>
        </w:rPr>
      </w:pPr>
      <w:r w:rsidRPr="00C50255">
        <w:rPr>
          <w:rFonts w:ascii="Times New Roman" w:hAnsi="Times New Roman"/>
          <w:sz w:val="28"/>
        </w:rPr>
        <w:t xml:space="preserve">        3.</w:t>
      </w:r>
      <w:r>
        <w:rPr>
          <w:rFonts w:ascii="Times New Roman" w:hAnsi="Times New Roman"/>
          <w:sz w:val="28"/>
        </w:rPr>
        <w:t xml:space="preserve"> Внести зміни у додаток 2 до рішення ІІІ сесії сільської ради VІІІ скликання від 04.12.2020 року №23-3/2020 «Про затвердження програми благоустрою </w:t>
      </w:r>
      <w:r w:rsidRPr="00E5231C">
        <w:rPr>
          <w:rFonts w:ascii="Times New Roman" w:hAnsi="Times New Roman"/>
          <w:sz w:val="28"/>
          <w:szCs w:val="28"/>
        </w:rPr>
        <w:t>Петровецької сільської ради Чернівецького району Чернівецької області на 2021 рік</w:t>
      </w:r>
      <w:r>
        <w:rPr>
          <w:rFonts w:ascii="Times New Roman" w:hAnsi="Times New Roman"/>
          <w:sz w:val="28"/>
        </w:rPr>
        <w:t>» згідно з додатком 1 до цього рішення.</w:t>
      </w:r>
    </w:p>
    <w:p w:rsidR="00C5451C" w:rsidRDefault="00C5451C" w:rsidP="008B015A">
      <w:pPr>
        <w:pStyle w:val="NoSpacing"/>
        <w:jc w:val="both"/>
        <w:rPr>
          <w:rFonts w:ascii="Times New Roman" w:hAnsi="Times New Roman"/>
          <w:sz w:val="28"/>
        </w:rPr>
      </w:pPr>
    </w:p>
    <w:p w:rsidR="00C5451C" w:rsidRPr="00C50255" w:rsidRDefault="00C5451C" w:rsidP="008B015A">
      <w:pPr>
        <w:pStyle w:val="NoSpacing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4. </w:t>
      </w:r>
      <w:r w:rsidRPr="00E5231C">
        <w:rPr>
          <w:rFonts w:ascii="Times New Roman" w:hAnsi="Times New Roman"/>
          <w:sz w:val="28"/>
          <w:szCs w:val="28"/>
        </w:rPr>
        <w:t>Фінансовому відділу проводити фінансування програми в межах затверджених асигнувань в бюджеті на 2021 рік</w:t>
      </w:r>
      <w:r>
        <w:rPr>
          <w:rFonts w:ascii="Times New Roman" w:hAnsi="Times New Roman"/>
          <w:sz w:val="28"/>
          <w:szCs w:val="28"/>
        </w:rPr>
        <w:t>.</w:t>
      </w:r>
    </w:p>
    <w:p w:rsidR="00C5451C" w:rsidRPr="00C50255" w:rsidRDefault="00C5451C" w:rsidP="00F916BD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C5451C" w:rsidRPr="00332F11" w:rsidRDefault="00C5451C" w:rsidP="00E5231C">
      <w:pPr>
        <w:pStyle w:val="BodyText"/>
        <w:tabs>
          <w:tab w:val="left" w:pos="720"/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5</w:t>
      </w:r>
      <w:r w:rsidRPr="00C50255">
        <w:rPr>
          <w:sz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цього рішення покласти на </w:t>
      </w:r>
      <w:r w:rsidRPr="00332F11">
        <w:rPr>
          <w:sz w:val="28"/>
          <w:szCs w:val="28"/>
        </w:rPr>
        <w:t xml:space="preserve">постійну комісію з питань </w:t>
      </w:r>
      <w:r w:rsidRPr="00332F11">
        <w:rPr>
          <w:sz w:val="28"/>
          <w:szCs w:val="28"/>
          <w:lang w:val="uk-UA"/>
        </w:rPr>
        <w:t>земельних відносин, будівництва, агропромислового комплексу та охорони навколишнього середовища</w:t>
      </w:r>
      <w:r>
        <w:rPr>
          <w:sz w:val="28"/>
          <w:szCs w:val="28"/>
          <w:lang w:val="uk-UA"/>
        </w:rPr>
        <w:t xml:space="preserve"> (Драгуш УРСУЛЯН).</w:t>
      </w:r>
    </w:p>
    <w:p w:rsidR="00C5451C" w:rsidRPr="00E5231C" w:rsidRDefault="00C5451C" w:rsidP="00055674">
      <w:pPr>
        <w:jc w:val="both"/>
        <w:rPr>
          <w:sz w:val="28"/>
          <w:szCs w:val="28"/>
        </w:rPr>
      </w:pPr>
    </w:p>
    <w:p w:rsidR="00C5451C" w:rsidRDefault="00C5451C" w:rsidP="004A098C">
      <w:pPr>
        <w:rPr>
          <w:sz w:val="28"/>
          <w:szCs w:val="28"/>
          <w:lang w:val="uk-UA"/>
        </w:rPr>
      </w:pPr>
    </w:p>
    <w:p w:rsidR="00C5451C" w:rsidRPr="000B4342" w:rsidRDefault="00C5451C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</w:t>
      </w:r>
      <w:r w:rsidRPr="000B4342">
        <w:rPr>
          <w:b/>
          <w:sz w:val="28"/>
          <w:szCs w:val="28"/>
          <w:lang w:val="uk-UA"/>
        </w:rPr>
        <w:t xml:space="preserve">ий голова                     </w:t>
      </w:r>
      <w:r>
        <w:rPr>
          <w:b/>
          <w:sz w:val="28"/>
          <w:szCs w:val="28"/>
          <w:lang w:val="uk-UA"/>
        </w:rPr>
        <w:t xml:space="preserve">                      Іван ГРИЖИНКУ</w:t>
      </w:r>
    </w:p>
    <w:p w:rsidR="00C5451C" w:rsidRPr="00676D8A" w:rsidRDefault="00C5451C" w:rsidP="008B015A">
      <w:pPr>
        <w:widowControl w:val="0"/>
        <w:jc w:val="both"/>
        <w:rPr>
          <w:bCs/>
          <w:sz w:val="28"/>
          <w:szCs w:val="28"/>
        </w:rPr>
      </w:pPr>
    </w:p>
    <w:p w:rsidR="00C5451C" w:rsidRDefault="00C5451C" w:rsidP="004B676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C5451C" w:rsidRDefault="00C5451C">
      <w:pPr>
        <w:rPr>
          <w:lang w:val="uk-UA"/>
        </w:rPr>
      </w:pPr>
    </w:p>
    <w:p w:rsidR="00C5451C" w:rsidRPr="004650AA" w:rsidRDefault="00C5451C" w:rsidP="00AD2529">
      <w:pPr>
        <w:jc w:val="center"/>
        <w:rPr>
          <w:color w:val="FF0000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>
        <w:rPr>
          <w:lang w:val="uk-UA"/>
        </w:rPr>
        <w:tab/>
      </w: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Default="00C5451C">
      <w:pPr>
        <w:rPr>
          <w:lang w:val="uk-UA"/>
        </w:rPr>
      </w:pPr>
    </w:p>
    <w:p w:rsidR="00C5451C" w:rsidRPr="008C5A8C" w:rsidRDefault="00C5451C" w:rsidP="00E5231C">
      <w:pPr>
        <w:rPr>
          <w:b/>
          <w:bCs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Додаток 1</w:t>
      </w:r>
      <w:r w:rsidRPr="008C5A8C">
        <w:rPr>
          <w:b/>
          <w:bCs/>
          <w:color w:val="1D1B11"/>
          <w:lang w:val="uk-UA"/>
        </w:rPr>
        <w:t xml:space="preserve">                                                                                                              </w:t>
      </w:r>
      <w:r w:rsidRPr="008C5A8C">
        <w:rPr>
          <w:b/>
          <w:bCs/>
          <w:lang w:val="uk-UA"/>
        </w:rPr>
        <w:tab/>
        <w:t xml:space="preserve">                                                                  </w:t>
      </w:r>
      <w:r>
        <w:rPr>
          <w:b/>
          <w:bCs/>
          <w:lang w:val="uk-UA"/>
        </w:rPr>
        <w:t xml:space="preserve">     </w:t>
      </w:r>
      <w:r w:rsidRPr="008C5A8C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               </w:t>
      </w:r>
      <w:r w:rsidRPr="008C5A8C">
        <w:rPr>
          <w:b/>
          <w:bCs/>
          <w:lang w:val="uk-UA"/>
        </w:rPr>
        <w:t xml:space="preserve">до рішення </w:t>
      </w:r>
      <w:r>
        <w:rPr>
          <w:b/>
          <w:bCs/>
          <w:lang w:val="en-US"/>
        </w:rPr>
        <w:t>XVIII</w:t>
      </w:r>
      <w:r>
        <w:rPr>
          <w:b/>
          <w:bCs/>
          <w:lang w:val="uk-UA"/>
        </w:rPr>
        <w:t xml:space="preserve"> </w:t>
      </w:r>
      <w:r w:rsidRPr="008C5A8C">
        <w:rPr>
          <w:b/>
          <w:bCs/>
          <w:lang w:val="uk-UA"/>
        </w:rPr>
        <w:t xml:space="preserve">сесії  </w:t>
      </w:r>
    </w:p>
    <w:p w:rsidR="00C5451C" w:rsidRDefault="00C5451C" w:rsidP="00E5231C">
      <w:pPr>
        <w:rPr>
          <w:b/>
          <w:bCs/>
          <w:lang w:val="uk-UA"/>
        </w:rPr>
      </w:pPr>
      <w:r w:rsidRPr="008C5A8C">
        <w:rPr>
          <w:b/>
          <w:bCs/>
          <w:lang w:val="uk-UA"/>
        </w:rPr>
        <w:t xml:space="preserve">                                                                                          </w:t>
      </w:r>
      <w:r>
        <w:rPr>
          <w:b/>
          <w:bCs/>
          <w:lang w:val="uk-UA"/>
        </w:rPr>
        <w:t xml:space="preserve">                            </w:t>
      </w:r>
      <w:r w:rsidRPr="008C5A8C">
        <w:rPr>
          <w:b/>
          <w:bCs/>
          <w:lang w:val="uk-UA"/>
        </w:rPr>
        <w:t xml:space="preserve">      </w:t>
      </w:r>
      <w:r>
        <w:rPr>
          <w:b/>
          <w:bCs/>
          <w:lang w:val="uk-UA"/>
        </w:rPr>
        <w:t xml:space="preserve">     сільської  </w:t>
      </w:r>
      <w:r w:rsidRPr="008C5A8C">
        <w:rPr>
          <w:b/>
          <w:bCs/>
          <w:lang w:val="uk-UA"/>
        </w:rPr>
        <w:t xml:space="preserve">ради </w:t>
      </w: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ІІІ </w:t>
      </w:r>
      <w:r w:rsidRPr="008C5A8C">
        <w:rPr>
          <w:b/>
          <w:bCs/>
          <w:lang w:val="uk-UA"/>
        </w:rPr>
        <w:t>скликання</w:t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  <w:t xml:space="preserve">   </w:t>
      </w:r>
      <w:r>
        <w:rPr>
          <w:b/>
          <w:bCs/>
          <w:lang w:val="uk-UA"/>
        </w:rPr>
        <w:t xml:space="preserve">                                                       в</w:t>
      </w:r>
      <w:r w:rsidRPr="008C5A8C">
        <w:rPr>
          <w:b/>
          <w:bCs/>
          <w:lang w:val="uk-UA"/>
        </w:rPr>
        <w:t xml:space="preserve">ід </w:t>
      </w:r>
      <w:r>
        <w:rPr>
          <w:b/>
          <w:bCs/>
          <w:lang w:val="uk-UA"/>
        </w:rPr>
        <w:softHyphen/>
      </w:r>
      <w:r>
        <w:rPr>
          <w:b/>
          <w:bCs/>
          <w:lang w:val="uk-UA"/>
        </w:rPr>
        <w:softHyphen/>
        <w:t>17</w:t>
      </w:r>
      <w:r w:rsidRPr="008C5A8C">
        <w:rPr>
          <w:b/>
          <w:bCs/>
          <w:lang w:val="uk-UA"/>
        </w:rPr>
        <w:t>.</w:t>
      </w:r>
      <w:r>
        <w:rPr>
          <w:b/>
          <w:bCs/>
          <w:lang w:val="uk-UA"/>
        </w:rPr>
        <w:t>09</w:t>
      </w:r>
      <w:r w:rsidRPr="008C5A8C">
        <w:rPr>
          <w:b/>
          <w:bCs/>
          <w:lang w:val="uk-UA"/>
        </w:rPr>
        <w:t>.20</w:t>
      </w:r>
      <w:r>
        <w:rPr>
          <w:b/>
          <w:bCs/>
          <w:lang w:val="uk-UA"/>
        </w:rPr>
        <w:t>21</w:t>
      </w:r>
      <w:r w:rsidRPr="008C5A8C">
        <w:rPr>
          <w:b/>
          <w:bCs/>
          <w:lang w:val="uk-UA"/>
        </w:rPr>
        <w:t xml:space="preserve">р. № </w:t>
      </w:r>
      <w:r>
        <w:rPr>
          <w:b/>
          <w:bCs/>
          <w:lang w:val="uk-UA"/>
        </w:rPr>
        <w:t>__-</w:t>
      </w:r>
      <w:r w:rsidRPr="002C21DD">
        <w:rPr>
          <w:b/>
          <w:bCs/>
          <w:lang w:val="uk-UA"/>
        </w:rPr>
        <w:t>18</w:t>
      </w:r>
      <w:r>
        <w:rPr>
          <w:b/>
          <w:bCs/>
          <w:lang w:val="uk-UA"/>
        </w:rPr>
        <w:t xml:space="preserve">/2021  </w:t>
      </w:r>
    </w:p>
    <w:p w:rsidR="00C5451C" w:rsidRDefault="00C5451C" w:rsidP="00E5231C">
      <w:pPr>
        <w:spacing w:line="276" w:lineRule="auto"/>
        <w:rPr>
          <w:b/>
          <w:lang w:val="uk-UA"/>
        </w:rPr>
      </w:pPr>
    </w:p>
    <w:p w:rsidR="00C5451C" w:rsidRDefault="00C5451C" w:rsidP="00E5231C">
      <w:pPr>
        <w:spacing w:line="276" w:lineRule="auto"/>
        <w:jc w:val="center"/>
        <w:rPr>
          <w:b/>
          <w:lang w:val="uk-UA"/>
        </w:rPr>
      </w:pPr>
    </w:p>
    <w:p w:rsidR="00C5451C" w:rsidRDefault="00C5451C" w:rsidP="00E5231C">
      <w:pPr>
        <w:spacing w:line="276" w:lineRule="auto"/>
        <w:jc w:val="center"/>
        <w:rPr>
          <w:b/>
          <w:lang w:val="uk-UA"/>
        </w:rPr>
      </w:pPr>
    </w:p>
    <w:p w:rsidR="00C5451C" w:rsidRDefault="00C5451C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C5451C" w:rsidRDefault="00C5451C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C5451C" w:rsidRDefault="00C5451C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Ресурсне забезпечення </w:t>
      </w:r>
    </w:p>
    <w:p w:rsidR="00C5451C" w:rsidRDefault="00C5451C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</w:t>
      </w:r>
    </w:p>
    <w:p w:rsidR="00C5451C" w:rsidRDefault="00C5451C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благоустрою Петровецької сільської ради </w:t>
      </w:r>
    </w:p>
    <w:p w:rsidR="00C5451C" w:rsidRDefault="00C5451C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C5451C" w:rsidRDefault="00C5451C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C5451C" w:rsidRDefault="00C5451C" w:rsidP="00E5231C">
      <w:pPr>
        <w:spacing w:line="276" w:lineRule="auto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508" w:type="dxa"/>
        <w:tblLayout w:type="fixed"/>
        <w:tblLook w:val="0000"/>
      </w:tblPr>
      <w:tblGrid>
        <w:gridCol w:w="3550"/>
        <w:gridCol w:w="3695"/>
      </w:tblGrid>
      <w:tr w:rsidR="00C5451C" w:rsidTr="00803DA9">
        <w:trPr>
          <w:trHeight w:val="1120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51C" w:rsidRDefault="00C5451C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451C" w:rsidRDefault="00C5451C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Усього витрат на виконання програми (тис.грн.)</w:t>
            </w:r>
          </w:p>
        </w:tc>
      </w:tr>
      <w:tr w:rsidR="00C5451C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51C" w:rsidRDefault="00C5451C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51C" w:rsidRDefault="00C5451C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C5451C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51C" w:rsidRDefault="00C5451C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ресурсів, усього, у тому числі: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51C" w:rsidRPr="002C5162" w:rsidRDefault="00C5451C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640,0</w:t>
            </w:r>
          </w:p>
        </w:tc>
      </w:tr>
      <w:tr w:rsidR="00C5451C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451C" w:rsidRDefault="00C5451C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сільський бюджет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51C" w:rsidRPr="002C5162" w:rsidRDefault="00C5451C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640,0</w:t>
            </w:r>
          </w:p>
        </w:tc>
      </w:tr>
    </w:tbl>
    <w:p w:rsidR="00C5451C" w:rsidRDefault="00C5451C" w:rsidP="00E5231C">
      <w:pPr>
        <w:jc w:val="center"/>
        <w:rPr>
          <w:sz w:val="28"/>
          <w:szCs w:val="28"/>
          <w:lang w:val="uk-UA"/>
        </w:rPr>
      </w:pPr>
    </w:p>
    <w:p w:rsidR="00C5451C" w:rsidRDefault="00C5451C" w:rsidP="00E5231C">
      <w:pPr>
        <w:rPr>
          <w:b/>
          <w:bCs/>
          <w:sz w:val="28"/>
          <w:szCs w:val="28"/>
          <w:lang w:val="uk-UA"/>
        </w:rPr>
      </w:pPr>
    </w:p>
    <w:p w:rsidR="00C5451C" w:rsidRDefault="00C5451C" w:rsidP="00E5231C">
      <w:pPr>
        <w:rPr>
          <w:b/>
          <w:bCs/>
          <w:sz w:val="28"/>
          <w:szCs w:val="28"/>
          <w:lang w:val="uk-UA"/>
        </w:rPr>
      </w:pPr>
    </w:p>
    <w:p w:rsidR="00C5451C" w:rsidRDefault="00C5451C" w:rsidP="00E5231C">
      <w:pPr>
        <w:rPr>
          <w:b/>
          <w:bCs/>
          <w:sz w:val="28"/>
          <w:szCs w:val="28"/>
          <w:lang w:val="uk-UA"/>
        </w:rPr>
      </w:pPr>
    </w:p>
    <w:p w:rsidR="00C5451C" w:rsidRPr="000E2F25" w:rsidRDefault="00C5451C" w:rsidP="00E5231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</w:rPr>
        <w:t>Секретар</w:t>
      </w:r>
      <w:r>
        <w:rPr>
          <w:b/>
          <w:bCs/>
          <w:sz w:val="28"/>
          <w:szCs w:val="28"/>
          <w:lang w:val="uk-UA"/>
        </w:rPr>
        <w:t xml:space="preserve"> сільської ради</w:t>
      </w:r>
      <w:r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  <w:lang w:val="uk-UA"/>
        </w:rPr>
        <w:t>Людмила ВЛАДЯН</w:t>
      </w:r>
    </w:p>
    <w:p w:rsidR="00C5451C" w:rsidRDefault="00C5451C" w:rsidP="00E5231C">
      <w:pPr>
        <w:rPr>
          <w:sz w:val="28"/>
          <w:szCs w:val="28"/>
          <w:lang w:val="uk-UA"/>
        </w:rPr>
      </w:pPr>
    </w:p>
    <w:p w:rsidR="00C5451C" w:rsidRPr="000C36A1" w:rsidRDefault="00C5451C">
      <w:pPr>
        <w:rPr>
          <w:lang w:val="uk-UA"/>
        </w:rPr>
      </w:pPr>
    </w:p>
    <w:sectPr w:rsidR="00C5451C" w:rsidRPr="000C36A1" w:rsidSect="00AD2529">
      <w:headerReference w:type="even" r:id="rId9"/>
      <w:pgSz w:w="11906" w:h="16838" w:code="9"/>
      <w:pgMar w:top="539" w:right="926" w:bottom="719" w:left="1620" w:header="0" w:footer="13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51C" w:rsidRDefault="00C5451C">
      <w:r>
        <w:separator/>
      </w:r>
    </w:p>
  </w:endnote>
  <w:endnote w:type="continuationSeparator" w:id="0">
    <w:p w:rsidR="00C5451C" w:rsidRDefault="00C54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51C" w:rsidRDefault="00C5451C">
      <w:r>
        <w:separator/>
      </w:r>
    </w:p>
  </w:footnote>
  <w:footnote w:type="continuationSeparator" w:id="0">
    <w:p w:rsidR="00C5451C" w:rsidRDefault="00C54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51C" w:rsidRDefault="00C5451C" w:rsidP="000C36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451C" w:rsidRDefault="00C545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2D1490C"/>
    <w:multiLevelType w:val="hybridMultilevel"/>
    <w:tmpl w:val="05B8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B72D1B"/>
    <w:multiLevelType w:val="hybridMultilevel"/>
    <w:tmpl w:val="1352B646"/>
    <w:lvl w:ilvl="0" w:tplc="B8E4B3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  <w:b w:val="0"/>
        <w:sz w:val="28"/>
        <w:szCs w:val="28"/>
      </w:rPr>
    </w:lvl>
    <w:lvl w:ilvl="1" w:tplc="4A8400E0">
      <w:start w:val="3"/>
      <w:numFmt w:val="bullet"/>
      <w:lvlText w:val="-"/>
      <w:lvlJc w:val="left"/>
      <w:pPr>
        <w:tabs>
          <w:tab w:val="num" w:pos="2238"/>
        </w:tabs>
        <w:ind w:left="2238" w:hanging="81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10E434A0"/>
    <w:multiLevelType w:val="hybridMultilevel"/>
    <w:tmpl w:val="5DDE61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12D27C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1B155D9"/>
    <w:multiLevelType w:val="hybridMultilevel"/>
    <w:tmpl w:val="3AE498F2"/>
    <w:lvl w:ilvl="0" w:tplc="9694559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1FB7496"/>
    <w:multiLevelType w:val="hybridMultilevel"/>
    <w:tmpl w:val="9870907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3EA39A0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70541DE"/>
    <w:multiLevelType w:val="hybridMultilevel"/>
    <w:tmpl w:val="0DD86EE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D46325F"/>
    <w:multiLevelType w:val="hybridMultilevel"/>
    <w:tmpl w:val="487067F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D684357"/>
    <w:multiLevelType w:val="hybridMultilevel"/>
    <w:tmpl w:val="ED4AF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E7F269F"/>
    <w:multiLevelType w:val="hybridMultilevel"/>
    <w:tmpl w:val="6DF6189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1224602"/>
    <w:multiLevelType w:val="hybridMultilevel"/>
    <w:tmpl w:val="696CE60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44E0645"/>
    <w:multiLevelType w:val="hybridMultilevel"/>
    <w:tmpl w:val="573276DC"/>
    <w:lvl w:ilvl="0" w:tplc="41304AC2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24551177"/>
    <w:multiLevelType w:val="multilevel"/>
    <w:tmpl w:val="AA5037A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847701D"/>
    <w:multiLevelType w:val="hybridMultilevel"/>
    <w:tmpl w:val="AA5037AE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DC17355"/>
    <w:multiLevelType w:val="hybridMultilevel"/>
    <w:tmpl w:val="D6AC4034"/>
    <w:lvl w:ilvl="0" w:tplc="62D297A4">
      <w:start w:val="1"/>
      <w:numFmt w:val="decimal"/>
      <w:lvlText w:val="%1.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8">
    <w:nsid w:val="2F6F7CF8"/>
    <w:multiLevelType w:val="hybridMultilevel"/>
    <w:tmpl w:val="DA7EB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277314"/>
    <w:multiLevelType w:val="hybridMultilevel"/>
    <w:tmpl w:val="E9BECC2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3365CED"/>
    <w:multiLevelType w:val="hybridMultilevel"/>
    <w:tmpl w:val="B9928EE6"/>
    <w:lvl w:ilvl="0" w:tplc="98A453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9873191"/>
    <w:multiLevelType w:val="hybridMultilevel"/>
    <w:tmpl w:val="F99A55B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FD1626"/>
    <w:multiLevelType w:val="hybridMultilevel"/>
    <w:tmpl w:val="C440758C"/>
    <w:lvl w:ilvl="0" w:tplc="714E3D3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40A6EC2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8693914"/>
    <w:multiLevelType w:val="hybridMultilevel"/>
    <w:tmpl w:val="7CCC15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4891335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AF83E16"/>
    <w:multiLevelType w:val="hybridMultilevel"/>
    <w:tmpl w:val="842298F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B554140"/>
    <w:multiLevelType w:val="hybridMultilevel"/>
    <w:tmpl w:val="A7DA0B34"/>
    <w:lvl w:ilvl="0" w:tplc="B6A43E3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BD5CC7"/>
    <w:multiLevelType w:val="hybridMultilevel"/>
    <w:tmpl w:val="FD1A890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4F8E3C2A"/>
    <w:multiLevelType w:val="multilevel"/>
    <w:tmpl w:val="2AB27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114259E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2C63F32"/>
    <w:multiLevelType w:val="hybridMultilevel"/>
    <w:tmpl w:val="9446E05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53C62A4E"/>
    <w:multiLevelType w:val="hybridMultilevel"/>
    <w:tmpl w:val="2E028ED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58EC2EC6"/>
    <w:multiLevelType w:val="hybridMultilevel"/>
    <w:tmpl w:val="9FAC1D3A"/>
    <w:lvl w:ilvl="0" w:tplc="A3EC2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197444"/>
    <w:multiLevelType w:val="hybridMultilevel"/>
    <w:tmpl w:val="9C4ED428"/>
    <w:lvl w:ilvl="0" w:tplc="2E6C52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E663BF0"/>
    <w:multiLevelType w:val="hybridMultilevel"/>
    <w:tmpl w:val="489AC95A"/>
    <w:lvl w:ilvl="0" w:tplc="5D5038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2C5352"/>
    <w:multiLevelType w:val="hybridMultilevel"/>
    <w:tmpl w:val="30B4E0E6"/>
    <w:lvl w:ilvl="0" w:tplc="29D0623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1938E5"/>
    <w:multiLevelType w:val="hybridMultilevel"/>
    <w:tmpl w:val="4F96A84E"/>
    <w:lvl w:ilvl="0" w:tplc="C70CC182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6202733"/>
    <w:multiLevelType w:val="hybridMultilevel"/>
    <w:tmpl w:val="11DC8B3C"/>
    <w:lvl w:ilvl="0" w:tplc="1F5C4EB6">
      <w:start w:val="7"/>
      <w:numFmt w:val="decimal"/>
      <w:lvlText w:val="%1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9">
    <w:nsid w:val="68B9464D"/>
    <w:multiLevelType w:val="hybridMultilevel"/>
    <w:tmpl w:val="9670D89C"/>
    <w:lvl w:ilvl="0" w:tplc="27426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A311A6"/>
    <w:multiLevelType w:val="hybridMultilevel"/>
    <w:tmpl w:val="5D30763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7304DE9"/>
    <w:multiLevelType w:val="hybridMultilevel"/>
    <w:tmpl w:val="3D8A24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781E7855"/>
    <w:multiLevelType w:val="hybridMultilevel"/>
    <w:tmpl w:val="E62A5CF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>
    <w:nsid w:val="7D127009"/>
    <w:multiLevelType w:val="hybridMultilevel"/>
    <w:tmpl w:val="8C02D470"/>
    <w:lvl w:ilvl="0" w:tplc="1944C5E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>
    <w:nsid w:val="7D807008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9F720A"/>
    <w:multiLevelType w:val="hybridMultilevel"/>
    <w:tmpl w:val="0ECE5E30"/>
    <w:lvl w:ilvl="0" w:tplc="E6B0B046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18"/>
  </w:num>
  <w:num w:numId="4">
    <w:abstractNumId w:val="33"/>
  </w:num>
  <w:num w:numId="5">
    <w:abstractNumId w:val="37"/>
  </w:num>
  <w:num w:numId="6">
    <w:abstractNumId w:val="2"/>
  </w:num>
  <w:num w:numId="7">
    <w:abstractNumId w:val="6"/>
  </w:num>
  <w:num w:numId="8">
    <w:abstractNumId w:val="4"/>
  </w:num>
  <w:num w:numId="9">
    <w:abstractNumId w:val="29"/>
  </w:num>
  <w:num w:numId="10">
    <w:abstractNumId w:val="35"/>
  </w:num>
  <w:num w:numId="11">
    <w:abstractNumId w:val="43"/>
  </w:num>
  <w:num w:numId="12">
    <w:abstractNumId w:val="45"/>
  </w:num>
  <w:num w:numId="13">
    <w:abstractNumId w:val="22"/>
  </w:num>
  <w:num w:numId="14">
    <w:abstractNumId w:val="36"/>
  </w:num>
  <w:num w:numId="15">
    <w:abstractNumId w:val="41"/>
  </w:num>
  <w:num w:numId="16">
    <w:abstractNumId w:val="11"/>
  </w:num>
  <w:num w:numId="17">
    <w:abstractNumId w:val="23"/>
  </w:num>
  <w:num w:numId="18">
    <w:abstractNumId w:val="42"/>
  </w:num>
  <w:num w:numId="19">
    <w:abstractNumId w:val="19"/>
  </w:num>
  <w:num w:numId="20">
    <w:abstractNumId w:val="7"/>
  </w:num>
  <w:num w:numId="21">
    <w:abstractNumId w:val="25"/>
  </w:num>
  <w:num w:numId="22">
    <w:abstractNumId w:val="20"/>
  </w:num>
  <w:num w:numId="23">
    <w:abstractNumId w:val="12"/>
  </w:num>
  <w:num w:numId="24">
    <w:abstractNumId w:val="32"/>
  </w:num>
  <w:num w:numId="25">
    <w:abstractNumId w:val="13"/>
  </w:num>
  <w:num w:numId="26">
    <w:abstractNumId w:val="30"/>
  </w:num>
  <w:num w:numId="27">
    <w:abstractNumId w:val="31"/>
  </w:num>
  <w:num w:numId="28">
    <w:abstractNumId w:val="26"/>
  </w:num>
  <w:num w:numId="29">
    <w:abstractNumId w:val="8"/>
  </w:num>
  <w:num w:numId="30">
    <w:abstractNumId w:val="34"/>
  </w:num>
  <w:num w:numId="31">
    <w:abstractNumId w:val="9"/>
  </w:num>
  <w:num w:numId="32">
    <w:abstractNumId w:val="5"/>
  </w:num>
  <w:num w:numId="33">
    <w:abstractNumId w:val="27"/>
  </w:num>
  <w:num w:numId="34">
    <w:abstractNumId w:val="24"/>
  </w:num>
  <w:num w:numId="35">
    <w:abstractNumId w:val="39"/>
  </w:num>
  <w:num w:numId="36">
    <w:abstractNumId w:val="10"/>
  </w:num>
  <w:num w:numId="37">
    <w:abstractNumId w:val="28"/>
  </w:num>
  <w:num w:numId="38">
    <w:abstractNumId w:val="40"/>
  </w:num>
  <w:num w:numId="39">
    <w:abstractNumId w:val="16"/>
  </w:num>
  <w:num w:numId="40">
    <w:abstractNumId w:val="15"/>
  </w:num>
  <w:num w:numId="41">
    <w:abstractNumId w:val="21"/>
  </w:num>
  <w:num w:numId="42">
    <w:abstractNumId w:val="44"/>
  </w:num>
  <w:num w:numId="43">
    <w:abstractNumId w:val="17"/>
  </w:num>
  <w:num w:numId="44">
    <w:abstractNumId w:val="38"/>
  </w:num>
  <w:num w:numId="45">
    <w:abstractNumId w:val="0"/>
  </w:num>
  <w:num w:numId="4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6A1"/>
    <w:rsid w:val="000012C0"/>
    <w:rsid w:val="0000256A"/>
    <w:rsid w:val="000179C9"/>
    <w:rsid w:val="0002290E"/>
    <w:rsid w:val="00041DC0"/>
    <w:rsid w:val="00042AA7"/>
    <w:rsid w:val="000449FA"/>
    <w:rsid w:val="00051E8A"/>
    <w:rsid w:val="00053EF3"/>
    <w:rsid w:val="000545C9"/>
    <w:rsid w:val="00055674"/>
    <w:rsid w:val="00060B25"/>
    <w:rsid w:val="00064A4C"/>
    <w:rsid w:val="00075A7A"/>
    <w:rsid w:val="000801BA"/>
    <w:rsid w:val="0008068D"/>
    <w:rsid w:val="00086054"/>
    <w:rsid w:val="000A27FC"/>
    <w:rsid w:val="000A2B74"/>
    <w:rsid w:val="000B115B"/>
    <w:rsid w:val="000B4342"/>
    <w:rsid w:val="000C0141"/>
    <w:rsid w:val="000C36A1"/>
    <w:rsid w:val="000C7C6D"/>
    <w:rsid w:val="000D2848"/>
    <w:rsid w:val="000D6116"/>
    <w:rsid w:val="000E2F25"/>
    <w:rsid w:val="000E7D29"/>
    <w:rsid w:val="00102EE3"/>
    <w:rsid w:val="00112A45"/>
    <w:rsid w:val="00116FFD"/>
    <w:rsid w:val="0012226F"/>
    <w:rsid w:val="00122F76"/>
    <w:rsid w:val="00125D22"/>
    <w:rsid w:val="00126330"/>
    <w:rsid w:val="00126D12"/>
    <w:rsid w:val="00145545"/>
    <w:rsid w:val="00157205"/>
    <w:rsid w:val="00160708"/>
    <w:rsid w:val="00173E07"/>
    <w:rsid w:val="00186F7D"/>
    <w:rsid w:val="00190A77"/>
    <w:rsid w:val="001A0F73"/>
    <w:rsid w:val="001A22B4"/>
    <w:rsid w:val="001D0445"/>
    <w:rsid w:val="001D5846"/>
    <w:rsid w:val="001E6562"/>
    <w:rsid w:val="001E75C7"/>
    <w:rsid w:val="001F5E8A"/>
    <w:rsid w:val="002013EF"/>
    <w:rsid w:val="00245B97"/>
    <w:rsid w:val="002562ED"/>
    <w:rsid w:val="002A0884"/>
    <w:rsid w:val="002A4D47"/>
    <w:rsid w:val="002B5B12"/>
    <w:rsid w:val="002B6C01"/>
    <w:rsid w:val="002B7BB9"/>
    <w:rsid w:val="002C21DD"/>
    <w:rsid w:val="002C25E7"/>
    <w:rsid w:val="002C4389"/>
    <w:rsid w:val="002C5162"/>
    <w:rsid w:val="002F4D06"/>
    <w:rsid w:val="002F755F"/>
    <w:rsid w:val="00300DBC"/>
    <w:rsid w:val="00303358"/>
    <w:rsid w:val="0030395C"/>
    <w:rsid w:val="00306A00"/>
    <w:rsid w:val="00321E0F"/>
    <w:rsid w:val="00327F0C"/>
    <w:rsid w:val="00332F11"/>
    <w:rsid w:val="00347440"/>
    <w:rsid w:val="0037035E"/>
    <w:rsid w:val="003940FB"/>
    <w:rsid w:val="00395104"/>
    <w:rsid w:val="003960D8"/>
    <w:rsid w:val="003A4259"/>
    <w:rsid w:val="003A6013"/>
    <w:rsid w:val="003A6E47"/>
    <w:rsid w:val="003B2370"/>
    <w:rsid w:val="003B3667"/>
    <w:rsid w:val="003B5CA5"/>
    <w:rsid w:val="003D25ED"/>
    <w:rsid w:val="003D4388"/>
    <w:rsid w:val="003E0982"/>
    <w:rsid w:val="00402CD5"/>
    <w:rsid w:val="00430412"/>
    <w:rsid w:val="004323C3"/>
    <w:rsid w:val="004359BF"/>
    <w:rsid w:val="00437778"/>
    <w:rsid w:val="004467BC"/>
    <w:rsid w:val="004508A9"/>
    <w:rsid w:val="00453E2B"/>
    <w:rsid w:val="00454E21"/>
    <w:rsid w:val="00455CE7"/>
    <w:rsid w:val="0045669F"/>
    <w:rsid w:val="00457A0C"/>
    <w:rsid w:val="004650AA"/>
    <w:rsid w:val="00474B82"/>
    <w:rsid w:val="00484BCD"/>
    <w:rsid w:val="00496ED7"/>
    <w:rsid w:val="004A098C"/>
    <w:rsid w:val="004A4F28"/>
    <w:rsid w:val="004B2550"/>
    <w:rsid w:val="004B6765"/>
    <w:rsid w:val="004D1306"/>
    <w:rsid w:val="004E1324"/>
    <w:rsid w:val="004E6A74"/>
    <w:rsid w:val="004E6AB6"/>
    <w:rsid w:val="004F3EC1"/>
    <w:rsid w:val="004F4D61"/>
    <w:rsid w:val="004F6C68"/>
    <w:rsid w:val="00501D9D"/>
    <w:rsid w:val="00512D38"/>
    <w:rsid w:val="005146A8"/>
    <w:rsid w:val="0055019C"/>
    <w:rsid w:val="0055338A"/>
    <w:rsid w:val="0056122E"/>
    <w:rsid w:val="00565E86"/>
    <w:rsid w:val="005806FB"/>
    <w:rsid w:val="00594DA0"/>
    <w:rsid w:val="00597A62"/>
    <w:rsid w:val="005A235F"/>
    <w:rsid w:val="005A6C14"/>
    <w:rsid w:val="005D33F7"/>
    <w:rsid w:val="005D3AB4"/>
    <w:rsid w:val="005D7DBB"/>
    <w:rsid w:val="005E5DA8"/>
    <w:rsid w:val="00601A99"/>
    <w:rsid w:val="006072D1"/>
    <w:rsid w:val="00613AE0"/>
    <w:rsid w:val="00623148"/>
    <w:rsid w:val="00623F83"/>
    <w:rsid w:val="00624DA4"/>
    <w:rsid w:val="0062657A"/>
    <w:rsid w:val="00633C7D"/>
    <w:rsid w:val="00640564"/>
    <w:rsid w:val="00665892"/>
    <w:rsid w:val="006672DB"/>
    <w:rsid w:val="00676D8A"/>
    <w:rsid w:val="00684EA3"/>
    <w:rsid w:val="006A1F91"/>
    <w:rsid w:val="006B42C2"/>
    <w:rsid w:val="006B662C"/>
    <w:rsid w:val="006C6CA8"/>
    <w:rsid w:val="006D33E6"/>
    <w:rsid w:val="006D5A8B"/>
    <w:rsid w:val="006E6537"/>
    <w:rsid w:val="00727BF8"/>
    <w:rsid w:val="00731B6C"/>
    <w:rsid w:val="00734A6A"/>
    <w:rsid w:val="00740BA7"/>
    <w:rsid w:val="007624BD"/>
    <w:rsid w:val="00763F58"/>
    <w:rsid w:val="007A260E"/>
    <w:rsid w:val="007A2C0B"/>
    <w:rsid w:val="007B4460"/>
    <w:rsid w:val="007B5D88"/>
    <w:rsid w:val="007C0FED"/>
    <w:rsid w:val="007C2535"/>
    <w:rsid w:val="007C2FFE"/>
    <w:rsid w:val="007D1282"/>
    <w:rsid w:val="007D1739"/>
    <w:rsid w:val="007F2572"/>
    <w:rsid w:val="007F3C75"/>
    <w:rsid w:val="007F5734"/>
    <w:rsid w:val="0080068E"/>
    <w:rsid w:val="008030B0"/>
    <w:rsid w:val="00803DA9"/>
    <w:rsid w:val="00806D66"/>
    <w:rsid w:val="00810A97"/>
    <w:rsid w:val="00810CF9"/>
    <w:rsid w:val="00816663"/>
    <w:rsid w:val="00823900"/>
    <w:rsid w:val="00826240"/>
    <w:rsid w:val="00827F24"/>
    <w:rsid w:val="00842515"/>
    <w:rsid w:val="008466A4"/>
    <w:rsid w:val="0084793B"/>
    <w:rsid w:val="008538C1"/>
    <w:rsid w:val="00873575"/>
    <w:rsid w:val="0088057F"/>
    <w:rsid w:val="0088424D"/>
    <w:rsid w:val="00893861"/>
    <w:rsid w:val="008B015A"/>
    <w:rsid w:val="008B1D34"/>
    <w:rsid w:val="008B5954"/>
    <w:rsid w:val="008C11E6"/>
    <w:rsid w:val="008C5A8C"/>
    <w:rsid w:val="008D03A7"/>
    <w:rsid w:val="008D734B"/>
    <w:rsid w:val="008F0C6C"/>
    <w:rsid w:val="008F2D6E"/>
    <w:rsid w:val="008F6A87"/>
    <w:rsid w:val="00900BFE"/>
    <w:rsid w:val="0092030F"/>
    <w:rsid w:val="00924A3F"/>
    <w:rsid w:val="009338A2"/>
    <w:rsid w:val="00933DCF"/>
    <w:rsid w:val="0094186D"/>
    <w:rsid w:val="00946D50"/>
    <w:rsid w:val="00952970"/>
    <w:rsid w:val="00955AD7"/>
    <w:rsid w:val="00955E17"/>
    <w:rsid w:val="00961CD2"/>
    <w:rsid w:val="0096554B"/>
    <w:rsid w:val="009801D3"/>
    <w:rsid w:val="00981BF1"/>
    <w:rsid w:val="00991419"/>
    <w:rsid w:val="009961B7"/>
    <w:rsid w:val="009A607F"/>
    <w:rsid w:val="009A724F"/>
    <w:rsid w:val="009D1FE6"/>
    <w:rsid w:val="009E6B4D"/>
    <w:rsid w:val="00A00692"/>
    <w:rsid w:val="00A02E29"/>
    <w:rsid w:val="00A17617"/>
    <w:rsid w:val="00A20EF8"/>
    <w:rsid w:val="00A23CC0"/>
    <w:rsid w:val="00A32292"/>
    <w:rsid w:val="00A4168D"/>
    <w:rsid w:val="00A45604"/>
    <w:rsid w:val="00A4584A"/>
    <w:rsid w:val="00A53F3A"/>
    <w:rsid w:val="00A5423D"/>
    <w:rsid w:val="00A6024A"/>
    <w:rsid w:val="00A62989"/>
    <w:rsid w:val="00A63CAB"/>
    <w:rsid w:val="00A75A2A"/>
    <w:rsid w:val="00A766D1"/>
    <w:rsid w:val="00A8326E"/>
    <w:rsid w:val="00A919F7"/>
    <w:rsid w:val="00A9300F"/>
    <w:rsid w:val="00A94F44"/>
    <w:rsid w:val="00AA3A3A"/>
    <w:rsid w:val="00AA4245"/>
    <w:rsid w:val="00AA6C92"/>
    <w:rsid w:val="00AB4793"/>
    <w:rsid w:val="00AC7FA8"/>
    <w:rsid w:val="00AD2529"/>
    <w:rsid w:val="00AF43C8"/>
    <w:rsid w:val="00B0254D"/>
    <w:rsid w:val="00B12085"/>
    <w:rsid w:val="00B1595A"/>
    <w:rsid w:val="00B2240E"/>
    <w:rsid w:val="00B250D7"/>
    <w:rsid w:val="00B30648"/>
    <w:rsid w:val="00B40F9D"/>
    <w:rsid w:val="00B70BB2"/>
    <w:rsid w:val="00B73DF3"/>
    <w:rsid w:val="00B751CD"/>
    <w:rsid w:val="00B776B2"/>
    <w:rsid w:val="00B81644"/>
    <w:rsid w:val="00B81995"/>
    <w:rsid w:val="00B819C0"/>
    <w:rsid w:val="00B86CF2"/>
    <w:rsid w:val="00B96F41"/>
    <w:rsid w:val="00BA6147"/>
    <w:rsid w:val="00BA78B4"/>
    <w:rsid w:val="00BA7EED"/>
    <w:rsid w:val="00BC632F"/>
    <w:rsid w:val="00BC6401"/>
    <w:rsid w:val="00BD38B9"/>
    <w:rsid w:val="00BD5D4F"/>
    <w:rsid w:val="00BE4EBD"/>
    <w:rsid w:val="00BE4ECB"/>
    <w:rsid w:val="00BE73A7"/>
    <w:rsid w:val="00BF525D"/>
    <w:rsid w:val="00BF5E54"/>
    <w:rsid w:val="00C07049"/>
    <w:rsid w:val="00C07160"/>
    <w:rsid w:val="00C1665E"/>
    <w:rsid w:val="00C26B75"/>
    <w:rsid w:val="00C3059B"/>
    <w:rsid w:val="00C408DE"/>
    <w:rsid w:val="00C50255"/>
    <w:rsid w:val="00C5390E"/>
    <w:rsid w:val="00C53E49"/>
    <w:rsid w:val="00C5451C"/>
    <w:rsid w:val="00C54636"/>
    <w:rsid w:val="00C55644"/>
    <w:rsid w:val="00C558E6"/>
    <w:rsid w:val="00C5780B"/>
    <w:rsid w:val="00C57C62"/>
    <w:rsid w:val="00C76E15"/>
    <w:rsid w:val="00C97B90"/>
    <w:rsid w:val="00CC1A20"/>
    <w:rsid w:val="00CC37BF"/>
    <w:rsid w:val="00CD1D4E"/>
    <w:rsid w:val="00CD4902"/>
    <w:rsid w:val="00CE38CD"/>
    <w:rsid w:val="00CE4F48"/>
    <w:rsid w:val="00CE71B8"/>
    <w:rsid w:val="00CF40AE"/>
    <w:rsid w:val="00D03AA5"/>
    <w:rsid w:val="00D04A7B"/>
    <w:rsid w:val="00D30F90"/>
    <w:rsid w:val="00D37579"/>
    <w:rsid w:val="00D408FC"/>
    <w:rsid w:val="00D41111"/>
    <w:rsid w:val="00D42640"/>
    <w:rsid w:val="00D43DA7"/>
    <w:rsid w:val="00D47E25"/>
    <w:rsid w:val="00D56139"/>
    <w:rsid w:val="00D642F9"/>
    <w:rsid w:val="00D9089C"/>
    <w:rsid w:val="00D94BDF"/>
    <w:rsid w:val="00D9528F"/>
    <w:rsid w:val="00DB06BC"/>
    <w:rsid w:val="00DB4163"/>
    <w:rsid w:val="00DC33CC"/>
    <w:rsid w:val="00DC40BD"/>
    <w:rsid w:val="00DC7C2B"/>
    <w:rsid w:val="00DD405F"/>
    <w:rsid w:val="00DD6E15"/>
    <w:rsid w:val="00DE043B"/>
    <w:rsid w:val="00DF6FD8"/>
    <w:rsid w:val="00E1091E"/>
    <w:rsid w:val="00E11210"/>
    <w:rsid w:val="00E17A6C"/>
    <w:rsid w:val="00E4020D"/>
    <w:rsid w:val="00E40BD0"/>
    <w:rsid w:val="00E43BF7"/>
    <w:rsid w:val="00E5231C"/>
    <w:rsid w:val="00E614CE"/>
    <w:rsid w:val="00E62CA1"/>
    <w:rsid w:val="00E878AB"/>
    <w:rsid w:val="00E93939"/>
    <w:rsid w:val="00EA0778"/>
    <w:rsid w:val="00EB4FE6"/>
    <w:rsid w:val="00EE0C91"/>
    <w:rsid w:val="00EE27D3"/>
    <w:rsid w:val="00EE484D"/>
    <w:rsid w:val="00EF5C78"/>
    <w:rsid w:val="00F01ABA"/>
    <w:rsid w:val="00F211A5"/>
    <w:rsid w:val="00F24446"/>
    <w:rsid w:val="00F479A6"/>
    <w:rsid w:val="00F57348"/>
    <w:rsid w:val="00F62222"/>
    <w:rsid w:val="00F81491"/>
    <w:rsid w:val="00F916BD"/>
    <w:rsid w:val="00FB02CF"/>
    <w:rsid w:val="00FD7346"/>
    <w:rsid w:val="00FE5A48"/>
    <w:rsid w:val="00FE7B69"/>
    <w:rsid w:val="00FF595C"/>
    <w:rsid w:val="00FF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A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36A1"/>
    <w:pPr>
      <w:keepNext/>
      <w:jc w:val="center"/>
      <w:outlineLvl w:val="0"/>
    </w:pPr>
    <w:rPr>
      <w:sz w:val="44"/>
    </w:rPr>
  </w:style>
  <w:style w:type="paragraph" w:styleId="Heading2">
    <w:name w:val="heading 2"/>
    <w:basedOn w:val="Normal"/>
    <w:link w:val="Heading2Char"/>
    <w:uiPriority w:val="99"/>
    <w:qFormat/>
    <w:rsid w:val="000C36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36A1"/>
    <w:pPr>
      <w:keepNext/>
      <w:jc w:val="center"/>
      <w:outlineLvl w:val="2"/>
    </w:pPr>
    <w:rPr>
      <w:b/>
      <w:sz w:val="52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595C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36A1"/>
    <w:rPr>
      <w:sz w:val="4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C36A1"/>
    <w:rPr>
      <w:b/>
      <w:sz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36A1"/>
    <w:rPr>
      <w:b/>
      <w:sz w:val="52"/>
      <w:lang w:val="en-US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F595C"/>
    <w:rPr>
      <w:b/>
      <w:sz w:val="28"/>
      <w:lang w:val="ru-RU" w:eastAsia="uk-UA"/>
    </w:rPr>
  </w:style>
  <w:style w:type="paragraph" w:styleId="BodyText">
    <w:name w:val="Body Text"/>
    <w:basedOn w:val="Normal"/>
    <w:link w:val="BodyTextChar"/>
    <w:uiPriority w:val="99"/>
    <w:rsid w:val="000C36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C36A1"/>
    <w:rPr>
      <w:lang w:val="ru-RU" w:eastAsia="ru-RU"/>
    </w:rPr>
  </w:style>
  <w:style w:type="paragraph" w:styleId="Header">
    <w:name w:val="header"/>
    <w:basedOn w:val="Normal"/>
    <w:link w:val="HeaderChar"/>
    <w:uiPriority w:val="99"/>
    <w:rsid w:val="000C36A1"/>
    <w:pPr>
      <w:tabs>
        <w:tab w:val="center" w:pos="4819"/>
        <w:tab w:val="right" w:pos="9639"/>
      </w:tabs>
    </w:pPr>
    <w:rPr>
      <w:sz w:val="24"/>
      <w:szCs w:val="24"/>
      <w:lang w:val="nb-NO" w:eastAsia="nb-N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A1"/>
    <w:rPr>
      <w:sz w:val="24"/>
      <w:lang w:val="nb-NO" w:eastAsia="nb-NO"/>
    </w:rPr>
  </w:style>
  <w:style w:type="character" w:styleId="PageNumber">
    <w:name w:val="page number"/>
    <w:basedOn w:val="DefaultParagraphFont"/>
    <w:uiPriority w:val="99"/>
    <w:rsid w:val="000C36A1"/>
    <w:rPr>
      <w:rFonts w:cs="Times New Roman"/>
    </w:rPr>
  </w:style>
  <w:style w:type="paragraph" w:customStyle="1" w:styleId="4">
    <w:name w:val="Знак4 Знак Знак"/>
    <w:basedOn w:val="Normal"/>
    <w:uiPriority w:val="99"/>
    <w:rsid w:val="000C36A1"/>
    <w:rPr>
      <w:rFonts w:ascii="Verdana" w:hAnsi="Verdana" w:cs="Verdana"/>
      <w:lang w:val="en-US" w:eastAsia="en-US"/>
    </w:rPr>
  </w:style>
  <w:style w:type="character" w:customStyle="1" w:styleId="rvts23">
    <w:name w:val="rvts23"/>
    <w:basedOn w:val="DefaultParagraphFont"/>
    <w:uiPriority w:val="99"/>
    <w:rsid w:val="00991419"/>
    <w:rPr>
      <w:rFonts w:cs="Times New Roman"/>
    </w:rPr>
  </w:style>
  <w:style w:type="character" w:customStyle="1" w:styleId="10">
    <w:name w:val="Знак Знак10"/>
    <w:uiPriority w:val="99"/>
    <w:rsid w:val="00FF595C"/>
    <w:rPr>
      <w:rFonts w:ascii="Times New Roman" w:hAnsi="Times New Roman"/>
      <w:b/>
      <w:sz w:val="36"/>
      <w:lang w:eastAsia="ru-RU"/>
    </w:rPr>
  </w:style>
  <w:style w:type="character" w:customStyle="1" w:styleId="11">
    <w:name w:val="Знак Знак11"/>
    <w:uiPriority w:val="99"/>
    <w:rsid w:val="00FF595C"/>
    <w:rPr>
      <w:rFonts w:ascii="Times New Roman" w:hAnsi="Times New Roman"/>
      <w:sz w:val="20"/>
      <w:lang w:eastAsia="ru-RU"/>
    </w:rPr>
  </w:style>
  <w:style w:type="character" w:customStyle="1" w:styleId="9">
    <w:name w:val="Знак Знак9"/>
    <w:uiPriority w:val="99"/>
    <w:rsid w:val="00FF595C"/>
    <w:rPr>
      <w:rFonts w:ascii="Times New Roman" w:hAnsi="Times New Roman"/>
      <w:b/>
      <w:sz w:val="20"/>
      <w:lang w:val="en-US" w:eastAsia="ru-RU"/>
    </w:rPr>
  </w:style>
  <w:style w:type="character" w:customStyle="1" w:styleId="BalloonTextChar">
    <w:name w:val="Balloon Text Char"/>
    <w:link w:val="BalloonText"/>
    <w:uiPriority w:val="99"/>
    <w:semiHidden/>
    <w:locked/>
    <w:rsid w:val="00FF595C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F595C"/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F441A"/>
    <w:rPr>
      <w:sz w:val="0"/>
      <w:szCs w:val="0"/>
    </w:rPr>
  </w:style>
  <w:style w:type="paragraph" w:customStyle="1" w:styleId="a">
    <w:name w:val="Новій"/>
    <w:basedOn w:val="Normal"/>
    <w:uiPriority w:val="99"/>
    <w:rsid w:val="00FF595C"/>
    <w:pPr>
      <w:widowControl w:val="0"/>
      <w:autoSpaceDE w:val="0"/>
      <w:autoSpaceDN w:val="0"/>
      <w:adjustRightInd w:val="0"/>
    </w:pPr>
    <w:rPr>
      <w:sz w:val="28"/>
      <w:szCs w:val="28"/>
      <w:lang w:val="uk-UA"/>
    </w:rPr>
  </w:style>
  <w:style w:type="character" w:customStyle="1" w:styleId="6">
    <w:name w:val="Знак Знак6"/>
    <w:uiPriority w:val="99"/>
    <w:rsid w:val="00FF595C"/>
    <w:rPr>
      <w:rFonts w:ascii="Times New Roman" w:hAnsi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FF595C"/>
    <w:pPr>
      <w:ind w:left="720"/>
      <w:contextualSpacing/>
    </w:pPr>
    <w:rPr>
      <w:lang w:val="uk-UA"/>
    </w:rPr>
  </w:style>
  <w:style w:type="paragraph" w:styleId="Title">
    <w:name w:val="Title"/>
    <w:basedOn w:val="Normal"/>
    <w:link w:val="TitleChar"/>
    <w:uiPriority w:val="99"/>
    <w:qFormat/>
    <w:rsid w:val="00FF595C"/>
    <w:pPr>
      <w:jc w:val="center"/>
    </w:pPr>
    <w:rPr>
      <w:b/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93861"/>
    <w:rPr>
      <w:b/>
      <w:sz w:val="28"/>
      <w:lang w:val="uk-UA"/>
    </w:rPr>
  </w:style>
  <w:style w:type="paragraph" w:styleId="Subtitle">
    <w:name w:val="Subtitle"/>
    <w:basedOn w:val="Normal"/>
    <w:link w:val="SubtitleChar"/>
    <w:uiPriority w:val="99"/>
    <w:qFormat/>
    <w:rsid w:val="00FF595C"/>
    <w:pPr>
      <w:jc w:val="center"/>
    </w:pPr>
    <w:rPr>
      <w:sz w:val="32"/>
      <w:szCs w:val="32"/>
      <w:lang w:val="uk-UA"/>
    </w:rPr>
  </w:style>
  <w:style w:type="character" w:customStyle="1" w:styleId="SubtitleChar">
    <w:name w:val="Subtitle Char"/>
    <w:basedOn w:val="DefaultParagraphFont"/>
    <w:link w:val="Subtitle"/>
    <w:uiPriority w:val="11"/>
    <w:rsid w:val="00EF441A"/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rsid w:val="00FF595C"/>
    <w:pPr>
      <w:spacing w:before="200" w:after="300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FF595C"/>
    <w:rPr>
      <w:rFonts w:cs="Times New Roman"/>
      <w:b/>
    </w:rPr>
  </w:style>
  <w:style w:type="paragraph" w:styleId="Footer">
    <w:name w:val="footer"/>
    <w:basedOn w:val="Normal"/>
    <w:link w:val="FooterChar"/>
    <w:uiPriority w:val="99"/>
    <w:rsid w:val="00FF595C"/>
    <w:pPr>
      <w:tabs>
        <w:tab w:val="center" w:pos="4677"/>
        <w:tab w:val="right" w:pos="9355"/>
      </w:tabs>
    </w:pPr>
    <w:rPr>
      <w:sz w:val="24"/>
      <w:szCs w:val="24"/>
      <w:lang w:val="uk-UA" w:eastAsia="nb-NO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F441A"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F595C"/>
    <w:pPr>
      <w:spacing w:after="120" w:line="480" w:lineRule="auto"/>
      <w:ind w:left="283"/>
    </w:pPr>
    <w:rPr>
      <w:sz w:val="24"/>
      <w:szCs w:val="24"/>
      <w:lang w:val="nb-NO" w:eastAsia="nb-N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F441A"/>
    <w:rPr>
      <w:sz w:val="20"/>
      <w:szCs w:val="20"/>
    </w:rPr>
  </w:style>
  <w:style w:type="paragraph" w:customStyle="1" w:styleId="StyleZakonu">
    <w:name w:val="StyleZakonu"/>
    <w:basedOn w:val="Normal"/>
    <w:uiPriority w:val="99"/>
    <w:rsid w:val="00FF595C"/>
    <w:pPr>
      <w:spacing w:after="60" w:line="220" w:lineRule="exact"/>
      <w:ind w:firstLine="284"/>
      <w:jc w:val="both"/>
    </w:pPr>
    <w:rPr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FF5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F595C"/>
    <w:rPr>
      <w:rFonts w:ascii="Courier New" w:hAnsi="Courier New"/>
      <w:color w:val="000000"/>
      <w:sz w:val="30"/>
      <w:lang w:val="ru-RU" w:eastAsia="ru-RU"/>
    </w:rPr>
  </w:style>
  <w:style w:type="paragraph" w:customStyle="1" w:styleId="Ciae3">
    <w:name w:val="Ciae3"/>
    <w:basedOn w:val="Normal"/>
    <w:uiPriority w:val="99"/>
    <w:rsid w:val="00FF595C"/>
    <w:pPr>
      <w:suppressAutoHyphens/>
      <w:overflowPunct w:val="0"/>
      <w:autoSpaceDE w:val="0"/>
      <w:autoSpaceDN w:val="0"/>
      <w:adjustRightInd w:val="0"/>
      <w:textAlignment w:val="baseline"/>
    </w:pPr>
    <w:rPr>
      <w:rFonts w:ascii="Verdana" w:hAnsi="Verdana"/>
      <w:lang w:val="en-US"/>
    </w:rPr>
  </w:style>
  <w:style w:type="character" w:customStyle="1" w:styleId="rvts0">
    <w:name w:val="rvts0"/>
    <w:uiPriority w:val="99"/>
    <w:rsid w:val="00FF595C"/>
  </w:style>
  <w:style w:type="paragraph" w:customStyle="1" w:styleId="rvps2">
    <w:name w:val="rvps2"/>
    <w:basedOn w:val="Normal"/>
    <w:uiPriority w:val="99"/>
    <w:rsid w:val="00FF595C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Normal"/>
    <w:uiPriority w:val="99"/>
    <w:rsid w:val="00186F7D"/>
    <w:pPr>
      <w:ind w:left="720"/>
    </w:pPr>
    <w:rPr>
      <w:sz w:val="24"/>
      <w:szCs w:val="24"/>
      <w:lang w:val="nb-NO" w:eastAsia="nb-NO"/>
    </w:rPr>
  </w:style>
  <w:style w:type="paragraph" w:styleId="NoSpacing">
    <w:name w:val="No Spacing"/>
    <w:uiPriority w:val="99"/>
    <w:qFormat/>
    <w:rsid w:val="008C11E6"/>
    <w:rPr>
      <w:rFonts w:ascii="Calibri" w:hAnsi="Calibri"/>
      <w:lang w:val="uk-UA" w:eastAsia="en-US"/>
    </w:rPr>
  </w:style>
  <w:style w:type="table" w:styleId="TableGrid">
    <w:name w:val="Table Grid"/>
    <w:basedOn w:val="TableNormal"/>
    <w:uiPriority w:val="99"/>
    <w:rsid w:val="006231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0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0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0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0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0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0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7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548</Words>
  <Characters>3126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ПРОЄКТ </dc:title>
  <dc:subject/>
  <dc:creator>ІО</dc:creator>
  <cp:keywords/>
  <dc:description/>
  <cp:lastModifiedBy>Admin</cp:lastModifiedBy>
  <cp:revision>2</cp:revision>
  <cp:lastPrinted>2020-12-25T10:46:00Z</cp:lastPrinted>
  <dcterms:created xsi:type="dcterms:W3CDTF">2021-09-15T13:41:00Z</dcterms:created>
  <dcterms:modified xsi:type="dcterms:W3CDTF">2021-09-15T13:41:00Z</dcterms:modified>
</cp:coreProperties>
</file>