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5D8" w:rsidRDefault="003E15D8" w:rsidP="000E5933">
      <w:pPr>
        <w:shd w:val="clear" w:color="auto" w:fill="FFFFFF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</w:pPr>
      <w:r w:rsidRPr="004F7C77"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  <w:t>На Буковині 1087 безробітних пройшли професійне навчання</w:t>
      </w:r>
    </w:p>
    <w:p w:rsidR="003E15D8" w:rsidRPr="004F7C77" w:rsidRDefault="003E15D8" w:rsidP="000E5933">
      <w:pPr>
        <w:shd w:val="clear" w:color="auto" w:fill="FFFFFF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uk-UA"/>
        </w:rPr>
      </w:pPr>
    </w:p>
    <w:p w:rsidR="003E15D8" w:rsidRPr="002B03EF" w:rsidRDefault="003E15D8" w:rsidP="000E5933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</w:p>
    <w:p w:rsidR="003E15D8" w:rsidRPr="002B03EF" w:rsidRDefault="003E15D8" w:rsidP="000E5933">
      <w:pPr>
        <w:shd w:val="clear" w:color="auto" w:fill="FFFFFF"/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 w:rsidRPr="002B03EF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З початку року за направленнями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Чернівецької обласної </w:t>
      </w:r>
      <w:r w:rsidRPr="002B03EF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служби зайнятості проходили професійну підготовку, перепідготовку та підвищення кваліфікації 1087 безробітних, що на 27,1% більше, ніж у січні-жовтні 2020 року. 371 безробітний навчався у центрах професійно-технічної освіти Державної служби зайнятості.</w:t>
      </w:r>
    </w:p>
    <w:p w:rsidR="003E15D8" w:rsidRPr="002B03EF" w:rsidRDefault="003E15D8" w:rsidP="000E5933">
      <w:pPr>
        <w:pStyle w:val="ListParagraph"/>
        <w:numPr>
          <w:ilvl w:val="0"/>
          <w:numId w:val="1"/>
        </w:numPr>
        <w:shd w:val="clear" w:color="auto" w:fill="FFFFFF"/>
        <w:spacing w:after="240"/>
        <w:ind w:firstLine="709"/>
        <w:jc w:val="both"/>
        <w:rPr>
          <w:sz w:val="28"/>
          <w:szCs w:val="28"/>
          <w:shd w:val="clear" w:color="auto" w:fill="FFFFFF"/>
          <w:lang w:eastAsia="uk-UA"/>
        </w:rPr>
      </w:pPr>
      <w:r w:rsidRPr="002B03EF">
        <w:rPr>
          <w:sz w:val="28"/>
          <w:szCs w:val="28"/>
          <w:shd w:val="clear" w:color="auto" w:fill="FFFFFF"/>
          <w:lang w:eastAsia="uk-UA"/>
        </w:rPr>
        <w:t xml:space="preserve">Якщо для безробітного немає пропозицій підходящої роботи, кар’єрні радники пропонують пройти професійну підготовку, перепідготовку та підвищення кваліфікації </w:t>
      </w:r>
      <w:r>
        <w:rPr>
          <w:sz w:val="28"/>
          <w:szCs w:val="28"/>
          <w:shd w:val="clear" w:color="auto" w:fill="FFFFFF"/>
          <w:lang w:eastAsia="uk-UA"/>
        </w:rPr>
        <w:t>за</w:t>
      </w:r>
      <w:r w:rsidRPr="002B03EF">
        <w:rPr>
          <w:sz w:val="28"/>
          <w:szCs w:val="28"/>
          <w:shd w:val="clear" w:color="auto" w:fill="FFFFFF"/>
          <w:lang w:eastAsia="uk-UA"/>
        </w:rPr>
        <w:t xml:space="preserve"> наявн</w:t>
      </w:r>
      <w:r>
        <w:rPr>
          <w:sz w:val="28"/>
          <w:szCs w:val="28"/>
          <w:shd w:val="clear" w:color="auto" w:fill="FFFFFF"/>
          <w:lang w:eastAsia="uk-UA"/>
        </w:rPr>
        <w:t>ими вакансіями</w:t>
      </w:r>
      <w:r w:rsidRPr="002B03EF">
        <w:rPr>
          <w:sz w:val="28"/>
          <w:szCs w:val="28"/>
          <w:shd w:val="clear" w:color="auto" w:fill="FFFFFF"/>
          <w:lang w:eastAsia="uk-UA"/>
        </w:rPr>
        <w:t xml:space="preserve">. Професійне навчання відбувається на замовлення роботодавця за кошти Фонду загальнообов'язкового державного соціального страхування України на випадок безробіття, - зазначає директорка Чернівецького обласного центру зайнятості Любов Кожолянко. </w:t>
      </w:r>
    </w:p>
    <w:p w:rsidR="003E15D8" w:rsidRPr="004F7C77" w:rsidRDefault="003E15D8" w:rsidP="000E5933">
      <w:pPr>
        <w:shd w:val="clear" w:color="auto" w:fill="FFFFFF"/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uk-UA"/>
        </w:rPr>
      </w:pPr>
      <w:r w:rsidRPr="004F7C77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Із загальної кількості безробітних, які навчалися – 28 осіб проходили професійну підготовку та перепідготовку за шістьма професіями: «рибовод», «перукар», «манікюрник», «оператор заправних станцій», «оператор котельні», «адміністратор». Решта проходили підвищення кваліфікації з розряду на розряд, 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на </w:t>
      </w:r>
      <w:r w:rsidRPr="004F7C77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курс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ах</w:t>
      </w:r>
      <w:r w:rsidRPr="004F7C77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цільового призначення та стажува</w:t>
      </w:r>
      <w:r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>лися</w:t>
      </w:r>
      <w:r w:rsidRPr="004F7C77">
        <w:rPr>
          <w:rFonts w:ascii="Times New Roman" w:hAnsi="Times New Roman"/>
          <w:sz w:val="28"/>
          <w:szCs w:val="28"/>
          <w:shd w:val="clear" w:color="auto" w:fill="FFFFFF"/>
          <w:lang w:eastAsia="uk-UA"/>
        </w:rPr>
        <w:t xml:space="preserve"> безпосередньо на робочому місці.</w:t>
      </w:r>
    </w:p>
    <w:p w:rsidR="003E15D8" w:rsidRPr="00A2328E" w:rsidRDefault="003E15D8" w:rsidP="000E5933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lang w:val="ru-RU"/>
        </w:rPr>
      </w:pPr>
      <w:r w:rsidRPr="00A2328E">
        <w:rPr>
          <w:rFonts w:ascii="Times New Roman" w:hAnsi="Times New Roman"/>
          <w:b/>
          <w:i/>
          <w:color w:val="000000"/>
          <w:sz w:val="24"/>
          <w:szCs w:val="24"/>
        </w:rPr>
        <w:t xml:space="preserve">Сектор інформаційної роботи </w:t>
      </w:r>
      <w:r w:rsidRPr="00A2328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</w:t>
      </w:r>
    </w:p>
    <w:p w:rsidR="003E15D8" w:rsidRPr="00A2328E" w:rsidRDefault="003E15D8" w:rsidP="000E5933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A2328E">
        <w:rPr>
          <w:rFonts w:ascii="Times New Roman" w:hAnsi="Times New Roman"/>
          <w:b/>
          <w:i/>
          <w:color w:val="000000"/>
          <w:sz w:val="24"/>
          <w:szCs w:val="24"/>
        </w:rPr>
        <w:t>Чернівецького обласного центру зайнятості</w:t>
      </w:r>
    </w:p>
    <w:p w:rsidR="003E15D8" w:rsidRDefault="003E15D8">
      <w:bookmarkStart w:id="0" w:name="_GoBack"/>
      <w:bookmarkEnd w:id="0"/>
    </w:p>
    <w:sectPr w:rsidR="003E15D8" w:rsidSect="00F835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52EF9"/>
    <w:multiLevelType w:val="hybridMultilevel"/>
    <w:tmpl w:val="F2EAC34A"/>
    <w:lvl w:ilvl="0" w:tplc="5F084B02">
      <w:start w:val="1087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5933"/>
    <w:rsid w:val="000E5933"/>
    <w:rsid w:val="002B03EF"/>
    <w:rsid w:val="003E15D8"/>
    <w:rsid w:val="004F7C77"/>
    <w:rsid w:val="0074567D"/>
    <w:rsid w:val="007659B3"/>
    <w:rsid w:val="00A2328E"/>
    <w:rsid w:val="00B37BB1"/>
    <w:rsid w:val="00F83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933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E593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185</Words>
  <Characters>1058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Буковині 1087 безробітних пройшли професійне навчання</dc:title>
  <dc:subject/>
  <dc:creator>Internet</dc:creator>
  <cp:keywords/>
  <dc:description/>
  <cp:lastModifiedBy>Admin</cp:lastModifiedBy>
  <cp:revision>2</cp:revision>
  <dcterms:created xsi:type="dcterms:W3CDTF">2021-11-15T13:46:00Z</dcterms:created>
  <dcterms:modified xsi:type="dcterms:W3CDTF">2021-11-15T13:46:00Z</dcterms:modified>
</cp:coreProperties>
</file>