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EC8" w:rsidRDefault="00D73EC8" w:rsidP="00183DE7">
      <w:pPr>
        <w:rPr>
          <w:b/>
          <w:lang w:eastAsia="uk-UA"/>
        </w:rPr>
      </w:pPr>
      <w:r w:rsidRPr="00183DE7">
        <w:rPr>
          <w:b/>
          <w:lang w:eastAsia="uk-UA"/>
        </w:rPr>
        <w:t>Актуальні запитання щодо вакцинації  працівників -  роз’яснює Держпраці</w:t>
      </w:r>
    </w:p>
    <w:p w:rsidR="00D73EC8" w:rsidRDefault="00D73EC8" w:rsidP="00183DE7">
      <w:pPr>
        <w:rPr>
          <w:lang w:eastAsia="uk-UA"/>
        </w:rPr>
      </w:pPr>
      <w:r w:rsidRPr="00183DE7">
        <w:rPr>
          <w:lang w:eastAsia="uk-UA"/>
        </w:rPr>
        <w:t>Державна служба України з питань праці продовжує надавати роз’яснення щодо найактуальніших питань процесу вакцинації працівників</w:t>
      </w:r>
      <w:r>
        <w:rPr>
          <w:lang w:eastAsia="uk-UA"/>
        </w:rPr>
        <w:t xml:space="preserve"> окремих категорій. </w:t>
      </w:r>
    </w:p>
    <w:p w:rsidR="00D73EC8" w:rsidRPr="00183DE7" w:rsidRDefault="00D73EC8" w:rsidP="00183DE7">
      <w:pPr>
        <w:rPr>
          <w:noProof/>
          <w:lang w:eastAsia="uk-UA"/>
        </w:rPr>
      </w:pPr>
      <w:r>
        <w:rPr>
          <w:lang w:eastAsia="uk-UA"/>
        </w:rPr>
        <w:t>О</w:t>
      </w:r>
      <w:r w:rsidRPr="00183DE7">
        <w:rPr>
          <w:lang w:eastAsia="uk-UA"/>
        </w:rPr>
        <w:t>скільки запровадження обов’язкової вакцинації</w:t>
      </w:r>
      <w:r>
        <w:rPr>
          <w:b/>
          <w:lang w:eastAsia="uk-UA"/>
        </w:rPr>
        <w:t xml:space="preserve"> </w:t>
      </w:r>
      <w:r>
        <w:rPr>
          <w:rFonts w:cs="Calibri"/>
          <w:color w:val="000000"/>
        </w:rPr>
        <w:t xml:space="preserve">проти COVID-19 є однією з найбільш обговорюваних тем загалом та викликає багато запитань, насамперед, у сфері дотримання чинного трудового законодавства та законодавства з питань охорони та гігієни праці. </w:t>
      </w:r>
    </w:p>
    <w:p w:rsidR="00D73EC8" w:rsidRPr="00183DE7" w:rsidRDefault="00D73EC8" w:rsidP="00183DE7">
      <w:pPr>
        <w:rPr>
          <w:b/>
          <w:lang w:eastAsia="uk-UA"/>
        </w:rPr>
      </w:pPr>
      <w:r w:rsidRPr="00183DE7">
        <w:rPr>
          <w:b/>
          <w:lang w:eastAsia="uk-UA"/>
        </w:rPr>
        <w:t xml:space="preserve">Чи можливе звільнення працівника з роботи через відмову або ухиленням від вакцинації проти COVID-19 </w:t>
      </w:r>
    </w:p>
    <w:p w:rsidR="00D73EC8" w:rsidRDefault="00D73EC8" w:rsidP="00183DE7">
      <w:pPr>
        <w:rPr>
          <w:lang w:eastAsia="uk-UA"/>
        </w:rPr>
      </w:pPr>
      <w:r>
        <w:rPr>
          <w:lang w:eastAsia="uk-UA"/>
        </w:rPr>
        <w:t>З</w:t>
      </w:r>
      <w:r w:rsidRPr="0035592E">
        <w:rPr>
          <w:lang w:eastAsia="uk-UA"/>
        </w:rPr>
        <w:t xml:space="preserve"> урахуванням норм статті 12 Закону України «Про захист населення від інфекційних хвороб» працівники юридичних осіб, визначених наказом Міністерства охорони здоров’я України </w:t>
      </w:r>
      <w:r>
        <w:rPr>
          <w:lang w:eastAsia="uk-UA"/>
        </w:rPr>
        <w:t>04.10.</w:t>
      </w:r>
      <w:r w:rsidRPr="0035592E">
        <w:rPr>
          <w:lang w:eastAsia="uk-UA"/>
        </w:rPr>
        <w:t xml:space="preserve"> 2021 року </w:t>
      </w:r>
      <w:r>
        <w:rPr>
          <w:lang w:eastAsia="uk-UA"/>
        </w:rPr>
        <w:t xml:space="preserve">за </w:t>
      </w:r>
      <w:r w:rsidRPr="0035592E">
        <w:rPr>
          <w:lang w:eastAsia="uk-UA"/>
        </w:rPr>
        <w:t xml:space="preserve">№ 2153, які відмовляються або ухиляються від щеплень, відстороняються від роботи відповідно до законодавства про працю шляхом видання роботодавцем наказу (розпорядження). </w:t>
      </w:r>
    </w:p>
    <w:p w:rsidR="00D73EC8" w:rsidRDefault="00D73EC8" w:rsidP="00183DE7">
      <w:pPr>
        <w:rPr>
          <w:lang w:eastAsia="uk-UA"/>
        </w:rPr>
      </w:pPr>
      <w:r w:rsidRPr="0035592E">
        <w:rPr>
          <w:lang w:eastAsia="uk-UA"/>
        </w:rPr>
        <w:t>Підстави для звільнення таких працівників відсутні.</w:t>
      </w:r>
    </w:p>
    <w:p w:rsidR="00D73EC8" w:rsidRPr="00E80A5D" w:rsidRDefault="00D73EC8" w:rsidP="00E80A5D">
      <w:pPr>
        <w:rPr>
          <w:b/>
          <w:lang w:eastAsia="uk-UA"/>
        </w:rPr>
      </w:pPr>
      <w:r w:rsidRPr="00E80A5D">
        <w:rPr>
          <w:b/>
          <w:lang w:eastAsia="uk-UA"/>
        </w:rPr>
        <w:t>На який термін працівник може бути відсторонений  від роботи у зв’язку з відмовою або ухиленням від вакцинації проти COVID-19?</w:t>
      </w:r>
    </w:p>
    <w:p w:rsidR="00D73EC8" w:rsidRPr="00E80A5D" w:rsidRDefault="00D73EC8" w:rsidP="00E80A5D">
      <w:pPr>
        <w:rPr>
          <w:lang w:eastAsia="uk-UA"/>
        </w:rPr>
      </w:pPr>
      <w:r w:rsidRPr="00E80A5D">
        <w:rPr>
          <w:lang w:eastAsia="uk-UA"/>
        </w:rPr>
        <w:t>З урахуванням норм наказу Міністерства охорони здоров’я України 04 жовтня 2021 року</w:t>
      </w:r>
      <w:r>
        <w:rPr>
          <w:lang w:eastAsia="uk-UA"/>
        </w:rPr>
        <w:t xml:space="preserve"> за </w:t>
      </w:r>
      <w:r w:rsidRPr="00E80A5D">
        <w:rPr>
          <w:lang w:eastAsia="uk-UA"/>
        </w:rPr>
        <w:t xml:space="preserve"> № 2153, фактом, який зумовлює закінчення строку відсторонення працівника від роботи</w:t>
      </w:r>
      <w:r>
        <w:rPr>
          <w:lang w:eastAsia="uk-UA"/>
        </w:rPr>
        <w:t>,</w:t>
      </w:r>
      <w:bookmarkStart w:id="0" w:name="_GoBack"/>
      <w:bookmarkEnd w:id="0"/>
      <w:r w:rsidRPr="00E80A5D">
        <w:rPr>
          <w:lang w:eastAsia="uk-UA"/>
        </w:rPr>
        <w:t xml:space="preserve"> є:</w:t>
      </w:r>
    </w:p>
    <w:p w:rsidR="00D73EC8" w:rsidRPr="00E80A5D" w:rsidRDefault="00D73EC8" w:rsidP="00E80A5D">
      <w:pPr>
        <w:rPr>
          <w:lang w:eastAsia="uk-UA"/>
        </w:rPr>
      </w:pPr>
      <w:r w:rsidRPr="00E80A5D">
        <w:rPr>
          <w:lang w:eastAsia="uk-UA"/>
        </w:rPr>
        <w:t>закінчення дії карантину, встановленого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або</w:t>
      </w:r>
    </w:p>
    <w:p w:rsidR="00D73EC8" w:rsidRPr="00E80A5D" w:rsidRDefault="00D73EC8" w:rsidP="00E80A5D">
      <w:pPr>
        <w:rPr>
          <w:lang w:eastAsia="uk-UA"/>
        </w:rPr>
      </w:pPr>
      <w:r w:rsidRPr="00E80A5D">
        <w:rPr>
          <w:lang w:eastAsia="uk-UA"/>
        </w:rPr>
        <w:t>отримання працівником обов’язкового профілактичного щеплення проти гострої респіраторної хвороби COVID-19, спричиненої коронавірусом SARS-CoV-2.</w:t>
      </w:r>
    </w:p>
    <w:p w:rsidR="00D73EC8" w:rsidRPr="00E80A5D" w:rsidRDefault="00D73EC8" w:rsidP="00E80A5D">
      <w:r w:rsidRPr="00E80A5D">
        <w:rPr>
          <w:lang w:eastAsia="uk-UA"/>
        </w:rPr>
        <w:t> </w:t>
      </w:r>
    </w:p>
    <w:sectPr w:rsidR="00D73EC8" w:rsidRPr="00E80A5D" w:rsidSect="00EF6E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EC8" w:rsidRDefault="00D73EC8" w:rsidP="005B21BC">
      <w:pPr>
        <w:spacing w:after="0" w:line="240" w:lineRule="auto"/>
      </w:pPr>
      <w:r>
        <w:separator/>
      </w:r>
    </w:p>
  </w:endnote>
  <w:endnote w:type="continuationSeparator" w:id="0">
    <w:p w:rsidR="00D73EC8" w:rsidRDefault="00D73EC8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EC8" w:rsidRDefault="00D73EC8" w:rsidP="005B21BC">
      <w:pPr>
        <w:spacing w:after="0" w:line="240" w:lineRule="auto"/>
      </w:pPr>
      <w:r>
        <w:separator/>
      </w:r>
    </w:p>
  </w:footnote>
  <w:footnote w:type="continuationSeparator" w:id="0">
    <w:p w:rsidR="00D73EC8" w:rsidRDefault="00D73EC8" w:rsidP="005B2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7262B"/>
    <w:multiLevelType w:val="multilevel"/>
    <w:tmpl w:val="019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E43"/>
    <w:rsid w:val="0000206C"/>
    <w:rsid w:val="00002E0E"/>
    <w:rsid w:val="00002EA2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31761"/>
    <w:rsid w:val="00033F3D"/>
    <w:rsid w:val="00036B64"/>
    <w:rsid w:val="00040FB9"/>
    <w:rsid w:val="00046115"/>
    <w:rsid w:val="00050E99"/>
    <w:rsid w:val="00050FF9"/>
    <w:rsid w:val="00052AB5"/>
    <w:rsid w:val="00052D01"/>
    <w:rsid w:val="0005366C"/>
    <w:rsid w:val="00053F29"/>
    <w:rsid w:val="00054748"/>
    <w:rsid w:val="0006588F"/>
    <w:rsid w:val="00066E44"/>
    <w:rsid w:val="00066EBD"/>
    <w:rsid w:val="0007149F"/>
    <w:rsid w:val="00071650"/>
    <w:rsid w:val="00073928"/>
    <w:rsid w:val="00074681"/>
    <w:rsid w:val="00083176"/>
    <w:rsid w:val="0008355F"/>
    <w:rsid w:val="000871A9"/>
    <w:rsid w:val="000A3B7D"/>
    <w:rsid w:val="000B0CBB"/>
    <w:rsid w:val="000B1743"/>
    <w:rsid w:val="000B55D9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2076"/>
    <w:rsid w:val="000F4B33"/>
    <w:rsid w:val="000F576E"/>
    <w:rsid w:val="00102794"/>
    <w:rsid w:val="00107AA0"/>
    <w:rsid w:val="0011007A"/>
    <w:rsid w:val="00110773"/>
    <w:rsid w:val="00113950"/>
    <w:rsid w:val="00123E0F"/>
    <w:rsid w:val="001274F0"/>
    <w:rsid w:val="001303DF"/>
    <w:rsid w:val="00132812"/>
    <w:rsid w:val="00134E68"/>
    <w:rsid w:val="00136349"/>
    <w:rsid w:val="00136E47"/>
    <w:rsid w:val="00137401"/>
    <w:rsid w:val="00142D02"/>
    <w:rsid w:val="001437FA"/>
    <w:rsid w:val="00143C21"/>
    <w:rsid w:val="00144308"/>
    <w:rsid w:val="001443C7"/>
    <w:rsid w:val="00144BE7"/>
    <w:rsid w:val="0015355F"/>
    <w:rsid w:val="0015432C"/>
    <w:rsid w:val="00157F08"/>
    <w:rsid w:val="0016155B"/>
    <w:rsid w:val="00164845"/>
    <w:rsid w:val="00165383"/>
    <w:rsid w:val="00173C6D"/>
    <w:rsid w:val="0017495A"/>
    <w:rsid w:val="001825C1"/>
    <w:rsid w:val="00183DE7"/>
    <w:rsid w:val="001858A9"/>
    <w:rsid w:val="00186383"/>
    <w:rsid w:val="001867D1"/>
    <w:rsid w:val="00187DF5"/>
    <w:rsid w:val="00187E9F"/>
    <w:rsid w:val="0019245A"/>
    <w:rsid w:val="00192CC5"/>
    <w:rsid w:val="0019692A"/>
    <w:rsid w:val="0019720A"/>
    <w:rsid w:val="001A300C"/>
    <w:rsid w:val="001A4AED"/>
    <w:rsid w:val="001A56E9"/>
    <w:rsid w:val="001A6709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2E30"/>
    <w:rsid w:val="001D3FD1"/>
    <w:rsid w:val="001D41CC"/>
    <w:rsid w:val="001D6ACD"/>
    <w:rsid w:val="001E602B"/>
    <w:rsid w:val="001E79D8"/>
    <w:rsid w:val="001F0D55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13A40"/>
    <w:rsid w:val="002147EE"/>
    <w:rsid w:val="0021747F"/>
    <w:rsid w:val="002200E3"/>
    <w:rsid w:val="002266CE"/>
    <w:rsid w:val="002313F5"/>
    <w:rsid w:val="00232E91"/>
    <w:rsid w:val="00233EE9"/>
    <w:rsid w:val="00242305"/>
    <w:rsid w:val="002441DC"/>
    <w:rsid w:val="00253419"/>
    <w:rsid w:val="00253894"/>
    <w:rsid w:val="00262A88"/>
    <w:rsid w:val="002642EE"/>
    <w:rsid w:val="002853D9"/>
    <w:rsid w:val="00286BA8"/>
    <w:rsid w:val="0029736E"/>
    <w:rsid w:val="002A0533"/>
    <w:rsid w:val="002A0A58"/>
    <w:rsid w:val="002A5734"/>
    <w:rsid w:val="002B2554"/>
    <w:rsid w:val="002B461B"/>
    <w:rsid w:val="002B6A41"/>
    <w:rsid w:val="002B7A3C"/>
    <w:rsid w:val="002C38DC"/>
    <w:rsid w:val="002C39CD"/>
    <w:rsid w:val="002D000D"/>
    <w:rsid w:val="002D0837"/>
    <w:rsid w:val="002D08C1"/>
    <w:rsid w:val="002D45FC"/>
    <w:rsid w:val="002E1645"/>
    <w:rsid w:val="002E3F27"/>
    <w:rsid w:val="002E5275"/>
    <w:rsid w:val="002F13F0"/>
    <w:rsid w:val="002F25E5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23B0"/>
    <w:rsid w:val="00313EE0"/>
    <w:rsid w:val="0031589B"/>
    <w:rsid w:val="00316914"/>
    <w:rsid w:val="003172F1"/>
    <w:rsid w:val="00320883"/>
    <w:rsid w:val="003209D9"/>
    <w:rsid w:val="00322397"/>
    <w:rsid w:val="0032461E"/>
    <w:rsid w:val="00327E49"/>
    <w:rsid w:val="00330D30"/>
    <w:rsid w:val="00331DBD"/>
    <w:rsid w:val="00332298"/>
    <w:rsid w:val="00334C20"/>
    <w:rsid w:val="00334CC6"/>
    <w:rsid w:val="003411AA"/>
    <w:rsid w:val="00342F3D"/>
    <w:rsid w:val="0034475A"/>
    <w:rsid w:val="0035592E"/>
    <w:rsid w:val="0035654B"/>
    <w:rsid w:val="003565E2"/>
    <w:rsid w:val="00362285"/>
    <w:rsid w:val="003702E5"/>
    <w:rsid w:val="0037374D"/>
    <w:rsid w:val="00373BF0"/>
    <w:rsid w:val="00375C83"/>
    <w:rsid w:val="00376AB8"/>
    <w:rsid w:val="00376D76"/>
    <w:rsid w:val="0037786A"/>
    <w:rsid w:val="00382E1E"/>
    <w:rsid w:val="00383925"/>
    <w:rsid w:val="003840FB"/>
    <w:rsid w:val="003874FE"/>
    <w:rsid w:val="00391578"/>
    <w:rsid w:val="00393067"/>
    <w:rsid w:val="00395C1E"/>
    <w:rsid w:val="003964F1"/>
    <w:rsid w:val="00396DD7"/>
    <w:rsid w:val="0039739B"/>
    <w:rsid w:val="003A20BE"/>
    <w:rsid w:val="003A2F10"/>
    <w:rsid w:val="003A6CEA"/>
    <w:rsid w:val="003B0DC1"/>
    <w:rsid w:val="003B32DD"/>
    <w:rsid w:val="003B76E8"/>
    <w:rsid w:val="003C23C7"/>
    <w:rsid w:val="003C3DB3"/>
    <w:rsid w:val="003D188D"/>
    <w:rsid w:val="003D3517"/>
    <w:rsid w:val="003D5C42"/>
    <w:rsid w:val="003E0AD7"/>
    <w:rsid w:val="003E12BC"/>
    <w:rsid w:val="003E1775"/>
    <w:rsid w:val="003E38AD"/>
    <w:rsid w:val="003E6031"/>
    <w:rsid w:val="003E692E"/>
    <w:rsid w:val="003E71D5"/>
    <w:rsid w:val="003F06A5"/>
    <w:rsid w:val="003F0B44"/>
    <w:rsid w:val="003F1A8A"/>
    <w:rsid w:val="003F3975"/>
    <w:rsid w:val="003F4052"/>
    <w:rsid w:val="00404BBB"/>
    <w:rsid w:val="004061ED"/>
    <w:rsid w:val="00406419"/>
    <w:rsid w:val="0041233D"/>
    <w:rsid w:val="00412762"/>
    <w:rsid w:val="00415408"/>
    <w:rsid w:val="0041653B"/>
    <w:rsid w:val="00417977"/>
    <w:rsid w:val="00420C10"/>
    <w:rsid w:val="00422373"/>
    <w:rsid w:val="004228EF"/>
    <w:rsid w:val="00426C18"/>
    <w:rsid w:val="00430679"/>
    <w:rsid w:val="004314E9"/>
    <w:rsid w:val="0043332A"/>
    <w:rsid w:val="00436CC0"/>
    <w:rsid w:val="00441009"/>
    <w:rsid w:val="004410A1"/>
    <w:rsid w:val="004441D5"/>
    <w:rsid w:val="00445477"/>
    <w:rsid w:val="00446B95"/>
    <w:rsid w:val="004514B6"/>
    <w:rsid w:val="004560E0"/>
    <w:rsid w:val="00456889"/>
    <w:rsid w:val="004613D2"/>
    <w:rsid w:val="00461BB0"/>
    <w:rsid w:val="00465974"/>
    <w:rsid w:val="004717CC"/>
    <w:rsid w:val="004717D1"/>
    <w:rsid w:val="00471AFC"/>
    <w:rsid w:val="00472EC9"/>
    <w:rsid w:val="0047489F"/>
    <w:rsid w:val="00477CFC"/>
    <w:rsid w:val="004825B0"/>
    <w:rsid w:val="004903B7"/>
    <w:rsid w:val="00491C45"/>
    <w:rsid w:val="00492298"/>
    <w:rsid w:val="0049322E"/>
    <w:rsid w:val="004A1756"/>
    <w:rsid w:val="004A1A8D"/>
    <w:rsid w:val="004A28D5"/>
    <w:rsid w:val="004A3C6A"/>
    <w:rsid w:val="004A5A56"/>
    <w:rsid w:val="004B4301"/>
    <w:rsid w:val="004C1233"/>
    <w:rsid w:val="004C3732"/>
    <w:rsid w:val="004C4401"/>
    <w:rsid w:val="004C4A2F"/>
    <w:rsid w:val="004C7A09"/>
    <w:rsid w:val="004D0168"/>
    <w:rsid w:val="004D0920"/>
    <w:rsid w:val="004D1590"/>
    <w:rsid w:val="004D3965"/>
    <w:rsid w:val="004D646F"/>
    <w:rsid w:val="004D6F0F"/>
    <w:rsid w:val="004D7557"/>
    <w:rsid w:val="004E0634"/>
    <w:rsid w:val="004E3F89"/>
    <w:rsid w:val="004E46D9"/>
    <w:rsid w:val="004E7B8D"/>
    <w:rsid w:val="004F7E97"/>
    <w:rsid w:val="00500EE0"/>
    <w:rsid w:val="0050130B"/>
    <w:rsid w:val="005031D1"/>
    <w:rsid w:val="0050516C"/>
    <w:rsid w:val="00506985"/>
    <w:rsid w:val="00507893"/>
    <w:rsid w:val="0051090A"/>
    <w:rsid w:val="0051502A"/>
    <w:rsid w:val="005160CA"/>
    <w:rsid w:val="00516915"/>
    <w:rsid w:val="00516AE6"/>
    <w:rsid w:val="005172F8"/>
    <w:rsid w:val="005209D0"/>
    <w:rsid w:val="00521F6C"/>
    <w:rsid w:val="00523544"/>
    <w:rsid w:val="00530E8C"/>
    <w:rsid w:val="00530F01"/>
    <w:rsid w:val="005310E8"/>
    <w:rsid w:val="00531E11"/>
    <w:rsid w:val="00535104"/>
    <w:rsid w:val="00541CFD"/>
    <w:rsid w:val="00546701"/>
    <w:rsid w:val="00551B17"/>
    <w:rsid w:val="00552425"/>
    <w:rsid w:val="00554E55"/>
    <w:rsid w:val="00555AF9"/>
    <w:rsid w:val="00557E11"/>
    <w:rsid w:val="00560314"/>
    <w:rsid w:val="00560819"/>
    <w:rsid w:val="00560ED9"/>
    <w:rsid w:val="00562123"/>
    <w:rsid w:val="0056528D"/>
    <w:rsid w:val="00565310"/>
    <w:rsid w:val="00567DEE"/>
    <w:rsid w:val="00570C29"/>
    <w:rsid w:val="00575BF2"/>
    <w:rsid w:val="00576C1B"/>
    <w:rsid w:val="005808CA"/>
    <w:rsid w:val="0058596D"/>
    <w:rsid w:val="0059252A"/>
    <w:rsid w:val="005936CB"/>
    <w:rsid w:val="005A0ADB"/>
    <w:rsid w:val="005A269A"/>
    <w:rsid w:val="005A39B3"/>
    <w:rsid w:val="005A4F14"/>
    <w:rsid w:val="005A54F7"/>
    <w:rsid w:val="005A76B0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73BF"/>
    <w:rsid w:val="005D23C0"/>
    <w:rsid w:val="005D7602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A79"/>
    <w:rsid w:val="0062093A"/>
    <w:rsid w:val="00620F32"/>
    <w:rsid w:val="00624073"/>
    <w:rsid w:val="006240B9"/>
    <w:rsid w:val="00631E79"/>
    <w:rsid w:val="00635F4F"/>
    <w:rsid w:val="00637095"/>
    <w:rsid w:val="00640C3C"/>
    <w:rsid w:val="006428AF"/>
    <w:rsid w:val="0064402C"/>
    <w:rsid w:val="00645446"/>
    <w:rsid w:val="006473C2"/>
    <w:rsid w:val="0065049C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2DE2"/>
    <w:rsid w:val="006866C4"/>
    <w:rsid w:val="006B23DB"/>
    <w:rsid w:val="006B7260"/>
    <w:rsid w:val="006C2942"/>
    <w:rsid w:val="006C3ABD"/>
    <w:rsid w:val="006C46CB"/>
    <w:rsid w:val="006C49B6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27AD"/>
    <w:rsid w:val="006F2C3C"/>
    <w:rsid w:val="006F4ADE"/>
    <w:rsid w:val="006F6031"/>
    <w:rsid w:val="00700359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3D7C"/>
    <w:rsid w:val="00734F0B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55B5"/>
    <w:rsid w:val="007573D8"/>
    <w:rsid w:val="007577D7"/>
    <w:rsid w:val="00764158"/>
    <w:rsid w:val="0076450A"/>
    <w:rsid w:val="00770CB3"/>
    <w:rsid w:val="00771B34"/>
    <w:rsid w:val="00777FDE"/>
    <w:rsid w:val="00784E62"/>
    <w:rsid w:val="0079158D"/>
    <w:rsid w:val="00794D84"/>
    <w:rsid w:val="007955F5"/>
    <w:rsid w:val="00796949"/>
    <w:rsid w:val="0079783F"/>
    <w:rsid w:val="00797CCF"/>
    <w:rsid w:val="007A1741"/>
    <w:rsid w:val="007A2806"/>
    <w:rsid w:val="007A4C61"/>
    <w:rsid w:val="007A6D1C"/>
    <w:rsid w:val="007B21EC"/>
    <w:rsid w:val="007C1C34"/>
    <w:rsid w:val="007D0719"/>
    <w:rsid w:val="007D0BAA"/>
    <w:rsid w:val="007D3D31"/>
    <w:rsid w:val="007D6726"/>
    <w:rsid w:val="007D7D2F"/>
    <w:rsid w:val="007E123C"/>
    <w:rsid w:val="007E4D85"/>
    <w:rsid w:val="007E6CF1"/>
    <w:rsid w:val="007F02BB"/>
    <w:rsid w:val="007F2DA3"/>
    <w:rsid w:val="007F4A3B"/>
    <w:rsid w:val="007F4CF6"/>
    <w:rsid w:val="007F60A5"/>
    <w:rsid w:val="007F72CF"/>
    <w:rsid w:val="007F7CE7"/>
    <w:rsid w:val="00801A2C"/>
    <w:rsid w:val="00803C98"/>
    <w:rsid w:val="008045C0"/>
    <w:rsid w:val="00805A6E"/>
    <w:rsid w:val="00806336"/>
    <w:rsid w:val="00807932"/>
    <w:rsid w:val="00807CBF"/>
    <w:rsid w:val="00812C7E"/>
    <w:rsid w:val="00823A95"/>
    <w:rsid w:val="008276D3"/>
    <w:rsid w:val="00833428"/>
    <w:rsid w:val="00844BB0"/>
    <w:rsid w:val="00850948"/>
    <w:rsid w:val="00853313"/>
    <w:rsid w:val="00854E03"/>
    <w:rsid w:val="00855BB5"/>
    <w:rsid w:val="008614C3"/>
    <w:rsid w:val="008617D4"/>
    <w:rsid w:val="0086381E"/>
    <w:rsid w:val="00863876"/>
    <w:rsid w:val="0086650F"/>
    <w:rsid w:val="00870C7C"/>
    <w:rsid w:val="00870EC9"/>
    <w:rsid w:val="00871C55"/>
    <w:rsid w:val="00875851"/>
    <w:rsid w:val="008840C8"/>
    <w:rsid w:val="00885DF9"/>
    <w:rsid w:val="00886131"/>
    <w:rsid w:val="00887D76"/>
    <w:rsid w:val="008909FF"/>
    <w:rsid w:val="00892A82"/>
    <w:rsid w:val="008A2E1F"/>
    <w:rsid w:val="008A4025"/>
    <w:rsid w:val="008A48A0"/>
    <w:rsid w:val="008B20E2"/>
    <w:rsid w:val="008B4C27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6943"/>
    <w:rsid w:val="008E7428"/>
    <w:rsid w:val="008F4A33"/>
    <w:rsid w:val="008F6D4B"/>
    <w:rsid w:val="00904521"/>
    <w:rsid w:val="0090525E"/>
    <w:rsid w:val="0090539F"/>
    <w:rsid w:val="00913A49"/>
    <w:rsid w:val="00916917"/>
    <w:rsid w:val="00924089"/>
    <w:rsid w:val="009241AE"/>
    <w:rsid w:val="0092535A"/>
    <w:rsid w:val="00925C76"/>
    <w:rsid w:val="0092622D"/>
    <w:rsid w:val="00935304"/>
    <w:rsid w:val="0094386C"/>
    <w:rsid w:val="00944145"/>
    <w:rsid w:val="0094425E"/>
    <w:rsid w:val="00944985"/>
    <w:rsid w:val="00945144"/>
    <w:rsid w:val="009462BA"/>
    <w:rsid w:val="0095515D"/>
    <w:rsid w:val="00957937"/>
    <w:rsid w:val="00957E64"/>
    <w:rsid w:val="009637CA"/>
    <w:rsid w:val="009639AC"/>
    <w:rsid w:val="00967360"/>
    <w:rsid w:val="009673CF"/>
    <w:rsid w:val="00967E71"/>
    <w:rsid w:val="0097179D"/>
    <w:rsid w:val="00971F3B"/>
    <w:rsid w:val="009733BA"/>
    <w:rsid w:val="00980064"/>
    <w:rsid w:val="009814EB"/>
    <w:rsid w:val="00981937"/>
    <w:rsid w:val="00981F3D"/>
    <w:rsid w:val="00982743"/>
    <w:rsid w:val="009841BB"/>
    <w:rsid w:val="00984815"/>
    <w:rsid w:val="00984C94"/>
    <w:rsid w:val="0099083A"/>
    <w:rsid w:val="00991728"/>
    <w:rsid w:val="00996477"/>
    <w:rsid w:val="009A026B"/>
    <w:rsid w:val="009A0CA5"/>
    <w:rsid w:val="009A23EE"/>
    <w:rsid w:val="009A2A27"/>
    <w:rsid w:val="009A514D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7211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F093F"/>
    <w:rsid w:val="009F0C91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2386C"/>
    <w:rsid w:val="00A23B96"/>
    <w:rsid w:val="00A23E3E"/>
    <w:rsid w:val="00A2791F"/>
    <w:rsid w:val="00A30E3C"/>
    <w:rsid w:val="00A30E98"/>
    <w:rsid w:val="00A33FAF"/>
    <w:rsid w:val="00A3431A"/>
    <w:rsid w:val="00A35A55"/>
    <w:rsid w:val="00A37BDA"/>
    <w:rsid w:val="00A403D1"/>
    <w:rsid w:val="00A40B91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731B"/>
    <w:rsid w:val="00AB039D"/>
    <w:rsid w:val="00AB114B"/>
    <w:rsid w:val="00AB5924"/>
    <w:rsid w:val="00AB606C"/>
    <w:rsid w:val="00AB6CDB"/>
    <w:rsid w:val="00AC22F4"/>
    <w:rsid w:val="00AC246E"/>
    <w:rsid w:val="00AC24C5"/>
    <w:rsid w:val="00AC47BE"/>
    <w:rsid w:val="00AC7BDF"/>
    <w:rsid w:val="00AD2FFA"/>
    <w:rsid w:val="00AD5B5C"/>
    <w:rsid w:val="00AD780C"/>
    <w:rsid w:val="00AE3FEC"/>
    <w:rsid w:val="00AF5BDB"/>
    <w:rsid w:val="00B01D8A"/>
    <w:rsid w:val="00B0219D"/>
    <w:rsid w:val="00B04B3F"/>
    <w:rsid w:val="00B062CA"/>
    <w:rsid w:val="00B068DD"/>
    <w:rsid w:val="00B10C37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DEA"/>
    <w:rsid w:val="00B43EC0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7729C"/>
    <w:rsid w:val="00B83484"/>
    <w:rsid w:val="00B834DA"/>
    <w:rsid w:val="00B86085"/>
    <w:rsid w:val="00B86241"/>
    <w:rsid w:val="00B86D5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457B"/>
    <w:rsid w:val="00BB6391"/>
    <w:rsid w:val="00BC4DA3"/>
    <w:rsid w:val="00BC6689"/>
    <w:rsid w:val="00BC787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6339"/>
    <w:rsid w:val="00C57A02"/>
    <w:rsid w:val="00C604B9"/>
    <w:rsid w:val="00C606F4"/>
    <w:rsid w:val="00C71649"/>
    <w:rsid w:val="00C72BE8"/>
    <w:rsid w:val="00C76FDB"/>
    <w:rsid w:val="00C778BC"/>
    <w:rsid w:val="00C82D46"/>
    <w:rsid w:val="00C8393E"/>
    <w:rsid w:val="00C8739A"/>
    <w:rsid w:val="00C90B71"/>
    <w:rsid w:val="00C918C9"/>
    <w:rsid w:val="00C944F8"/>
    <w:rsid w:val="00CA7AFE"/>
    <w:rsid w:val="00CB0014"/>
    <w:rsid w:val="00CB081B"/>
    <w:rsid w:val="00CB24FE"/>
    <w:rsid w:val="00CB3ECE"/>
    <w:rsid w:val="00CB4999"/>
    <w:rsid w:val="00CB5236"/>
    <w:rsid w:val="00CB6734"/>
    <w:rsid w:val="00CC2622"/>
    <w:rsid w:val="00CC3875"/>
    <w:rsid w:val="00CC52BC"/>
    <w:rsid w:val="00CC653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34F1"/>
    <w:rsid w:val="00CF6245"/>
    <w:rsid w:val="00CF7D9D"/>
    <w:rsid w:val="00D06083"/>
    <w:rsid w:val="00D13469"/>
    <w:rsid w:val="00D1760D"/>
    <w:rsid w:val="00D222BE"/>
    <w:rsid w:val="00D31754"/>
    <w:rsid w:val="00D418E3"/>
    <w:rsid w:val="00D42DF0"/>
    <w:rsid w:val="00D4673C"/>
    <w:rsid w:val="00D5559F"/>
    <w:rsid w:val="00D5671C"/>
    <w:rsid w:val="00D62417"/>
    <w:rsid w:val="00D62DB6"/>
    <w:rsid w:val="00D63CEF"/>
    <w:rsid w:val="00D64C24"/>
    <w:rsid w:val="00D65366"/>
    <w:rsid w:val="00D66605"/>
    <w:rsid w:val="00D73EC8"/>
    <w:rsid w:val="00D80B96"/>
    <w:rsid w:val="00D84008"/>
    <w:rsid w:val="00D87D39"/>
    <w:rsid w:val="00D9050A"/>
    <w:rsid w:val="00D91B02"/>
    <w:rsid w:val="00D92442"/>
    <w:rsid w:val="00D96AC8"/>
    <w:rsid w:val="00D972A0"/>
    <w:rsid w:val="00DA0253"/>
    <w:rsid w:val="00DA175E"/>
    <w:rsid w:val="00DA3AFB"/>
    <w:rsid w:val="00DA6E88"/>
    <w:rsid w:val="00DA7684"/>
    <w:rsid w:val="00DB109A"/>
    <w:rsid w:val="00DB5E0E"/>
    <w:rsid w:val="00DB6CC7"/>
    <w:rsid w:val="00DB6FC8"/>
    <w:rsid w:val="00DB7EEE"/>
    <w:rsid w:val="00DC48E3"/>
    <w:rsid w:val="00DC5489"/>
    <w:rsid w:val="00DC625F"/>
    <w:rsid w:val="00DD04F4"/>
    <w:rsid w:val="00DD3222"/>
    <w:rsid w:val="00DD495D"/>
    <w:rsid w:val="00DD67AA"/>
    <w:rsid w:val="00DE0AB9"/>
    <w:rsid w:val="00DE26CF"/>
    <w:rsid w:val="00DE42C6"/>
    <w:rsid w:val="00DE519C"/>
    <w:rsid w:val="00DF346A"/>
    <w:rsid w:val="00DF5AA5"/>
    <w:rsid w:val="00E009DB"/>
    <w:rsid w:val="00E129A2"/>
    <w:rsid w:val="00E1529F"/>
    <w:rsid w:val="00E21931"/>
    <w:rsid w:val="00E25E6B"/>
    <w:rsid w:val="00E26A11"/>
    <w:rsid w:val="00E32080"/>
    <w:rsid w:val="00E33965"/>
    <w:rsid w:val="00E4344F"/>
    <w:rsid w:val="00E4592C"/>
    <w:rsid w:val="00E46F7B"/>
    <w:rsid w:val="00E52624"/>
    <w:rsid w:val="00E53E4E"/>
    <w:rsid w:val="00E62382"/>
    <w:rsid w:val="00E70A6E"/>
    <w:rsid w:val="00E70CF0"/>
    <w:rsid w:val="00E7365D"/>
    <w:rsid w:val="00E74B4B"/>
    <w:rsid w:val="00E76E79"/>
    <w:rsid w:val="00E77336"/>
    <w:rsid w:val="00E77AF9"/>
    <w:rsid w:val="00E80A5D"/>
    <w:rsid w:val="00E83346"/>
    <w:rsid w:val="00E91F93"/>
    <w:rsid w:val="00E93438"/>
    <w:rsid w:val="00E977EB"/>
    <w:rsid w:val="00EA012B"/>
    <w:rsid w:val="00EA4B60"/>
    <w:rsid w:val="00EB0265"/>
    <w:rsid w:val="00EB18F4"/>
    <w:rsid w:val="00EB1AF4"/>
    <w:rsid w:val="00EB2224"/>
    <w:rsid w:val="00EB3F29"/>
    <w:rsid w:val="00EB4CCD"/>
    <w:rsid w:val="00EB55F5"/>
    <w:rsid w:val="00EB6504"/>
    <w:rsid w:val="00EC2BE4"/>
    <w:rsid w:val="00EC47C3"/>
    <w:rsid w:val="00EC53E3"/>
    <w:rsid w:val="00EC58A5"/>
    <w:rsid w:val="00EC6318"/>
    <w:rsid w:val="00ED09F7"/>
    <w:rsid w:val="00ED248A"/>
    <w:rsid w:val="00ED67F2"/>
    <w:rsid w:val="00ED767C"/>
    <w:rsid w:val="00EE5112"/>
    <w:rsid w:val="00EE529D"/>
    <w:rsid w:val="00EE6F1B"/>
    <w:rsid w:val="00EE7AAE"/>
    <w:rsid w:val="00EF02F4"/>
    <w:rsid w:val="00EF0A90"/>
    <w:rsid w:val="00EF31D3"/>
    <w:rsid w:val="00EF41B4"/>
    <w:rsid w:val="00EF55E4"/>
    <w:rsid w:val="00EF6E7D"/>
    <w:rsid w:val="00F06DA1"/>
    <w:rsid w:val="00F11601"/>
    <w:rsid w:val="00F13B52"/>
    <w:rsid w:val="00F153CC"/>
    <w:rsid w:val="00F15B23"/>
    <w:rsid w:val="00F2049C"/>
    <w:rsid w:val="00F204C0"/>
    <w:rsid w:val="00F222C9"/>
    <w:rsid w:val="00F22F7C"/>
    <w:rsid w:val="00F26B83"/>
    <w:rsid w:val="00F3465E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10EB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5FC0"/>
    <w:rsid w:val="00F91AF7"/>
    <w:rsid w:val="00F92624"/>
    <w:rsid w:val="00F95409"/>
    <w:rsid w:val="00FA31F2"/>
    <w:rsid w:val="00FA5822"/>
    <w:rsid w:val="00FA6EEC"/>
    <w:rsid w:val="00FA7287"/>
    <w:rsid w:val="00FB0B00"/>
    <w:rsid w:val="00FB0D89"/>
    <w:rsid w:val="00FB3B55"/>
    <w:rsid w:val="00FB5AEA"/>
    <w:rsid w:val="00FB74D8"/>
    <w:rsid w:val="00FC1804"/>
    <w:rsid w:val="00FC244F"/>
    <w:rsid w:val="00FC7CDD"/>
    <w:rsid w:val="00FD0989"/>
    <w:rsid w:val="00FD19D2"/>
    <w:rsid w:val="00FD62DA"/>
    <w:rsid w:val="00FD651A"/>
    <w:rsid w:val="00FE14E9"/>
    <w:rsid w:val="00FE35B8"/>
    <w:rsid w:val="00FE6569"/>
    <w:rsid w:val="00FE6A94"/>
    <w:rsid w:val="00FE6D76"/>
    <w:rsid w:val="00FF023F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D2F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67D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5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67D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050D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373BF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B32D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21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21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21BC"/>
    <w:rPr>
      <w:rFonts w:cs="Times New Roman"/>
    </w:rPr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B83484"/>
    <w:rPr>
      <w:rFonts w:cs="Times New Roman"/>
    </w:rPr>
  </w:style>
  <w:style w:type="character" w:customStyle="1" w:styleId="oi732d6d">
    <w:name w:val="oi732d6d"/>
    <w:basedOn w:val="DefaultParagraphFont"/>
    <w:uiPriority w:val="99"/>
    <w:rsid w:val="00CB24FE"/>
    <w:rPr>
      <w:rFonts w:cs="Times New Roman"/>
    </w:rPr>
  </w:style>
  <w:style w:type="paragraph" w:customStyle="1" w:styleId="rtejustify">
    <w:name w:val="rtejustify"/>
    <w:basedOn w:val="Normal"/>
    <w:uiPriority w:val="99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Normal"/>
    <w:uiPriority w:val="99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5F695B"/>
    <w:rPr>
      <w:rFonts w:cs="Times New Roman"/>
      <w:i/>
      <w:iCs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ield-content">
    <w:name w:val="field-content"/>
    <w:basedOn w:val="DefaultParagraphFont"/>
    <w:uiPriority w:val="99"/>
    <w:rsid w:val="00D91B02"/>
    <w:rPr>
      <w:rFonts w:cs="Times New Roman"/>
    </w:rPr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DefaultParagraphFont"/>
    <w:uiPriority w:val="99"/>
    <w:rsid w:val="00615626"/>
    <w:rPr>
      <w:rFonts w:cs="Times New Roman"/>
    </w:rPr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Normal"/>
    <w:uiPriority w:val="99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A06664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BE0452"/>
    <w:rPr>
      <w:rFonts w:cs="Times New Roman"/>
    </w:rPr>
  </w:style>
  <w:style w:type="character" w:customStyle="1" w:styleId="rvts23">
    <w:name w:val="rvts23"/>
    <w:basedOn w:val="DefaultParagraphFont"/>
    <w:uiPriority w:val="99"/>
    <w:rsid w:val="00BE0452"/>
    <w:rPr>
      <w:rFonts w:cs="Times New Roman"/>
    </w:rPr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DefaultParagraphFont"/>
    <w:uiPriority w:val="99"/>
    <w:rsid w:val="00330D30"/>
    <w:rPr>
      <w:rFonts w:cs="Times New Roman"/>
    </w:rPr>
  </w:style>
  <w:style w:type="character" w:customStyle="1" w:styleId="xfmc1">
    <w:name w:val="xfmc1"/>
    <w:basedOn w:val="DefaultParagraphFont"/>
    <w:uiPriority w:val="99"/>
    <w:rsid w:val="00EC58A5"/>
    <w:rPr>
      <w:rFonts w:cs="Times New Roman"/>
    </w:rPr>
  </w:style>
  <w:style w:type="paragraph" w:customStyle="1" w:styleId="s5">
    <w:name w:val="s5"/>
    <w:basedOn w:val="Normal"/>
    <w:uiPriority w:val="99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573">
    <w:name w:val="1573"/>
    <w:aliases w:val="baiaagaaboqcaaadwwqaaavpb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83D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43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5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843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4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843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4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843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843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843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43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68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084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289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4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439680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439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439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39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43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439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8439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8439736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084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540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439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439704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43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439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39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43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439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8439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8439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8439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8439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8439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84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43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3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43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43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245</Words>
  <Characters>1399</Characters>
  <Application>Microsoft Office Outlook</Application>
  <DocSecurity>0</DocSecurity>
  <Lines>0</Lines>
  <Paragraphs>0</Paragraphs>
  <ScaleCrop>false</ScaleCrop>
  <Company>Газета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Актуальні запитання щодо вакцинації  працівників -  роз’яснює Держпраці</dc:title>
  <dc:subject/>
  <dc:creator>Лариса</dc:creator>
  <cp:keywords/>
  <dc:description/>
  <cp:lastModifiedBy>Admin</cp:lastModifiedBy>
  <cp:revision>2</cp:revision>
  <dcterms:created xsi:type="dcterms:W3CDTF">2021-11-15T08:09:00Z</dcterms:created>
  <dcterms:modified xsi:type="dcterms:W3CDTF">2021-11-15T08:09:00Z</dcterms:modified>
</cp:coreProperties>
</file>