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01533242"/>
    <w:p w:rsidR="00A06427" w:rsidRDefault="00A06427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5.75pt" o:ole="">
            <v:imagedata r:id="rId7" o:title="" grayscale="t"/>
          </v:shape>
          <o:OLEObject Type="Embed" ProgID="Word.Picture.8" ShapeID="_x0000_i1025" DrawAspect="Content" ObjectID="_1697788884" r:id="rId8"/>
        </w:object>
      </w:r>
      <w:bookmarkEnd w:id="0"/>
    </w:p>
    <w:p w:rsidR="00A06427" w:rsidRDefault="00A06427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06427" w:rsidRDefault="00A06427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06427" w:rsidRDefault="00A06427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06427" w:rsidRPr="002C751D" w:rsidRDefault="00A06427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</w:t>
      </w:r>
      <w:r>
        <w:rPr>
          <w:b/>
          <w:sz w:val="26"/>
          <w:szCs w:val="26"/>
          <w:lang w:val="uk-UA"/>
        </w:rPr>
        <w:t>Х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>сесія</w:t>
      </w:r>
      <w:r w:rsidRPr="002C751D">
        <w:rPr>
          <w:b/>
          <w:sz w:val="26"/>
          <w:szCs w:val="26"/>
        </w:rPr>
        <w:t xml:space="preserve"> </w:t>
      </w:r>
      <w:r w:rsidRPr="002C751D">
        <w:rPr>
          <w:b/>
          <w:sz w:val="26"/>
          <w:szCs w:val="26"/>
          <w:lang w:val="en-US"/>
        </w:rPr>
        <w:t>VIII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>скликання</w:t>
      </w:r>
    </w:p>
    <w:p w:rsidR="00A06427" w:rsidRDefault="00A06427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06427" w:rsidRPr="00834B20" w:rsidRDefault="00A06427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06427" w:rsidRPr="00446BC4" w:rsidRDefault="00A06427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08</w:t>
      </w:r>
      <w:r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листопада</w:t>
      </w:r>
      <w:r w:rsidRPr="00834B20">
        <w:rPr>
          <w:spacing w:val="-2"/>
          <w:sz w:val="28"/>
          <w:szCs w:val="28"/>
          <w:lang w:val="uk-UA"/>
        </w:rPr>
        <w:t xml:space="preserve"> 20</w:t>
      </w:r>
      <w:r>
        <w:rPr>
          <w:spacing w:val="-2"/>
          <w:sz w:val="28"/>
          <w:szCs w:val="28"/>
          <w:lang w:val="uk-UA"/>
        </w:rPr>
        <w:t>21</w:t>
      </w:r>
      <w:r w:rsidRPr="00834B20">
        <w:rPr>
          <w:spacing w:val="-2"/>
          <w:sz w:val="28"/>
          <w:szCs w:val="28"/>
          <w:lang w:val="uk-UA"/>
        </w:rPr>
        <w:t xml:space="preserve"> року  </w:t>
      </w:r>
      <w:r>
        <w:rPr>
          <w:spacing w:val="-2"/>
          <w:sz w:val="28"/>
          <w:szCs w:val="28"/>
          <w:lang w:val="uk-UA"/>
        </w:rPr>
        <w:t xml:space="preserve">             </w:t>
      </w:r>
      <w:r w:rsidRPr="00834B20">
        <w:rPr>
          <w:spacing w:val="-2"/>
          <w:sz w:val="28"/>
          <w:szCs w:val="28"/>
          <w:lang w:val="uk-UA"/>
        </w:rPr>
        <w:t xml:space="preserve">          </w:t>
      </w:r>
      <w:r>
        <w:rPr>
          <w:spacing w:val="-2"/>
          <w:sz w:val="28"/>
          <w:szCs w:val="28"/>
          <w:lang w:val="uk-UA"/>
        </w:rPr>
        <w:t xml:space="preserve">      </w:t>
      </w:r>
      <w:r w:rsidRPr="00834B20">
        <w:rPr>
          <w:spacing w:val="-2"/>
          <w:sz w:val="28"/>
          <w:szCs w:val="28"/>
          <w:lang w:val="uk-UA"/>
        </w:rPr>
        <w:t xml:space="preserve">                </w:t>
      </w:r>
      <w:r>
        <w:rPr>
          <w:spacing w:val="-2"/>
          <w:sz w:val="28"/>
          <w:szCs w:val="28"/>
          <w:lang w:val="uk-UA"/>
        </w:rPr>
        <w:t xml:space="preserve">                    № </w:t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  <w:t xml:space="preserve"> 418-20/2021</w:t>
      </w:r>
    </w:p>
    <w:p w:rsidR="00A06427" w:rsidRDefault="00A06427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A06427" w:rsidRDefault="00A06427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</w:t>
      </w:r>
    </w:p>
    <w:p w:rsidR="00A06427" w:rsidRDefault="00A06427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громади на 2021 рік</w:t>
      </w:r>
    </w:p>
    <w:p w:rsidR="00A06427" w:rsidRDefault="00A06427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06427" w:rsidRDefault="00A06427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A06427" w:rsidRDefault="00A06427">
      <w:pPr>
        <w:pStyle w:val="BodyTextIndent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06427" w:rsidRPr="00C54B7F" w:rsidRDefault="00A06427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C54B7F">
        <w:rPr>
          <w:sz w:val="28"/>
          <w:szCs w:val="28"/>
          <w:lang w:val="uk-UA"/>
        </w:rPr>
        <w:t xml:space="preserve">Керуючись Бюджетним кодексом України, пунктом 23 частини 1 статті 26 і статтею 61 Закону України «Про місцеве самоврядування в Україні», рішенням ІV сесії VIII скликання сільської ради №30-4/2020 від 23 грудня 2020 року «Про місцевий бюджет Петровецької сільської територіальної громади на 2021 рік», </w:t>
      </w:r>
      <w:r>
        <w:rPr>
          <w:sz w:val="28"/>
          <w:szCs w:val="28"/>
          <w:lang w:val="uk-UA"/>
        </w:rPr>
        <w:t>розпорядженням</w:t>
      </w:r>
      <w:bookmarkStart w:id="1" w:name="_GoBack"/>
      <w:bookmarkEnd w:id="1"/>
      <w:r>
        <w:rPr>
          <w:sz w:val="28"/>
          <w:szCs w:val="28"/>
          <w:lang w:val="uk-UA"/>
        </w:rPr>
        <w:t xml:space="preserve"> Кабінету Міністрів України від 28 жовтня 2021 року №1337-р </w:t>
      </w:r>
      <w:r w:rsidRPr="00C43A96">
        <w:rPr>
          <w:sz w:val="28"/>
          <w:szCs w:val="28"/>
          <w:lang w:val="uk-UA"/>
        </w:rPr>
        <w:t>«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Деякі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питання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розподілу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у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2021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році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субвенції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з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державного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бюджету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місцевим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бюджетам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на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здійснення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заходів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щодо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соціально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>-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економічного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розвитку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окремих</w:t>
      </w:r>
      <w:r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 xml:space="preserve"> </w:t>
      </w:r>
      <w:r w:rsidRPr="00C43A96">
        <w:rPr>
          <w:rFonts w:ascii="ProbaPro" w:hAnsi="ProbaPro" w:hint="eastAsia"/>
          <w:bCs/>
          <w:sz w:val="28"/>
          <w:szCs w:val="28"/>
          <w:shd w:val="clear" w:color="auto" w:fill="FFFFFF"/>
          <w:lang w:val="uk-UA"/>
        </w:rPr>
        <w:t>територій»</w:t>
      </w:r>
      <w:r w:rsidRPr="00C54B7F">
        <w:rPr>
          <w:sz w:val="28"/>
          <w:szCs w:val="28"/>
          <w:lang w:val="uk-UA"/>
        </w:rPr>
        <w:t>,  Петровецька сільська рада</w:t>
      </w:r>
    </w:p>
    <w:p w:rsidR="00A06427" w:rsidRDefault="00A06427" w:rsidP="007A60E7">
      <w:pPr>
        <w:pStyle w:val="BodyTextIndent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A06427" w:rsidRDefault="00A06427" w:rsidP="003B2DCA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1. Внести зміни  у додаток  № 1</w:t>
      </w:r>
      <w:r w:rsidRPr="00482343"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/>
        </w:rPr>
        <w:t>Доходи</w:t>
      </w:r>
      <w:r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Pr="00482343">
        <w:rPr>
          <w:sz w:val="28"/>
          <w:szCs w:val="28"/>
          <w:lang w:val="uk-UA"/>
        </w:rPr>
        <w:t>І</w:t>
      </w:r>
      <w:r w:rsidRPr="00482343">
        <w:rPr>
          <w:sz w:val="28"/>
          <w:szCs w:val="28"/>
          <w:lang w:val="en-US"/>
        </w:rPr>
        <w:t>V</w:t>
      </w:r>
      <w:r w:rsidRPr="00482343">
        <w:rPr>
          <w:sz w:val="28"/>
          <w:szCs w:val="28"/>
          <w:lang w:val="uk-UA"/>
        </w:rPr>
        <w:t xml:space="preserve"> сесії </w:t>
      </w:r>
      <w:r w:rsidRPr="00482343">
        <w:rPr>
          <w:sz w:val="28"/>
          <w:szCs w:val="28"/>
          <w:lang w:val="en-US"/>
        </w:rPr>
        <w:t>VIII</w:t>
      </w:r>
      <w:r w:rsidRPr="00482343">
        <w:rPr>
          <w:sz w:val="28"/>
          <w:szCs w:val="28"/>
          <w:lang w:val="uk-UA"/>
        </w:rPr>
        <w:t xml:space="preserve"> скликання сільської ради </w:t>
      </w:r>
      <w:r w:rsidRPr="00482343">
        <w:rPr>
          <w:bCs/>
          <w:sz w:val="28"/>
          <w:szCs w:val="28"/>
          <w:lang w:val="uk-UA"/>
        </w:rPr>
        <w:t>№30-4/2020  від 23.12.2020 року</w:t>
      </w:r>
      <w:r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A06427" w:rsidRPr="00F7554E" w:rsidRDefault="00A06427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 Внести зміни  у додаток  № 2 «Ф</w:t>
      </w:r>
      <w:r w:rsidRPr="000E5F7B">
        <w:rPr>
          <w:bCs/>
          <w:sz w:val="28"/>
          <w:szCs w:val="28"/>
          <w:lang w:val="uk-UA"/>
        </w:rPr>
        <w:t>інансування сільського бюджету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A06427" w:rsidRDefault="00A06427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3. </w:t>
      </w:r>
      <w:r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3 до цього рішення.</w:t>
      </w:r>
    </w:p>
    <w:p w:rsidR="00A06427" w:rsidRDefault="00A06427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4. Внести зміни  у додаток  № 4 «</w:t>
      </w:r>
      <w:r w:rsidRPr="008C2FD0">
        <w:rPr>
          <w:bCs/>
          <w:sz w:val="28"/>
          <w:szCs w:val="28"/>
          <w:lang w:val="uk-UA"/>
        </w:rPr>
        <w:t>Міжбюджетні трансферти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 до цього рішення.    </w:t>
      </w:r>
    </w:p>
    <w:p w:rsidR="00A06427" w:rsidRDefault="00A06427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5.  Внести зміни  у додаток  № 5 «</w:t>
      </w:r>
      <w:r w:rsidRPr="00FD0940">
        <w:rPr>
          <w:bCs/>
          <w:sz w:val="28"/>
          <w:szCs w:val="28"/>
          <w:lang w:val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2021 році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5 до цього рішення.  </w:t>
      </w:r>
    </w:p>
    <w:p w:rsidR="00A06427" w:rsidRDefault="00A06427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6. Додатки 1-5 та довідка до рішення сесії є невід’ємними частинами цього рішення.</w:t>
      </w:r>
    </w:p>
    <w:p w:rsidR="00A06427" w:rsidRDefault="00A06427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7. Начальнику фінансового відділу Степану ЧЕПИЗІ внести відповідні зміни до сільського бюджету на 2021 рік.</w:t>
      </w:r>
    </w:p>
    <w:p w:rsidR="00A06427" w:rsidRDefault="00A06427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A06427" w:rsidRPr="00CD4EC2" w:rsidRDefault="00A06427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8. </w:t>
      </w:r>
      <w:r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>
        <w:rPr>
          <w:sz w:val="28"/>
          <w:szCs w:val="28"/>
        </w:rPr>
        <w:t xml:space="preserve">бюджету, </w:t>
      </w:r>
      <w:r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>
        <w:rPr>
          <w:sz w:val="28"/>
          <w:szCs w:val="28"/>
          <w:lang w:val="uk-UA"/>
        </w:rPr>
        <w:t xml:space="preserve"> (Болеслав ГАВЛЮК)</w:t>
      </w:r>
      <w:r w:rsidRPr="00A41523">
        <w:rPr>
          <w:sz w:val="28"/>
          <w:szCs w:val="28"/>
          <w:lang w:val="uk-UA"/>
        </w:rPr>
        <w:t>.</w:t>
      </w:r>
    </w:p>
    <w:p w:rsidR="00A06427" w:rsidRDefault="00A06427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    </w:t>
      </w:r>
    </w:p>
    <w:p w:rsidR="00A06427" w:rsidRPr="00CB2BEE" w:rsidRDefault="00A06427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  </w:t>
      </w:r>
      <w:r>
        <w:rPr>
          <w:b/>
          <w:bCs/>
          <w:spacing w:val="-12"/>
          <w:sz w:val="28"/>
          <w:szCs w:val="28"/>
        </w:rPr>
        <w:t>С</w:t>
      </w:r>
      <w:r>
        <w:rPr>
          <w:b/>
          <w:bCs/>
          <w:spacing w:val="-12"/>
          <w:sz w:val="28"/>
          <w:szCs w:val="28"/>
          <w:lang w:val="uk-UA"/>
        </w:rPr>
        <w:t>ільський голова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</w:t>
      </w: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06427" w:rsidRDefault="00A06427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06427" w:rsidSect="00CD4EC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427" w:rsidRDefault="00A06427">
      <w:pPr>
        <w:spacing w:after="0" w:line="240" w:lineRule="auto"/>
      </w:pPr>
      <w:r>
        <w:separator/>
      </w:r>
    </w:p>
  </w:endnote>
  <w:endnote w:type="continuationSeparator" w:id="0">
    <w:p w:rsidR="00A06427" w:rsidRDefault="00A06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27" w:rsidRDefault="00A064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6427" w:rsidRDefault="00A0642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27" w:rsidRDefault="00A06427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A06427" w:rsidRDefault="00A06427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A06427" w:rsidRDefault="00A0642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427" w:rsidRDefault="00A06427">
      <w:pPr>
        <w:spacing w:after="0" w:line="240" w:lineRule="auto"/>
      </w:pPr>
      <w:r>
        <w:separator/>
      </w:r>
    </w:p>
  </w:footnote>
  <w:footnote w:type="continuationSeparator" w:id="0">
    <w:p w:rsidR="00A06427" w:rsidRDefault="00A06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27" w:rsidRDefault="00A0642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6427" w:rsidRDefault="00A06427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427" w:rsidRDefault="00A06427">
    <w:pPr>
      <w:pStyle w:val="Header"/>
      <w:framePr w:h="415" w:hRule="exact" w:wrap="around" w:vAnchor="text" w:hAnchor="page" w:x="1349" w:y="-97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06427" w:rsidRDefault="00A06427">
    <w:pPr>
      <w:pStyle w:val="Header"/>
      <w:framePr w:h="415" w:hRule="exact" w:wrap="around" w:vAnchor="text" w:hAnchor="page" w:x="1349" w:y="-97"/>
      <w:ind w:right="360"/>
      <w:rPr>
        <w:rStyle w:val="PageNumber"/>
      </w:rPr>
    </w:pPr>
  </w:p>
  <w:p w:rsidR="00A06427" w:rsidRDefault="00A06427">
    <w:pPr>
      <w:pStyle w:val="Header"/>
      <w:ind w:right="360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752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2E24"/>
    <w:rsid w:val="000C6806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5F7B"/>
    <w:rsid w:val="000E7494"/>
    <w:rsid w:val="000E7E8E"/>
    <w:rsid w:val="000F50B4"/>
    <w:rsid w:val="000F60ED"/>
    <w:rsid w:val="00102E0B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24CA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2C2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2ADF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007D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0643"/>
    <w:rsid w:val="00453136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6455"/>
    <w:rsid w:val="006764FD"/>
    <w:rsid w:val="00682078"/>
    <w:rsid w:val="00682A88"/>
    <w:rsid w:val="00685AD1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27EB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2B9B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808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06427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45B1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3C15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4D08"/>
    <w:rsid w:val="00B74F3F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664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6E5D"/>
    <w:rsid w:val="00C176F3"/>
    <w:rsid w:val="00C23868"/>
    <w:rsid w:val="00C30A2E"/>
    <w:rsid w:val="00C30AE2"/>
    <w:rsid w:val="00C32390"/>
    <w:rsid w:val="00C32481"/>
    <w:rsid w:val="00C33D46"/>
    <w:rsid w:val="00C34630"/>
    <w:rsid w:val="00C3722D"/>
    <w:rsid w:val="00C42761"/>
    <w:rsid w:val="00C42A69"/>
    <w:rsid w:val="00C43A96"/>
    <w:rsid w:val="00C443B1"/>
    <w:rsid w:val="00C44A31"/>
    <w:rsid w:val="00C46980"/>
    <w:rsid w:val="00C50BA8"/>
    <w:rsid w:val="00C544A3"/>
    <w:rsid w:val="00C54645"/>
    <w:rsid w:val="00C54B7F"/>
    <w:rsid w:val="00C56C51"/>
    <w:rsid w:val="00C65BF0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74C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1D1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077F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3">
    <w:name w:val="Body Text Indent 3"/>
    <w:basedOn w:val="Normal"/>
    <w:link w:val="BodyTextIndent3Char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Header">
    <w:name w:val="header"/>
    <w:basedOn w:val="Normal"/>
    <w:link w:val="Head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E50DA"/>
    <w:pPr>
      <w:spacing w:after="220" w:line="220" w:lineRule="atLeast"/>
      <w:ind w:left="840" w:right="-36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6E50D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E50DA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DA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6E50DA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E50DA"/>
    <w:rPr>
      <w:rFonts w:cs="Times New Roman"/>
    </w:rPr>
  </w:style>
  <w:style w:type="paragraph" w:customStyle="1" w:styleId="1">
    <w:name w:val="заголовок 1"/>
    <w:basedOn w:val="Normal"/>
    <w:next w:val="BodyText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">
    <w:name w:val="заголовок 3"/>
    <w:basedOn w:val="Normal"/>
    <w:next w:val="Normal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Normal"/>
    <w:next w:val="Normal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">
    <w:name w:val="Заголовок 21"/>
    <w:basedOn w:val="Normal"/>
    <w:next w:val="Normal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">
    <w:name w:val="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0">
    <w:name w:val="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1">
    <w:name w:val="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2">
    <w:name w:val="Безупречность"/>
    <w:basedOn w:val="Normal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DefaultParagraphFont"/>
    <w:uiPriority w:val="99"/>
    <w:rsid w:val="006E50DA"/>
    <w:rPr>
      <w:rFonts w:cs="Times New Roman"/>
    </w:rPr>
  </w:style>
  <w:style w:type="character" w:customStyle="1" w:styleId="rvts9">
    <w:name w:val="rvts9"/>
    <w:basedOn w:val="DefaultParagraphFont"/>
    <w:uiPriority w:val="99"/>
    <w:rsid w:val="006E50DA"/>
    <w:rPr>
      <w:rFonts w:cs="Times New Roman"/>
    </w:rPr>
  </w:style>
  <w:style w:type="paragraph" w:customStyle="1" w:styleId="rvps39">
    <w:name w:val="rvps39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3">
    <w:name w:val="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DefaultParagraphFont"/>
    <w:uiPriority w:val="99"/>
    <w:rsid w:val="006E50DA"/>
    <w:rPr>
      <w:rFonts w:cs="Times New Roman"/>
    </w:rPr>
  </w:style>
  <w:style w:type="paragraph" w:customStyle="1" w:styleId="StyleZakonu">
    <w:name w:val="StyleZakonu"/>
    <w:basedOn w:val="Normal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DefaultParagraphFont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ListParagraph">
    <w:name w:val="List Paragraph"/>
    <w:basedOn w:val="Normal"/>
    <w:uiPriority w:val="99"/>
    <w:qFormat/>
    <w:rsid w:val="0065195F"/>
    <w:pPr>
      <w:ind w:left="720"/>
      <w:contextualSpacing/>
    </w:pPr>
  </w:style>
  <w:style w:type="table" w:styleId="TableGrid">
    <w:name w:val="Table Grid"/>
    <w:basedOn w:val="TableNormal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08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447</Words>
  <Characters>2554</Characters>
  <Application>Microsoft Office Outlook</Application>
  <DocSecurity>0</DocSecurity>
  <Lines>0</Lines>
  <Paragraphs>0</Paragraphs>
  <ScaleCrop>false</ScaleCrop>
  <Company>МФУ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Admin</cp:lastModifiedBy>
  <cp:revision>2</cp:revision>
  <cp:lastPrinted>2021-11-07T09:14:00Z</cp:lastPrinted>
  <dcterms:created xsi:type="dcterms:W3CDTF">2021-11-07T09:15:00Z</dcterms:created>
  <dcterms:modified xsi:type="dcterms:W3CDTF">2021-11-07T09:15:00Z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