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01533242"/>
    <w:p w:rsidR="009071B2" w:rsidRDefault="009071B2">
      <w:pPr>
        <w:spacing w:after="0"/>
        <w:jc w:val="center"/>
        <w:rPr>
          <w:sz w:val="28"/>
          <w:szCs w:val="28"/>
        </w:rPr>
      </w:pPr>
      <w:r w:rsidRPr="006E50DA">
        <w:rPr>
          <w:color w:val="000080"/>
        </w:rPr>
        <w:object w:dxaOrig="1152" w:dyaOrig="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5.75pt" o:ole="">
            <v:imagedata r:id="rId7" o:title="" grayscale="t"/>
          </v:shape>
          <o:OLEObject Type="Embed" ProgID="Word.Picture.8" ShapeID="_x0000_i1025" DrawAspect="Content" ObjectID="_1688906314" r:id="rId8"/>
        </w:object>
      </w:r>
      <w:bookmarkEnd w:id="0"/>
    </w:p>
    <w:p w:rsidR="009071B2" w:rsidRDefault="009071B2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УКРАЇНА</w:t>
      </w:r>
    </w:p>
    <w:p w:rsidR="009071B2" w:rsidRDefault="009071B2">
      <w:pPr>
        <w:spacing w:after="0" w:line="240" w:lineRule="auto"/>
        <w:jc w:val="center"/>
        <w:rPr>
          <w:b/>
          <w:sz w:val="28"/>
          <w:szCs w:val="28"/>
        </w:rPr>
      </w:pPr>
      <w:r w:rsidRPr="000A1289">
        <w:rPr>
          <w:b/>
          <w:sz w:val="28"/>
          <w:szCs w:val="28"/>
        </w:rPr>
        <w:t>ПЕТРОВЕЦ</w:t>
      </w:r>
      <w:r>
        <w:rPr>
          <w:b/>
          <w:sz w:val="28"/>
          <w:szCs w:val="28"/>
        </w:rPr>
        <w:t>ЬКА С</w:t>
      </w:r>
      <w:r>
        <w:rPr>
          <w:b/>
          <w:sz w:val="28"/>
          <w:szCs w:val="28"/>
          <w:lang w:val="uk-UA"/>
        </w:rPr>
        <w:t>ІЛЬСЬК</w:t>
      </w:r>
      <w:r>
        <w:rPr>
          <w:b/>
          <w:sz w:val="28"/>
          <w:szCs w:val="28"/>
        </w:rPr>
        <w:t>А РАДА</w:t>
      </w:r>
    </w:p>
    <w:p w:rsidR="009071B2" w:rsidRDefault="009071B2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ЧЕРНІВ</w:t>
      </w:r>
      <w:r>
        <w:rPr>
          <w:sz w:val="26"/>
          <w:szCs w:val="26"/>
        </w:rPr>
        <w:t>ЕЦЬКОГО РАЙОНУ  ЧЕРНІВЕЦЬКОЇ ОБЛАСТІ</w:t>
      </w:r>
    </w:p>
    <w:p w:rsidR="009071B2" w:rsidRPr="002C751D" w:rsidRDefault="009071B2" w:rsidP="003F0881">
      <w:pPr>
        <w:shd w:val="clear" w:color="auto" w:fill="FFFFFF"/>
        <w:spacing w:after="0" w:line="240" w:lineRule="auto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Х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>сесія</w:t>
      </w:r>
      <w:r w:rsidRPr="002C751D">
        <w:rPr>
          <w:b/>
          <w:sz w:val="26"/>
          <w:szCs w:val="26"/>
        </w:rPr>
        <w:t xml:space="preserve"> </w:t>
      </w:r>
      <w:r w:rsidRPr="002C751D">
        <w:rPr>
          <w:b/>
          <w:sz w:val="26"/>
          <w:szCs w:val="26"/>
          <w:lang w:val="en-US"/>
        </w:rPr>
        <w:t>VIII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uk-UA"/>
        </w:rPr>
        <w:t>скликання</w:t>
      </w:r>
    </w:p>
    <w:p w:rsidR="009071B2" w:rsidRDefault="009071B2">
      <w:pPr>
        <w:shd w:val="clear" w:color="auto" w:fill="FFFFFF"/>
        <w:spacing w:after="0" w:line="240" w:lineRule="auto"/>
        <w:ind w:firstLine="773"/>
        <w:jc w:val="center"/>
        <w:rPr>
          <w:sz w:val="28"/>
          <w:szCs w:val="28"/>
        </w:rPr>
      </w:pPr>
    </w:p>
    <w:p w:rsidR="009071B2" w:rsidRPr="00834B20" w:rsidRDefault="009071B2" w:rsidP="00F55625">
      <w:pPr>
        <w:shd w:val="clear" w:color="auto" w:fill="FFFFFF"/>
        <w:spacing w:after="0" w:line="322" w:lineRule="exact"/>
        <w:jc w:val="center"/>
        <w:rPr>
          <w:b/>
          <w:sz w:val="28"/>
          <w:szCs w:val="28"/>
          <w:lang w:val="uk-UA"/>
        </w:rPr>
      </w:pPr>
      <w:r w:rsidRPr="00834B2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r w:rsidRPr="00834B20">
        <w:rPr>
          <w:b/>
          <w:sz w:val="28"/>
          <w:szCs w:val="28"/>
          <w:lang w:val="uk-UA"/>
        </w:rPr>
        <w:t>Я</w:t>
      </w:r>
    </w:p>
    <w:p w:rsidR="009071B2" w:rsidRPr="00446BC4" w:rsidRDefault="009071B2" w:rsidP="00446BC4">
      <w:pPr>
        <w:shd w:val="clear" w:color="auto" w:fill="FFFFFF"/>
        <w:spacing w:after="0" w:line="360" w:lineRule="auto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28</w:t>
      </w:r>
      <w:r w:rsidRPr="00834B20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липня</w:t>
      </w:r>
      <w:r w:rsidRPr="00834B20">
        <w:rPr>
          <w:spacing w:val="-2"/>
          <w:sz w:val="28"/>
          <w:szCs w:val="28"/>
          <w:lang w:val="uk-UA"/>
        </w:rPr>
        <w:t xml:space="preserve"> 20</w:t>
      </w:r>
      <w:r>
        <w:rPr>
          <w:spacing w:val="-2"/>
          <w:sz w:val="28"/>
          <w:szCs w:val="28"/>
          <w:lang w:val="uk-UA"/>
        </w:rPr>
        <w:t>21</w:t>
      </w:r>
      <w:r w:rsidRPr="00834B20">
        <w:rPr>
          <w:spacing w:val="-2"/>
          <w:sz w:val="28"/>
          <w:szCs w:val="28"/>
          <w:lang w:val="uk-UA"/>
        </w:rPr>
        <w:t xml:space="preserve"> року  </w:t>
      </w:r>
      <w:r>
        <w:rPr>
          <w:spacing w:val="-2"/>
          <w:sz w:val="28"/>
          <w:szCs w:val="28"/>
          <w:lang w:val="uk-UA"/>
        </w:rPr>
        <w:t xml:space="preserve">             </w:t>
      </w:r>
      <w:r w:rsidRPr="00834B20">
        <w:rPr>
          <w:spacing w:val="-2"/>
          <w:sz w:val="28"/>
          <w:szCs w:val="28"/>
          <w:lang w:val="uk-UA"/>
        </w:rPr>
        <w:t xml:space="preserve">          </w:t>
      </w:r>
      <w:r>
        <w:rPr>
          <w:spacing w:val="-2"/>
          <w:sz w:val="28"/>
          <w:szCs w:val="28"/>
          <w:lang w:val="uk-UA"/>
        </w:rPr>
        <w:t xml:space="preserve">      </w:t>
      </w:r>
      <w:r w:rsidRPr="00834B20">
        <w:rPr>
          <w:spacing w:val="-2"/>
          <w:sz w:val="28"/>
          <w:szCs w:val="28"/>
          <w:lang w:val="uk-UA"/>
        </w:rPr>
        <w:t xml:space="preserve">                </w:t>
      </w:r>
      <w:r>
        <w:rPr>
          <w:spacing w:val="-2"/>
          <w:sz w:val="28"/>
          <w:szCs w:val="28"/>
          <w:lang w:val="uk-UA"/>
        </w:rPr>
        <w:t xml:space="preserve">                    № ___-15/2021</w:t>
      </w:r>
    </w:p>
    <w:p w:rsidR="009071B2" w:rsidRDefault="009071B2" w:rsidP="007A60E7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бюджету </w:t>
      </w:r>
    </w:p>
    <w:p w:rsidR="009071B2" w:rsidRDefault="009071B2" w:rsidP="007A60E7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Петровецької сільської територіальної громади</w:t>
      </w:r>
    </w:p>
    <w:p w:rsidR="009071B2" w:rsidRDefault="009071B2" w:rsidP="007A60E7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2021 рік</w:t>
      </w:r>
    </w:p>
    <w:p w:rsidR="009071B2" w:rsidRDefault="009071B2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8"/>
          <w:u w:val="single"/>
          <w:lang w:val="uk-UA"/>
        </w:rPr>
      </w:pPr>
      <w:r>
        <w:rPr>
          <w:bCs/>
          <w:sz w:val="28"/>
          <w:u w:val="single"/>
          <w:lang w:val="uk-UA"/>
        </w:rPr>
        <w:t>(24548000000)</w:t>
      </w:r>
    </w:p>
    <w:p w:rsidR="009071B2" w:rsidRDefault="009071B2" w:rsidP="00CD4EC2">
      <w:pPr>
        <w:widowControl w:val="0"/>
        <w:tabs>
          <w:tab w:val="left" w:pos="8292"/>
          <w:tab w:val="left" w:pos="8363"/>
        </w:tabs>
        <w:spacing w:after="0" w:line="240" w:lineRule="auto"/>
        <w:rPr>
          <w:bCs/>
          <w:sz w:val="22"/>
          <w:lang w:val="uk-UA"/>
        </w:rPr>
      </w:pPr>
      <w:r>
        <w:rPr>
          <w:bCs/>
          <w:sz w:val="22"/>
          <w:lang w:val="uk-UA"/>
        </w:rPr>
        <w:t>(код бюджету)</w:t>
      </w:r>
    </w:p>
    <w:p w:rsidR="009071B2" w:rsidRDefault="009071B2">
      <w:pPr>
        <w:pStyle w:val="BodyTextIndent"/>
        <w:widowControl w:val="0"/>
        <w:spacing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071B2" w:rsidRPr="00CD4EC2" w:rsidRDefault="009071B2" w:rsidP="00CD4EC2">
      <w:pPr>
        <w:jc w:val="both"/>
        <w:rPr>
          <w:sz w:val="28"/>
          <w:szCs w:val="28"/>
          <w:lang/>
        </w:rPr>
      </w:pPr>
      <w:r>
        <w:rPr>
          <w:sz w:val="28"/>
          <w:szCs w:val="28"/>
          <w:lang w:val="uk-UA"/>
        </w:rPr>
        <w:t xml:space="preserve">         </w:t>
      </w:r>
      <w:r w:rsidRPr="00C907D5">
        <w:rPr>
          <w:sz w:val="28"/>
          <w:szCs w:val="28"/>
          <w:lang w:val="uk-UA"/>
        </w:rPr>
        <w:t>Керуючись Бюджетним кодексом України</w:t>
      </w:r>
      <w:r>
        <w:rPr>
          <w:sz w:val="28"/>
          <w:szCs w:val="28"/>
        </w:rPr>
        <w:t>, пунктом 23 частини 1 статті 26 і статтею 61 Закону України «Про місцеве самоврядування в Україні», рішенням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</w:rPr>
        <w:t xml:space="preserve"> </w:t>
      </w:r>
      <w:r>
        <w:rPr>
          <w:sz w:val="28"/>
          <w:szCs w:val="28"/>
        </w:rPr>
        <w:t>скликання сільської ради №30-4/2020 від 23 грудня 2020 року «Про місцевий бюджет Петровецької сільської</w:t>
      </w:r>
      <w:r w:rsidRPr="00FD37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територіальної громади на 2021 рік», </w:t>
      </w:r>
      <w:r w:rsidRPr="00C907D5">
        <w:rPr>
          <w:rFonts w:cs="Calibri"/>
          <w:sz w:val="28"/>
          <w:szCs w:val="28"/>
          <w:lang w:val="uk-UA"/>
        </w:rPr>
        <w:t xml:space="preserve">враховуючи </w:t>
      </w:r>
      <w:r w:rsidRPr="00C907D5">
        <w:rPr>
          <w:rFonts w:cs="Calibri"/>
          <w:sz w:val="28"/>
          <w:szCs w:val="28"/>
        </w:rPr>
        <w:t>постанов</w:t>
      </w:r>
      <w:r w:rsidRPr="00C907D5">
        <w:rPr>
          <w:rFonts w:cs="Calibri"/>
          <w:sz w:val="28"/>
          <w:szCs w:val="28"/>
          <w:lang w:val="uk-UA"/>
        </w:rPr>
        <w:t>и</w:t>
      </w:r>
      <w:r w:rsidRPr="00C907D5">
        <w:rPr>
          <w:rFonts w:cs="Calibri"/>
          <w:sz w:val="28"/>
          <w:szCs w:val="28"/>
        </w:rPr>
        <w:t xml:space="preserve"> </w:t>
      </w:r>
      <w:r w:rsidRPr="00C907D5">
        <w:rPr>
          <w:rFonts w:cs="Calibri"/>
          <w:sz w:val="28"/>
          <w:szCs w:val="28"/>
          <w:lang w:val="uk-UA"/>
        </w:rPr>
        <w:t>Кабінету</w:t>
      </w:r>
      <w:r w:rsidRPr="00C907D5">
        <w:rPr>
          <w:rFonts w:cs="Calibri"/>
          <w:sz w:val="28"/>
          <w:szCs w:val="28"/>
        </w:rPr>
        <w:t xml:space="preserve"> </w:t>
      </w:r>
      <w:r w:rsidRPr="00C907D5">
        <w:rPr>
          <w:rFonts w:cs="Calibri"/>
          <w:sz w:val="28"/>
          <w:szCs w:val="28"/>
          <w:lang w:val="uk-UA"/>
        </w:rPr>
        <w:t xml:space="preserve">Міністрів України від 17.05.2021 </w:t>
      </w:r>
      <w:r>
        <w:rPr>
          <w:rFonts w:cs="Calibri"/>
          <w:sz w:val="28"/>
          <w:szCs w:val="28"/>
          <w:lang w:val="uk-UA"/>
        </w:rPr>
        <w:t xml:space="preserve">  </w:t>
      </w:r>
      <w:r w:rsidRPr="00C907D5">
        <w:rPr>
          <w:rFonts w:cs="Calibri"/>
          <w:sz w:val="28"/>
          <w:szCs w:val="28"/>
          <w:lang w:val="uk-UA"/>
        </w:rPr>
        <w:t>№ 476 «Деякі питання надання субвенції з державного бюджету  місцевим бюджетам на забезпечення якісної, сучасної та доступної загальної середньої освіти «Нова українська школа» у 2021 році», від 30.06.2021 № 682 «Про внесення змін у додаток до постанови Кабінету Міністрів України від 17.05.2021 № 476», розпорядження Чернівецької обласної державної адміністрації від 25.06.2021 № 778-р «Про розподіл субвенції з державного бюджету»,</w:t>
      </w:r>
      <w:r w:rsidRPr="00C907D5">
        <w:rPr>
          <w:rFonts w:cs="Calibri"/>
          <w:sz w:val="24"/>
          <w:szCs w:val="28"/>
          <w:lang w:val="uk-UA"/>
        </w:rPr>
        <w:t xml:space="preserve"> </w:t>
      </w:r>
      <w:r w:rsidRPr="00C907D5">
        <w:rPr>
          <w:sz w:val="28"/>
          <w:szCs w:val="28"/>
          <w:lang/>
        </w:rPr>
        <w:t xml:space="preserve"> від </w:t>
      </w:r>
      <w:r w:rsidRPr="00C907D5">
        <w:rPr>
          <w:sz w:val="28"/>
          <w:szCs w:val="28"/>
          <w:lang w:val="uk-UA"/>
        </w:rPr>
        <w:t>14.07</w:t>
      </w:r>
      <w:r>
        <w:rPr>
          <w:sz w:val="28"/>
          <w:szCs w:val="28"/>
          <w:lang/>
        </w:rPr>
        <w:t xml:space="preserve">.2021 р. </w:t>
      </w:r>
      <w:r w:rsidRPr="00C907D5">
        <w:rPr>
          <w:sz w:val="28"/>
          <w:szCs w:val="28"/>
          <w:lang/>
        </w:rPr>
        <w:t>№ 829-р «Про внесення змін до розпорядження Чернівецької обласної державної адміністрації від 25.06.2021 № 778-р,</w:t>
      </w:r>
      <w:r>
        <w:rPr>
          <w:sz w:val="28"/>
          <w:szCs w:val="28"/>
          <w:lang/>
        </w:rPr>
        <w:t xml:space="preserve"> постанови Кабінету Міністрів України від 21.04.2021 №403</w:t>
      </w:r>
      <w:r w:rsidRPr="00C907D5">
        <w:rPr>
          <w:sz w:val="28"/>
          <w:szCs w:val="28"/>
          <w:lang/>
        </w:rPr>
        <w:t xml:space="preserve"> </w:t>
      </w:r>
      <w:r>
        <w:rPr>
          <w:sz w:val="28"/>
          <w:szCs w:val="28"/>
          <w:lang/>
        </w:rPr>
        <w:t xml:space="preserve"> «Деякі питання надання субвенції з державного бюджету місцевим бюджетам на заходи, спрямовані на боротьбу з гострою респіраторною хворобою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  <w:lang/>
        </w:rPr>
        <w:t>-19,</w:t>
      </w:r>
      <w:r w:rsidRPr="00CB2BEE">
        <w:rPr>
          <w:sz w:val="28"/>
          <w:szCs w:val="28"/>
          <w:lang/>
        </w:rPr>
        <w:t xml:space="preserve"> </w:t>
      </w:r>
      <w:r>
        <w:rPr>
          <w:sz w:val="28"/>
          <w:szCs w:val="28"/>
          <w:lang w:val="uk-UA"/>
        </w:rPr>
        <w:t xml:space="preserve">спричиненою корона вірусом </w:t>
      </w:r>
      <w:r>
        <w:rPr>
          <w:sz w:val="28"/>
          <w:szCs w:val="28"/>
          <w:lang w:val="en-US"/>
        </w:rPr>
        <w:t>SARS</w:t>
      </w:r>
      <w:r w:rsidRPr="00CB2BEE">
        <w:rPr>
          <w:sz w:val="28"/>
          <w:szCs w:val="28"/>
          <w:lang/>
        </w:rPr>
        <w:t>-</w:t>
      </w:r>
      <w:r>
        <w:rPr>
          <w:sz w:val="28"/>
          <w:szCs w:val="28"/>
          <w:lang w:val="en-US"/>
        </w:rPr>
        <w:t>CoV</w:t>
      </w:r>
      <w:r w:rsidRPr="00CB2BEE">
        <w:rPr>
          <w:sz w:val="28"/>
          <w:szCs w:val="28"/>
          <w:lang/>
        </w:rPr>
        <w:t>-2</w:t>
      </w:r>
      <w:r>
        <w:rPr>
          <w:sz w:val="28"/>
          <w:szCs w:val="28"/>
          <w:lang w:val="uk-UA"/>
        </w:rPr>
        <w:t>,</w:t>
      </w:r>
      <w:r w:rsidRPr="00CB2BEE">
        <w:rPr>
          <w:sz w:val="28"/>
          <w:szCs w:val="28"/>
          <w:lang/>
        </w:rPr>
        <w:t xml:space="preserve"> </w:t>
      </w:r>
      <w:r>
        <w:rPr>
          <w:sz w:val="28"/>
          <w:szCs w:val="28"/>
          <w:lang/>
        </w:rPr>
        <w:t xml:space="preserve">та її наслідками під час навчального процесу у закладах загальної середньої освіти, </w:t>
      </w:r>
      <w:r w:rsidRPr="00C907D5">
        <w:rPr>
          <w:rFonts w:cs="Calibri"/>
          <w:sz w:val="28"/>
          <w:szCs w:val="28"/>
          <w:lang/>
        </w:rPr>
        <w:t>офіційний висновок фінансового відділу про перевиконання дохідної частини заг</w:t>
      </w:r>
      <w:r>
        <w:rPr>
          <w:rFonts w:cs="Calibri"/>
          <w:sz w:val="28"/>
          <w:szCs w:val="28"/>
          <w:lang/>
        </w:rPr>
        <w:t>ального фонду бюджету Петровецької сільськ</w:t>
      </w:r>
      <w:r w:rsidRPr="00C907D5">
        <w:rPr>
          <w:rFonts w:cs="Calibri"/>
          <w:sz w:val="28"/>
          <w:szCs w:val="28"/>
          <w:lang/>
        </w:rPr>
        <w:t>ої  територіальної громади за січень-червень 2021 року</w:t>
      </w:r>
      <w:r w:rsidRPr="00C907D5">
        <w:rPr>
          <w:sz w:val="28"/>
          <w:szCs w:val="28"/>
          <w:lang/>
        </w:rPr>
        <w:t>,  Петровецька сільська рада</w:t>
      </w:r>
    </w:p>
    <w:p w:rsidR="009071B2" w:rsidRDefault="009071B2" w:rsidP="007A60E7">
      <w:pPr>
        <w:pStyle w:val="BodyTextIndent"/>
        <w:widowControl w:val="0"/>
        <w:spacing w:after="0" w:line="240" w:lineRule="auto"/>
        <w:rPr>
          <w:rFonts w:ascii="Times New Roman" w:hAnsi="Times New Roman"/>
          <w:b/>
          <w:sz w:val="28"/>
        </w:rPr>
      </w:pPr>
      <w:r w:rsidRPr="003B2DCA">
        <w:rPr>
          <w:rFonts w:ascii="Times New Roman" w:hAnsi="Times New Roman"/>
          <w:b/>
          <w:sz w:val="28"/>
          <w:szCs w:val="28"/>
        </w:rPr>
        <w:t xml:space="preserve"> вирішила:</w:t>
      </w:r>
    </w:p>
    <w:p w:rsidR="009071B2" w:rsidRPr="00FB3704" w:rsidRDefault="009071B2" w:rsidP="008C2FD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12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 xml:space="preserve"> 1. Внести зміни  у додаток  № 1</w:t>
      </w:r>
      <w:r w:rsidRPr="00482343">
        <w:rPr>
          <w:bCs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/>
        </w:rPr>
        <w:t>Доходи</w:t>
      </w:r>
      <w:r w:rsidRPr="00482343">
        <w:rPr>
          <w:bCs/>
          <w:sz w:val="28"/>
          <w:szCs w:val="28"/>
          <w:lang w:val="uk-UA"/>
        </w:rPr>
        <w:t xml:space="preserve"> сільського бюджету на 2021 рік» до рішення </w:t>
      </w:r>
      <w:r w:rsidRPr="00482343">
        <w:rPr>
          <w:sz w:val="28"/>
          <w:szCs w:val="28"/>
          <w:lang w:val="uk-UA"/>
        </w:rPr>
        <w:t>І</w:t>
      </w:r>
      <w:r w:rsidRPr="00482343">
        <w:rPr>
          <w:sz w:val="28"/>
          <w:szCs w:val="28"/>
          <w:lang w:val="en-US"/>
        </w:rPr>
        <w:t>V</w:t>
      </w:r>
      <w:r w:rsidRPr="00482343">
        <w:rPr>
          <w:sz w:val="28"/>
          <w:szCs w:val="28"/>
          <w:lang w:val="uk-UA"/>
        </w:rPr>
        <w:t xml:space="preserve"> сесії </w:t>
      </w:r>
      <w:r w:rsidRPr="00482343">
        <w:rPr>
          <w:sz w:val="28"/>
          <w:szCs w:val="28"/>
          <w:lang w:val="en-US"/>
        </w:rPr>
        <w:t>VIII</w:t>
      </w:r>
      <w:r w:rsidRPr="00482343">
        <w:rPr>
          <w:sz w:val="28"/>
          <w:szCs w:val="28"/>
          <w:lang w:val="uk-UA"/>
        </w:rPr>
        <w:t xml:space="preserve"> скликання сільської ради </w:t>
      </w:r>
      <w:r w:rsidRPr="00482343">
        <w:rPr>
          <w:bCs/>
          <w:sz w:val="28"/>
          <w:szCs w:val="28"/>
          <w:lang w:val="uk-UA"/>
        </w:rPr>
        <w:t>№30-4/2020  від 23.12.2020 року</w:t>
      </w:r>
      <w:r w:rsidRPr="00482343">
        <w:rPr>
          <w:sz w:val="28"/>
          <w:szCs w:val="28"/>
          <w:lang w:val="uk-UA"/>
        </w:rPr>
        <w:t xml:space="preserve"> «Про місцевий бюджет Петровецької територіальної громади на 2021 рік»</w:t>
      </w:r>
      <w:r>
        <w:rPr>
          <w:sz w:val="28"/>
          <w:szCs w:val="28"/>
          <w:lang w:val="uk-UA"/>
        </w:rPr>
        <w:t xml:space="preserve"> згідно з додатком 1 до цього рішення.</w:t>
      </w:r>
    </w:p>
    <w:p w:rsidR="009071B2" w:rsidRPr="00CB2BEE" w:rsidRDefault="009071B2" w:rsidP="003B2DCA">
      <w:pPr>
        <w:tabs>
          <w:tab w:val="left" w:pos="0"/>
        </w:tabs>
        <w:spacing w:before="240" w:after="1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2. Внести зміни  у додаток  № 2</w:t>
      </w:r>
      <w:r w:rsidRPr="00482343">
        <w:rPr>
          <w:bCs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/>
        </w:rPr>
        <w:t>Фінансування</w:t>
      </w:r>
      <w:r w:rsidRPr="00482343">
        <w:rPr>
          <w:bCs/>
          <w:sz w:val="28"/>
          <w:szCs w:val="28"/>
          <w:lang w:val="uk-UA"/>
        </w:rPr>
        <w:t xml:space="preserve"> сільського бюджету на 2021 рік» до рішення </w:t>
      </w:r>
      <w:r w:rsidRPr="00482343">
        <w:rPr>
          <w:sz w:val="28"/>
          <w:szCs w:val="28"/>
          <w:lang w:val="uk-UA"/>
        </w:rPr>
        <w:t>І</w:t>
      </w:r>
      <w:r w:rsidRPr="00482343">
        <w:rPr>
          <w:sz w:val="28"/>
          <w:szCs w:val="28"/>
          <w:lang w:val="en-US"/>
        </w:rPr>
        <w:t>V</w:t>
      </w:r>
      <w:r w:rsidRPr="00482343">
        <w:rPr>
          <w:sz w:val="28"/>
          <w:szCs w:val="28"/>
          <w:lang w:val="uk-UA"/>
        </w:rPr>
        <w:t xml:space="preserve"> сесії </w:t>
      </w:r>
      <w:r w:rsidRPr="00482343">
        <w:rPr>
          <w:sz w:val="28"/>
          <w:szCs w:val="28"/>
          <w:lang w:val="en-US"/>
        </w:rPr>
        <w:t>VIII</w:t>
      </w:r>
      <w:r w:rsidRPr="00482343">
        <w:rPr>
          <w:sz w:val="28"/>
          <w:szCs w:val="28"/>
          <w:lang w:val="uk-UA"/>
        </w:rPr>
        <w:t xml:space="preserve"> скликання сільської ради </w:t>
      </w:r>
      <w:r w:rsidRPr="00482343">
        <w:rPr>
          <w:bCs/>
          <w:sz w:val="28"/>
          <w:szCs w:val="28"/>
          <w:lang w:val="uk-UA"/>
        </w:rPr>
        <w:t>№30-4/2020  від 23.12.2020 року</w:t>
      </w:r>
      <w:r w:rsidRPr="00482343">
        <w:rPr>
          <w:sz w:val="28"/>
          <w:szCs w:val="28"/>
          <w:lang w:val="uk-UA"/>
        </w:rPr>
        <w:t xml:space="preserve"> «Про місцевий бюджет Петровецької територіальної громади на 2021 рік»</w:t>
      </w:r>
      <w:r>
        <w:rPr>
          <w:sz w:val="28"/>
          <w:szCs w:val="28"/>
          <w:lang w:val="uk-UA"/>
        </w:rPr>
        <w:t xml:space="preserve"> згідно з додатком 2 до цього рішення.</w:t>
      </w:r>
      <w:r w:rsidRPr="00482343">
        <w:rPr>
          <w:sz w:val="28"/>
          <w:szCs w:val="28"/>
          <w:lang w:val="uk-UA"/>
        </w:rPr>
        <w:t xml:space="preserve"> </w:t>
      </w:r>
    </w:p>
    <w:p w:rsidR="009071B2" w:rsidRDefault="009071B2" w:rsidP="003B2DCA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3. </w:t>
      </w:r>
      <w:r>
        <w:rPr>
          <w:bCs/>
          <w:sz w:val="28"/>
          <w:szCs w:val="28"/>
          <w:lang w:val="uk-UA"/>
        </w:rPr>
        <w:t xml:space="preserve">Внести зміни  у додаток  № 3 «Розподіл   видатків місцевого бюджету на 2021 рік»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3 до цього рішення.</w:t>
      </w:r>
    </w:p>
    <w:p w:rsidR="009071B2" w:rsidRDefault="009071B2" w:rsidP="008C2FD0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4. Внести зміни  у додаток  № 4 «</w:t>
      </w:r>
      <w:r w:rsidRPr="008C2FD0">
        <w:rPr>
          <w:bCs/>
          <w:sz w:val="28"/>
          <w:szCs w:val="28"/>
          <w:lang w:val="uk-UA"/>
        </w:rPr>
        <w:t>Міжбюджетні трансферти на 2021 рік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№30-4/2020 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4 до цього рішення.</w:t>
      </w:r>
    </w:p>
    <w:p w:rsidR="009071B2" w:rsidRDefault="009071B2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5. Внести зміни  у додаток  № 5 «</w:t>
      </w:r>
      <w:r w:rsidRPr="008C2FD0">
        <w:rPr>
          <w:bCs/>
          <w:sz w:val="28"/>
          <w:szCs w:val="28"/>
          <w:lang w:val="uk-UA"/>
        </w:rPr>
        <w:t>Розподіл 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у 2021 році</w:t>
      </w:r>
      <w:r>
        <w:rPr>
          <w:bCs/>
          <w:sz w:val="28"/>
          <w:szCs w:val="28"/>
          <w:lang w:val="uk-UA"/>
        </w:rPr>
        <w:t xml:space="preserve">» до рішення </w:t>
      </w:r>
      <w:r w:rsidRPr="003B2DCA"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V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   </w:t>
      </w:r>
      <w:r>
        <w:rPr>
          <w:bCs/>
          <w:sz w:val="28"/>
          <w:szCs w:val="28"/>
          <w:lang w:val="uk-UA"/>
        </w:rPr>
        <w:t>№30-4/2020 від 23.</w:t>
      </w:r>
      <w:r w:rsidRPr="003B2DCA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.2020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>Про місцевий бюджет Петровецької 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5 до цього рішення.</w:t>
      </w:r>
    </w:p>
    <w:p w:rsidR="009071B2" w:rsidRDefault="009071B2" w:rsidP="00CB2BEE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6. Внести зміни  у додаток  № 7 «План о</w:t>
      </w:r>
      <w:r w:rsidRPr="00BA4349">
        <w:rPr>
          <w:bCs/>
          <w:sz w:val="28"/>
          <w:szCs w:val="28"/>
          <w:lang w:val="uk-UA"/>
        </w:rPr>
        <w:t>рганізаційних заходів щодо оновл</w:t>
      </w:r>
      <w:r>
        <w:rPr>
          <w:bCs/>
          <w:sz w:val="28"/>
          <w:szCs w:val="28"/>
          <w:lang w:val="uk-UA"/>
        </w:rPr>
        <w:t xml:space="preserve">ення матеріально-технічної бази </w:t>
      </w:r>
      <w:r w:rsidRPr="00BA4349">
        <w:rPr>
          <w:bCs/>
          <w:sz w:val="28"/>
          <w:szCs w:val="28"/>
          <w:lang w:val="uk-UA"/>
        </w:rPr>
        <w:t>об'єктів, на які буде спрямовано зали</w:t>
      </w:r>
      <w:r>
        <w:rPr>
          <w:bCs/>
          <w:sz w:val="28"/>
          <w:szCs w:val="28"/>
          <w:lang w:val="uk-UA"/>
        </w:rPr>
        <w:t xml:space="preserve">шок коштів освітньої субвенції, </w:t>
      </w:r>
      <w:r w:rsidRPr="00BA4349">
        <w:rPr>
          <w:bCs/>
          <w:sz w:val="28"/>
          <w:szCs w:val="28"/>
          <w:lang w:val="uk-UA"/>
        </w:rPr>
        <w:t>що утворився станом на 01 січня 2021 року</w:t>
      </w:r>
      <w:r>
        <w:rPr>
          <w:bCs/>
          <w:sz w:val="28"/>
          <w:szCs w:val="28"/>
          <w:lang w:val="uk-UA"/>
        </w:rPr>
        <w:t xml:space="preserve">» до рішення </w:t>
      </w:r>
      <w:r>
        <w:rPr>
          <w:sz w:val="28"/>
          <w:szCs w:val="28"/>
          <w:lang w:val="uk-UA"/>
        </w:rPr>
        <w:t>ХІ</w:t>
      </w:r>
      <w:r w:rsidRPr="003B2DCA"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 w:rsidRPr="007E1CA9">
        <w:rPr>
          <w:sz w:val="28"/>
          <w:szCs w:val="28"/>
          <w:lang w:val="uk-UA"/>
        </w:rPr>
        <w:t xml:space="preserve"> </w:t>
      </w:r>
      <w:r w:rsidRPr="003B2DCA">
        <w:rPr>
          <w:sz w:val="28"/>
          <w:szCs w:val="28"/>
          <w:lang w:val="uk-UA"/>
        </w:rPr>
        <w:t>скликання сільської</w:t>
      </w:r>
      <w:r>
        <w:rPr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№84-11/2021 від 15.04.2021 року</w:t>
      </w:r>
      <w:r>
        <w:rPr>
          <w:sz w:val="28"/>
          <w:szCs w:val="28"/>
          <w:lang w:val="uk-UA"/>
        </w:rPr>
        <w:t xml:space="preserve"> «</w:t>
      </w:r>
      <w:r w:rsidRPr="003B2DC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  <w:r w:rsidRPr="003B2DCA">
        <w:rPr>
          <w:sz w:val="28"/>
          <w:szCs w:val="28"/>
          <w:lang w:val="uk-UA"/>
        </w:rPr>
        <w:t xml:space="preserve"> бюджет</w:t>
      </w:r>
      <w:r>
        <w:rPr>
          <w:sz w:val="28"/>
          <w:szCs w:val="28"/>
          <w:lang w:val="uk-UA"/>
        </w:rPr>
        <w:t>у</w:t>
      </w:r>
      <w:r w:rsidRPr="003B2DCA">
        <w:rPr>
          <w:sz w:val="28"/>
          <w:szCs w:val="28"/>
          <w:lang w:val="uk-UA"/>
        </w:rPr>
        <w:t xml:space="preserve"> Петровецької </w:t>
      </w:r>
      <w:r>
        <w:rPr>
          <w:sz w:val="28"/>
          <w:szCs w:val="28"/>
          <w:lang w:val="uk-UA"/>
        </w:rPr>
        <w:t xml:space="preserve">сільської </w:t>
      </w:r>
      <w:r w:rsidRPr="003B2DCA">
        <w:rPr>
          <w:sz w:val="28"/>
          <w:szCs w:val="28"/>
          <w:lang w:val="uk-UA"/>
        </w:rPr>
        <w:t>територіальної громади на 2021 рік</w:t>
      </w:r>
      <w:r>
        <w:rPr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 згідно з додатком 6 до цього рішення.</w:t>
      </w:r>
    </w:p>
    <w:p w:rsidR="009071B2" w:rsidRPr="00FB3704" w:rsidRDefault="009071B2" w:rsidP="00FB3704">
      <w:pPr>
        <w:tabs>
          <w:tab w:val="left" w:pos="0"/>
        </w:tabs>
        <w:spacing w:before="240" w:after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7. Додатки 1-6 та довідка до рішення сесії є невід’ємними частинами цього рішення.</w:t>
      </w:r>
    </w:p>
    <w:p w:rsidR="009071B2" w:rsidRDefault="009071B2" w:rsidP="00A41523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8. Начальнику фінансового відділу Степану ЧЕПИЗІ внести відповідні зміни до сільського бюджету на 2021 рік.</w:t>
      </w:r>
    </w:p>
    <w:p w:rsidR="009071B2" w:rsidRPr="00CD4EC2" w:rsidRDefault="009071B2" w:rsidP="00CD4EC2">
      <w:pPr>
        <w:widowControl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9. </w:t>
      </w:r>
      <w:r w:rsidRPr="00DA21AD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>
        <w:rPr>
          <w:sz w:val="28"/>
          <w:szCs w:val="28"/>
        </w:rPr>
        <w:t xml:space="preserve">бюджету, </w:t>
      </w:r>
      <w:r w:rsidRPr="00A41523">
        <w:rPr>
          <w:sz w:val="28"/>
          <w:szCs w:val="28"/>
          <w:lang w:val="uk-UA"/>
        </w:rPr>
        <w:t>освіти, охорони здоров’я, культури, торгівлі та соціального захисту</w:t>
      </w:r>
      <w:r>
        <w:rPr>
          <w:sz w:val="28"/>
          <w:szCs w:val="28"/>
          <w:lang w:val="uk-UA"/>
        </w:rPr>
        <w:t xml:space="preserve"> (Болеслав ГАВЛЮК)</w:t>
      </w:r>
      <w:r w:rsidRPr="00A41523">
        <w:rPr>
          <w:sz w:val="28"/>
          <w:szCs w:val="28"/>
          <w:lang w:val="uk-UA"/>
        </w:rPr>
        <w:t>.</w:t>
      </w:r>
    </w:p>
    <w:p w:rsidR="009071B2" w:rsidRPr="00CB2BEE" w:rsidRDefault="009071B2" w:rsidP="00CB2BEE">
      <w:pPr>
        <w:spacing w:after="0" w:line="240" w:lineRule="auto"/>
        <w:rPr>
          <w:b/>
          <w:bCs/>
          <w:spacing w:val="-12"/>
          <w:sz w:val="28"/>
          <w:szCs w:val="28"/>
          <w:lang w:val="uk-UA"/>
        </w:rPr>
      </w:pPr>
      <w:r>
        <w:rPr>
          <w:b/>
          <w:bCs/>
          <w:spacing w:val="-12"/>
          <w:sz w:val="28"/>
          <w:szCs w:val="28"/>
          <w:lang w:val="uk-UA"/>
        </w:rPr>
        <w:t xml:space="preserve">                   </w:t>
      </w:r>
      <w:bookmarkStart w:id="1" w:name="_GoBack"/>
      <w:bookmarkEnd w:id="1"/>
      <w:r>
        <w:rPr>
          <w:b/>
          <w:bCs/>
          <w:spacing w:val="-12"/>
          <w:sz w:val="28"/>
          <w:szCs w:val="28"/>
          <w:lang w:val="uk-UA"/>
        </w:rPr>
        <w:t xml:space="preserve">      </w:t>
      </w:r>
      <w:r>
        <w:rPr>
          <w:b/>
          <w:bCs/>
          <w:spacing w:val="-12"/>
          <w:sz w:val="28"/>
          <w:szCs w:val="28"/>
        </w:rPr>
        <w:t>С</w:t>
      </w:r>
      <w:r>
        <w:rPr>
          <w:b/>
          <w:bCs/>
          <w:spacing w:val="-12"/>
          <w:sz w:val="28"/>
          <w:szCs w:val="28"/>
          <w:lang w:val="uk-UA"/>
        </w:rPr>
        <w:t>ільський голова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</w:t>
      </w:r>
      <w:r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  <w:lang w:val="uk-UA"/>
        </w:rPr>
        <w:t xml:space="preserve">        Іван ГРИЖИНКУ</w:t>
      </w:r>
    </w:p>
    <w:p w:rsidR="009071B2" w:rsidRDefault="009071B2" w:rsidP="00CB2BEE">
      <w:pPr>
        <w:widowControl w:val="0"/>
        <w:tabs>
          <w:tab w:val="left" w:pos="7513"/>
        </w:tabs>
        <w:spacing w:before="20" w:after="20" w:line="240" w:lineRule="auto"/>
        <w:rPr>
          <w:b/>
          <w:sz w:val="24"/>
          <w:szCs w:val="24"/>
          <w:lang w:val="uk-UA"/>
        </w:rPr>
      </w:pPr>
    </w:p>
    <w:sectPr w:rsidR="009071B2" w:rsidSect="00CD4E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1B2" w:rsidRDefault="009071B2">
      <w:pPr>
        <w:spacing w:after="0" w:line="240" w:lineRule="auto"/>
      </w:pPr>
      <w:r>
        <w:separator/>
      </w:r>
    </w:p>
  </w:endnote>
  <w:endnote w:type="continuationSeparator" w:id="0">
    <w:p w:rsidR="009071B2" w:rsidRDefault="00907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1B2" w:rsidRDefault="009071B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71B2" w:rsidRDefault="009071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1B2" w:rsidRDefault="009071B2">
    <w:pPr>
      <w:pStyle w:val="Footer"/>
      <w:framePr w:wrap="around" w:vAnchor="text" w:hAnchor="margin" w:xAlign="right" w:y="1"/>
      <w:rPr>
        <w:rStyle w:val="PageNumber"/>
        <w:lang w:val="uk-UA"/>
      </w:rPr>
    </w:pPr>
  </w:p>
  <w:p w:rsidR="009071B2" w:rsidRDefault="009071B2">
    <w:pPr>
      <w:pStyle w:val="Footer"/>
      <w:framePr w:wrap="around" w:vAnchor="text" w:hAnchor="margin" w:xAlign="right" w:y="1"/>
      <w:rPr>
        <w:rStyle w:val="PageNumber"/>
        <w:lang w:val="uk-UA"/>
      </w:rPr>
    </w:pPr>
  </w:p>
  <w:p w:rsidR="009071B2" w:rsidRDefault="009071B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1B2" w:rsidRDefault="009071B2">
      <w:pPr>
        <w:spacing w:after="0" w:line="240" w:lineRule="auto"/>
      </w:pPr>
      <w:r>
        <w:separator/>
      </w:r>
    </w:p>
  </w:footnote>
  <w:footnote w:type="continuationSeparator" w:id="0">
    <w:p w:rsidR="009071B2" w:rsidRDefault="00907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1B2" w:rsidRDefault="009071B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71B2" w:rsidRDefault="009071B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1B2" w:rsidRDefault="009071B2">
    <w:pPr>
      <w:pStyle w:val="Header"/>
      <w:framePr w:h="415" w:hRule="exact" w:wrap="around" w:vAnchor="text" w:hAnchor="page" w:x="1349" w:y="-97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071B2" w:rsidRDefault="009071B2">
    <w:pPr>
      <w:pStyle w:val="Header"/>
      <w:framePr w:h="415" w:hRule="exact" w:wrap="around" w:vAnchor="text" w:hAnchor="page" w:x="1349" w:y="-97"/>
      <w:ind w:right="360"/>
      <w:rPr>
        <w:rStyle w:val="PageNumber"/>
      </w:rPr>
    </w:pPr>
  </w:p>
  <w:p w:rsidR="009071B2" w:rsidRDefault="009071B2">
    <w:pPr>
      <w:pStyle w:val="Header"/>
      <w:ind w:right="360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1B2" w:rsidRDefault="009071B2">
    <w:pPr>
      <w:pStyle w:val="Header"/>
    </w:pPr>
    <w:r>
      <w:t>ПРО</w:t>
    </w:r>
    <w:r>
      <w:rPr>
        <w:lang w:val="uk-UA"/>
      </w:rPr>
      <w:t>Є</w:t>
    </w:r>
    <w:r>
      <w:t>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26BBF2"/>
    <w:multiLevelType w:val="singleLevel"/>
    <w:tmpl w:val="A626BBF2"/>
    <w:lvl w:ilvl="0">
      <w:start w:val="24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A9F936C7"/>
    <w:multiLevelType w:val="singleLevel"/>
    <w:tmpl w:val="A9F936C7"/>
    <w:lvl w:ilvl="0">
      <w:start w:val="14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060924A9"/>
    <w:multiLevelType w:val="multilevel"/>
    <w:tmpl w:val="060924A9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61E204E"/>
    <w:multiLevelType w:val="hybridMultilevel"/>
    <w:tmpl w:val="AF968BFE"/>
    <w:lvl w:ilvl="0" w:tplc="DDB613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A287FE5"/>
    <w:multiLevelType w:val="multilevel"/>
    <w:tmpl w:val="2A287FE5"/>
    <w:lvl w:ilvl="0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0AF0D08"/>
    <w:multiLevelType w:val="hybridMultilevel"/>
    <w:tmpl w:val="B9D26430"/>
    <w:lvl w:ilvl="0" w:tplc="6E5C18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7829094C"/>
    <w:multiLevelType w:val="multilevel"/>
    <w:tmpl w:val="7829094C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40CF"/>
    <w:rsid w:val="0000125F"/>
    <w:rsid w:val="0000153F"/>
    <w:rsid w:val="00001F5D"/>
    <w:rsid w:val="000044DA"/>
    <w:rsid w:val="0001109F"/>
    <w:rsid w:val="00011708"/>
    <w:rsid w:val="00013A41"/>
    <w:rsid w:val="00014DB3"/>
    <w:rsid w:val="0001500E"/>
    <w:rsid w:val="000177FE"/>
    <w:rsid w:val="0002155F"/>
    <w:rsid w:val="00023151"/>
    <w:rsid w:val="00024BC0"/>
    <w:rsid w:val="00025131"/>
    <w:rsid w:val="00026012"/>
    <w:rsid w:val="000308A5"/>
    <w:rsid w:val="00031415"/>
    <w:rsid w:val="00032357"/>
    <w:rsid w:val="000369DB"/>
    <w:rsid w:val="00036BC4"/>
    <w:rsid w:val="000379FE"/>
    <w:rsid w:val="00037C79"/>
    <w:rsid w:val="0004066F"/>
    <w:rsid w:val="00040E4A"/>
    <w:rsid w:val="00040EFF"/>
    <w:rsid w:val="000414AD"/>
    <w:rsid w:val="00042A7F"/>
    <w:rsid w:val="000430DD"/>
    <w:rsid w:val="0004582C"/>
    <w:rsid w:val="00050284"/>
    <w:rsid w:val="000540CF"/>
    <w:rsid w:val="00054BE2"/>
    <w:rsid w:val="00055ABA"/>
    <w:rsid w:val="00056C30"/>
    <w:rsid w:val="00062A3B"/>
    <w:rsid w:val="00062F95"/>
    <w:rsid w:val="000637D4"/>
    <w:rsid w:val="0006762D"/>
    <w:rsid w:val="0007028E"/>
    <w:rsid w:val="00070F5B"/>
    <w:rsid w:val="000767F8"/>
    <w:rsid w:val="000808CE"/>
    <w:rsid w:val="00085494"/>
    <w:rsid w:val="00086BD9"/>
    <w:rsid w:val="00086F7D"/>
    <w:rsid w:val="000913F3"/>
    <w:rsid w:val="000922A5"/>
    <w:rsid w:val="000924BA"/>
    <w:rsid w:val="000949CD"/>
    <w:rsid w:val="000960A7"/>
    <w:rsid w:val="00097F03"/>
    <w:rsid w:val="000A1289"/>
    <w:rsid w:val="000A20F0"/>
    <w:rsid w:val="000A3A10"/>
    <w:rsid w:val="000A4424"/>
    <w:rsid w:val="000A4775"/>
    <w:rsid w:val="000A59AA"/>
    <w:rsid w:val="000A60F6"/>
    <w:rsid w:val="000A7DBA"/>
    <w:rsid w:val="000B4D3A"/>
    <w:rsid w:val="000C0861"/>
    <w:rsid w:val="000C1572"/>
    <w:rsid w:val="000C7F3D"/>
    <w:rsid w:val="000D219F"/>
    <w:rsid w:val="000D29A8"/>
    <w:rsid w:val="000D3894"/>
    <w:rsid w:val="000D394B"/>
    <w:rsid w:val="000D4DB5"/>
    <w:rsid w:val="000D55E6"/>
    <w:rsid w:val="000E0000"/>
    <w:rsid w:val="000E10E5"/>
    <w:rsid w:val="000E1343"/>
    <w:rsid w:val="000E7494"/>
    <w:rsid w:val="000E7E8E"/>
    <w:rsid w:val="000F50B4"/>
    <w:rsid w:val="000F60ED"/>
    <w:rsid w:val="00102ED3"/>
    <w:rsid w:val="00106DD5"/>
    <w:rsid w:val="00106E21"/>
    <w:rsid w:val="0011185E"/>
    <w:rsid w:val="001133A0"/>
    <w:rsid w:val="00113638"/>
    <w:rsid w:val="00115B4E"/>
    <w:rsid w:val="00116D7D"/>
    <w:rsid w:val="00121198"/>
    <w:rsid w:val="001304B6"/>
    <w:rsid w:val="00130CA6"/>
    <w:rsid w:val="00133FDD"/>
    <w:rsid w:val="0013419C"/>
    <w:rsid w:val="00134C0E"/>
    <w:rsid w:val="00135025"/>
    <w:rsid w:val="00141367"/>
    <w:rsid w:val="00143D0F"/>
    <w:rsid w:val="00144FA6"/>
    <w:rsid w:val="00145591"/>
    <w:rsid w:val="0014611D"/>
    <w:rsid w:val="00147176"/>
    <w:rsid w:val="00153C78"/>
    <w:rsid w:val="00153EEB"/>
    <w:rsid w:val="001555D4"/>
    <w:rsid w:val="00156866"/>
    <w:rsid w:val="001641BF"/>
    <w:rsid w:val="00165956"/>
    <w:rsid w:val="00170660"/>
    <w:rsid w:val="00173C1A"/>
    <w:rsid w:val="001811B4"/>
    <w:rsid w:val="00184AA1"/>
    <w:rsid w:val="00186DB6"/>
    <w:rsid w:val="00186F45"/>
    <w:rsid w:val="0018705B"/>
    <w:rsid w:val="00187FC4"/>
    <w:rsid w:val="0019035A"/>
    <w:rsid w:val="00191555"/>
    <w:rsid w:val="00191803"/>
    <w:rsid w:val="00191AF3"/>
    <w:rsid w:val="0019203D"/>
    <w:rsid w:val="001A04E0"/>
    <w:rsid w:val="001A133E"/>
    <w:rsid w:val="001A4424"/>
    <w:rsid w:val="001A44DF"/>
    <w:rsid w:val="001A4D14"/>
    <w:rsid w:val="001A72EF"/>
    <w:rsid w:val="001A7825"/>
    <w:rsid w:val="001B28A7"/>
    <w:rsid w:val="001B53B0"/>
    <w:rsid w:val="001B7628"/>
    <w:rsid w:val="001C5103"/>
    <w:rsid w:val="001C7454"/>
    <w:rsid w:val="001C74AA"/>
    <w:rsid w:val="001C76D5"/>
    <w:rsid w:val="001D0974"/>
    <w:rsid w:val="001D1810"/>
    <w:rsid w:val="001D3C0F"/>
    <w:rsid w:val="001D5A35"/>
    <w:rsid w:val="001D64CA"/>
    <w:rsid w:val="001E24AB"/>
    <w:rsid w:val="001E5589"/>
    <w:rsid w:val="001F4DAA"/>
    <w:rsid w:val="001F5ABE"/>
    <w:rsid w:val="002030BB"/>
    <w:rsid w:val="00207D25"/>
    <w:rsid w:val="00210943"/>
    <w:rsid w:val="0021162A"/>
    <w:rsid w:val="00214097"/>
    <w:rsid w:val="00215543"/>
    <w:rsid w:val="0021561D"/>
    <w:rsid w:val="00221FA1"/>
    <w:rsid w:val="00224928"/>
    <w:rsid w:val="00224B50"/>
    <w:rsid w:val="0023127E"/>
    <w:rsid w:val="00231ED8"/>
    <w:rsid w:val="00233D8C"/>
    <w:rsid w:val="00235728"/>
    <w:rsid w:val="002363F8"/>
    <w:rsid w:val="00237E3C"/>
    <w:rsid w:val="0024056E"/>
    <w:rsid w:val="002418F8"/>
    <w:rsid w:val="002428DC"/>
    <w:rsid w:val="00244229"/>
    <w:rsid w:val="00246FA1"/>
    <w:rsid w:val="00247463"/>
    <w:rsid w:val="00247F2C"/>
    <w:rsid w:val="00260270"/>
    <w:rsid w:val="0026129A"/>
    <w:rsid w:val="00262A87"/>
    <w:rsid w:val="00263B33"/>
    <w:rsid w:val="00264873"/>
    <w:rsid w:val="00270F8E"/>
    <w:rsid w:val="00277DC8"/>
    <w:rsid w:val="00280832"/>
    <w:rsid w:val="00282C6C"/>
    <w:rsid w:val="002833F9"/>
    <w:rsid w:val="00285EA5"/>
    <w:rsid w:val="00286ADC"/>
    <w:rsid w:val="00286EFC"/>
    <w:rsid w:val="00287A9F"/>
    <w:rsid w:val="002957FB"/>
    <w:rsid w:val="002970A5"/>
    <w:rsid w:val="002A12E8"/>
    <w:rsid w:val="002A1F50"/>
    <w:rsid w:val="002A22FC"/>
    <w:rsid w:val="002A2B9E"/>
    <w:rsid w:val="002A4695"/>
    <w:rsid w:val="002A5378"/>
    <w:rsid w:val="002A5765"/>
    <w:rsid w:val="002A5AA1"/>
    <w:rsid w:val="002B0637"/>
    <w:rsid w:val="002B13EB"/>
    <w:rsid w:val="002B3589"/>
    <w:rsid w:val="002B361B"/>
    <w:rsid w:val="002B6C0A"/>
    <w:rsid w:val="002B7EEA"/>
    <w:rsid w:val="002C4514"/>
    <w:rsid w:val="002C6C04"/>
    <w:rsid w:val="002C6D1B"/>
    <w:rsid w:val="002C751D"/>
    <w:rsid w:val="002D1122"/>
    <w:rsid w:val="002D3982"/>
    <w:rsid w:val="002D4A5E"/>
    <w:rsid w:val="002D6FD5"/>
    <w:rsid w:val="002D71A8"/>
    <w:rsid w:val="002E25E0"/>
    <w:rsid w:val="002E58B9"/>
    <w:rsid w:val="002E6246"/>
    <w:rsid w:val="002E6789"/>
    <w:rsid w:val="002E6A39"/>
    <w:rsid w:val="002F082E"/>
    <w:rsid w:val="002F0B02"/>
    <w:rsid w:val="002F1302"/>
    <w:rsid w:val="002F1BBD"/>
    <w:rsid w:val="002F3C6F"/>
    <w:rsid w:val="002F4D8B"/>
    <w:rsid w:val="002F5D48"/>
    <w:rsid w:val="00302579"/>
    <w:rsid w:val="00303B5C"/>
    <w:rsid w:val="0030483D"/>
    <w:rsid w:val="003063DD"/>
    <w:rsid w:val="003116D6"/>
    <w:rsid w:val="00314291"/>
    <w:rsid w:val="00321782"/>
    <w:rsid w:val="00321D7F"/>
    <w:rsid w:val="0032265A"/>
    <w:rsid w:val="003245D8"/>
    <w:rsid w:val="00324812"/>
    <w:rsid w:val="00325080"/>
    <w:rsid w:val="00325551"/>
    <w:rsid w:val="003266DA"/>
    <w:rsid w:val="00334D11"/>
    <w:rsid w:val="003356B9"/>
    <w:rsid w:val="00336878"/>
    <w:rsid w:val="00337BAE"/>
    <w:rsid w:val="003418F9"/>
    <w:rsid w:val="0034214A"/>
    <w:rsid w:val="00343DD8"/>
    <w:rsid w:val="00347289"/>
    <w:rsid w:val="00352677"/>
    <w:rsid w:val="00353319"/>
    <w:rsid w:val="00356BB4"/>
    <w:rsid w:val="00360A26"/>
    <w:rsid w:val="00361672"/>
    <w:rsid w:val="00361F76"/>
    <w:rsid w:val="003654E2"/>
    <w:rsid w:val="003667CA"/>
    <w:rsid w:val="00373720"/>
    <w:rsid w:val="00373D90"/>
    <w:rsid w:val="0037461B"/>
    <w:rsid w:val="00376950"/>
    <w:rsid w:val="00377ED4"/>
    <w:rsid w:val="00383B66"/>
    <w:rsid w:val="003844FF"/>
    <w:rsid w:val="0038694B"/>
    <w:rsid w:val="003938B2"/>
    <w:rsid w:val="00395B78"/>
    <w:rsid w:val="0039696C"/>
    <w:rsid w:val="00396B02"/>
    <w:rsid w:val="00397812"/>
    <w:rsid w:val="003A31E2"/>
    <w:rsid w:val="003A34FA"/>
    <w:rsid w:val="003A5475"/>
    <w:rsid w:val="003A5493"/>
    <w:rsid w:val="003A7C22"/>
    <w:rsid w:val="003B1E7F"/>
    <w:rsid w:val="003B2DCA"/>
    <w:rsid w:val="003B405C"/>
    <w:rsid w:val="003B79E3"/>
    <w:rsid w:val="003C0207"/>
    <w:rsid w:val="003C070E"/>
    <w:rsid w:val="003C544B"/>
    <w:rsid w:val="003C58E1"/>
    <w:rsid w:val="003C6F8A"/>
    <w:rsid w:val="003D2600"/>
    <w:rsid w:val="003D3023"/>
    <w:rsid w:val="003D3709"/>
    <w:rsid w:val="003D3B7C"/>
    <w:rsid w:val="003D447B"/>
    <w:rsid w:val="003D727A"/>
    <w:rsid w:val="003D7ECC"/>
    <w:rsid w:val="003E407C"/>
    <w:rsid w:val="003E474B"/>
    <w:rsid w:val="003E6E50"/>
    <w:rsid w:val="003F0881"/>
    <w:rsid w:val="003F1FD0"/>
    <w:rsid w:val="003F28C2"/>
    <w:rsid w:val="003F3A61"/>
    <w:rsid w:val="003F4BD8"/>
    <w:rsid w:val="003F5E0F"/>
    <w:rsid w:val="00401EA9"/>
    <w:rsid w:val="00402FAF"/>
    <w:rsid w:val="00404C99"/>
    <w:rsid w:val="004061CD"/>
    <w:rsid w:val="00411789"/>
    <w:rsid w:val="00415830"/>
    <w:rsid w:val="00415A75"/>
    <w:rsid w:val="00420671"/>
    <w:rsid w:val="00422C52"/>
    <w:rsid w:val="00425F19"/>
    <w:rsid w:val="0042732E"/>
    <w:rsid w:val="00432451"/>
    <w:rsid w:val="004350CD"/>
    <w:rsid w:val="004355E9"/>
    <w:rsid w:val="00436EE0"/>
    <w:rsid w:val="00437650"/>
    <w:rsid w:val="00440E81"/>
    <w:rsid w:val="00441178"/>
    <w:rsid w:val="00441AA8"/>
    <w:rsid w:val="00441B70"/>
    <w:rsid w:val="00442495"/>
    <w:rsid w:val="00442535"/>
    <w:rsid w:val="00443B45"/>
    <w:rsid w:val="00446123"/>
    <w:rsid w:val="00446BC4"/>
    <w:rsid w:val="00447152"/>
    <w:rsid w:val="00453136"/>
    <w:rsid w:val="00455CD6"/>
    <w:rsid w:val="00457C1C"/>
    <w:rsid w:val="00461233"/>
    <w:rsid w:val="0046217C"/>
    <w:rsid w:val="00472856"/>
    <w:rsid w:val="004738CB"/>
    <w:rsid w:val="00477259"/>
    <w:rsid w:val="00482343"/>
    <w:rsid w:val="004839CF"/>
    <w:rsid w:val="00485CEF"/>
    <w:rsid w:val="00486659"/>
    <w:rsid w:val="004932F3"/>
    <w:rsid w:val="004946E9"/>
    <w:rsid w:val="00495BD4"/>
    <w:rsid w:val="004A0AA6"/>
    <w:rsid w:val="004A294E"/>
    <w:rsid w:val="004A3D12"/>
    <w:rsid w:val="004A6DAF"/>
    <w:rsid w:val="004B389E"/>
    <w:rsid w:val="004C1544"/>
    <w:rsid w:val="004C3E0A"/>
    <w:rsid w:val="004C6313"/>
    <w:rsid w:val="004C67A6"/>
    <w:rsid w:val="004C7120"/>
    <w:rsid w:val="004D0EDE"/>
    <w:rsid w:val="004D12A9"/>
    <w:rsid w:val="004D1A5F"/>
    <w:rsid w:val="004D1FD0"/>
    <w:rsid w:val="004D23CE"/>
    <w:rsid w:val="004D2C97"/>
    <w:rsid w:val="004D2E65"/>
    <w:rsid w:val="004D2ECF"/>
    <w:rsid w:val="004D4FBA"/>
    <w:rsid w:val="004D7793"/>
    <w:rsid w:val="004E07CE"/>
    <w:rsid w:val="004E0A73"/>
    <w:rsid w:val="004E385C"/>
    <w:rsid w:val="004E5B1E"/>
    <w:rsid w:val="004E5D5E"/>
    <w:rsid w:val="004E5E70"/>
    <w:rsid w:val="004F210D"/>
    <w:rsid w:val="004F288A"/>
    <w:rsid w:val="004F530D"/>
    <w:rsid w:val="004F7505"/>
    <w:rsid w:val="00503177"/>
    <w:rsid w:val="0050357D"/>
    <w:rsid w:val="00503594"/>
    <w:rsid w:val="005046FB"/>
    <w:rsid w:val="00505592"/>
    <w:rsid w:val="00506118"/>
    <w:rsid w:val="005101F0"/>
    <w:rsid w:val="0051069D"/>
    <w:rsid w:val="0051082E"/>
    <w:rsid w:val="00511381"/>
    <w:rsid w:val="00512834"/>
    <w:rsid w:val="005148CE"/>
    <w:rsid w:val="00514ABD"/>
    <w:rsid w:val="00514AF3"/>
    <w:rsid w:val="0051682D"/>
    <w:rsid w:val="005176ED"/>
    <w:rsid w:val="00522837"/>
    <w:rsid w:val="00522F5F"/>
    <w:rsid w:val="00526E03"/>
    <w:rsid w:val="005333E9"/>
    <w:rsid w:val="00533700"/>
    <w:rsid w:val="00533E00"/>
    <w:rsid w:val="0053646B"/>
    <w:rsid w:val="005378B5"/>
    <w:rsid w:val="00540589"/>
    <w:rsid w:val="0054429A"/>
    <w:rsid w:val="0054529C"/>
    <w:rsid w:val="00545B4F"/>
    <w:rsid w:val="00546FC1"/>
    <w:rsid w:val="005473BA"/>
    <w:rsid w:val="0055342A"/>
    <w:rsid w:val="00554DC2"/>
    <w:rsid w:val="0055569B"/>
    <w:rsid w:val="00560AE9"/>
    <w:rsid w:val="0056127B"/>
    <w:rsid w:val="00561CCE"/>
    <w:rsid w:val="00564A73"/>
    <w:rsid w:val="005653C7"/>
    <w:rsid w:val="005656AB"/>
    <w:rsid w:val="0057439A"/>
    <w:rsid w:val="00575B90"/>
    <w:rsid w:val="005806D8"/>
    <w:rsid w:val="005813EA"/>
    <w:rsid w:val="00581505"/>
    <w:rsid w:val="00584887"/>
    <w:rsid w:val="0058520C"/>
    <w:rsid w:val="005937DC"/>
    <w:rsid w:val="005965A7"/>
    <w:rsid w:val="0059771F"/>
    <w:rsid w:val="005A1C66"/>
    <w:rsid w:val="005A4196"/>
    <w:rsid w:val="005A4D60"/>
    <w:rsid w:val="005A6E8A"/>
    <w:rsid w:val="005A7B8E"/>
    <w:rsid w:val="005B067E"/>
    <w:rsid w:val="005B1F81"/>
    <w:rsid w:val="005B3B6A"/>
    <w:rsid w:val="005B5265"/>
    <w:rsid w:val="005B6B3C"/>
    <w:rsid w:val="005B78CD"/>
    <w:rsid w:val="005C028D"/>
    <w:rsid w:val="005C39EA"/>
    <w:rsid w:val="005C5490"/>
    <w:rsid w:val="005D0895"/>
    <w:rsid w:val="005E0CCF"/>
    <w:rsid w:val="005E1AD7"/>
    <w:rsid w:val="005E3449"/>
    <w:rsid w:val="005E39F8"/>
    <w:rsid w:val="005E3AF6"/>
    <w:rsid w:val="005E49FF"/>
    <w:rsid w:val="005E514E"/>
    <w:rsid w:val="005E5439"/>
    <w:rsid w:val="005E671F"/>
    <w:rsid w:val="005F1D60"/>
    <w:rsid w:val="005F2FB7"/>
    <w:rsid w:val="005F30DC"/>
    <w:rsid w:val="005F3359"/>
    <w:rsid w:val="005F582F"/>
    <w:rsid w:val="005F5A9A"/>
    <w:rsid w:val="005F5B53"/>
    <w:rsid w:val="006011CB"/>
    <w:rsid w:val="0060454E"/>
    <w:rsid w:val="00611207"/>
    <w:rsid w:val="00612A46"/>
    <w:rsid w:val="00612FCB"/>
    <w:rsid w:val="0061665B"/>
    <w:rsid w:val="00617C85"/>
    <w:rsid w:val="00622048"/>
    <w:rsid w:val="0062455D"/>
    <w:rsid w:val="00626C08"/>
    <w:rsid w:val="0063049E"/>
    <w:rsid w:val="0063451D"/>
    <w:rsid w:val="00635716"/>
    <w:rsid w:val="00635883"/>
    <w:rsid w:val="0064046E"/>
    <w:rsid w:val="00642144"/>
    <w:rsid w:val="00644973"/>
    <w:rsid w:val="0065123B"/>
    <w:rsid w:val="00651699"/>
    <w:rsid w:val="00651870"/>
    <w:rsid w:val="0065195F"/>
    <w:rsid w:val="006538F4"/>
    <w:rsid w:val="00657025"/>
    <w:rsid w:val="00660591"/>
    <w:rsid w:val="0066495D"/>
    <w:rsid w:val="00667457"/>
    <w:rsid w:val="006704DD"/>
    <w:rsid w:val="00670640"/>
    <w:rsid w:val="006737CF"/>
    <w:rsid w:val="00676455"/>
    <w:rsid w:val="006764FD"/>
    <w:rsid w:val="00682078"/>
    <w:rsid w:val="00682A88"/>
    <w:rsid w:val="00685AD1"/>
    <w:rsid w:val="00692B8C"/>
    <w:rsid w:val="00693B4F"/>
    <w:rsid w:val="00693F56"/>
    <w:rsid w:val="00694E91"/>
    <w:rsid w:val="006953F8"/>
    <w:rsid w:val="006A1452"/>
    <w:rsid w:val="006A2497"/>
    <w:rsid w:val="006A3A25"/>
    <w:rsid w:val="006A46F1"/>
    <w:rsid w:val="006A623B"/>
    <w:rsid w:val="006B043C"/>
    <w:rsid w:val="006B473B"/>
    <w:rsid w:val="006B5015"/>
    <w:rsid w:val="006B6C84"/>
    <w:rsid w:val="006C0F69"/>
    <w:rsid w:val="006C187D"/>
    <w:rsid w:val="006C25F4"/>
    <w:rsid w:val="006C323D"/>
    <w:rsid w:val="006C7481"/>
    <w:rsid w:val="006D3387"/>
    <w:rsid w:val="006D3A93"/>
    <w:rsid w:val="006D67E6"/>
    <w:rsid w:val="006E2B63"/>
    <w:rsid w:val="006E50DA"/>
    <w:rsid w:val="006E5437"/>
    <w:rsid w:val="006E6935"/>
    <w:rsid w:val="006F045F"/>
    <w:rsid w:val="006F18F0"/>
    <w:rsid w:val="006F36DC"/>
    <w:rsid w:val="006F5B87"/>
    <w:rsid w:val="006F6A37"/>
    <w:rsid w:val="007033A5"/>
    <w:rsid w:val="007045AD"/>
    <w:rsid w:val="00704E70"/>
    <w:rsid w:val="007074C4"/>
    <w:rsid w:val="00710519"/>
    <w:rsid w:val="0071419C"/>
    <w:rsid w:val="00714839"/>
    <w:rsid w:val="00716C18"/>
    <w:rsid w:val="00716F91"/>
    <w:rsid w:val="00723628"/>
    <w:rsid w:val="007244FF"/>
    <w:rsid w:val="0072576B"/>
    <w:rsid w:val="00725FF6"/>
    <w:rsid w:val="007268E6"/>
    <w:rsid w:val="00726ABD"/>
    <w:rsid w:val="00730FFD"/>
    <w:rsid w:val="00731A2D"/>
    <w:rsid w:val="00732A7F"/>
    <w:rsid w:val="0073392B"/>
    <w:rsid w:val="00737D29"/>
    <w:rsid w:val="00741E86"/>
    <w:rsid w:val="00744296"/>
    <w:rsid w:val="0074552A"/>
    <w:rsid w:val="007469D8"/>
    <w:rsid w:val="00747F9D"/>
    <w:rsid w:val="007503AE"/>
    <w:rsid w:val="007542CB"/>
    <w:rsid w:val="0075434C"/>
    <w:rsid w:val="00757369"/>
    <w:rsid w:val="00760958"/>
    <w:rsid w:val="00762082"/>
    <w:rsid w:val="00762F77"/>
    <w:rsid w:val="007664D7"/>
    <w:rsid w:val="00767A43"/>
    <w:rsid w:val="0077065B"/>
    <w:rsid w:val="00772295"/>
    <w:rsid w:val="00772744"/>
    <w:rsid w:val="00775693"/>
    <w:rsid w:val="00777891"/>
    <w:rsid w:val="007778F7"/>
    <w:rsid w:val="007814E3"/>
    <w:rsid w:val="00781E2F"/>
    <w:rsid w:val="00785BF8"/>
    <w:rsid w:val="00787636"/>
    <w:rsid w:val="00790352"/>
    <w:rsid w:val="007904B9"/>
    <w:rsid w:val="007909BD"/>
    <w:rsid w:val="00794333"/>
    <w:rsid w:val="00794D35"/>
    <w:rsid w:val="00796379"/>
    <w:rsid w:val="007A11B8"/>
    <w:rsid w:val="007A1EE7"/>
    <w:rsid w:val="007A29CC"/>
    <w:rsid w:val="007A60E7"/>
    <w:rsid w:val="007B0373"/>
    <w:rsid w:val="007B085A"/>
    <w:rsid w:val="007B0F4A"/>
    <w:rsid w:val="007B5614"/>
    <w:rsid w:val="007B69E6"/>
    <w:rsid w:val="007B6B22"/>
    <w:rsid w:val="007B7AA5"/>
    <w:rsid w:val="007C1DA4"/>
    <w:rsid w:val="007C3F3C"/>
    <w:rsid w:val="007D03FB"/>
    <w:rsid w:val="007D069D"/>
    <w:rsid w:val="007D3BAE"/>
    <w:rsid w:val="007D46F2"/>
    <w:rsid w:val="007D6156"/>
    <w:rsid w:val="007D6F79"/>
    <w:rsid w:val="007E1CA9"/>
    <w:rsid w:val="007E4763"/>
    <w:rsid w:val="007E4833"/>
    <w:rsid w:val="007E4F3B"/>
    <w:rsid w:val="007E612C"/>
    <w:rsid w:val="007F716A"/>
    <w:rsid w:val="00802EA4"/>
    <w:rsid w:val="00803343"/>
    <w:rsid w:val="008044C6"/>
    <w:rsid w:val="0081054B"/>
    <w:rsid w:val="008121FE"/>
    <w:rsid w:val="00814669"/>
    <w:rsid w:val="0081497E"/>
    <w:rsid w:val="008230FA"/>
    <w:rsid w:val="0082445F"/>
    <w:rsid w:val="00826D1B"/>
    <w:rsid w:val="0083253D"/>
    <w:rsid w:val="00833CFA"/>
    <w:rsid w:val="00834B20"/>
    <w:rsid w:val="0083696E"/>
    <w:rsid w:val="00840AE1"/>
    <w:rsid w:val="00841292"/>
    <w:rsid w:val="008445EF"/>
    <w:rsid w:val="00846463"/>
    <w:rsid w:val="008470F8"/>
    <w:rsid w:val="00847470"/>
    <w:rsid w:val="00847FED"/>
    <w:rsid w:val="008511E0"/>
    <w:rsid w:val="00851483"/>
    <w:rsid w:val="00851B8E"/>
    <w:rsid w:val="00853AE0"/>
    <w:rsid w:val="00854784"/>
    <w:rsid w:val="008547CE"/>
    <w:rsid w:val="00863587"/>
    <w:rsid w:val="00864B7F"/>
    <w:rsid w:val="008667E6"/>
    <w:rsid w:val="00871274"/>
    <w:rsid w:val="00873A51"/>
    <w:rsid w:val="00875495"/>
    <w:rsid w:val="008810FB"/>
    <w:rsid w:val="0088197F"/>
    <w:rsid w:val="008822B1"/>
    <w:rsid w:val="00884599"/>
    <w:rsid w:val="00884EF0"/>
    <w:rsid w:val="008922F9"/>
    <w:rsid w:val="008925CA"/>
    <w:rsid w:val="00894CA1"/>
    <w:rsid w:val="00897920"/>
    <w:rsid w:val="008A08B3"/>
    <w:rsid w:val="008A2982"/>
    <w:rsid w:val="008A6112"/>
    <w:rsid w:val="008A74D4"/>
    <w:rsid w:val="008B18F3"/>
    <w:rsid w:val="008B1EE3"/>
    <w:rsid w:val="008B3231"/>
    <w:rsid w:val="008B379A"/>
    <w:rsid w:val="008B445D"/>
    <w:rsid w:val="008B48E6"/>
    <w:rsid w:val="008B610D"/>
    <w:rsid w:val="008B7E05"/>
    <w:rsid w:val="008C2FD0"/>
    <w:rsid w:val="008C7A85"/>
    <w:rsid w:val="008D0463"/>
    <w:rsid w:val="008D5A84"/>
    <w:rsid w:val="008D76F0"/>
    <w:rsid w:val="008E0821"/>
    <w:rsid w:val="008E4112"/>
    <w:rsid w:val="008E47FE"/>
    <w:rsid w:val="008E5354"/>
    <w:rsid w:val="008E7751"/>
    <w:rsid w:val="008F09BD"/>
    <w:rsid w:val="008F1A37"/>
    <w:rsid w:val="008F3D4E"/>
    <w:rsid w:val="008F3F23"/>
    <w:rsid w:val="008F7943"/>
    <w:rsid w:val="008F7E92"/>
    <w:rsid w:val="00905321"/>
    <w:rsid w:val="00905BF8"/>
    <w:rsid w:val="009071B2"/>
    <w:rsid w:val="009113FB"/>
    <w:rsid w:val="009119F0"/>
    <w:rsid w:val="009139B0"/>
    <w:rsid w:val="00914B49"/>
    <w:rsid w:val="00917F70"/>
    <w:rsid w:val="00922CD9"/>
    <w:rsid w:val="00922E0C"/>
    <w:rsid w:val="009269F3"/>
    <w:rsid w:val="00930AD2"/>
    <w:rsid w:val="00930C7B"/>
    <w:rsid w:val="0093417F"/>
    <w:rsid w:val="00935447"/>
    <w:rsid w:val="0093659A"/>
    <w:rsid w:val="009368C9"/>
    <w:rsid w:val="0093778D"/>
    <w:rsid w:val="0094156C"/>
    <w:rsid w:val="00941897"/>
    <w:rsid w:val="00941ACF"/>
    <w:rsid w:val="00943DC0"/>
    <w:rsid w:val="00944BDE"/>
    <w:rsid w:val="00945D47"/>
    <w:rsid w:val="00950646"/>
    <w:rsid w:val="009509FB"/>
    <w:rsid w:val="00953326"/>
    <w:rsid w:val="0095373F"/>
    <w:rsid w:val="00953EE7"/>
    <w:rsid w:val="00956734"/>
    <w:rsid w:val="00961A7E"/>
    <w:rsid w:val="00970CB5"/>
    <w:rsid w:val="00971577"/>
    <w:rsid w:val="00971DAC"/>
    <w:rsid w:val="00971EEC"/>
    <w:rsid w:val="00972DD7"/>
    <w:rsid w:val="009736A3"/>
    <w:rsid w:val="00973CD8"/>
    <w:rsid w:val="00974864"/>
    <w:rsid w:val="00974878"/>
    <w:rsid w:val="00974A50"/>
    <w:rsid w:val="009801B8"/>
    <w:rsid w:val="00981DDB"/>
    <w:rsid w:val="0098399E"/>
    <w:rsid w:val="00986CBD"/>
    <w:rsid w:val="00987708"/>
    <w:rsid w:val="009877F0"/>
    <w:rsid w:val="00987B59"/>
    <w:rsid w:val="00992953"/>
    <w:rsid w:val="00992FD3"/>
    <w:rsid w:val="00993DB3"/>
    <w:rsid w:val="00994B84"/>
    <w:rsid w:val="009974F6"/>
    <w:rsid w:val="009A0F32"/>
    <w:rsid w:val="009A1351"/>
    <w:rsid w:val="009A2F46"/>
    <w:rsid w:val="009A333B"/>
    <w:rsid w:val="009A4FD3"/>
    <w:rsid w:val="009B0D62"/>
    <w:rsid w:val="009B160C"/>
    <w:rsid w:val="009B1D48"/>
    <w:rsid w:val="009B1EE1"/>
    <w:rsid w:val="009B4974"/>
    <w:rsid w:val="009B4DF4"/>
    <w:rsid w:val="009C2814"/>
    <w:rsid w:val="009C2C5D"/>
    <w:rsid w:val="009C4A31"/>
    <w:rsid w:val="009C50F2"/>
    <w:rsid w:val="009D37D5"/>
    <w:rsid w:val="009D42C7"/>
    <w:rsid w:val="009D6C25"/>
    <w:rsid w:val="009D79F6"/>
    <w:rsid w:val="009D7E03"/>
    <w:rsid w:val="009E068F"/>
    <w:rsid w:val="009E5333"/>
    <w:rsid w:val="009E7865"/>
    <w:rsid w:val="009F167D"/>
    <w:rsid w:val="009F278A"/>
    <w:rsid w:val="009F2DB8"/>
    <w:rsid w:val="009F44B9"/>
    <w:rsid w:val="009F5AB4"/>
    <w:rsid w:val="00A01187"/>
    <w:rsid w:val="00A03493"/>
    <w:rsid w:val="00A11C67"/>
    <w:rsid w:val="00A11E20"/>
    <w:rsid w:val="00A1309E"/>
    <w:rsid w:val="00A1482B"/>
    <w:rsid w:val="00A23221"/>
    <w:rsid w:val="00A3389F"/>
    <w:rsid w:val="00A33C34"/>
    <w:rsid w:val="00A344E7"/>
    <w:rsid w:val="00A373DA"/>
    <w:rsid w:val="00A41523"/>
    <w:rsid w:val="00A42A6B"/>
    <w:rsid w:val="00A443A2"/>
    <w:rsid w:val="00A44D43"/>
    <w:rsid w:val="00A44FBE"/>
    <w:rsid w:val="00A4791E"/>
    <w:rsid w:val="00A50BFB"/>
    <w:rsid w:val="00A54938"/>
    <w:rsid w:val="00A56949"/>
    <w:rsid w:val="00A56E8D"/>
    <w:rsid w:val="00A57970"/>
    <w:rsid w:val="00A642E7"/>
    <w:rsid w:val="00A64D74"/>
    <w:rsid w:val="00A65AE0"/>
    <w:rsid w:val="00A670B7"/>
    <w:rsid w:val="00A67353"/>
    <w:rsid w:val="00A70053"/>
    <w:rsid w:val="00A7080C"/>
    <w:rsid w:val="00A71636"/>
    <w:rsid w:val="00A72C77"/>
    <w:rsid w:val="00A73EAF"/>
    <w:rsid w:val="00A77369"/>
    <w:rsid w:val="00A77F5D"/>
    <w:rsid w:val="00A81C2D"/>
    <w:rsid w:val="00A82443"/>
    <w:rsid w:val="00A82F25"/>
    <w:rsid w:val="00A84083"/>
    <w:rsid w:val="00A857F3"/>
    <w:rsid w:val="00A8631B"/>
    <w:rsid w:val="00A870D4"/>
    <w:rsid w:val="00A872AF"/>
    <w:rsid w:val="00A90061"/>
    <w:rsid w:val="00A913FE"/>
    <w:rsid w:val="00A93825"/>
    <w:rsid w:val="00A96072"/>
    <w:rsid w:val="00A979D3"/>
    <w:rsid w:val="00AA1D1C"/>
    <w:rsid w:val="00AA3FA4"/>
    <w:rsid w:val="00AA40DE"/>
    <w:rsid w:val="00AA41B3"/>
    <w:rsid w:val="00AA5AB7"/>
    <w:rsid w:val="00AB0021"/>
    <w:rsid w:val="00AB02BB"/>
    <w:rsid w:val="00AB3E51"/>
    <w:rsid w:val="00AB6583"/>
    <w:rsid w:val="00AC0948"/>
    <w:rsid w:val="00AC259A"/>
    <w:rsid w:val="00AC3E05"/>
    <w:rsid w:val="00AC6810"/>
    <w:rsid w:val="00AD0EBD"/>
    <w:rsid w:val="00AD2362"/>
    <w:rsid w:val="00AD5EC2"/>
    <w:rsid w:val="00AD77F1"/>
    <w:rsid w:val="00AE02D2"/>
    <w:rsid w:val="00AE10A9"/>
    <w:rsid w:val="00AE584E"/>
    <w:rsid w:val="00AE663C"/>
    <w:rsid w:val="00AE78D2"/>
    <w:rsid w:val="00AF0304"/>
    <w:rsid w:val="00AF0468"/>
    <w:rsid w:val="00AF0E66"/>
    <w:rsid w:val="00AF583D"/>
    <w:rsid w:val="00AF5CD5"/>
    <w:rsid w:val="00B00246"/>
    <w:rsid w:val="00B0101B"/>
    <w:rsid w:val="00B01F58"/>
    <w:rsid w:val="00B04F5A"/>
    <w:rsid w:val="00B05A24"/>
    <w:rsid w:val="00B06AD6"/>
    <w:rsid w:val="00B11E5B"/>
    <w:rsid w:val="00B1380F"/>
    <w:rsid w:val="00B231CA"/>
    <w:rsid w:val="00B27DFA"/>
    <w:rsid w:val="00B3206D"/>
    <w:rsid w:val="00B321C7"/>
    <w:rsid w:val="00B327ED"/>
    <w:rsid w:val="00B337F8"/>
    <w:rsid w:val="00B34C0C"/>
    <w:rsid w:val="00B3762B"/>
    <w:rsid w:val="00B40CBE"/>
    <w:rsid w:val="00B4668B"/>
    <w:rsid w:val="00B477D2"/>
    <w:rsid w:val="00B47C58"/>
    <w:rsid w:val="00B52174"/>
    <w:rsid w:val="00B52334"/>
    <w:rsid w:val="00B54C83"/>
    <w:rsid w:val="00B55D2D"/>
    <w:rsid w:val="00B61005"/>
    <w:rsid w:val="00B61C93"/>
    <w:rsid w:val="00B62844"/>
    <w:rsid w:val="00B64630"/>
    <w:rsid w:val="00B64CC5"/>
    <w:rsid w:val="00B65320"/>
    <w:rsid w:val="00B7190F"/>
    <w:rsid w:val="00B71A6B"/>
    <w:rsid w:val="00B75941"/>
    <w:rsid w:val="00B775A7"/>
    <w:rsid w:val="00B84AA3"/>
    <w:rsid w:val="00B8736B"/>
    <w:rsid w:val="00B87B9F"/>
    <w:rsid w:val="00B90152"/>
    <w:rsid w:val="00B90425"/>
    <w:rsid w:val="00B90707"/>
    <w:rsid w:val="00B92332"/>
    <w:rsid w:val="00B92CD8"/>
    <w:rsid w:val="00B94130"/>
    <w:rsid w:val="00B947CE"/>
    <w:rsid w:val="00B95BA7"/>
    <w:rsid w:val="00B95DEA"/>
    <w:rsid w:val="00BA0449"/>
    <w:rsid w:val="00BA0998"/>
    <w:rsid w:val="00BA1872"/>
    <w:rsid w:val="00BA18CC"/>
    <w:rsid w:val="00BA3DB4"/>
    <w:rsid w:val="00BA4349"/>
    <w:rsid w:val="00BA4808"/>
    <w:rsid w:val="00BA50B1"/>
    <w:rsid w:val="00BA511F"/>
    <w:rsid w:val="00BA563F"/>
    <w:rsid w:val="00BA5D4B"/>
    <w:rsid w:val="00BA60C7"/>
    <w:rsid w:val="00BA78CE"/>
    <w:rsid w:val="00BB132C"/>
    <w:rsid w:val="00BB1554"/>
    <w:rsid w:val="00BB1B0E"/>
    <w:rsid w:val="00BB31AB"/>
    <w:rsid w:val="00BB3C1A"/>
    <w:rsid w:val="00BB413C"/>
    <w:rsid w:val="00BB48CD"/>
    <w:rsid w:val="00BB706B"/>
    <w:rsid w:val="00BB7B5F"/>
    <w:rsid w:val="00BC0637"/>
    <w:rsid w:val="00BC1342"/>
    <w:rsid w:val="00BC1E92"/>
    <w:rsid w:val="00BC3A8F"/>
    <w:rsid w:val="00BD0217"/>
    <w:rsid w:val="00BD0E7C"/>
    <w:rsid w:val="00BD3D63"/>
    <w:rsid w:val="00BD6117"/>
    <w:rsid w:val="00BD65F5"/>
    <w:rsid w:val="00BE130F"/>
    <w:rsid w:val="00BE1680"/>
    <w:rsid w:val="00BE1A9F"/>
    <w:rsid w:val="00BE33F8"/>
    <w:rsid w:val="00BE5307"/>
    <w:rsid w:val="00BE53A1"/>
    <w:rsid w:val="00BE5F64"/>
    <w:rsid w:val="00BE7E4E"/>
    <w:rsid w:val="00BF38B6"/>
    <w:rsid w:val="00BF5DA8"/>
    <w:rsid w:val="00BF6054"/>
    <w:rsid w:val="00BF625B"/>
    <w:rsid w:val="00BF6FE9"/>
    <w:rsid w:val="00BF7599"/>
    <w:rsid w:val="00C01D01"/>
    <w:rsid w:val="00C03ED6"/>
    <w:rsid w:val="00C11DA6"/>
    <w:rsid w:val="00C130A7"/>
    <w:rsid w:val="00C1317E"/>
    <w:rsid w:val="00C14959"/>
    <w:rsid w:val="00C14A81"/>
    <w:rsid w:val="00C14DB5"/>
    <w:rsid w:val="00C14F05"/>
    <w:rsid w:val="00C176F3"/>
    <w:rsid w:val="00C23868"/>
    <w:rsid w:val="00C30AE2"/>
    <w:rsid w:val="00C32390"/>
    <w:rsid w:val="00C32481"/>
    <w:rsid w:val="00C33D46"/>
    <w:rsid w:val="00C34630"/>
    <w:rsid w:val="00C3722D"/>
    <w:rsid w:val="00C42761"/>
    <w:rsid w:val="00C42A69"/>
    <w:rsid w:val="00C443B1"/>
    <w:rsid w:val="00C44A31"/>
    <w:rsid w:val="00C46980"/>
    <w:rsid w:val="00C50BA8"/>
    <w:rsid w:val="00C544A3"/>
    <w:rsid w:val="00C54645"/>
    <w:rsid w:val="00C56C51"/>
    <w:rsid w:val="00C7064B"/>
    <w:rsid w:val="00C70652"/>
    <w:rsid w:val="00C70D46"/>
    <w:rsid w:val="00C711C0"/>
    <w:rsid w:val="00C87588"/>
    <w:rsid w:val="00C907D5"/>
    <w:rsid w:val="00C90FE6"/>
    <w:rsid w:val="00C91B84"/>
    <w:rsid w:val="00C92833"/>
    <w:rsid w:val="00C9453F"/>
    <w:rsid w:val="00C969AF"/>
    <w:rsid w:val="00C9738C"/>
    <w:rsid w:val="00C97AFE"/>
    <w:rsid w:val="00CA3F78"/>
    <w:rsid w:val="00CA6403"/>
    <w:rsid w:val="00CB2BEE"/>
    <w:rsid w:val="00CB3815"/>
    <w:rsid w:val="00CB6B90"/>
    <w:rsid w:val="00CC0C32"/>
    <w:rsid w:val="00CC216A"/>
    <w:rsid w:val="00CC266A"/>
    <w:rsid w:val="00CC35D1"/>
    <w:rsid w:val="00CC42FF"/>
    <w:rsid w:val="00CC4AA8"/>
    <w:rsid w:val="00CC4E39"/>
    <w:rsid w:val="00CC5100"/>
    <w:rsid w:val="00CC5E02"/>
    <w:rsid w:val="00CC766E"/>
    <w:rsid w:val="00CD4CFD"/>
    <w:rsid w:val="00CD4EC2"/>
    <w:rsid w:val="00CE0188"/>
    <w:rsid w:val="00CE34C0"/>
    <w:rsid w:val="00CE482F"/>
    <w:rsid w:val="00CE597B"/>
    <w:rsid w:val="00CE68B2"/>
    <w:rsid w:val="00CF0AC5"/>
    <w:rsid w:val="00CF0CE2"/>
    <w:rsid w:val="00CF0FD2"/>
    <w:rsid w:val="00CF2B85"/>
    <w:rsid w:val="00CF3B80"/>
    <w:rsid w:val="00CF437A"/>
    <w:rsid w:val="00CF4F71"/>
    <w:rsid w:val="00CF51A8"/>
    <w:rsid w:val="00CF59CE"/>
    <w:rsid w:val="00CF6763"/>
    <w:rsid w:val="00CF7C9A"/>
    <w:rsid w:val="00D008D3"/>
    <w:rsid w:val="00D0248A"/>
    <w:rsid w:val="00D037C6"/>
    <w:rsid w:val="00D04022"/>
    <w:rsid w:val="00D1057D"/>
    <w:rsid w:val="00D11423"/>
    <w:rsid w:val="00D1217F"/>
    <w:rsid w:val="00D12492"/>
    <w:rsid w:val="00D15659"/>
    <w:rsid w:val="00D16F84"/>
    <w:rsid w:val="00D17301"/>
    <w:rsid w:val="00D179FB"/>
    <w:rsid w:val="00D17A67"/>
    <w:rsid w:val="00D236E4"/>
    <w:rsid w:val="00D237BE"/>
    <w:rsid w:val="00D2530F"/>
    <w:rsid w:val="00D26F74"/>
    <w:rsid w:val="00D27F7C"/>
    <w:rsid w:val="00D31D85"/>
    <w:rsid w:val="00D3373D"/>
    <w:rsid w:val="00D34089"/>
    <w:rsid w:val="00D37DD9"/>
    <w:rsid w:val="00D45850"/>
    <w:rsid w:val="00D470EF"/>
    <w:rsid w:val="00D5180C"/>
    <w:rsid w:val="00D5673F"/>
    <w:rsid w:val="00D56EDC"/>
    <w:rsid w:val="00D62589"/>
    <w:rsid w:val="00D64C81"/>
    <w:rsid w:val="00D65A18"/>
    <w:rsid w:val="00D67C9E"/>
    <w:rsid w:val="00D711F1"/>
    <w:rsid w:val="00D72580"/>
    <w:rsid w:val="00D750D7"/>
    <w:rsid w:val="00D7581B"/>
    <w:rsid w:val="00D77934"/>
    <w:rsid w:val="00D8307D"/>
    <w:rsid w:val="00D831A9"/>
    <w:rsid w:val="00D83F7E"/>
    <w:rsid w:val="00D85ACE"/>
    <w:rsid w:val="00D8672B"/>
    <w:rsid w:val="00D8765D"/>
    <w:rsid w:val="00D9300F"/>
    <w:rsid w:val="00D95E76"/>
    <w:rsid w:val="00D96FC7"/>
    <w:rsid w:val="00D975D3"/>
    <w:rsid w:val="00DA157C"/>
    <w:rsid w:val="00DA21AD"/>
    <w:rsid w:val="00DA2AD7"/>
    <w:rsid w:val="00DA41EA"/>
    <w:rsid w:val="00DA4CAC"/>
    <w:rsid w:val="00DA59D5"/>
    <w:rsid w:val="00DA6187"/>
    <w:rsid w:val="00DB32BA"/>
    <w:rsid w:val="00DB4C8A"/>
    <w:rsid w:val="00DB5FB4"/>
    <w:rsid w:val="00DC1D30"/>
    <w:rsid w:val="00DC53ED"/>
    <w:rsid w:val="00DC7ACC"/>
    <w:rsid w:val="00DD26D7"/>
    <w:rsid w:val="00DD2E33"/>
    <w:rsid w:val="00DD30AB"/>
    <w:rsid w:val="00DD31D8"/>
    <w:rsid w:val="00DD5678"/>
    <w:rsid w:val="00DD7FC9"/>
    <w:rsid w:val="00DE029F"/>
    <w:rsid w:val="00DE0FF5"/>
    <w:rsid w:val="00DE1D3C"/>
    <w:rsid w:val="00DE28F8"/>
    <w:rsid w:val="00E0055C"/>
    <w:rsid w:val="00E007B2"/>
    <w:rsid w:val="00E00854"/>
    <w:rsid w:val="00E00E24"/>
    <w:rsid w:val="00E01306"/>
    <w:rsid w:val="00E0296D"/>
    <w:rsid w:val="00E0450E"/>
    <w:rsid w:val="00E07251"/>
    <w:rsid w:val="00E10DB2"/>
    <w:rsid w:val="00E129E2"/>
    <w:rsid w:val="00E15053"/>
    <w:rsid w:val="00E16C90"/>
    <w:rsid w:val="00E17205"/>
    <w:rsid w:val="00E1731C"/>
    <w:rsid w:val="00E2046F"/>
    <w:rsid w:val="00E23056"/>
    <w:rsid w:val="00E24339"/>
    <w:rsid w:val="00E30292"/>
    <w:rsid w:val="00E30F79"/>
    <w:rsid w:val="00E3153D"/>
    <w:rsid w:val="00E318B3"/>
    <w:rsid w:val="00E32686"/>
    <w:rsid w:val="00E3353A"/>
    <w:rsid w:val="00E37D5C"/>
    <w:rsid w:val="00E404AB"/>
    <w:rsid w:val="00E41DE1"/>
    <w:rsid w:val="00E4549F"/>
    <w:rsid w:val="00E5024D"/>
    <w:rsid w:val="00E52CF0"/>
    <w:rsid w:val="00E53C34"/>
    <w:rsid w:val="00E551EF"/>
    <w:rsid w:val="00E612D2"/>
    <w:rsid w:val="00E61EF4"/>
    <w:rsid w:val="00E628F4"/>
    <w:rsid w:val="00E64676"/>
    <w:rsid w:val="00E6517D"/>
    <w:rsid w:val="00E71E60"/>
    <w:rsid w:val="00E756D6"/>
    <w:rsid w:val="00E76D74"/>
    <w:rsid w:val="00E77878"/>
    <w:rsid w:val="00E80C47"/>
    <w:rsid w:val="00E8339C"/>
    <w:rsid w:val="00E833DD"/>
    <w:rsid w:val="00E844FD"/>
    <w:rsid w:val="00E85F60"/>
    <w:rsid w:val="00E876B3"/>
    <w:rsid w:val="00E879C9"/>
    <w:rsid w:val="00E87D57"/>
    <w:rsid w:val="00E907A7"/>
    <w:rsid w:val="00E973CB"/>
    <w:rsid w:val="00E974EB"/>
    <w:rsid w:val="00EA2DCF"/>
    <w:rsid w:val="00EA3F19"/>
    <w:rsid w:val="00EA5497"/>
    <w:rsid w:val="00EA60FB"/>
    <w:rsid w:val="00EA74EE"/>
    <w:rsid w:val="00EB025D"/>
    <w:rsid w:val="00EB0757"/>
    <w:rsid w:val="00EB1DF2"/>
    <w:rsid w:val="00EB4AA4"/>
    <w:rsid w:val="00EB6C2E"/>
    <w:rsid w:val="00EB70A6"/>
    <w:rsid w:val="00EC2D14"/>
    <w:rsid w:val="00EC44AA"/>
    <w:rsid w:val="00EC5854"/>
    <w:rsid w:val="00EC6950"/>
    <w:rsid w:val="00ED0467"/>
    <w:rsid w:val="00ED0A2E"/>
    <w:rsid w:val="00ED0F63"/>
    <w:rsid w:val="00ED278C"/>
    <w:rsid w:val="00ED70C6"/>
    <w:rsid w:val="00ED761E"/>
    <w:rsid w:val="00EE2DAE"/>
    <w:rsid w:val="00EE31B8"/>
    <w:rsid w:val="00EF04BB"/>
    <w:rsid w:val="00EF1AED"/>
    <w:rsid w:val="00EF2E68"/>
    <w:rsid w:val="00EF6937"/>
    <w:rsid w:val="00EF724E"/>
    <w:rsid w:val="00EF75D1"/>
    <w:rsid w:val="00F011FB"/>
    <w:rsid w:val="00F04A38"/>
    <w:rsid w:val="00F059D6"/>
    <w:rsid w:val="00F05FB9"/>
    <w:rsid w:val="00F06C05"/>
    <w:rsid w:val="00F15205"/>
    <w:rsid w:val="00F15483"/>
    <w:rsid w:val="00F16325"/>
    <w:rsid w:val="00F25355"/>
    <w:rsid w:val="00F257C1"/>
    <w:rsid w:val="00F257DF"/>
    <w:rsid w:val="00F2699E"/>
    <w:rsid w:val="00F327B8"/>
    <w:rsid w:val="00F33B00"/>
    <w:rsid w:val="00F4118B"/>
    <w:rsid w:val="00F41F1C"/>
    <w:rsid w:val="00F44F56"/>
    <w:rsid w:val="00F47B76"/>
    <w:rsid w:val="00F50469"/>
    <w:rsid w:val="00F51015"/>
    <w:rsid w:val="00F553C8"/>
    <w:rsid w:val="00F55625"/>
    <w:rsid w:val="00F572EF"/>
    <w:rsid w:val="00F575D8"/>
    <w:rsid w:val="00F61962"/>
    <w:rsid w:val="00F63D2C"/>
    <w:rsid w:val="00F655C9"/>
    <w:rsid w:val="00F66B0A"/>
    <w:rsid w:val="00F72620"/>
    <w:rsid w:val="00F72942"/>
    <w:rsid w:val="00F7347E"/>
    <w:rsid w:val="00F73925"/>
    <w:rsid w:val="00F73A3F"/>
    <w:rsid w:val="00F77026"/>
    <w:rsid w:val="00F77F8E"/>
    <w:rsid w:val="00F81FD9"/>
    <w:rsid w:val="00F82C7D"/>
    <w:rsid w:val="00F839E8"/>
    <w:rsid w:val="00F908DA"/>
    <w:rsid w:val="00F90C84"/>
    <w:rsid w:val="00F90FDA"/>
    <w:rsid w:val="00F9104D"/>
    <w:rsid w:val="00F91353"/>
    <w:rsid w:val="00F935FA"/>
    <w:rsid w:val="00F940F7"/>
    <w:rsid w:val="00F95549"/>
    <w:rsid w:val="00F95992"/>
    <w:rsid w:val="00F95E88"/>
    <w:rsid w:val="00FA558D"/>
    <w:rsid w:val="00FA55A0"/>
    <w:rsid w:val="00FA70EE"/>
    <w:rsid w:val="00FB249F"/>
    <w:rsid w:val="00FB314B"/>
    <w:rsid w:val="00FB3704"/>
    <w:rsid w:val="00FB5B24"/>
    <w:rsid w:val="00FB5FCF"/>
    <w:rsid w:val="00FB60DE"/>
    <w:rsid w:val="00FB6B95"/>
    <w:rsid w:val="00FB6CBE"/>
    <w:rsid w:val="00FB7DAF"/>
    <w:rsid w:val="00FC0386"/>
    <w:rsid w:val="00FC7462"/>
    <w:rsid w:val="00FD1189"/>
    <w:rsid w:val="00FD1578"/>
    <w:rsid w:val="00FD194F"/>
    <w:rsid w:val="00FD37A5"/>
    <w:rsid w:val="00FD3B91"/>
    <w:rsid w:val="00FD573B"/>
    <w:rsid w:val="00FE017A"/>
    <w:rsid w:val="00FE0657"/>
    <w:rsid w:val="00FE7924"/>
    <w:rsid w:val="00FF06CD"/>
    <w:rsid w:val="00FF34A6"/>
    <w:rsid w:val="083A4327"/>
    <w:rsid w:val="0E333A12"/>
    <w:rsid w:val="1B1325AC"/>
    <w:rsid w:val="1B5C7242"/>
    <w:rsid w:val="260E2777"/>
    <w:rsid w:val="323E44E2"/>
    <w:rsid w:val="43935155"/>
    <w:rsid w:val="6C2C7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E50DA"/>
    <w:pPr>
      <w:autoSpaceDE w:val="0"/>
      <w:autoSpaceDN w:val="0"/>
      <w:spacing w:after="200" w:line="276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5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E50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E50DA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6E5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3">
    <w:name w:val="Body Text Indent 3"/>
    <w:basedOn w:val="Normal"/>
    <w:link w:val="BodyTextIndent3Char"/>
    <w:uiPriority w:val="99"/>
    <w:rsid w:val="006E50D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6E50DA"/>
    <w:pPr>
      <w:autoSpaceDE/>
      <w:autoSpaceDN/>
      <w:jc w:val="center"/>
    </w:pPr>
    <w:rPr>
      <w:b/>
      <w:sz w:val="28"/>
      <w:lang w:val="uk-UA"/>
    </w:rPr>
  </w:style>
  <w:style w:type="paragraph" w:styleId="Header">
    <w:name w:val="header"/>
    <w:basedOn w:val="Normal"/>
    <w:link w:val="HeaderChar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E50DA"/>
    <w:pPr>
      <w:spacing w:after="220" w:line="220" w:lineRule="atLeast"/>
      <w:ind w:left="840" w:right="-36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E50DA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E50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NormalWeb">
    <w:name w:val="Normal (Web)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6E50D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6E50DA"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6E50DA"/>
    <w:pPr>
      <w:autoSpaceDE/>
      <w:autoSpaceDN/>
      <w:spacing w:after="120" w:line="480" w:lineRule="auto"/>
      <w:ind w:left="283"/>
    </w:pPr>
    <w:rPr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6E5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color w:val="000000"/>
      <w:sz w:val="28"/>
      <w:szCs w:val="28"/>
      <w:lang w:val="uk-UA"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E50DA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6E50DA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6E50DA"/>
    <w:rPr>
      <w:rFonts w:cs="Times New Roman"/>
    </w:rPr>
  </w:style>
  <w:style w:type="paragraph" w:customStyle="1" w:styleId="1">
    <w:name w:val="заголовок 1"/>
    <w:basedOn w:val="Normal"/>
    <w:next w:val="BodyText"/>
    <w:uiPriority w:val="99"/>
    <w:rsid w:val="006E50DA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customStyle="1" w:styleId="3">
    <w:name w:val="заголовок 3"/>
    <w:basedOn w:val="Normal"/>
    <w:next w:val="Normal"/>
    <w:uiPriority w:val="99"/>
    <w:rsid w:val="006E50DA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Normal"/>
    <w:next w:val="Normal"/>
    <w:uiPriority w:val="99"/>
    <w:rsid w:val="006E50DA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21">
    <w:name w:val="Заголовок 21"/>
    <w:basedOn w:val="Normal"/>
    <w:next w:val="Normal"/>
    <w:uiPriority w:val="99"/>
    <w:rsid w:val="006E50DA"/>
    <w:pPr>
      <w:keepNext/>
      <w:tabs>
        <w:tab w:val="left" w:pos="11766"/>
      </w:tabs>
      <w:autoSpaceDE/>
      <w:autoSpaceDN/>
      <w:spacing w:line="240" w:lineRule="atLeast"/>
    </w:pPr>
    <w:rPr>
      <w:rFonts w:ascii="Decor" w:hAnsi="Decor"/>
      <w:sz w:val="28"/>
      <w:lang w:val="en-GB"/>
    </w:rPr>
  </w:style>
  <w:style w:type="paragraph" w:customStyle="1" w:styleId="a">
    <w:name w:val="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0">
    <w:name w:val="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1">
    <w:name w:val="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2">
    <w:name w:val="Безупречность"/>
    <w:basedOn w:val="Normal"/>
    <w:uiPriority w:val="99"/>
    <w:rsid w:val="006E50DA"/>
    <w:pPr>
      <w:autoSpaceDE/>
      <w:autoSpaceDN/>
      <w:spacing w:after="120" w:line="360" w:lineRule="auto"/>
      <w:ind w:firstLine="709"/>
      <w:jc w:val="both"/>
    </w:pPr>
    <w:rPr>
      <w:sz w:val="24"/>
      <w:lang w:val="uk-UA"/>
    </w:rPr>
  </w:style>
  <w:style w:type="character" w:customStyle="1" w:styleId="rvts0">
    <w:name w:val="rvts0"/>
    <w:basedOn w:val="DefaultParagraphFont"/>
    <w:uiPriority w:val="99"/>
    <w:rsid w:val="006E50DA"/>
    <w:rPr>
      <w:rFonts w:cs="Times New Roman"/>
    </w:rPr>
  </w:style>
  <w:style w:type="character" w:customStyle="1" w:styleId="rvts9">
    <w:name w:val="rvts9"/>
    <w:basedOn w:val="DefaultParagraphFont"/>
    <w:uiPriority w:val="99"/>
    <w:rsid w:val="006E50DA"/>
    <w:rPr>
      <w:rFonts w:cs="Times New Roman"/>
    </w:rPr>
  </w:style>
  <w:style w:type="paragraph" w:customStyle="1" w:styleId="rvps39">
    <w:name w:val="rvps39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3">
    <w:name w:val="Знак Знак Знак Знак Знак Знак Знак Знак Знак"/>
    <w:basedOn w:val="Normal"/>
    <w:uiPriority w:val="99"/>
    <w:rsid w:val="006E50D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rvps2">
    <w:name w:val="rvps2"/>
    <w:basedOn w:val="Normal"/>
    <w:uiPriority w:val="99"/>
    <w:rsid w:val="006E50DA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1">
    <w:name w:val="rvts11"/>
    <w:basedOn w:val="DefaultParagraphFont"/>
    <w:uiPriority w:val="99"/>
    <w:rsid w:val="006E50DA"/>
    <w:rPr>
      <w:rFonts w:cs="Times New Roman"/>
    </w:rPr>
  </w:style>
  <w:style w:type="paragraph" w:customStyle="1" w:styleId="StyleZakonu">
    <w:name w:val="StyleZakonu"/>
    <w:basedOn w:val="Normal"/>
    <w:link w:val="StyleZakonu0"/>
    <w:uiPriority w:val="99"/>
    <w:rsid w:val="006E50DA"/>
    <w:pPr>
      <w:autoSpaceDE/>
      <w:autoSpaceDN/>
      <w:spacing w:after="60" w:line="220" w:lineRule="exact"/>
      <w:ind w:firstLine="284"/>
      <w:jc w:val="both"/>
    </w:pPr>
    <w:rPr>
      <w:lang w:val="uk-UA"/>
    </w:rPr>
  </w:style>
  <w:style w:type="character" w:customStyle="1" w:styleId="StyleZakonu0">
    <w:name w:val="StyleZakonu Знак"/>
    <w:basedOn w:val="DefaultParagraphFont"/>
    <w:link w:val="StyleZakonu"/>
    <w:uiPriority w:val="99"/>
    <w:locked/>
    <w:rsid w:val="006E50DA"/>
    <w:rPr>
      <w:rFonts w:cs="Times New Roman"/>
      <w:lang w:val="uk-UA" w:eastAsia="ru-RU" w:bidi="ar-SA"/>
    </w:rPr>
  </w:style>
  <w:style w:type="paragraph" w:styleId="ListParagraph">
    <w:name w:val="List Paragraph"/>
    <w:basedOn w:val="Normal"/>
    <w:uiPriority w:val="99"/>
    <w:qFormat/>
    <w:rsid w:val="0065195F"/>
    <w:pPr>
      <w:ind w:left="720"/>
      <w:contextualSpacing/>
    </w:pPr>
  </w:style>
  <w:style w:type="table" w:styleId="TableGrid">
    <w:name w:val="Table Grid"/>
    <w:basedOn w:val="TableNormal"/>
    <w:uiPriority w:val="99"/>
    <w:rsid w:val="004823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05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153</TotalTime>
  <Pages>3</Pages>
  <Words>641</Words>
  <Characters>3657</Characters>
  <Application>Microsoft Office Outlook</Application>
  <DocSecurity>0</DocSecurity>
  <Lines>0</Lines>
  <Paragraphs>0</Paragraphs>
  <ScaleCrop>false</ScaleCrop>
  <Company>МФУ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Admin</cp:lastModifiedBy>
  <cp:revision>14</cp:revision>
  <cp:lastPrinted>2021-07-27T12:52:00Z</cp:lastPrinted>
  <dcterms:created xsi:type="dcterms:W3CDTF">2021-07-14T06:06:00Z</dcterms:created>
  <dcterms:modified xsi:type="dcterms:W3CDTF">2021-07-27T12:52:00Z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1049-11.2.0.9070</vt:lpwstr>
  </property>
</Properties>
</file>