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F0C" w:rsidRPr="004F64CD" w:rsidRDefault="00CF1F0C" w:rsidP="004F64CD">
      <w:pPr>
        <w:ind w:left="374" w:right="-117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0C15E2">
        <w:rPr>
          <w:rFonts w:ascii="Times New Roman" w:hAnsi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pt" fillcolor="window">
            <v:imagedata r:id="rId4" o:title=""/>
          </v:shape>
        </w:pict>
      </w:r>
      <w:r w:rsidRPr="004F64CD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CF1F0C" w:rsidRPr="004F64CD" w:rsidRDefault="00CF1F0C" w:rsidP="004F64CD">
      <w:pPr>
        <w:pStyle w:val="Heading1"/>
        <w:ind w:left="374" w:right="-117"/>
        <w:rPr>
          <w:sz w:val="28"/>
          <w:szCs w:val="28"/>
          <w:lang w:val="uk-UA"/>
        </w:rPr>
      </w:pPr>
      <w:r w:rsidRPr="004F64CD">
        <w:rPr>
          <w:sz w:val="28"/>
          <w:szCs w:val="28"/>
          <w:lang w:val="uk-UA"/>
        </w:rPr>
        <w:t>УКРАЇНА</w:t>
      </w:r>
    </w:p>
    <w:p w:rsidR="00CF1F0C" w:rsidRPr="004F64CD" w:rsidRDefault="00CF1F0C" w:rsidP="004F64CD">
      <w:pPr>
        <w:pStyle w:val="Heading1"/>
        <w:ind w:left="374" w:right="-117"/>
        <w:rPr>
          <w:b/>
          <w:sz w:val="28"/>
          <w:szCs w:val="28"/>
          <w:lang w:val="uk-UA"/>
        </w:rPr>
      </w:pPr>
      <w:r w:rsidRPr="004F64CD">
        <w:rPr>
          <w:b/>
          <w:sz w:val="28"/>
          <w:szCs w:val="28"/>
          <w:lang w:val="uk-UA"/>
        </w:rPr>
        <w:t>ПЕТРОВЕЦЬКА СІЛЬСЬКА  РАДА</w:t>
      </w:r>
    </w:p>
    <w:p w:rsidR="00CF1F0C" w:rsidRPr="004F64CD" w:rsidRDefault="00CF1F0C" w:rsidP="004F64CD">
      <w:pPr>
        <w:pStyle w:val="Heading2"/>
        <w:ind w:left="374" w:right="-11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4F64CD">
        <w:rPr>
          <w:rFonts w:ascii="Times New Roman" w:hAnsi="Times New Roman" w:cs="Times New Roman"/>
          <w:b w:val="0"/>
          <w:i w:val="0"/>
          <w:lang w:val="uk-UA"/>
        </w:rPr>
        <w:t>ЧЕРНІВЕЦЬКОГО  РАЙОНУ ЧЕРНІВЕЦЬКОЇ ОБЛАСТІ</w:t>
      </w:r>
    </w:p>
    <w:p w:rsidR="00CF1F0C" w:rsidRPr="004F64CD" w:rsidRDefault="00CF1F0C" w:rsidP="004F64CD">
      <w:pPr>
        <w:ind w:left="374" w:right="-1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64CD">
        <w:rPr>
          <w:rFonts w:ascii="Times New Roman" w:hAnsi="Times New Roman"/>
          <w:b/>
          <w:sz w:val="28"/>
          <w:szCs w:val="28"/>
          <w:lang w:val="uk-UA"/>
        </w:rPr>
        <w:t xml:space="preserve">ХХІ  сесія  </w:t>
      </w:r>
      <w:r w:rsidRPr="004F64CD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F64CD">
        <w:rPr>
          <w:rFonts w:ascii="Times New Roman" w:hAnsi="Times New Roman"/>
          <w:b/>
          <w:sz w:val="28"/>
          <w:szCs w:val="28"/>
          <w:lang w:val="uk-UA"/>
        </w:rPr>
        <w:t>ІІІ скликання</w:t>
      </w:r>
    </w:p>
    <w:p w:rsidR="00CF1F0C" w:rsidRPr="004F64CD" w:rsidRDefault="00CF1F0C" w:rsidP="004F64CD">
      <w:pPr>
        <w:pStyle w:val="Heading3"/>
        <w:ind w:left="374" w:right="-117"/>
        <w:rPr>
          <w:b w:val="0"/>
          <w:sz w:val="28"/>
          <w:szCs w:val="28"/>
          <w:lang w:val="uk-UA"/>
        </w:rPr>
      </w:pPr>
      <w:r w:rsidRPr="004F64CD">
        <w:rPr>
          <w:b w:val="0"/>
          <w:sz w:val="28"/>
          <w:szCs w:val="28"/>
          <w:lang w:val="uk-UA"/>
        </w:rPr>
        <w:t>Р  І  Ш  Е  Н  Н  Я</w:t>
      </w:r>
    </w:p>
    <w:p w:rsidR="00CF1F0C" w:rsidRPr="004F64CD" w:rsidRDefault="00CF1F0C" w:rsidP="004F64CD">
      <w:pPr>
        <w:ind w:right="-117"/>
        <w:jc w:val="both"/>
        <w:rPr>
          <w:rFonts w:ascii="Times New Roman" w:hAnsi="Times New Roman"/>
          <w:sz w:val="28"/>
          <w:lang w:val="uk-UA"/>
        </w:rPr>
      </w:pPr>
      <w:r w:rsidRPr="004F64CD">
        <w:rPr>
          <w:rFonts w:ascii="Times New Roman" w:hAnsi="Times New Roman"/>
          <w:sz w:val="28"/>
          <w:szCs w:val="28"/>
          <w:lang w:val="uk-UA"/>
        </w:rPr>
        <w:t xml:space="preserve">30 листопада </w:t>
      </w:r>
      <w:r w:rsidRPr="004F64CD">
        <w:rPr>
          <w:rFonts w:ascii="Times New Roman" w:hAnsi="Times New Roman"/>
          <w:sz w:val="28"/>
          <w:lang w:val="uk-UA"/>
        </w:rPr>
        <w:t xml:space="preserve">  2021  року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№ 469</w:t>
      </w:r>
      <w:r w:rsidRPr="004F64CD">
        <w:rPr>
          <w:rFonts w:ascii="Times New Roman" w:hAnsi="Times New Roman"/>
          <w:sz w:val="28"/>
          <w:lang w:val="uk-UA"/>
        </w:rPr>
        <w:t>-21/2021</w:t>
      </w:r>
    </w:p>
    <w:p w:rsidR="00CF1F0C" w:rsidRDefault="00CF1F0C" w:rsidP="00012065">
      <w:pPr>
        <w:pStyle w:val="Default"/>
        <w:rPr>
          <w:lang w:val="uk-UA"/>
        </w:rPr>
      </w:pPr>
    </w:p>
    <w:p w:rsidR="00CF1F0C" w:rsidRPr="004F64CD" w:rsidRDefault="00CF1F0C" w:rsidP="004F64CD">
      <w:pPr>
        <w:pStyle w:val="Default"/>
        <w:rPr>
          <w:b/>
          <w:sz w:val="28"/>
          <w:szCs w:val="28"/>
        </w:rPr>
      </w:pPr>
      <w:r w:rsidRPr="004F64CD">
        <w:rPr>
          <w:b/>
          <w:bCs/>
          <w:iCs/>
          <w:sz w:val="28"/>
          <w:szCs w:val="28"/>
        </w:rPr>
        <w:t xml:space="preserve">Про затвердження Положення </w:t>
      </w:r>
    </w:p>
    <w:p w:rsidR="00CF1F0C" w:rsidRDefault="00CF1F0C" w:rsidP="004F64CD">
      <w:pPr>
        <w:pStyle w:val="Default"/>
        <w:rPr>
          <w:b/>
          <w:sz w:val="28"/>
          <w:szCs w:val="28"/>
          <w:lang w:val="uk-UA"/>
        </w:rPr>
      </w:pPr>
      <w:r w:rsidRPr="004F64CD">
        <w:rPr>
          <w:b/>
          <w:bCs/>
          <w:iCs/>
          <w:sz w:val="28"/>
          <w:szCs w:val="28"/>
        </w:rPr>
        <w:t xml:space="preserve">про присвоєння звання </w:t>
      </w:r>
    </w:p>
    <w:p w:rsidR="00CF1F0C" w:rsidRPr="003E6508" w:rsidRDefault="00CF1F0C" w:rsidP="004F64CD">
      <w:pPr>
        <w:pStyle w:val="Default"/>
        <w:rPr>
          <w:b/>
          <w:sz w:val="28"/>
          <w:szCs w:val="28"/>
        </w:rPr>
      </w:pPr>
      <w:r w:rsidRPr="004F64CD">
        <w:rPr>
          <w:b/>
          <w:bCs/>
          <w:iCs/>
          <w:sz w:val="28"/>
          <w:szCs w:val="28"/>
        </w:rPr>
        <w:t xml:space="preserve">«Почесний громадянин села» </w:t>
      </w:r>
    </w:p>
    <w:p w:rsidR="00CF1F0C" w:rsidRPr="004F64CD" w:rsidRDefault="00CF1F0C" w:rsidP="004F64CD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4F64CD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F64CD">
        <w:rPr>
          <w:sz w:val="28"/>
          <w:szCs w:val="28"/>
          <w:lang w:val="uk-UA"/>
        </w:rPr>
        <w:t>Відповідно до статті 26 Закону України „Про місцеве самоврядування в Україні”, з метою визнання особливих заслуг громадян перед</w:t>
      </w:r>
      <w:r>
        <w:rPr>
          <w:sz w:val="28"/>
          <w:szCs w:val="28"/>
          <w:lang w:val="uk-UA"/>
        </w:rPr>
        <w:t xml:space="preserve"> Петровецькою </w:t>
      </w:r>
      <w:r w:rsidRPr="004F64CD">
        <w:rPr>
          <w:sz w:val="28"/>
          <w:szCs w:val="28"/>
          <w:lang w:val="uk-UA"/>
        </w:rPr>
        <w:t xml:space="preserve"> сільською радою, </w:t>
      </w:r>
      <w:r>
        <w:rPr>
          <w:sz w:val="28"/>
          <w:szCs w:val="28"/>
          <w:lang w:val="uk-UA"/>
        </w:rPr>
        <w:t xml:space="preserve"> Петровецька </w:t>
      </w:r>
      <w:r w:rsidRPr="004F64CD">
        <w:rPr>
          <w:sz w:val="28"/>
          <w:szCs w:val="28"/>
          <w:lang w:val="uk-UA"/>
        </w:rPr>
        <w:t xml:space="preserve">сільська рада </w:t>
      </w:r>
    </w:p>
    <w:p w:rsidR="00CF1F0C" w:rsidRPr="004F64CD" w:rsidRDefault="00CF1F0C" w:rsidP="004F64CD">
      <w:pPr>
        <w:pStyle w:val="Default"/>
        <w:rPr>
          <w:sz w:val="28"/>
          <w:szCs w:val="28"/>
          <w:lang w:val="uk-UA"/>
        </w:rPr>
      </w:pPr>
    </w:p>
    <w:p w:rsidR="00CF1F0C" w:rsidRDefault="00CF1F0C" w:rsidP="004F64CD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 w:rsidRPr="004F64CD">
        <w:rPr>
          <w:b/>
          <w:bCs/>
          <w:sz w:val="28"/>
          <w:szCs w:val="28"/>
        </w:rPr>
        <w:t>:</w:t>
      </w:r>
    </w:p>
    <w:p w:rsidR="00CF1F0C" w:rsidRPr="0032001F" w:rsidRDefault="00CF1F0C" w:rsidP="004F64CD">
      <w:pPr>
        <w:pStyle w:val="Default"/>
        <w:jc w:val="center"/>
        <w:rPr>
          <w:sz w:val="28"/>
          <w:szCs w:val="28"/>
          <w:lang w:val="uk-UA"/>
        </w:rPr>
      </w:pPr>
    </w:p>
    <w:p w:rsidR="00CF1F0C" w:rsidRDefault="00CF1F0C" w:rsidP="004F64CD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1.Затвердити Положення про присвоєння звання «Почесний громадянин села» (додається).</w:t>
      </w:r>
    </w:p>
    <w:p w:rsidR="00CF1F0C" w:rsidRPr="0032001F" w:rsidRDefault="00CF1F0C" w:rsidP="004F64CD">
      <w:pPr>
        <w:pStyle w:val="Default"/>
        <w:rPr>
          <w:sz w:val="28"/>
          <w:szCs w:val="28"/>
          <w:lang w:val="uk-UA"/>
        </w:rPr>
      </w:pPr>
    </w:p>
    <w:p w:rsidR="00CF1F0C" w:rsidRDefault="00CF1F0C" w:rsidP="004F64CD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F64CD">
        <w:rPr>
          <w:sz w:val="28"/>
          <w:szCs w:val="28"/>
          <w:lang w:val="uk-UA"/>
        </w:rPr>
        <w:t>2.Контроль за виконанням рішення покласти на постійну комісі</w:t>
      </w:r>
      <w:r>
        <w:rPr>
          <w:sz w:val="28"/>
          <w:szCs w:val="28"/>
          <w:lang w:val="uk-UA"/>
        </w:rPr>
        <w:t>ю сільської</w:t>
      </w:r>
      <w:r w:rsidRPr="004F64CD">
        <w:rPr>
          <w:sz w:val="28"/>
          <w:szCs w:val="28"/>
          <w:lang w:val="uk-UA"/>
        </w:rPr>
        <w:t xml:space="preserve"> ради з питань </w:t>
      </w:r>
      <w:r>
        <w:rPr>
          <w:sz w:val="28"/>
          <w:szCs w:val="28"/>
          <w:lang w:val="uk-UA"/>
        </w:rPr>
        <w:t xml:space="preserve">  запобігання корупції, законності, прав та соціального захисту, депутатської діяльності  та етики </w:t>
      </w:r>
      <w:r w:rsidRPr="004F64C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К.Кисилиця</w:t>
      </w:r>
      <w:r w:rsidRPr="004F64CD">
        <w:rPr>
          <w:sz w:val="28"/>
          <w:szCs w:val="28"/>
          <w:lang w:val="uk-UA"/>
        </w:rPr>
        <w:t>).</w:t>
      </w:r>
    </w:p>
    <w:p w:rsidR="00CF1F0C" w:rsidRDefault="00CF1F0C" w:rsidP="004F64CD">
      <w:pPr>
        <w:pStyle w:val="Default"/>
        <w:rPr>
          <w:sz w:val="28"/>
          <w:szCs w:val="28"/>
          <w:lang w:val="uk-UA"/>
        </w:rPr>
      </w:pPr>
    </w:p>
    <w:p w:rsidR="00CF1F0C" w:rsidRDefault="00CF1F0C" w:rsidP="004F64CD">
      <w:pPr>
        <w:pStyle w:val="Default"/>
        <w:rPr>
          <w:sz w:val="28"/>
          <w:szCs w:val="28"/>
          <w:lang w:val="uk-UA"/>
        </w:rPr>
      </w:pPr>
    </w:p>
    <w:p w:rsidR="00CF1F0C" w:rsidRDefault="00CF1F0C" w:rsidP="004F64CD">
      <w:pPr>
        <w:pStyle w:val="Default"/>
        <w:rPr>
          <w:sz w:val="28"/>
          <w:szCs w:val="28"/>
          <w:lang w:val="uk-UA"/>
        </w:rPr>
      </w:pPr>
    </w:p>
    <w:p w:rsidR="00CF1F0C" w:rsidRPr="004F64CD" w:rsidRDefault="00CF1F0C" w:rsidP="004F64CD">
      <w:pPr>
        <w:pStyle w:val="Default"/>
        <w:rPr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  <w:r w:rsidRPr="004F64CD">
        <w:rPr>
          <w:b/>
          <w:sz w:val="28"/>
          <w:szCs w:val="28"/>
          <w:lang w:val="uk-UA"/>
        </w:rPr>
        <w:t xml:space="preserve">                       Сільський голова          </w:t>
      </w:r>
      <w:r>
        <w:rPr>
          <w:b/>
          <w:sz w:val="28"/>
          <w:szCs w:val="28"/>
          <w:lang w:val="uk-UA"/>
        </w:rPr>
        <w:t xml:space="preserve">       </w:t>
      </w:r>
      <w:r w:rsidRPr="004F64CD">
        <w:rPr>
          <w:b/>
          <w:sz w:val="28"/>
          <w:szCs w:val="28"/>
          <w:lang w:val="uk-UA"/>
        </w:rPr>
        <w:t xml:space="preserve">                 Іван ГРИЖИНКУ</w:t>
      </w: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Pr="00B52289" w:rsidRDefault="00CF1F0C" w:rsidP="009E11C2">
      <w:pPr>
        <w:pStyle w:val="1"/>
        <w:ind w:left="4820"/>
        <w:jc w:val="center"/>
        <w:rPr>
          <w:rFonts w:ascii="Times New Roman" w:hAnsi="Times New Roman"/>
          <w:b/>
          <w:sz w:val="28"/>
          <w:lang w:val="uk-UA"/>
        </w:rPr>
      </w:pPr>
      <w:r w:rsidRPr="00B52289">
        <w:rPr>
          <w:rFonts w:ascii="Times New Roman" w:hAnsi="Times New Roman"/>
          <w:b/>
          <w:sz w:val="28"/>
          <w:lang w:val="uk-UA"/>
        </w:rPr>
        <w:t>ЗАТВЕРДЖЕНО</w:t>
      </w:r>
    </w:p>
    <w:p w:rsidR="00CF1F0C" w:rsidRPr="00B52289" w:rsidRDefault="00CF1F0C" w:rsidP="009E11C2">
      <w:pPr>
        <w:pStyle w:val="1"/>
        <w:ind w:left="4820"/>
        <w:jc w:val="both"/>
        <w:rPr>
          <w:rFonts w:ascii="Times New Roman" w:hAnsi="Times New Roman"/>
          <w:sz w:val="28"/>
          <w:szCs w:val="28"/>
          <w:lang w:val="uk-UA"/>
        </w:rPr>
      </w:pPr>
      <w:r w:rsidRPr="00B52289">
        <w:rPr>
          <w:rFonts w:ascii="Times New Roman" w:hAnsi="Times New Roman"/>
          <w:sz w:val="28"/>
          <w:lang w:val="uk-UA"/>
        </w:rPr>
        <w:t xml:space="preserve">Рішення </w:t>
      </w:r>
      <w:r w:rsidRPr="003E6508">
        <w:rPr>
          <w:rFonts w:ascii="Times New Roman" w:hAnsi="Times New Roman"/>
          <w:sz w:val="28"/>
          <w:lang w:val="uk-UA"/>
        </w:rPr>
        <w:t xml:space="preserve">ХХІ </w:t>
      </w:r>
      <w:r w:rsidRPr="00B52289">
        <w:rPr>
          <w:rFonts w:ascii="Times New Roman" w:hAnsi="Times New Roman"/>
          <w:sz w:val="28"/>
          <w:lang w:val="uk-UA"/>
        </w:rPr>
        <w:t xml:space="preserve"> </w:t>
      </w:r>
      <w:r w:rsidRPr="00B52289">
        <w:rPr>
          <w:rFonts w:ascii="Times New Roman" w:hAnsi="Times New Roman"/>
          <w:sz w:val="28"/>
          <w:szCs w:val="28"/>
          <w:lang w:val="uk-UA"/>
        </w:rPr>
        <w:t>сесії</w:t>
      </w:r>
    </w:p>
    <w:p w:rsidR="00CF1F0C" w:rsidRDefault="00CF1F0C" w:rsidP="009E11C2">
      <w:pPr>
        <w:pStyle w:val="1"/>
        <w:ind w:left="48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Петровецької</w:t>
      </w:r>
      <w:r w:rsidRPr="00B52289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сільської</w:t>
      </w:r>
      <w:r w:rsidRPr="00B52289">
        <w:rPr>
          <w:rFonts w:ascii="Times New Roman" w:hAnsi="Times New Roman"/>
          <w:sz w:val="28"/>
          <w:lang w:val="uk-UA"/>
        </w:rPr>
        <w:t xml:space="preserve"> ради </w:t>
      </w:r>
    </w:p>
    <w:p w:rsidR="00CF1F0C" w:rsidRPr="00B52289" w:rsidRDefault="00CF1F0C" w:rsidP="009E11C2">
      <w:pPr>
        <w:pStyle w:val="1"/>
        <w:ind w:left="4820"/>
        <w:jc w:val="both"/>
        <w:rPr>
          <w:rFonts w:ascii="Times New Roman" w:hAnsi="Times New Roman"/>
          <w:sz w:val="28"/>
          <w:lang w:val="uk-UA"/>
        </w:rPr>
      </w:pPr>
      <w:r w:rsidRPr="003E6508">
        <w:rPr>
          <w:rFonts w:ascii="Times New Roman" w:hAnsi="Times New Roman"/>
          <w:sz w:val="28"/>
          <w:lang w:val="en-US"/>
        </w:rPr>
        <w:t>VIII</w:t>
      </w:r>
      <w:r w:rsidRPr="003E6508">
        <w:rPr>
          <w:rFonts w:ascii="Times New Roman" w:hAnsi="Times New Roman"/>
          <w:sz w:val="28"/>
          <w:lang w:val="uk-UA"/>
        </w:rPr>
        <w:t xml:space="preserve"> </w:t>
      </w:r>
      <w:r w:rsidRPr="00B52289">
        <w:rPr>
          <w:rFonts w:ascii="Times New Roman" w:hAnsi="Times New Roman"/>
          <w:sz w:val="28"/>
          <w:lang w:val="uk-UA"/>
        </w:rPr>
        <w:t>скликання</w:t>
      </w:r>
    </w:p>
    <w:p w:rsidR="00CF1F0C" w:rsidRDefault="00CF1F0C" w:rsidP="009E11C2">
      <w:pPr>
        <w:pStyle w:val="1"/>
        <w:ind w:left="4820"/>
        <w:jc w:val="both"/>
        <w:rPr>
          <w:rFonts w:ascii="Times New Roman" w:hAnsi="Times New Roman"/>
          <w:sz w:val="28"/>
          <w:lang w:val="uk-UA"/>
        </w:rPr>
      </w:pPr>
      <w:r w:rsidRPr="00B52289">
        <w:rPr>
          <w:rFonts w:ascii="Times New Roman" w:hAnsi="Times New Roman"/>
          <w:sz w:val="28"/>
          <w:lang w:val="uk-UA"/>
        </w:rPr>
        <w:t xml:space="preserve">від </w:t>
      </w:r>
      <w:r>
        <w:rPr>
          <w:rFonts w:ascii="Times New Roman" w:hAnsi="Times New Roman"/>
          <w:sz w:val="28"/>
          <w:lang w:val="uk-UA"/>
        </w:rPr>
        <w:t xml:space="preserve">30 листопада </w:t>
      </w:r>
      <w:r w:rsidRPr="00C66E09">
        <w:rPr>
          <w:rFonts w:ascii="Times New Roman" w:hAnsi="Times New Roman"/>
          <w:sz w:val="28"/>
          <w:lang w:val="uk-UA"/>
        </w:rPr>
        <w:t>202</w:t>
      </w:r>
      <w:r>
        <w:rPr>
          <w:rFonts w:ascii="Times New Roman" w:hAnsi="Times New Roman"/>
          <w:sz w:val="28"/>
          <w:lang w:val="uk-UA"/>
        </w:rPr>
        <w:t>1</w:t>
      </w:r>
      <w:r w:rsidRPr="00B52289">
        <w:rPr>
          <w:rFonts w:ascii="Times New Roman" w:hAnsi="Times New Roman"/>
          <w:sz w:val="28"/>
          <w:lang w:val="uk-UA"/>
        </w:rPr>
        <w:t xml:space="preserve"> р. </w:t>
      </w:r>
    </w:p>
    <w:p w:rsidR="00CF1F0C" w:rsidRPr="00C66E09" w:rsidRDefault="00CF1F0C" w:rsidP="009E11C2">
      <w:pPr>
        <w:pStyle w:val="1"/>
        <w:ind w:left="4820"/>
        <w:jc w:val="both"/>
        <w:rPr>
          <w:rFonts w:ascii="Times New Roman" w:hAnsi="Times New Roman"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469-21/2021</w:t>
      </w:r>
    </w:p>
    <w:p w:rsidR="00CF1F0C" w:rsidRPr="00B52289" w:rsidRDefault="00CF1F0C" w:rsidP="009E11C2">
      <w:pPr>
        <w:jc w:val="center"/>
        <w:rPr>
          <w:sz w:val="28"/>
          <w:szCs w:val="28"/>
          <w:lang w:val="uk-UA"/>
        </w:rPr>
      </w:pPr>
    </w:p>
    <w:p w:rsidR="00CF1F0C" w:rsidRPr="0032001F" w:rsidRDefault="00CF1F0C" w:rsidP="009E11C2">
      <w:pPr>
        <w:pStyle w:val="Default"/>
        <w:rPr>
          <w:sz w:val="28"/>
          <w:szCs w:val="28"/>
          <w:lang w:val="uk-UA"/>
        </w:rPr>
      </w:pPr>
    </w:p>
    <w:p w:rsidR="00CF1F0C" w:rsidRPr="0032001F" w:rsidRDefault="00CF1F0C" w:rsidP="009E11C2">
      <w:pPr>
        <w:pStyle w:val="Default"/>
        <w:rPr>
          <w:sz w:val="28"/>
          <w:szCs w:val="28"/>
          <w:lang w:val="uk-UA"/>
        </w:rPr>
      </w:pPr>
    </w:p>
    <w:p w:rsidR="00CF1F0C" w:rsidRPr="0032001F" w:rsidRDefault="00CF1F0C" w:rsidP="009E11C2">
      <w:pPr>
        <w:pStyle w:val="Default"/>
        <w:jc w:val="center"/>
        <w:rPr>
          <w:b/>
          <w:sz w:val="28"/>
          <w:szCs w:val="28"/>
        </w:rPr>
      </w:pPr>
      <w:r w:rsidRPr="0032001F">
        <w:rPr>
          <w:b/>
          <w:bCs/>
          <w:sz w:val="28"/>
          <w:szCs w:val="28"/>
        </w:rPr>
        <w:t>ПОЛОЖЕННЯ</w:t>
      </w:r>
    </w:p>
    <w:p w:rsidR="00CF1F0C" w:rsidRPr="0032001F" w:rsidRDefault="00CF1F0C" w:rsidP="009E11C2">
      <w:pPr>
        <w:pStyle w:val="Default"/>
        <w:jc w:val="center"/>
        <w:rPr>
          <w:b/>
          <w:sz w:val="28"/>
          <w:szCs w:val="28"/>
        </w:rPr>
      </w:pPr>
      <w:r w:rsidRPr="0032001F">
        <w:rPr>
          <w:bCs/>
          <w:sz w:val="28"/>
          <w:szCs w:val="28"/>
        </w:rPr>
        <w:t>про присвоєння звання</w:t>
      </w:r>
      <w:r w:rsidRPr="0032001F">
        <w:rPr>
          <w:b/>
          <w:bCs/>
          <w:sz w:val="28"/>
          <w:szCs w:val="28"/>
        </w:rPr>
        <w:t xml:space="preserve"> "Почесний громадянин села"</w:t>
      </w:r>
    </w:p>
    <w:p w:rsidR="00CF1F0C" w:rsidRPr="0032001F" w:rsidRDefault="00CF1F0C" w:rsidP="009E11C2">
      <w:pPr>
        <w:pStyle w:val="Default"/>
        <w:jc w:val="center"/>
        <w:rPr>
          <w:color w:val="FF0000"/>
          <w:sz w:val="28"/>
          <w:szCs w:val="28"/>
          <w:u w:val="single"/>
        </w:rPr>
      </w:pPr>
      <w:r w:rsidRPr="0032001F">
        <w:rPr>
          <w:bCs/>
          <w:color w:val="FF0000"/>
          <w:sz w:val="28"/>
          <w:szCs w:val="28"/>
          <w:u w:val="single"/>
        </w:rPr>
        <w:t>населених пунктів</w:t>
      </w:r>
      <w:r w:rsidRPr="0032001F">
        <w:rPr>
          <w:bCs/>
          <w:color w:val="FF0000"/>
          <w:sz w:val="28"/>
          <w:szCs w:val="28"/>
          <w:u w:val="single"/>
          <w:lang w:val="uk-UA"/>
        </w:rPr>
        <w:t xml:space="preserve"> Петровецької </w:t>
      </w:r>
      <w:r w:rsidRPr="0032001F">
        <w:rPr>
          <w:bCs/>
          <w:color w:val="FF0000"/>
          <w:sz w:val="28"/>
          <w:szCs w:val="28"/>
          <w:u w:val="single"/>
        </w:rPr>
        <w:t xml:space="preserve"> сільської ради</w:t>
      </w:r>
    </w:p>
    <w:p w:rsidR="00CF1F0C" w:rsidRPr="0032001F" w:rsidRDefault="00CF1F0C" w:rsidP="009E11C2">
      <w:pPr>
        <w:pStyle w:val="Default"/>
        <w:jc w:val="center"/>
        <w:rPr>
          <w:sz w:val="28"/>
          <w:szCs w:val="28"/>
        </w:rPr>
      </w:pPr>
      <w:r w:rsidRPr="0032001F">
        <w:rPr>
          <w:bCs/>
          <w:sz w:val="28"/>
          <w:szCs w:val="28"/>
        </w:rPr>
        <w:t>(територіальної громади)</w:t>
      </w:r>
    </w:p>
    <w:p w:rsidR="00CF1F0C" w:rsidRDefault="00CF1F0C" w:rsidP="009E11C2">
      <w:pPr>
        <w:pStyle w:val="Default"/>
        <w:rPr>
          <w:bCs/>
          <w:sz w:val="28"/>
          <w:szCs w:val="28"/>
          <w:lang w:val="uk-UA"/>
        </w:rPr>
      </w:pPr>
      <w:r w:rsidRPr="0032001F">
        <w:rPr>
          <w:bCs/>
          <w:sz w:val="28"/>
          <w:szCs w:val="28"/>
        </w:rPr>
        <w:t xml:space="preserve">1. Загальні положення </w:t>
      </w:r>
    </w:p>
    <w:p w:rsidR="00CF1F0C" w:rsidRPr="00E85980" w:rsidRDefault="00CF1F0C" w:rsidP="009E11C2">
      <w:pPr>
        <w:pStyle w:val="Default"/>
        <w:rPr>
          <w:sz w:val="28"/>
          <w:szCs w:val="28"/>
          <w:lang w:val="uk-UA"/>
        </w:rPr>
      </w:pPr>
    </w:p>
    <w:p w:rsidR="00CF1F0C" w:rsidRPr="0032001F" w:rsidRDefault="00CF1F0C" w:rsidP="009E11C2">
      <w:pPr>
        <w:pStyle w:val="Default"/>
        <w:rPr>
          <w:sz w:val="28"/>
          <w:szCs w:val="28"/>
          <w:lang w:val="uk-UA"/>
        </w:rPr>
      </w:pPr>
      <w:r w:rsidRPr="0032001F">
        <w:rPr>
          <w:sz w:val="28"/>
          <w:szCs w:val="28"/>
        </w:rPr>
        <w:t xml:space="preserve">1.1. Звання „ Почесний громадянин села" населених пунктів </w:t>
      </w:r>
      <w:r>
        <w:rPr>
          <w:i/>
          <w:color w:val="FF0000"/>
          <w:sz w:val="28"/>
          <w:szCs w:val="28"/>
          <w:lang w:val="uk-UA"/>
        </w:rPr>
        <w:t xml:space="preserve">Петровецької </w:t>
      </w:r>
      <w:r w:rsidRPr="0032001F">
        <w:rPr>
          <w:i/>
          <w:color w:val="FF0000"/>
          <w:sz w:val="28"/>
          <w:szCs w:val="28"/>
        </w:rPr>
        <w:t xml:space="preserve"> сільської ради (територіальної громади)</w:t>
      </w:r>
      <w:r w:rsidRPr="0032001F">
        <w:rPr>
          <w:sz w:val="28"/>
          <w:szCs w:val="28"/>
        </w:rPr>
        <w:t>є вищою оцінкою територіальної громади села і присвоюється його мешканцям за видатні особисті заслуги перед громадою у соціально-економічному розвитку громади, промисловому та соціально-культурном</w:t>
      </w:r>
      <w:r>
        <w:rPr>
          <w:sz w:val="28"/>
          <w:szCs w:val="28"/>
        </w:rPr>
        <w:t>у будівництві, у розвитку в сел</w:t>
      </w:r>
      <w:r>
        <w:rPr>
          <w:sz w:val="28"/>
          <w:szCs w:val="28"/>
          <w:lang w:val="uk-UA"/>
        </w:rPr>
        <w:t>і</w:t>
      </w:r>
      <w:r w:rsidRPr="0032001F">
        <w:rPr>
          <w:sz w:val="28"/>
          <w:szCs w:val="28"/>
        </w:rPr>
        <w:t xml:space="preserve"> охорони здоров'я, науки, культури, освіти, в охороні громадського порядку, громадській роботі; за благодійницьку допомогу сільським закладам освіти, культури, охорони здоров'я, спорту, соціального захисту тощо </w:t>
      </w:r>
      <w:r>
        <w:rPr>
          <w:sz w:val="28"/>
          <w:szCs w:val="28"/>
          <w:lang w:val="uk-UA"/>
        </w:rPr>
        <w:t>.</w:t>
      </w:r>
    </w:p>
    <w:p w:rsidR="00CF1F0C" w:rsidRPr="00E85980" w:rsidRDefault="00CF1F0C" w:rsidP="009E11C2">
      <w:pPr>
        <w:pStyle w:val="Default"/>
        <w:rPr>
          <w:sz w:val="28"/>
          <w:szCs w:val="28"/>
        </w:rPr>
      </w:pPr>
      <w:r w:rsidRPr="0032001F">
        <w:rPr>
          <w:sz w:val="28"/>
          <w:szCs w:val="28"/>
        </w:rPr>
        <w:t>1.2. Звання „Почесний громадянин села" може бути присвоєно як громадянам України, так і видатним іноземним громадянам, які одержали визнання жителів села, прославили село</w:t>
      </w:r>
      <w:bookmarkStart w:id="0" w:name="_GoBack"/>
      <w:bookmarkEnd w:id="0"/>
      <w:r w:rsidRPr="0032001F">
        <w:rPr>
          <w:sz w:val="28"/>
          <w:szCs w:val="28"/>
        </w:rPr>
        <w:t xml:space="preserve"> за його межами.</w:t>
      </w:r>
    </w:p>
    <w:p w:rsidR="00CF1F0C" w:rsidRPr="0032001F" w:rsidRDefault="00CF1F0C" w:rsidP="009E11C2">
      <w:pPr>
        <w:pStyle w:val="Default"/>
        <w:rPr>
          <w:sz w:val="28"/>
          <w:szCs w:val="28"/>
          <w:lang w:val="uk-UA"/>
        </w:rPr>
      </w:pPr>
      <w:r w:rsidRPr="0032001F">
        <w:rPr>
          <w:sz w:val="28"/>
          <w:szCs w:val="28"/>
        </w:rPr>
        <w:t xml:space="preserve">1.3. Особам, відзначеним званням «Почесний громадянин села», вручаються: посвідчення і нагрудний знак. </w:t>
      </w:r>
    </w:p>
    <w:p w:rsidR="00CF1F0C" w:rsidRPr="0032001F" w:rsidRDefault="00CF1F0C" w:rsidP="009E11C2">
      <w:pPr>
        <w:pStyle w:val="Default"/>
        <w:rPr>
          <w:sz w:val="28"/>
          <w:szCs w:val="28"/>
        </w:rPr>
      </w:pPr>
      <w:r w:rsidRPr="0032001F">
        <w:rPr>
          <w:bCs/>
          <w:sz w:val="28"/>
          <w:szCs w:val="28"/>
        </w:rPr>
        <w:t xml:space="preserve">2. Порядок присвоєння звання </w:t>
      </w:r>
    </w:p>
    <w:p w:rsidR="00CF1F0C" w:rsidRPr="0032001F" w:rsidRDefault="00CF1F0C" w:rsidP="009E11C2">
      <w:pPr>
        <w:pStyle w:val="Default"/>
        <w:rPr>
          <w:sz w:val="28"/>
          <w:szCs w:val="28"/>
          <w:lang w:val="uk-UA"/>
        </w:rPr>
      </w:pPr>
      <w:r w:rsidRPr="0032001F">
        <w:rPr>
          <w:sz w:val="28"/>
          <w:szCs w:val="28"/>
        </w:rPr>
        <w:t xml:space="preserve">2.1. Рішення про присвоєння звання "Почесний громадянин села приймається сільською радою більшістю депутатів від загального складу ради. </w:t>
      </w:r>
    </w:p>
    <w:p w:rsidR="00CF1F0C" w:rsidRPr="0032001F" w:rsidRDefault="00CF1F0C" w:rsidP="009E11C2">
      <w:pPr>
        <w:pStyle w:val="Default"/>
        <w:rPr>
          <w:sz w:val="28"/>
          <w:szCs w:val="28"/>
        </w:rPr>
      </w:pPr>
      <w:r w:rsidRPr="0032001F">
        <w:rPr>
          <w:sz w:val="28"/>
          <w:szCs w:val="28"/>
        </w:rPr>
        <w:t xml:space="preserve">2.3. Право висування кандидатур претендентів щодо присвоєння звання "Почесний громадянин села» належить: </w:t>
      </w:r>
    </w:p>
    <w:p w:rsidR="00CF1F0C" w:rsidRPr="0032001F" w:rsidRDefault="00CF1F0C" w:rsidP="009E11C2">
      <w:pPr>
        <w:pStyle w:val="Default"/>
        <w:rPr>
          <w:sz w:val="28"/>
          <w:szCs w:val="28"/>
        </w:rPr>
      </w:pPr>
      <w:r w:rsidRPr="0032001F">
        <w:rPr>
          <w:sz w:val="28"/>
          <w:szCs w:val="28"/>
        </w:rPr>
        <w:t xml:space="preserve">голові сільської ради; </w:t>
      </w:r>
    </w:p>
    <w:p w:rsidR="00CF1F0C" w:rsidRPr="0032001F" w:rsidRDefault="00CF1F0C" w:rsidP="009E11C2">
      <w:pPr>
        <w:pStyle w:val="Default"/>
        <w:rPr>
          <w:sz w:val="28"/>
          <w:szCs w:val="28"/>
        </w:rPr>
      </w:pPr>
      <w:r w:rsidRPr="0032001F">
        <w:rPr>
          <w:sz w:val="28"/>
          <w:szCs w:val="28"/>
        </w:rPr>
        <w:t xml:space="preserve">постійним комісіям </w:t>
      </w:r>
      <w:r>
        <w:rPr>
          <w:sz w:val="28"/>
          <w:szCs w:val="28"/>
          <w:lang w:val="uk-UA"/>
        </w:rPr>
        <w:t xml:space="preserve">Петровецької </w:t>
      </w:r>
      <w:r w:rsidRPr="0032001F">
        <w:rPr>
          <w:sz w:val="28"/>
          <w:szCs w:val="28"/>
        </w:rPr>
        <w:t xml:space="preserve">сільської ради; </w:t>
      </w:r>
    </w:p>
    <w:p w:rsidR="00CF1F0C" w:rsidRPr="0032001F" w:rsidRDefault="00CF1F0C" w:rsidP="009E11C2">
      <w:pPr>
        <w:pStyle w:val="Default"/>
        <w:rPr>
          <w:sz w:val="28"/>
          <w:szCs w:val="28"/>
        </w:rPr>
      </w:pPr>
      <w:r w:rsidRPr="0032001F">
        <w:rPr>
          <w:sz w:val="28"/>
          <w:szCs w:val="28"/>
        </w:rPr>
        <w:t xml:space="preserve">пропозицій від зборів громадян села, колективів підприємств, організацій, установ села, об'єднань громадян. </w:t>
      </w:r>
    </w:p>
    <w:p w:rsidR="00CF1F0C" w:rsidRPr="00E85980" w:rsidRDefault="00CF1F0C" w:rsidP="009E11C2">
      <w:pPr>
        <w:pStyle w:val="Default"/>
        <w:pageBreakBefore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2001F">
        <w:rPr>
          <w:sz w:val="28"/>
          <w:szCs w:val="28"/>
        </w:rPr>
        <w:t>.4. Самовисування на звання „Почесний громадянин села" не розглядаються.</w:t>
      </w:r>
    </w:p>
    <w:p w:rsidR="00CF1F0C" w:rsidRDefault="00CF1F0C" w:rsidP="009E11C2">
      <w:pPr>
        <w:pStyle w:val="Defaul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2.5</w:t>
      </w:r>
      <w:r w:rsidRPr="0032001F">
        <w:rPr>
          <w:color w:val="auto"/>
          <w:sz w:val="28"/>
          <w:szCs w:val="28"/>
        </w:rPr>
        <w:t>Розгляд питань про присвоєння звання „Почесний громадянин села" проводиться один раз на рік</w:t>
      </w:r>
      <w:r>
        <w:rPr>
          <w:color w:val="auto"/>
          <w:sz w:val="28"/>
          <w:szCs w:val="28"/>
        </w:rPr>
        <w:t>.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2.6. Облік і реєстрацію осіб, яким присвоєно звання „Почесний громадянин села" забезпечує секретар ради.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Дані про громадянина, якому присвоєне звання, заносяться до "Книги почесних громадян сільської ради спеціального зразка.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2.8. Про присвоєння звання "Почесний громадянин села" робиться офіційне повідомлення у засобах масової інформації.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2.9 В разі смерті особи, відзначеної званням „Почесний громадянин села", його посвідчення і пам'ятний знак залишаються у спадкоємців без права носіння, а в разі їх відсутності або за їх бажанням приймаються на збереження до сільської ради.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3.</w:t>
      </w:r>
      <w:r w:rsidRPr="0032001F">
        <w:rPr>
          <w:bCs/>
          <w:color w:val="auto"/>
          <w:sz w:val="28"/>
          <w:szCs w:val="28"/>
        </w:rPr>
        <w:t xml:space="preserve">Порядок нагородження осіб, яким присвоєно звання „Почесний громадянин села" та ознаки звання.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</w:t>
      </w:r>
      <w:r w:rsidRPr="0032001F">
        <w:rPr>
          <w:color w:val="auto"/>
          <w:sz w:val="28"/>
          <w:szCs w:val="28"/>
        </w:rPr>
        <w:t xml:space="preserve">Вручення посвідчення та пам'ятного знаку „Почесний громадянин села" проводиться від імені та за дорученням сесії сільської ради.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3.2. Рішення сільської ради про присвоєння звання „Почесний громадянин села" доводиться до відома громадян через засоби масової інформації.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3.3. Громадянину, якому присвоєне звання "Почесний громадянин села» вручається рішення сільської ради про присвоєння звання, посвідчення Почесного громадянина, нагрудний знак Почесного громадянина спеціального зразка.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3.4.У випадку присвоєння звання "Почесний громадянин села" посмертно, нащадкам вручається рішення сільської ради.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bCs/>
          <w:color w:val="auto"/>
          <w:sz w:val="28"/>
          <w:szCs w:val="28"/>
        </w:rPr>
        <w:t xml:space="preserve">4. Опис атрибутів „Почесного громадянина села.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4.1. Рішення сільської ради про присвоєння звання "Почесний громадянин села" виготовляється на аркуші з цупкого паперу із підписом сільського голови, печаткою сільської ради, ламінується.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4.2. Посвідчення почесного громадянина виготовляється у вигляді книжки із цупкого картону розміром 95х65 мм. </w:t>
      </w:r>
    </w:p>
    <w:p w:rsidR="00CF1F0C" w:rsidRPr="00E85980" w:rsidRDefault="00CF1F0C" w:rsidP="009E11C2">
      <w:pPr>
        <w:pStyle w:val="Default"/>
        <w:rPr>
          <w:color w:val="auto"/>
          <w:sz w:val="28"/>
          <w:szCs w:val="28"/>
          <w:lang w:val="uk-UA"/>
        </w:rPr>
      </w:pPr>
      <w:r w:rsidRPr="0032001F">
        <w:rPr>
          <w:color w:val="auto"/>
          <w:sz w:val="28"/>
          <w:szCs w:val="28"/>
        </w:rPr>
        <w:t>На титульному боці книжки надп</w:t>
      </w:r>
      <w:r>
        <w:rPr>
          <w:color w:val="auto"/>
          <w:sz w:val="28"/>
          <w:szCs w:val="28"/>
        </w:rPr>
        <w:t xml:space="preserve">ис "Почесний громадянин села". </w:t>
      </w:r>
    </w:p>
    <w:p w:rsidR="00CF1F0C" w:rsidRPr="00E85980" w:rsidRDefault="00CF1F0C" w:rsidP="009E11C2">
      <w:pPr>
        <w:pStyle w:val="Default"/>
        <w:pageBreakBefore/>
        <w:rPr>
          <w:color w:val="auto"/>
          <w:sz w:val="28"/>
          <w:szCs w:val="28"/>
          <w:lang w:val="uk-UA"/>
        </w:rPr>
      </w:pPr>
      <w:r w:rsidRPr="00E85980">
        <w:rPr>
          <w:color w:val="auto"/>
          <w:sz w:val="28"/>
          <w:szCs w:val="28"/>
          <w:lang w:val="uk-UA"/>
        </w:rPr>
        <w:t xml:space="preserve">На лівому внутрішньому боці книжки вказується номер посвідчення, прізвище, ім'я та по батькові Почесного громадянина, підпис сільського голови скріплений печаткою сільської ради.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На правому внутрішньому боці книжки поміщається фотокартка Почесного громадянина розміром 30х40 мм, його власноручний підпис, дата видачі посвідчення.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4.3. Нагрудний знак почесного громадянина виготовляється з металевої пластинки розміром 35х25х2 з кольоровим забарвленням герба та надпису "Почесний громадянин села".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bCs/>
          <w:color w:val="auto"/>
          <w:sz w:val="28"/>
          <w:szCs w:val="28"/>
        </w:rPr>
        <w:t xml:space="preserve">5. Книга обліку почесних громадян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5.1. Книга обліку почесних громадян села виготовляється розміром 40х27 см з цупкого картону.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На титульному боці книги робиться напис "Почесні громадяни села".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>Книга містить аркуші на кожному з яких поміщається фотогр</w:t>
      </w:r>
      <w:r>
        <w:rPr>
          <w:color w:val="auto"/>
          <w:sz w:val="28"/>
          <w:szCs w:val="28"/>
        </w:rPr>
        <w:t>афія почесного громадянина села</w:t>
      </w:r>
      <w:r w:rsidRPr="0032001F">
        <w:rPr>
          <w:color w:val="auto"/>
          <w:sz w:val="28"/>
          <w:szCs w:val="28"/>
        </w:rPr>
        <w:t xml:space="preserve">, його коротка біографічна довідка, підстави та рішення про присвоєння звання.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Книга обліку почесних громадян села зберігається у виконавчому комітеті сільської ради.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bCs/>
          <w:color w:val="auto"/>
          <w:sz w:val="28"/>
          <w:szCs w:val="28"/>
        </w:rPr>
        <w:t xml:space="preserve">6. Позбавлення звання </w:t>
      </w: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  <w:r w:rsidRPr="0032001F">
        <w:rPr>
          <w:color w:val="auto"/>
          <w:sz w:val="28"/>
          <w:szCs w:val="28"/>
        </w:rPr>
        <w:t xml:space="preserve">6.1. Звання Почесного громадянина села анулюється в випадку набрання законної сили обвинувачувального вироку щодо громадянина в порядку аналогічного його присвоєння. </w:t>
      </w:r>
    </w:p>
    <w:p w:rsidR="00CF1F0C" w:rsidRPr="0032001F" w:rsidRDefault="00CF1F0C" w:rsidP="009E11C2">
      <w:pPr>
        <w:pStyle w:val="Default"/>
        <w:rPr>
          <w:bCs/>
          <w:color w:val="auto"/>
          <w:sz w:val="28"/>
          <w:szCs w:val="28"/>
          <w:lang w:val="uk-UA"/>
        </w:rPr>
      </w:pPr>
    </w:p>
    <w:p w:rsidR="00CF1F0C" w:rsidRPr="009E11C2" w:rsidRDefault="00CF1F0C" w:rsidP="009E11C2">
      <w:pPr>
        <w:pStyle w:val="Default"/>
        <w:rPr>
          <w:b/>
          <w:bCs/>
          <w:color w:val="auto"/>
          <w:sz w:val="28"/>
          <w:szCs w:val="28"/>
          <w:lang w:val="uk-UA"/>
        </w:rPr>
      </w:pPr>
    </w:p>
    <w:p w:rsidR="00CF1F0C" w:rsidRPr="009E11C2" w:rsidRDefault="00CF1F0C" w:rsidP="009E11C2">
      <w:pPr>
        <w:pStyle w:val="Default"/>
        <w:rPr>
          <w:b/>
          <w:color w:val="auto"/>
          <w:sz w:val="28"/>
          <w:szCs w:val="28"/>
        </w:rPr>
      </w:pPr>
      <w:r w:rsidRPr="009E11C2">
        <w:rPr>
          <w:b/>
          <w:bCs/>
          <w:color w:val="auto"/>
          <w:sz w:val="28"/>
          <w:szCs w:val="28"/>
        </w:rPr>
        <w:t xml:space="preserve">Секретар сільської ради </w:t>
      </w:r>
      <w:r w:rsidRPr="009E11C2">
        <w:rPr>
          <w:b/>
          <w:bCs/>
          <w:color w:val="auto"/>
          <w:sz w:val="28"/>
          <w:szCs w:val="28"/>
          <w:lang w:val="uk-UA"/>
        </w:rPr>
        <w:t xml:space="preserve">                           Людмила ВЛАДЯН</w:t>
      </w:r>
      <w:r w:rsidRPr="009E11C2">
        <w:rPr>
          <w:b/>
          <w:bCs/>
          <w:color w:val="auto"/>
          <w:sz w:val="28"/>
          <w:szCs w:val="28"/>
        </w:rPr>
        <w:t xml:space="preserve"> </w:t>
      </w:r>
    </w:p>
    <w:p w:rsidR="00CF1F0C" w:rsidRPr="00E85980" w:rsidRDefault="00CF1F0C" w:rsidP="009E11C2">
      <w:pPr>
        <w:pStyle w:val="Default"/>
        <w:rPr>
          <w:color w:val="auto"/>
          <w:sz w:val="28"/>
          <w:szCs w:val="28"/>
          <w:lang w:val="uk-UA"/>
        </w:rPr>
      </w:pPr>
    </w:p>
    <w:p w:rsidR="00CF1F0C" w:rsidRPr="0032001F" w:rsidRDefault="00CF1F0C" w:rsidP="009E11C2">
      <w:pPr>
        <w:pStyle w:val="Default"/>
        <w:rPr>
          <w:color w:val="auto"/>
          <w:sz w:val="28"/>
          <w:szCs w:val="28"/>
        </w:rPr>
      </w:pPr>
    </w:p>
    <w:p w:rsidR="00CF1F0C" w:rsidRPr="0032001F" w:rsidRDefault="00CF1F0C" w:rsidP="009E11C2">
      <w:pPr>
        <w:pStyle w:val="Default"/>
        <w:rPr>
          <w:sz w:val="28"/>
          <w:szCs w:val="28"/>
        </w:rPr>
      </w:pPr>
    </w:p>
    <w:p w:rsidR="00CF1F0C" w:rsidRPr="00E85980" w:rsidRDefault="00CF1F0C" w:rsidP="009E11C2">
      <w:pPr>
        <w:rPr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p w:rsidR="00CF1F0C" w:rsidRDefault="00CF1F0C" w:rsidP="00012065">
      <w:pPr>
        <w:pStyle w:val="Default"/>
        <w:rPr>
          <w:b/>
          <w:sz w:val="28"/>
          <w:szCs w:val="28"/>
          <w:lang w:val="uk-UA"/>
        </w:rPr>
      </w:pPr>
    </w:p>
    <w:sectPr w:rsidR="00CF1F0C" w:rsidSect="0032001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F6A"/>
    <w:rsid w:val="00012065"/>
    <w:rsid w:val="00031414"/>
    <w:rsid w:val="00083158"/>
    <w:rsid w:val="000C15E2"/>
    <w:rsid w:val="001F4ABB"/>
    <w:rsid w:val="0032001F"/>
    <w:rsid w:val="0032540D"/>
    <w:rsid w:val="00381C3A"/>
    <w:rsid w:val="003E6508"/>
    <w:rsid w:val="004F64CD"/>
    <w:rsid w:val="00572BC1"/>
    <w:rsid w:val="00602F6A"/>
    <w:rsid w:val="00610365"/>
    <w:rsid w:val="00850761"/>
    <w:rsid w:val="00867C3F"/>
    <w:rsid w:val="008B0942"/>
    <w:rsid w:val="00924AF0"/>
    <w:rsid w:val="00990DFB"/>
    <w:rsid w:val="009E11C2"/>
    <w:rsid w:val="00B14ABA"/>
    <w:rsid w:val="00B52289"/>
    <w:rsid w:val="00C66E09"/>
    <w:rsid w:val="00CC3776"/>
    <w:rsid w:val="00CF1F0C"/>
    <w:rsid w:val="00D260EB"/>
    <w:rsid w:val="00E66513"/>
    <w:rsid w:val="00E74891"/>
    <w:rsid w:val="00E85980"/>
    <w:rsid w:val="00EC20D0"/>
    <w:rsid w:val="00ED6371"/>
    <w:rsid w:val="00F300F0"/>
    <w:rsid w:val="00F4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C3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F64CD"/>
    <w:pPr>
      <w:keepNext/>
      <w:spacing w:after="0" w:line="240" w:lineRule="auto"/>
      <w:jc w:val="center"/>
      <w:outlineLvl w:val="0"/>
    </w:pPr>
    <w:rPr>
      <w:rFonts w:ascii="Times New Roman" w:hAnsi="Times New Roman"/>
      <w:sz w:val="44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F64C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F64CD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52"/>
      <w:szCs w:val="20"/>
      <w:lang w:val="en-US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141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141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1414"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uiPriority w:val="99"/>
    <w:rsid w:val="0001206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Без интервала1"/>
    <w:uiPriority w:val="99"/>
    <w:rsid w:val="0032001F"/>
  </w:style>
  <w:style w:type="paragraph" w:styleId="DocumentMap">
    <w:name w:val="Document Map"/>
    <w:basedOn w:val="Normal"/>
    <w:link w:val="DocumentMapChar"/>
    <w:uiPriority w:val="99"/>
    <w:semiHidden/>
    <w:rsid w:val="003E65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5C5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844</Words>
  <Characters>4812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Елла</dc:creator>
  <cp:keywords/>
  <dc:description/>
  <cp:lastModifiedBy>Admin</cp:lastModifiedBy>
  <cp:revision>6</cp:revision>
  <cp:lastPrinted>2021-12-03T07:12:00Z</cp:lastPrinted>
  <dcterms:created xsi:type="dcterms:W3CDTF">2021-11-17T06:20:00Z</dcterms:created>
  <dcterms:modified xsi:type="dcterms:W3CDTF">2021-12-03T07:12:00Z</dcterms:modified>
</cp:coreProperties>
</file>