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10E" w:rsidRDefault="00C0710E" w:rsidP="008B015A">
      <w:pPr>
        <w:jc w:val="center"/>
        <w:rPr>
          <w:rFonts w:ascii="Bookman Old Style" w:hAnsi="Bookman Old Style"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25pt;margin-top:15pt;width:54.45pt;height:66.75pt;z-index:251658240" fillcolor="window">
            <v:imagedata r:id="rId7" o:title=""/>
            <w10:wrap type="square" side="right"/>
          </v:shape>
          <o:OLEObject Type="Embed" ProgID="Word.Picture.8" ShapeID="_x0000_s1026" DrawAspect="Content" ObjectID="_1693895305" r:id="rId8"/>
        </w:pict>
      </w:r>
      <w:r w:rsidRPr="00AA3A3A">
        <w:rPr>
          <w:rFonts w:ascii="Bookman Old Style" w:hAnsi="Bookman Old Style"/>
          <w:sz w:val="28"/>
          <w:szCs w:val="28"/>
          <w:lang w:val="uk-UA"/>
        </w:rPr>
        <w:t xml:space="preserve"> </w:t>
      </w:r>
    </w:p>
    <w:p w:rsidR="00C0710E" w:rsidRDefault="00C0710E" w:rsidP="004A098C">
      <w:pPr>
        <w:spacing w:line="276" w:lineRule="auto"/>
        <w:jc w:val="center"/>
        <w:rPr>
          <w:sz w:val="28"/>
          <w:szCs w:val="28"/>
          <w:lang w:val="uk-UA"/>
        </w:rPr>
      </w:pPr>
      <w:r w:rsidRPr="004E6A74">
        <w:rPr>
          <w:sz w:val="28"/>
          <w:szCs w:val="28"/>
          <w:lang w:val="uk-UA"/>
        </w:rPr>
        <w:t xml:space="preserve">                                 </w:t>
      </w:r>
      <w:r w:rsidRPr="00AA3A3A">
        <w:rPr>
          <w:rFonts w:ascii="Bookman Old Style" w:hAnsi="Bookman Old Style"/>
          <w:sz w:val="28"/>
          <w:szCs w:val="28"/>
          <w:lang w:val="uk-UA"/>
        </w:rPr>
        <w:br w:type="textWrapping" w:clear="all"/>
      </w:r>
      <w:r>
        <w:rPr>
          <w:rFonts w:ascii="Bookman Old Style" w:hAnsi="Bookman Old Style"/>
          <w:sz w:val="28"/>
          <w:szCs w:val="28"/>
          <w:lang w:val="uk-UA"/>
        </w:rPr>
        <w:t xml:space="preserve">                                  </w:t>
      </w:r>
    </w:p>
    <w:p w:rsidR="00C0710E" w:rsidRPr="00FF5BE8" w:rsidRDefault="00C0710E" w:rsidP="004A098C">
      <w:pPr>
        <w:jc w:val="center"/>
        <w:rPr>
          <w:sz w:val="30"/>
          <w:szCs w:val="30"/>
          <w:lang w:val="uk-UA"/>
        </w:rPr>
      </w:pPr>
      <w:r w:rsidRPr="00FF5BE8">
        <w:rPr>
          <w:sz w:val="30"/>
          <w:szCs w:val="30"/>
          <w:lang w:val="uk-UA"/>
        </w:rPr>
        <w:t>УКРАЇНА</w:t>
      </w:r>
    </w:p>
    <w:p w:rsidR="00C0710E" w:rsidRPr="00FF5BE8" w:rsidRDefault="00C0710E" w:rsidP="004A09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ПЕТРОВЕЦЬКА СІЛЬСЬК</w:t>
      </w:r>
      <w:r w:rsidRPr="00FF5BE8">
        <w:rPr>
          <w:b/>
          <w:sz w:val="28"/>
          <w:szCs w:val="28"/>
          <w:lang w:val="uk-UA"/>
        </w:rPr>
        <w:t>А РАДА</w:t>
      </w:r>
    </w:p>
    <w:p w:rsidR="00C0710E" w:rsidRPr="00AF43C8" w:rsidRDefault="00C0710E" w:rsidP="004A098C">
      <w:pPr>
        <w:jc w:val="center"/>
        <w:rPr>
          <w:sz w:val="28"/>
          <w:szCs w:val="28"/>
          <w:lang w:val="uk-UA"/>
        </w:rPr>
      </w:pPr>
      <w:r w:rsidRPr="00AF43C8">
        <w:rPr>
          <w:sz w:val="28"/>
          <w:szCs w:val="28"/>
          <w:lang w:val="uk-UA"/>
        </w:rPr>
        <w:t>ЧЕРНІВЕЦЬКОГО РАЙОНУ  ЧЕРНІВЕЦЬКОЇ ОБЛАСТІ</w:t>
      </w:r>
    </w:p>
    <w:p w:rsidR="00C0710E" w:rsidRPr="00EB4FE6" w:rsidRDefault="00C0710E" w:rsidP="00AF43C8">
      <w:pPr>
        <w:shd w:val="clear" w:color="auto" w:fill="FFFFFF"/>
        <w:spacing w:line="322" w:lineRule="exact"/>
        <w:ind w:left="542" w:right="1613" w:firstLine="773"/>
        <w:jc w:val="center"/>
        <w:rPr>
          <w:sz w:val="28"/>
          <w:szCs w:val="28"/>
          <w:lang w:val="uk-UA"/>
        </w:rPr>
      </w:pPr>
      <w:r w:rsidRPr="00AF43C8">
        <w:rPr>
          <w:b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Pr="00EB4FE6">
        <w:rPr>
          <w:sz w:val="28"/>
          <w:szCs w:val="28"/>
          <w:lang w:val="uk-UA"/>
        </w:rPr>
        <w:t xml:space="preserve"> сесія  </w:t>
      </w:r>
      <w:r w:rsidRPr="00EB4FE6">
        <w:rPr>
          <w:sz w:val="28"/>
          <w:szCs w:val="28"/>
          <w:lang w:val="en-US"/>
        </w:rPr>
        <w:t>V</w:t>
      </w:r>
      <w:r w:rsidRPr="00EB4FE6">
        <w:rPr>
          <w:sz w:val="28"/>
          <w:szCs w:val="28"/>
          <w:lang w:val="uk-UA"/>
        </w:rPr>
        <w:t>ІІІ скликання</w:t>
      </w:r>
    </w:p>
    <w:p w:rsidR="00C0710E" w:rsidRPr="005D33F7" w:rsidRDefault="00C0710E" w:rsidP="004A098C">
      <w:pPr>
        <w:shd w:val="clear" w:color="auto" w:fill="FFFFFF"/>
        <w:spacing w:line="322" w:lineRule="exact"/>
        <w:ind w:left="542" w:right="1613" w:firstLine="773"/>
        <w:jc w:val="center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Р І Ш Е Н Н Я</w:t>
      </w:r>
      <w:r w:rsidRPr="00CD4902">
        <w:rPr>
          <w:sz w:val="28"/>
          <w:szCs w:val="28"/>
          <w:lang w:val="uk-UA"/>
        </w:rPr>
        <w:t xml:space="preserve"> </w:t>
      </w:r>
    </w:p>
    <w:p w:rsidR="00C0710E" w:rsidRPr="00FE5A48" w:rsidRDefault="00C0710E" w:rsidP="004A098C">
      <w:pPr>
        <w:shd w:val="clear" w:color="auto" w:fill="FFFFFF"/>
        <w:spacing w:line="322" w:lineRule="exact"/>
        <w:ind w:left="542" w:right="1613" w:firstLine="773"/>
        <w:jc w:val="center"/>
        <w:rPr>
          <w:sz w:val="18"/>
          <w:szCs w:val="18"/>
          <w:lang w:val="uk-UA"/>
        </w:rPr>
      </w:pPr>
    </w:p>
    <w:p w:rsidR="00C0710E" w:rsidRPr="00EB4FE6" w:rsidRDefault="00C0710E" w:rsidP="004A098C">
      <w:pPr>
        <w:jc w:val="both"/>
        <w:rPr>
          <w:sz w:val="28"/>
          <w:szCs w:val="28"/>
          <w:lang w:val="uk-UA"/>
        </w:rPr>
      </w:pPr>
      <w:r w:rsidRPr="00AF43C8">
        <w:rPr>
          <w:b/>
          <w:spacing w:val="-2"/>
          <w:sz w:val="28"/>
          <w:szCs w:val="28"/>
          <w:lang w:val="uk-UA"/>
        </w:rPr>
        <w:t xml:space="preserve"> </w:t>
      </w:r>
      <w:r w:rsidRPr="00EB4FE6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17</w:t>
      </w:r>
      <w:r w:rsidRPr="00EB4FE6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вересня 2021</w:t>
      </w:r>
      <w:r w:rsidRPr="00EB4FE6">
        <w:rPr>
          <w:spacing w:val="-2"/>
          <w:sz w:val="28"/>
          <w:szCs w:val="28"/>
          <w:lang w:val="uk-UA"/>
        </w:rPr>
        <w:t xml:space="preserve"> року    </w:t>
      </w:r>
      <w:r>
        <w:rPr>
          <w:spacing w:val="-2"/>
          <w:sz w:val="28"/>
          <w:szCs w:val="28"/>
          <w:lang w:val="uk-UA"/>
        </w:rPr>
        <w:t xml:space="preserve">     </w:t>
      </w:r>
      <w:r w:rsidRPr="00EB4FE6">
        <w:rPr>
          <w:spacing w:val="-2"/>
          <w:sz w:val="28"/>
          <w:szCs w:val="28"/>
          <w:lang w:val="uk-UA"/>
        </w:rPr>
        <w:t xml:space="preserve">                                                      </w:t>
      </w:r>
      <w:r>
        <w:rPr>
          <w:spacing w:val="-2"/>
          <w:sz w:val="28"/>
          <w:szCs w:val="28"/>
          <w:lang w:val="uk-UA"/>
        </w:rPr>
        <w:t>№ 348-18/2021</w:t>
      </w:r>
    </w:p>
    <w:p w:rsidR="00C0710E" w:rsidRPr="00145545" w:rsidRDefault="00C0710E" w:rsidP="008B015A">
      <w:pPr>
        <w:rPr>
          <w:b/>
          <w:lang w:val="uk-UA"/>
        </w:rPr>
      </w:pPr>
    </w:p>
    <w:p w:rsidR="00C0710E" w:rsidRPr="00754E64" w:rsidRDefault="00C0710E" w:rsidP="0045669F">
      <w:pPr>
        <w:ind w:right="3548"/>
        <w:rPr>
          <w:b/>
          <w:sz w:val="28"/>
          <w:szCs w:val="28"/>
          <w:lang w:val="uk-UA"/>
        </w:rPr>
      </w:pPr>
      <w:r w:rsidRPr="004E6A74">
        <w:rPr>
          <w:b/>
          <w:sz w:val="28"/>
          <w:szCs w:val="28"/>
          <w:lang w:val="uk-UA"/>
        </w:rPr>
        <w:t>Про</w:t>
      </w:r>
      <w:r w:rsidRPr="001E656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внесення змін до</w:t>
      </w:r>
      <w:r w:rsidRPr="004E6A7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</w:t>
      </w:r>
      <w:r w:rsidRPr="00754E64">
        <w:rPr>
          <w:b/>
          <w:sz w:val="28"/>
          <w:szCs w:val="28"/>
          <w:lang w:val="uk-UA"/>
        </w:rPr>
        <w:t>рограм</w:t>
      </w:r>
      <w:r>
        <w:rPr>
          <w:b/>
          <w:sz w:val="28"/>
          <w:szCs w:val="28"/>
          <w:lang w:val="uk-UA"/>
        </w:rPr>
        <w:t>и</w:t>
      </w:r>
      <w:r w:rsidRPr="00754E64">
        <w:rPr>
          <w:b/>
          <w:sz w:val="28"/>
          <w:szCs w:val="28"/>
          <w:lang w:val="uk-UA"/>
        </w:rPr>
        <w:t xml:space="preserve"> підтримки сталого функці</w:t>
      </w:r>
      <w:r>
        <w:rPr>
          <w:b/>
          <w:sz w:val="28"/>
          <w:szCs w:val="28"/>
          <w:lang w:val="uk-UA"/>
        </w:rPr>
        <w:t>онування комунального некомерційного підприємства</w:t>
      </w:r>
      <w:r w:rsidRPr="00754E64">
        <w:rPr>
          <w:b/>
          <w:sz w:val="28"/>
          <w:szCs w:val="28"/>
          <w:lang w:val="uk-UA"/>
        </w:rPr>
        <w:t xml:space="preserve"> «Сторожинецький районний  це</w:t>
      </w:r>
      <w:r>
        <w:rPr>
          <w:b/>
          <w:sz w:val="28"/>
          <w:szCs w:val="28"/>
          <w:lang w:val="uk-UA"/>
        </w:rPr>
        <w:t>нтр  первинної медичної</w:t>
      </w:r>
      <w:r w:rsidRPr="00754E64">
        <w:rPr>
          <w:b/>
          <w:sz w:val="28"/>
          <w:szCs w:val="28"/>
          <w:lang w:val="uk-UA"/>
        </w:rPr>
        <w:t xml:space="preserve"> допомоги» н</w:t>
      </w:r>
      <w:r>
        <w:rPr>
          <w:b/>
          <w:sz w:val="28"/>
          <w:szCs w:val="28"/>
          <w:lang w:val="uk-UA"/>
        </w:rPr>
        <w:t>а 2021 рі</w:t>
      </w:r>
      <w:r w:rsidRPr="00754E64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                                       </w:t>
      </w:r>
    </w:p>
    <w:p w:rsidR="00C0710E" w:rsidRDefault="00C0710E" w:rsidP="008B015A">
      <w:pPr>
        <w:ind w:firstLine="567"/>
        <w:jc w:val="center"/>
        <w:rPr>
          <w:b/>
          <w:sz w:val="16"/>
          <w:szCs w:val="16"/>
          <w:lang w:val="uk-UA"/>
        </w:rPr>
      </w:pPr>
    </w:p>
    <w:p w:rsidR="00C0710E" w:rsidRPr="004E6A74" w:rsidRDefault="00C0710E" w:rsidP="008B015A">
      <w:pPr>
        <w:ind w:firstLine="567"/>
        <w:jc w:val="center"/>
        <w:rPr>
          <w:b/>
          <w:sz w:val="16"/>
          <w:szCs w:val="16"/>
          <w:lang w:val="uk-UA"/>
        </w:rPr>
      </w:pPr>
    </w:p>
    <w:p w:rsidR="00C0710E" w:rsidRPr="004E6A74" w:rsidRDefault="00C0710E" w:rsidP="008B015A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uk-UA"/>
        </w:rPr>
      </w:pPr>
      <w:r w:rsidRPr="004E6A74">
        <w:rPr>
          <w:sz w:val="28"/>
          <w:lang w:val="uk-UA"/>
        </w:rPr>
        <w:tab/>
      </w:r>
      <w:r>
        <w:rPr>
          <w:sz w:val="28"/>
          <w:lang w:val="uk-UA"/>
        </w:rPr>
        <w:t>К</w:t>
      </w:r>
      <w:r w:rsidRPr="004E6A74">
        <w:rPr>
          <w:sz w:val="28"/>
          <w:lang w:val="uk-UA"/>
        </w:rPr>
        <w:t xml:space="preserve">еруючись </w:t>
      </w:r>
      <w:r>
        <w:rPr>
          <w:sz w:val="28"/>
          <w:lang w:val="uk-UA"/>
        </w:rPr>
        <w:t>ст.26 Закону України «</w:t>
      </w:r>
      <w:r w:rsidRPr="004E6A74">
        <w:rPr>
          <w:sz w:val="28"/>
          <w:lang w:val="uk-UA"/>
        </w:rPr>
        <w:t>Про місцеве самоврядування в Україні</w:t>
      </w:r>
      <w:r>
        <w:rPr>
          <w:sz w:val="28"/>
          <w:lang w:val="uk-UA"/>
        </w:rPr>
        <w:t>»</w:t>
      </w:r>
      <w:r w:rsidRPr="004E6A7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4E6A74">
        <w:rPr>
          <w:sz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>забезпечення стабільної роботи АЗПСМ та ФАПу комунального некомерційного підприємства «Сторожинецький районний центр ПМД»</w:t>
      </w:r>
      <w:r>
        <w:rPr>
          <w:sz w:val="28"/>
          <w:lang w:val="uk-UA"/>
        </w:rPr>
        <w:t xml:space="preserve">, </w:t>
      </w:r>
    </w:p>
    <w:p w:rsidR="00C0710E" w:rsidRDefault="00C0710E" w:rsidP="008B015A">
      <w:pPr>
        <w:jc w:val="center"/>
        <w:rPr>
          <w:b/>
          <w:sz w:val="28"/>
          <w:szCs w:val="28"/>
          <w:lang w:val="uk-UA"/>
        </w:rPr>
      </w:pPr>
    </w:p>
    <w:p w:rsidR="00C0710E" w:rsidRDefault="00C0710E" w:rsidP="008B01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сільська рада вирішила:  </w:t>
      </w:r>
    </w:p>
    <w:p w:rsidR="00C0710E" w:rsidRDefault="00C0710E" w:rsidP="008B015A">
      <w:pPr>
        <w:jc w:val="center"/>
        <w:rPr>
          <w:b/>
          <w:sz w:val="28"/>
          <w:szCs w:val="28"/>
          <w:lang w:val="uk-UA"/>
        </w:rPr>
      </w:pPr>
    </w:p>
    <w:p w:rsidR="00C0710E" w:rsidRDefault="00C0710E" w:rsidP="0082624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 Внести зміни до  розділу 1 підпункту 9 Програми підтримки та сталого функціонування комунального некомерційного підприємства «Сторожинецький районний центр ПМД» на 2021 рік (далі Програми) та викласти його у новій редакції:</w:t>
      </w:r>
    </w:p>
    <w:p w:rsidR="00C0710E" w:rsidRDefault="00C0710E" w:rsidP="0045669F">
      <w:pPr>
        <w:ind w:left="1056"/>
        <w:rPr>
          <w:sz w:val="28"/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678"/>
        <w:gridCol w:w="3969"/>
      </w:tblGrid>
      <w:tr w:rsidR="00C0710E" w:rsidRPr="004A098C" w:rsidTr="0045669F">
        <w:tc>
          <w:tcPr>
            <w:tcW w:w="567" w:type="dxa"/>
          </w:tcPr>
          <w:p w:rsidR="00C0710E" w:rsidRPr="00827F24" w:rsidRDefault="00C0710E" w:rsidP="00496ED7">
            <w:pPr>
              <w:jc w:val="center"/>
              <w:rPr>
                <w:sz w:val="28"/>
                <w:szCs w:val="28"/>
              </w:rPr>
            </w:pPr>
            <w:r w:rsidRPr="00827F24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C0710E" w:rsidRPr="00827F24" w:rsidRDefault="00C0710E" w:rsidP="00496ED7">
            <w:pPr>
              <w:rPr>
                <w:sz w:val="28"/>
                <w:szCs w:val="28"/>
                <w:lang w:val="uk-UA"/>
              </w:rPr>
            </w:pPr>
            <w:r w:rsidRPr="00826240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  <w:r w:rsidRPr="00827F24">
              <w:rPr>
                <w:sz w:val="28"/>
                <w:szCs w:val="28"/>
                <w:lang w:val="uk-UA"/>
              </w:rPr>
              <w:t xml:space="preserve"> (тис. грн.) </w:t>
            </w:r>
          </w:p>
        </w:tc>
        <w:tc>
          <w:tcPr>
            <w:tcW w:w="3969" w:type="dxa"/>
          </w:tcPr>
          <w:p w:rsidR="00C0710E" w:rsidRPr="00B96F41" w:rsidRDefault="00C0710E" w:rsidP="00496ED7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  <w:p w:rsidR="00C0710E" w:rsidRPr="007F0F2B" w:rsidRDefault="00C0710E" w:rsidP="00496E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  <w:r w:rsidRPr="007F0F2B">
              <w:rPr>
                <w:sz w:val="28"/>
                <w:szCs w:val="28"/>
                <w:lang w:val="uk-UA"/>
              </w:rPr>
              <w:t>0,0</w:t>
            </w:r>
          </w:p>
          <w:p w:rsidR="00C0710E" w:rsidRPr="00B96F41" w:rsidRDefault="00C0710E" w:rsidP="00496ED7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</w:tc>
      </w:tr>
    </w:tbl>
    <w:p w:rsidR="00C0710E" w:rsidRPr="00F916BD" w:rsidRDefault="00C0710E" w:rsidP="0045669F">
      <w:pPr>
        <w:ind w:left="696"/>
        <w:rPr>
          <w:sz w:val="28"/>
          <w:szCs w:val="28"/>
          <w:lang w:val="uk-UA"/>
        </w:rPr>
      </w:pPr>
    </w:p>
    <w:p w:rsidR="00C0710E" w:rsidRDefault="00C0710E" w:rsidP="00826240">
      <w:pPr>
        <w:pStyle w:val="NoSpacing"/>
        <w:tabs>
          <w:tab w:val="left" w:pos="1134"/>
        </w:tabs>
        <w:jc w:val="both"/>
        <w:rPr>
          <w:rFonts w:ascii="Times New Roman" w:hAnsi="Times New Roman"/>
          <w:sz w:val="28"/>
        </w:rPr>
      </w:pPr>
      <w:r w:rsidRPr="00245B97"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2</w:t>
      </w:r>
      <w:r w:rsidRPr="00826240">
        <w:rPr>
          <w:rFonts w:ascii="Times New Roman" w:hAnsi="Times New Roman"/>
          <w:sz w:val="28"/>
        </w:rPr>
        <w:t>.</w:t>
      </w:r>
      <w:r w:rsidRPr="00826240">
        <w:rPr>
          <w:rFonts w:ascii="Times New Roman" w:hAnsi="Times New Roman"/>
          <w:sz w:val="28"/>
        </w:rPr>
        <w:tab/>
        <w:t>Внести зміни до  розді</w:t>
      </w:r>
      <w:r>
        <w:rPr>
          <w:rFonts w:ascii="Times New Roman" w:hAnsi="Times New Roman"/>
          <w:sz w:val="28"/>
        </w:rPr>
        <w:t>лу 6</w:t>
      </w:r>
      <w:r w:rsidRPr="00826240">
        <w:rPr>
          <w:rFonts w:ascii="Times New Roman" w:hAnsi="Times New Roman"/>
          <w:sz w:val="28"/>
        </w:rPr>
        <w:t xml:space="preserve"> Програми та викласти його у новій редакції:</w:t>
      </w:r>
    </w:p>
    <w:p w:rsidR="00C0710E" w:rsidRDefault="00C0710E" w:rsidP="00C50255">
      <w:pPr>
        <w:jc w:val="center"/>
        <w:rPr>
          <w:b/>
          <w:sz w:val="28"/>
          <w:szCs w:val="28"/>
          <w:lang w:val="uk-UA"/>
        </w:rPr>
      </w:pPr>
    </w:p>
    <w:p w:rsidR="00C0710E" w:rsidRPr="00C50255" w:rsidRDefault="00C0710E" w:rsidP="00C50255">
      <w:pPr>
        <w:jc w:val="center"/>
        <w:rPr>
          <w:b/>
          <w:sz w:val="28"/>
          <w:szCs w:val="28"/>
          <w:lang w:val="uk-UA"/>
        </w:rPr>
      </w:pPr>
      <w:r w:rsidRPr="00C50255">
        <w:rPr>
          <w:b/>
          <w:sz w:val="28"/>
          <w:szCs w:val="28"/>
          <w:lang w:val="uk-UA"/>
        </w:rPr>
        <w:t>6. Ресурсне забезпечення Програми</w:t>
      </w:r>
    </w:p>
    <w:p w:rsidR="00C0710E" w:rsidRPr="00C50255" w:rsidRDefault="00C0710E" w:rsidP="00826240">
      <w:pPr>
        <w:ind w:firstLine="708"/>
        <w:jc w:val="both"/>
        <w:rPr>
          <w:lang w:val="uk-UA"/>
        </w:rPr>
      </w:pPr>
      <w:r w:rsidRPr="00C50255">
        <w:rPr>
          <w:sz w:val="28"/>
          <w:szCs w:val="28"/>
          <w:lang w:val="uk-UA"/>
        </w:rPr>
        <w:t xml:space="preserve">Фінансування Програми здійснюється </w:t>
      </w:r>
      <w:r w:rsidRPr="00C50255">
        <w:rPr>
          <w:sz w:val="28"/>
          <w:lang w:val="uk-UA"/>
        </w:rPr>
        <w:t>в межах ви</w:t>
      </w:r>
      <w:r w:rsidRPr="00C50255">
        <w:rPr>
          <w:sz w:val="28"/>
          <w:lang w:val="uk-UA"/>
        </w:rPr>
        <w:softHyphen/>
        <w:t>датків, пе</w:t>
      </w:r>
      <w:r w:rsidRPr="00C50255">
        <w:rPr>
          <w:sz w:val="28"/>
          <w:lang w:val="uk-UA"/>
        </w:rPr>
        <w:softHyphen/>
        <w:t xml:space="preserve">редбачених на її виконання. </w:t>
      </w:r>
      <w:r w:rsidRPr="00C50255">
        <w:rPr>
          <w:sz w:val="28"/>
          <w:szCs w:val="28"/>
          <w:lang w:val="uk-UA"/>
        </w:rPr>
        <w:t xml:space="preserve">  </w:t>
      </w:r>
    </w:p>
    <w:p w:rsidR="00C0710E" w:rsidRDefault="00C0710E" w:rsidP="00C50255">
      <w:pPr>
        <w:ind w:firstLine="708"/>
        <w:jc w:val="both"/>
        <w:rPr>
          <w:lang w:val="uk-UA"/>
        </w:rPr>
      </w:pPr>
      <w:r w:rsidRPr="00C50255">
        <w:rPr>
          <w:lang w:val="uk-UA"/>
        </w:rPr>
        <w:t xml:space="preserve">            </w:t>
      </w:r>
      <w:r>
        <w:rPr>
          <w:lang w:val="uk-UA"/>
        </w:rPr>
        <w:t xml:space="preserve">              </w:t>
      </w:r>
    </w:p>
    <w:p w:rsidR="00C0710E" w:rsidRDefault="00C0710E" w:rsidP="00C50255">
      <w:pPr>
        <w:ind w:firstLine="708"/>
        <w:jc w:val="both"/>
        <w:rPr>
          <w:lang w:val="uk-UA"/>
        </w:rPr>
      </w:pPr>
    </w:p>
    <w:p w:rsidR="00C0710E" w:rsidRDefault="00C0710E" w:rsidP="00C50255">
      <w:pPr>
        <w:ind w:firstLine="708"/>
        <w:jc w:val="both"/>
        <w:rPr>
          <w:lang w:val="uk-UA"/>
        </w:rPr>
      </w:pPr>
    </w:p>
    <w:p w:rsidR="00C0710E" w:rsidRDefault="00C0710E" w:rsidP="00C50255">
      <w:pPr>
        <w:ind w:firstLine="708"/>
        <w:jc w:val="both"/>
        <w:rPr>
          <w:lang w:val="uk-UA"/>
        </w:rPr>
      </w:pPr>
    </w:p>
    <w:p w:rsidR="00C0710E" w:rsidRDefault="00C0710E" w:rsidP="00C50255">
      <w:pPr>
        <w:ind w:firstLine="708"/>
        <w:jc w:val="both"/>
        <w:rPr>
          <w:lang w:val="uk-UA"/>
        </w:rPr>
      </w:pPr>
    </w:p>
    <w:p w:rsidR="00C0710E" w:rsidRDefault="00C0710E" w:rsidP="00C50255">
      <w:pPr>
        <w:ind w:firstLine="708"/>
        <w:jc w:val="both"/>
        <w:rPr>
          <w:lang w:val="uk-UA"/>
        </w:rPr>
      </w:pPr>
    </w:p>
    <w:p w:rsidR="00C0710E" w:rsidRDefault="00C0710E" w:rsidP="00C50255">
      <w:pPr>
        <w:ind w:firstLine="708"/>
        <w:jc w:val="both"/>
        <w:rPr>
          <w:lang w:val="uk-UA"/>
        </w:rPr>
      </w:pPr>
    </w:p>
    <w:p w:rsidR="00C0710E" w:rsidRDefault="00C0710E" w:rsidP="00C50255">
      <w:pPr>
        <w:ind w:firstLine="708"/>
        <w:jc w:val="both"/>
        <w:rPr>
          <w:lang w:val="uk-UA"/>
        </w:rPr>
      </w:pPr>
    </w:p>
    <w:p w:rsidR="00C0710E" w:rsidRPr="00C50255" w:rsidRDefault="00C0710E" w:rsidP="00C50255">
      <w:pPr>
        <w:ind w:firstLine="708"/>
        <w:jc w:val="both"/>
        <w:rPr>
          <w:lang w:val="uk-UA"/>
        </w:rPr>
      </w:pPr>
    </w:p>
    <w:p w:rsidR="00C0710E" w:rsidRPr="00C50255" w:rsidRDefault="00C0710E" w:rsidP="0056122E">
      <w:pPr>
        <w:ind w:left="2832"/>
        <w:jc w:val="right"/>
        <w:rPr>
          <w:bCs/>
          <w:sz w:val="28"/>
          <w:szCs w:val="28"/>
          <w:lang w:val="uk-UA"/>
        </w:rPr>
      </w:pPr>
      <w:r w:rsidRPr="00C50255">
        <w:rPr>
          <w:bCs/>
          <w:sz w:val="28"/>
          <w:szCs w:val="28"/>
          <w:lang w:val="uk-UA"/>
        </w:rPr>
        <w:t>тис.грн.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4020"/>
        <w:gridCol w:w="2329"/>
      </w:tblGrid>
      <w:tr w:rsidR="00C0710E" w:rsidRPr="00C50255" w:rsidTr="00C50255">
        <w:trPr>
          <w:trHeight w:val="1026"/>
        </w:trPr>
        <w:tc>
          <w:tcPr>
            <w:tcW w:w="2977" w:type="dxa"/>
          </w:tcPr>
          <w:p w:rsidR="00C0710E" w:rsidRPr="00C50255" w:rsidRDefault="00C0710E" w:rsidP="00496ED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50255">
              <w:rPr>
                <w:b/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4020" w:type="dxa"/>
          </w:tcPr>
          <w:p w:rsidR="00C0710E" w:rsidRPr="00C50255" w:rsidRDefault="00C0710E" w:rsidP="00496ED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50255">
              <w:rPr>
                <w:b/>
                <w:sz w:val="28"/>
                <w:szCs w:val="28"/>
                <w:lang w:val="uk-UA"/>
              </w:rPr>
              <w:t>Орієнтовний обсяг коштів, які пропонується залучити на виконання Програми</w:t>
            </w:r>
          </w:p>
        </w:tc>
        <w:tc>
          <w:tcPr>
            <w:tcW w:w="2329" w:type="dxa"/>
          </w:tcPr>
          <w:p w:rsidR="00C0710E" w:rsidRPr="00C50255" w:rsidRDefault="00C0710E" w:rsidP="00496ED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50255">
              <w:rPr>
                <w:b/>
                <w:sz w:val="28"/>
                <w:szCs w:val="28"/>
                <w:lang w:val="uk-UA"/>
              </w:rPr>
              <w:t>Всього витрат на виконання Програми</w:t>
            </w:r>
          </w:p>
        </w:tc>
      </w:tr>
      <w:tr w:rsidR="00C0710E" w:rsidRPr="00C50255" w:rsidTr="00C50255">
        <w:trPr>
          <w:trHeight w:val="321"/>
        </w:trPr>
        <w:tc>
          <w:tcPr>
            <w:tcW w:w="2977" w:type="dxa"/>
          </w:tcPr>
          <w:p w:rsidR="00C0710E" w:rsidRPr="00C50255" w:rsidRDefault="00C0710E" w:rsidP="00496ED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50255">
              <w:rPr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020" w:type="dxa"/>
          </w:tcPr>
          <w:p w:rsidR="00C0710E" w:rsidRPr="00C50255" w:rsidRDefault="00C0710E" w:rsidP="00496ED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50255">
              <w:rPr>
                <w:b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329" w:type="dxa"/>
          </w:tcPr>
          <w:p w:rsidR="00C0710E" w:rsidRPr="00C50255" w:rsidRDefault="00C0710E" w:rsidP="00496ED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50255">
              <w:rPr>
                <w:b/>
                <w:bCs/>
                <w:sz w:val="28"/>
                <w:szCs w:val="28"/>
                <w:lang w:val="uk-UA"/>
              </w:rPr>
              <w:t>3</w:t>
            </w:r>
          </w:p>
        </w:tc>
      </w:tr>
      <w:tr w:rsidR="00C0710E" w:rsidRPr="00C50255" w:rsidTr="00C50255">
        <w:trPr>
          <w:trHeight w:val="425"/>
        </w:trPr>
        <w:tc>
          <w:tcPr>
            <w:tcW w:w="2977" w:type="dxa"/>
          </w:tcPr>
          <w:p w:rsidR="00C0710E" w:rsidRPr="00C50255" w:rsidRDefault="00C0710E" w:rsidP="00496ED7">
            <w:pPr>
              <w:jc w:val="both"/>
              <w:rPr>
                <w:sz w:val="28"/>
                <w:szCs w:val="28"/>
                <w:lang w:val="uk-UA"/>
              </w:rPr>
            </w:pPr>
            <w:r w:rsidRPr="00C50255">
              <w:rPr>
                <w:sz w:val="28"/>
                <w:szCs w:val="28"/>
                <w:lang w:val="uk-UA"/>
              </w:rPr>
              <w:t>Обсяг ресурсів, всього</w:t>
            </w:r>
          </w:p>
        </w:tc>
        <w:tc>
          <w:tcPr>
            <w:tcW w:w="4020" w:type="dxa"/>
          </w:tcPr>
          <w:p w:rsidR="00C0710E" w:rsidRPr="007F0F2B" w:rsidRDefault="00C0710E" w:rsidP="00496E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  <w:r w:rsidRPr="007F0F2B"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2329" w:type="dxa"/>
          </w:tcPr>
          <w:p w:rsidR="00C0710E" w:rsidRPr="007F0F2B" w:rsidRDefault="00C0710E" w:rsidP="00496ED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61</w:t>
            </w:r>
            <w:r w:rsidRPr="007F0F2B">
              <w:rPr>
                <w:bCs/>
                <w:sz w:val="28"/>
                <w:szCs w:val="28"/>
                <w:lang w:val="uk-UA"/>
              </w:rPr>
              <w:t>0,0</w:t>
            </w:r>
          </w:p>
        </w:tc>
      </w:tr>
      <w:tr w:rsidR="00C0710E" w:rsidRPr="00C50255" w:rsidTr="00C50255">
        <w:trPr>
          <w:trHeight w:val="90"/>
        </w:trPr>
        <w:tc>
          <w:tcPr>
            <w:tcW w:w="2977" w:type="dxa"/>
          </w:tcPr>
          <w:p w:rsidR="00C0710E" w:rsidRPr="00C50255" w:rsidRDefault="00C0710E" w:rsidP="00496ED7">
            <w:pPr>
              <w:pStyle w:val="1"/>
              <w:ind w:left="0"/>
              <w:rPr>
                <w:sz w:val="28"/>
                <w:szCs w:val="28"/>
                <w:lang w:val="uk-UA"/>
              </w:rPr>
            </w:pPr>
            <w:r w:rsidRPr="00C50255">
              <w:rPr>
                <w:sz w:val="28"/>
                <w:szCs w:val="28"/>
                <w:lang w:val="uk-UA"/>
              </w:rPr>
              <w:t xml:space="preserve"> у тому числі, </w:t>
            </w:r>
          </w:p>
          <w:p w:rsidR="00C0710E" w:rsidRPr="00C50255" w:rsidRDefault="00C0710E" w:rsidP="00496ED7">
            <w:pPr>
              <w:pStyle w:val="1"/>
              <w:ind w:left="0"/>
              <w:rPr>
                <w:sz w:val="28"/>
                <w:szCs w:val="28"/>
                <w:lang w:val="uk-UA"/>
              </w:rPr>
            </w:pPr>
            <w:r w:rsidRPr="00C50255">
              <w:rPr>
                <w:sz w:val="28"/>
                <w:szCs w:val="28"/>
                <w:lang w:val="uk-UA"/>
              </w:rPr>
              <w:t>місцевий бюджет (Петровецька сільська  рада)</w:t>
            </w:r>
          </w:p>
        </w:tc>
        <w:tc>
          <w:tcPr>
            <w:tcW w:w="4020" w:type="dxa"/>
          </w:tcPr>
          <w:p w:rsidR="00C0710E" w:rsidRPr="007F0F2B" w:rsidRDefault="00C0710E" w:rsidP="00496E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  <w:r w:rsidRPr="007F0F2B"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2329" w:type="dxa"/>
          </w:tcPr>
          <w:p w:rsidR="00C0710E" w:rsidRPr="007F0F2B" w:rsidRDefault="00C0710E" w:rsidP="00496ED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61</w:t>
            </w:r>
            <w:r w:rsidRPr="007F0F2B">
              <w:rPr>
                <w:bCs/>
                <w:sz w:val="28"/>
                <w:szCs w:val="28"/>
                <w:lang w:val="uk-UA"/>
              </w:rPr>
              <w:t>0,0</w:t>
            </w:r>
          </w:p>
        </w:tc>
      </w:tr>
    </w:tbl>
    <w:p w:rsidR="00C0710E" w:rsidRPr="00C50255" w:rsidRDefault="00C0710E" w:rsidP="00826240">
      <w:pPr>
        <w:pStyle w:val="NoSpacing"/>
        <w:tabs>
          <w:tab w:val="left" w:pos="1134"/>
        </w:tabs>
        <w:jc w:val="both"/>
        <w:rPr>
          <w:rFonts w:ascii="Times New Roman" w:hAnsi="Times New Roman"/>
          <w:sz w:val="28"/>
        </w:rPr>
      </w:pPr>
    </w:p>
    <w:p w:rsidR="00C0710E" w:rsidRDefault="00C0710E" w:rsidP="008B015A">
      <w:pPr>
        <w:pStyle w:val="NoSpacing"/>
        <w:jc w:val="both"/>
        <w:rPr>
          <w:rFonts w:ascii="Times New Roman" w:hAnsi="Times New Roman"/>
          <w:sz w:val="28"/>
        </w:rPr>
      </w:pPr>
      <w:r w:rsidRPr="00C50255">
        <w:rPr>
          <w:rFonts w:ascii="Times New Roman" w:hAnsi="Times New Roman"/>
          <w:sz w:val="28"/>
        </w:rPr>
        <w:t xml:space="preserve">        3. </w:t>
      </w:r>
      <w:r>
        <w:rPr>
          <w:rFonts w:ascii="Times New Roman" w:hAnsi="Times New Roman"/>
          <w:sz w:val="28"/>
        </w:rPr>
        <w:t>Розділ 7 Програми викласти у наступній редакції:</w:t>
      </w:r>
    </w:p>
    <w:p w:rsidR="00C0710E" w:rsidRDefault="00C0710E" w:rsidP="008B015A">
      <w:pPr>
        <w:pStyle w:val="NoSpacing"/>
        <w:jc w:val="both"/>
        <w:rPr>
          <w:rFonts w:ascii="Times New Roman" w:hAnsi="Times New Roman"/>
          <w:sz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701"/>
        <w:gridCol w:w="1276"/>
        <w:gridCol w:w="1985"/>
        <w:gridCol w:w="1134"/>
        <w:gridCol w:w="1559"/>
        <w:gridCol w:w="1701"/>
      </w:tblGrid>
      <w:tr w:rsidR="00C0710E" w:rsidRPr="00496ED7" w:rsidTr="00AE3939">
        <w:tc>
          <w:tcPr>
            <w:tcW w:w="567" w:type="dxa"/>
          </w:tcPr>
          <w:p w:rsidR="00C0710E" w:rsidRPr="00496ED7" w:rsidRDefault="00C0710E" w:rsidP="00496E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  <w:lang w:val="uk-UA"/>
              </w:rPr>
              <w:t>№</w:t>
            </w:r>
          </w:p>
          <w:p w:rsidR="00C0710E" w:rsidRPr="00496ED7" w:rsidRDefault="00C0710E" w:rsidP="00496E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701" w:type="dxa"/>
          </w:tcPr>
          <w:p w:rsidR="00C0710E" w:rsidRPr="00496ED7" w:rsidRDefault="00C0710E" w:rsidP="00496E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  <w:lang w:val="uk-UA"/>
              </w:rPr>
              <w:t>Перелік заходів</w:t>
            </w:r>
          </w:p>
          <w:p w:rsidR="00C0710E" w:rsidRPr="00496ED7" w:rsidRDefault="00C0710E" w:rsidP="00496E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  <w:lang w:val="uk-UA"/>
              </w:rPr>
              <w:t>Програми</w:t>
            </w:r>
          </w:p>
        </w:tc>
        <w:tc>
          <w:tcPr>
            <w:tcW w:w="1276" w:type="dxa"/>
          </w:tcPr>
          <w:p w:rsidR="00C0710E" w:rsidRPr="00496ED7" w:rsidRDefault="00C0710E" w:rsidP="00496ED7">
            <w:pPr>
              <w:ind w:left="-108" w:right="-168" w:firstLine="108"/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  <w:lang w:val="uk-UA"/>
              </w:rPr>
              <w:t>Термін виконання заходу</w:t>
            </w:r>
          </w:p>
        </w:tc>
        <w:tc>
          <w:tcPr>
            <w:tcW w:w="1985" w:type="dxa"/>
          </w:tcPr>
          <w:p w:rsidR="00C0710E" w:rsidRPr="00496ED7" w:rsidRDefault="00C0710E" w:rsidP="00496E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134" w:type="dxa"/>
          </w:tcPr>
          <w:p w:rsidR="00C0710E" w:rsidRPr="00496ED7" w:rsidRDefault="00C0710E" w:rsidP="00496ED7">
            <w:pPr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  <w:lang w:val="uk-UA"/>
              </w:rPr>
              <w:t>Джерела</w:t>
            </w:r>
          </w:p>
          <w:p w:rsidR="00C0710E" w:rsidRPr="00496ED7" w:rsidRDefault="00C0710E" w:rsidP="00496ED7">
            <w:pPr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  <w:lang w:val="uk-UA"/>
              </w:rPr>
              <w:t>фінансу-вання</w:t>
            </w:r>
          </w:p>
        </w:tc>
        <w:tc>
          <w:tcPr>
            <w:tcW w:w="1559" w:type="dxa"/>
          </w:tcPr>
          <w:p w:rsidR="00C0710E" w:rsidRPr="00496ED7" w:rsidRDefault="00C0710E" w:rsidP="00496ED7">
            <w:pPr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  <w:lang w:val="uk-UA"/>
              </w:rPr>
              <w:t xml:space="preserve">Орієнтовні обсяги фінансування тис.грн.   </w:t>
            </w:r>
          </w:p>
        </w:tc>
        <w:tc>
          <w:tcPr>
            <w:tcW w:w="1701" w:type="dxa"/>
          </w:tcPr>
          <w:p w:rsidR="00C0710E" w:rsidRPr="00496ED7" w:rsidRDefault="00C0710E" w:rsidP="00496ED7">
            <w:pPr>
              <w:ind w:left="-108" w:right="-108"/>
              <w:rPr>
                <w:b/>
                <w:sz w:val="24"/>
                <w:szCs w:val="24"/>
              </w:rPr>
            </w:pPr>
            <w:r w:rsidRPr="00496ED7">
              <w:rPr>
                <w:b/>
                <w:sz w:val="24"/>
                <w:szCs w:val="24"/>
              </w:rPr>
              <w:t xml:space="preserve">Очікуваний </w:t>
            </w:r>
          </w:p>
          <w:p w:rsidR="00C0710E" w:rsidRPr="00496ED7" w:rsidRDefault="00C0710E" w:rsidP="00496ED7">
            <w:pPr>
              <w:ind w:left="-108" w:right="-108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</w:rPr>
              <w:t>результат</w:t>
            </w:r>
          </w:p>
        </w:tc>
      </w:tr>
      <w:tr w:rsidR="00C0710E" w:rsidRPr="00496ED7" w:rsidTr="00AE3939">
        <w:tc>
          <w:tcPr>
            <w:tcW w:w="567" w:type="dxa"/>
          </w:tcPr>
          <w:p w:rsidR="00C0710E" w:rsidRPr="00496ED7" w:rsidRDefault="00C0710E" w:rsidP="00496E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0710E" w:rsidRPr="00496ED7" w:rsidRDefault="00C0710E" w:rsidP="00496ED7">
            <w:pPr>
              <w:jc w:val="center"/>
              <w:rPr>
                <w:b/>
                <w:sz w:val="24"/>
                <w:szCs w:val="24"/>
              </w:rPr>
            </w:pPr>
            <w:r w:rsidRPr="00496E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0710E" w:rsidRPr="00496ED7" w:rsidRDefault="00C0710E" w:rsidP="00496ED7">
            <w:pPr>
              <w:jc w:val="center"/>
              <w:rPr>
                <w:b/>
                <w:sz w:val="24"/>
                <w:szCs w:val="24"/>
              </w:rPr>
            </w:pPr>
            <w:r w:rsidRPr="00496ED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C0710E" w:rsidRPr="00496ED7" w:rsidRDefault="00C0710E" w:rsidP="00496E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C0710E" w:rsidRPr="00496ED7" w:rsidRDefault="00C0710E" w:rsidP="00496ED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496ED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C0710E" w:rsidRPr="00496ED7" w:rsidRDefault="00C0710E" w:rsidP="0088424D">
            <w:pPr>
              <w:numPr>
                <w:ilvl w:val="0"/>
                <w:numId w:val="44"/>
              </w:numPr>
              <w:ind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701" w:type="dxa"/>
          </w:tcPr>
          <w:p w:rsidR="00C0710E" w:rsidRPr="00496ED7" w:rsidRDefault="00C0710E" w:rsidP="00496ED7">
            <w:pPr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</w:rPr>
              <w:t>7</w:t>
            </w:r>
            <w:r w:rsidRPr="00496ED7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C0710E" w:rsidRPr="00496ED7" w:rsidTr="00AE3939">
        <w:tc>
          <w:tcPr>
            <w:tcW w:w="567" w:type="dxa"/>
          </w:tcPr>
          <w:p w:rsidR="00C0710E" w:rsidRPr="00B96F41" w:rsidRDefault="00C0710E" w:rsidP="00B96F41">
            <w:pPr>
              <w:numPr>
                <w:ilvl w:val="0"/>
                <w:numId w:val="17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C0710E" w:rsidRPr="00B96F41" w:rsidRDefault="00C0710E" w:rsidP="00B96F41">
            <w:pPr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</w:rPr>
              <w:t>Оплата енергоносіїв та комунальних послуг (2273-електроенергія</w:t>
            </w:r>
            <w:r>
              <w:rPr>
                <w:sz w:val="24"/>
                <w:szCs w:val="24"/>
                <w:lang w:val="uk-UA"/>
              </w:rPr>
              <w:t xml:space="preserve"> –17143</w:t>
            </w:r>
            <w:r w:rsidRPr="00B96F41">
              <w:rPr>
                <w:sz w:val="24"/>
                <w:szCs w:val="24"/>
                <w:lang w:val="uk-UA"/>
              </w:rPr>
              <w:t xml:space="preserve"> кВт</w:t>
            </w:r>
            <w:r w:rsidRPr="00B96F41">
              <w:rPr>
                <w:sz w:val="24"/>
                <w:szCs w:val="24"/>
              </w:rPr>
              <w:t>).</w:t>
            </w:r>
          </w:p>
        </w:tc>
        <w:tc>
          <w:tcPr>
            <w:tcW w:w="1276" w:type="dxa"/>
          </w:tcPr>
          <w:p w:rsidR="00C0710E" w:rsidRPr="00B96F41" w:rsidRDefault="00C0710E" w:rsidP="00B96F41">
            <w:pPr>
              <w:jc w:val="center"/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</w:rPr>
              <w:t>20</w:t>
            </w:r>
            <w:r w:rsidRPr="00B96F41">
              <w:rPr>
                <w:sz w:val="24"/>
                <w:szCs w:val="24"/>
                <w:lang w:val="uk-UA"/>
              </w:rPr>
              <w:t>21 рік</w:t>
            </w:r>
          </w:p>
        </w:tc>
        <w:tc>
          <w:tcPr>
            <w:tcW w:w="1985" w:type="dxa"/>
          </w:tcPr>
          <w:p w:rsidR="00C0710E" w:rsidRPr="00B96F41" w:rsidRDefault="00C0710E" w:rsidP="00B96F41">
            <w:pPr>
              <w:jc w:val="center"/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</w:rPr>
              <w:t xml:space="preserve">КНП «Сторожинецький </w:t>
            </w:r>
            <w:r w:rsidRPr="00B96F41">
              <w:rPr>
                <w:sz w:val="24"/>
                <w:szCs w:val="24"/>
                <w:lang w:val="uk-UA"/>
              </w:rPr>
              <w:t xml:space="preserve">районний центр </w:t>
            </w:r>
            <w:r w:rsidRPr="00B96F41">
              <w:rPr>
                <w:sz w:val="24"/>
                <w:szCs w:val="24"/>
              </w:rPr>
              <w:t>ПМД»,</w:t>
            </w:r>
          </w:p>
          <w:p w:rsidR="00C0710E" w:rsidRPr="00B96F41" w:rsidRDefault="00C0710E" w:rsidP="00B96F41">
            <w:pPr>
              <w:ind w:left="6" w:right="-158"/>
              <w:jc w:val="center"/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  <w:lang w:val="uk-UA"/>
              </w:rPr>
              <w:t>Ф</w:t>
            </w:r>
            <w:r w:rsidRPr="00B96F41">
              <w:rPr>
                <w:sz w:val="24"/>
                <w:szCs w:val="24"/>
              </w:rPr>
              <w:t>інан</w:t>
            </w:r>
            <w:r w:rsidRPr="00B96F41">
              <w:rPr>
                <w:sz w:val="24"/>
                <w:szCs w:val="24"/>
                <w:lang w:val="uk-UA"/>
              </w:rPr>
              <w:t>совий відділ</w:t>
            </w:r>
            <w:r w:rsidRPr="00B96F41">
              <w:rPr>
                <w:sz w:val="24"/>
                <w:szCs w:val="24"/>
              </w:rPr>
              <w:t xml:space="preserve"> </w:t>
            </w:r>
            <w:r w:rsidRPr="00B96F41">
              <w:rPr>
                <w:sz w:val="24"/>
                <w:szCs w:val="24"/>
                <w:lang w:val="uk-UA"/>
              </w:rPr>
              <w:t>Петровецької сільської ради</w:t>
            </w:r>
          </w:p>
        </w:tc>
        <w:tc>
          <w:tcPr>
            <w:tcW w:w="1134" w:type="dxa"/>
          </w:tcPr>
          <w:p w:rsidR="00C0710E" w:rsidRPr="00B96F41" w:rsidRDefault="00C0710E" w:rsidP="00B96F41">
            <w:pPr>
              <w:ind w:left="-106" w:right="-110"/>
              <w:jc w:val="center"/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  <w:lang w:val="uk-UA"/>
              </w:rPr>
              <w:t>місцевий бюджет</w:t>
            </w:r>
          </w:p>
          <w:p w:rsidR="00C0710E" w:rsidRPr="00B96F41" w:rsidRDefault="00C0710E" w:rsidP="00B96F41">
            <w:pPr>
              <w:ind w:left="-106" w:right="-110"/>
              <w:jc w:val="center"/>
              <w:rPr>
                <w:sz w:val="24"/>
                <w:szCs w:val="24"/>
                <w:lang w:val="uk-UA"/>
              </w:rPr>
            </w:pPr>
          </w:p>
          <w:p w:rsidR="00C0710E" w:rsidRPr="00B96F41" w:rsidRDefault="00C0710E" w:rsidP="00B96F41">
            <w:pPr>
              <w:ind w:left="-106" w:right="-110"/>
              <w:jc w:val="center"/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C0710E" w:rsidRPr="00B96F41" w:rsidRDefault="00C0710E" w:rsidP="00B96F41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7F0F2B">
              <w:rPr>
                <w:sz w:val="24"/>
                <w:szCs w:val="24"/>
                <w:lang w:val="uk-UA"/>
              </w:rPr>
              <w:t>60,0</w:t>
            </w:r>
          </w:p>
        </w:tc>
        <w:tc>
          <w:tcPr>
            <w:tcW w:w="1701" w:type="dxa"/>
          </w:tcPr>
          <w:p w:rsidR="00C0710E" w:rsidRPr="00B96F41" w:rsidRDefault="00C0710E" w:rsidP="00B96F41">
            <w:pPr>
              <w:jc w:val="center"/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</w:rPr>
              <w:t>Забезпечення сталого функціонування АЗПСМ та ФАПів</w:t>
            </w:r>
          </w:p>
          <w:p w:rsidR="00C0710E" w:rsidRPr="00B96F41" w:rsidRDefault="00C0710E" w:rsidP="00B96F41">
            <w:pPr>
              <w:ind w:right="-108" w:hanging="1"/>
              <w:jc w:val="center"/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  <w:lang w:val="uk-UA"/>
              </w:rPr>
              <w:t>Петровецької  сільської ради</w:t>
            </w:r>
          </w:p>
        </w:tc>
      </w:tr>
      <w:tr w:rsidR="00C0710E" w:rsidRPr="00496ED7" w:rsidTr="00AE3939">
        <w:tc>
          <w:tcPr>
            <w:tcW w:w="567" w:type="dxa"/>
          </w:tcPr>
          <w:p w:rsidR="00C0710E" w:rsidRPr="00B96F41" w:rsidRDefault="00C0710E" w:rsidP="00B96F41">
            <w:pPr>
              <w:numPr>
                <w:ilvl w:val="0"/>
                <w:numId w:val="17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C0710E" w:rsidRPr="00B96F41" w:rsidRDefault="00C0710E" w:rsidP="00B96F41">
            <w:pPr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</w:rPr>
              <w:t>Оплата енергоносіїв та комунальних послуг (</w:t>
            </w:r>
            <w:r w:rsidRPr="00B96F41">
              <w:rPr>
                <w:sz w:val="24"/>
                <w:szCs w:val="24"/>
                <w:lang w:val="uk-UA"/>
              </w:rPr>
              <w:t>2275-інші енергоносії (дрова – 110 куб.м.)</w:t>
            </w:r>
            <w:r w:rsidRPr="00B96F41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0710E" w:rsidRPr="00B96F41" w:rsidRDefault="00C0710E" w:rsidP="00B96F41">
            <w:pPr>
              <w:jc w:val="center"/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</w:rPr>
              <w:t xml:space="preserve"> 20</w:t>
            </w:r>
            <w:r w:rsidRPr="00B96F41">
              <w:rPr>
                <w:sz w:val="24"/>
                <w:szCs w:val="24"/>
                <w:lang w:val="uk-UA"/>
              </w:rPr>
              <w:t>21 рік</w:t>
            </w:r>
          </w:p>
        </w:tc>
        <w:tc>
          <w:tcPr>
            <w:tcW w:w="1985" w:type="dxa"/>
          </w:tcPr>
          <w:p w:rsidR="00C0710E" w:rsidRPr="00B96F41" w:rsidRDefault="00C0710E" w:rsidP="00B96F41">
            <w:pPr>
              <w:jc w:val="center"/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</w:rPr>
              <w:t xml:space="preserve">КНП «Сторожинецький </w:t>
            </w:r>
            <w:r w:rsidRPr="00B96F41">
              <w:rPr>
                <w:sz w:val="24"/>
                <w:szCs w:val="24"/>
                <w:lang w:val="uk-UA"/>
              </w:rPr>
              <w:t xml:space="preserve">районний центр </w:t>
            </w:r>
            <w:r w:rsidRPr="00B96F41">
              <w:rPr>
                <w:sz w:val="24"/>
                <w:szCs w:val="24"/>
              </w:rPr>
              <w:t>ПМД»,</w:t>
            </w:r>
          </w:p>
          <w:p w:rsidR="00C0710E" w:rsidRPr="00B96F41" w:rsidRDefault="00C0710E" w:rsidP="00B96F41">
            <w:pPr>
              <w:ind w:left="6" w:right="-158"/>
              <w:jc w:val="center"/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  <w:lang w:val="uk-UA"/>
              </w:rPr>
              <w:t>Ф</w:t>
            </w:r>
            <w:r w:rsidRPr="00B96F41">
              <w:rPr>
                <w:sz w:val="24"/>
                <w:szCs w:val="24"/>
              </w:rPr>
              <w:t>інан</w:t>
            </w:r>
            <w:r w:rsidRPr="00B96F41">
              <w:rPr>
                <w:sz w:val="24"/>
                <w:szCs w:val="24"/>
                <w:lang w:val="uk-UA"/>
              </w:rPr>
              <w:t>совий відділ</w:t>
            </w:r>
            <w:r w:rsidRPr="00B96F41">
              <w:rPr>
                <w:sz w:val="24"/>
                <w:szCs w:val="24"/>
              </w:rPr>
              <w:t xml:space="preserve"> </w:t>
            </w:r>
            <w:r w:rsidRPr="00B96F41">
              <w:rPr>
                <w:sz w:val="24"/>
                <w:szCs w:val="24"/>
                <w:lang w:val="uk-UA"/>
              </w:rPr>
              <w:t xml:space="preserve"> Петровецької сільської  ради</w:t>
            </w:r>
          </w:p>
        </w:tc>
        <w:tc>
          <w:tcPr>
            <w:tcW w:w="1134" w:type="dxa"/>
          </w:tcPr>
          <w:p w:rsidR="00C0710E" w:rsidRPr="00B96F41" w:rsidRDefault="00C0710E" w:rsidP="00B96F41">
            <w:pPr>
              <w:ind w:left="-106" w:right="-110"/>
              <w:jc w:val="center"/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  <w:lang w:val="uk-UA"/>
              </w:rPr>
              <w:t>місцевий бюджет</w:t>
            </w:r>
          </w:p>
          <w:p w:rsidR="00C0710E" w:rsidRPr="00B96F41" w:rsidRDefault="00C0710E" w:rsidP="00B96F41">
            <w:pPr>
              <w:ind w:left="-106" w:right="-110"/>
              <w:jc w:val="center"/>
              <w:rPr>
                <w:sz w:val="24"/>
                <w:szCs w:val="24"/>
                <w:lang w:val="uk-UA"/>
              </w:rPr>
            </w:pPr>
          </w:p>
          <w:p w:rsidR="00C0710E" w:rsidRPr="00B96F41" w:rsidRDefault="00C0710E" w:rsidP="00B96F41">
            <w:pPr>
              <w:ind w:left="-106" w:right="-110"/>
              <w:jc w:val="center"/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C0710E" w:rsidRPr="00B96F41" w:rsidRDefault="00C0710E" w:rsidP="00B96F41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7F0F2B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1701" w:type="dxa"/>
          </w:tcPr>
          <w:p w:rsidR="00C0710E" w:rsidRPr="00B96F41" w:rsidRDefault="00C0710E" w:rsidP="00B96F41">
            <w:pPr>
              <w:jc w:val="center"/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</w:rPr>
              <w:t>Забезпечення сталого функціонування АЗПСМ та ФАПів</w:t>
            </w:r>
          </w:p>
          <w:p w:rsidR="00C0710E" w:rsidRPr="00B96F41" w:rsidRDefault="00C0710E" w:rsidP="00B96F41">
            <w:pPr>
              <w:ind w:right="-108" w:hanging="1"/>
              <w:jc w:val="center"/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  <w:lang w:val="uk-UA"/>
              </w:rPr>
              <w:t xml:space="preserve">Петровецької  сільської ради </w:t>
            </w:r>
          </w:p>
        </w:tc>
      </w:tr>
      <w:tr w:rsidR="00C0710E" w:rsidRPr="00496ED7" w:rsidTr="00AE3939">
        <w:tc>
          <w:tcPr>
            <w:tcW w:w="567" w:type="dxa"/>
          </w:tcPr>
          <w:p w:rsidR="00C0710E" w:rsidRPr="00B96F41" w:rsidRDefault="00C0710E" w:rsidP="00B96F41">
            <w:pPr>
              <w:numPr>
                <w:ilvl w:val="0"/>
                <w:numId w:val="17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C0710E" w:rsidRPr="00B96F41" w:rsidRDefault="00C0710E" w:rsidP="00B96F41">
            <w:pPr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  <w:lang w:val="uk-UA"/>
              </w:rPr>
              <w:t>Оплата інших виплат населенню ( пільгові рецепти  2730)</w:t>
            </w:r>
          </w:p>
        </w:tc>
        <w:tc>
          <w:tcPr>
            <w:tcW w:w="1276" w:type="dxa"/>
          </w:tcPr>
          <w:p w:rsidR="00C0710E" w:rsidRPr="00B96F41" w:rsidRDefault="00C0710E" w:rsidP="00B96F41">
            <w:pPr>
              <w:jc w:val="center"/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1985" w:type="dxa"/>
          </w:tcPr>
          <w:p w:rsidR="00C0710E" w:rsidRPr="00B96F41" w:rsidRDefault="00C0710E" w:rsidP="00B96F41">
            <w:pPr>
              <w:jc w:val="center"/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</w:rPr>
              <w:t>КНП</w:t>
            </w:r>
            <w:r w:rsidRPr="00B96F41">
              <w:rPr>
                <w:sz w:val="24"/>
                <w:szCs w:val="24"/>
                <w:lang w:val="uk-UA"/>
              </w:rPr>
              <w:t xml:space="preserve"> </w:t>
            </w:r>
            <w:r w:rsidRPr="00B96F41">
              <w:rPr>
                <w:sz w:val="24"/>
                <w:szCs w:val="24"/>
              </w:rPr>
              <w:t xml:space="preserve">«Сторожинецький </w:t>
            </w:r>
            <w:r w:rsidRPr="00B96F41">
              <w:rPr>
                <w:sz w:val="24"/>
                <w:szCs w:val="24"/>
                <w:lang w:val="uk-UA"/>
              </w:rPr>
              <w:t xml:space="preserve">районний центр </w:t>
            </w:r>
            <w:r w:rsidRPr="00B96F41">
              <w:rPr>
                <w:sz w:val="24"/>
                <w:szCs w:val="24"/>
              </w:rPr>
              <w:t>ПМД»,</w:t>
            </w:r>
          </w:p>
          <w:p w:rsidR="00C0710E" w:rsidRPr="00B96F41" w:rsidRDefault="00C0710E" w:rsidP="00B96F41">
            <w:pPr>
              <w:ind w:left="6" w:right="-158"/>
              <w:jc w:val="center"/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  <w:lang w:val="uk-UA"/>
              </w:rPr>
              <w:t>Ф</w:t>
            </w:r>
            <w:r w:rsidRPr="00B96F41">
              <w:rPr>
                <w:sz w:val="24"/>
                <w:szCs w:val="24"/>
              </w:rPr>
              <w:t>інан</w:t>
            </w:r>
            <w:r w:rsidRPr="00B96F41">
              <w:rPr>
                <w:sz w:val="24"/>
                <w:szCs w:val="24"/>
                <w:lang w:val="uk-UA"/>
              </w:rPr>
              <w:t>совий відділ</w:t>
            </w:r>
            <w:r w:rsidRPr="00B96F41">
              <w:rPr>
                <w:sz w:val="24"/>
                <w:szCs w:val="24"/>
              </w:rPr>
              <w:t xml:space="preserve"> </w:t>
            </w:r>
            <w:r w:rsidRPr="00B96F41">
              <w:rPr>
                <w:sz w:val="24"/>
                <w:szCs w:val="24"/>
                <w:lang w:val="uk-UA"/>
              </w:rPr>
              <w:t xml:space="preserve"> Петровецької сільської  ради</w:t>
            </w:r>
          </w:p>
        </w:tc>
        <w:tc>
          <w:tcPr>
            <w:tcW w:w="1134" w:type="dxa"/>
          </w:tcPr>
          <w:p w:rsidR="00C0710E" w:rsidRPr="00B96F41" w:rsidRDefault="00C0710E" w:rsidP="00B96F41">
            <w:pPr>
              <w:ind w:left="-106" w:right="-110"/>
              <w:jc w:val="center"/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  <w:lang w:val="uk-UA"/>
              </w:rPr>
              <w:t>місцевий бюджет</w:t>
            </w:r>
          </w:p>
          <w:p w:rsidR="00C0710E" w:rsidRPr="00B96F41" w:rsidRDefault="00C0710E" w:rsidP="00B96F41">
            <w:pPr>
              <w:ind w:left="-106" w:right="-110"/>
              <w:jc w:val="center"/>
              <w:rPr>
                <w:sz w:val="24"/>
                <w:szCs w:val="24"/>
                <w:lang w:val="uk-UA"/>
              </w:rPr>
            </w:pPr>
          </w:p>
          <w:p w:rsidR="00C0710E" w:rsidRPr="00B96F41" w:rsidRDefault="00C0710E" w:rsidP="00B96F41">
            <w:pPr>
              <w:ind w:left="-106" w:right="-11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C0710E" w:rsidRPr="00B96F41" w:rsidRDefault="00C0710E" w:rsidP="00B96F4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bookmarkStart w:id="0" w:name="_GoBack"/>
            <w:bookmarkEnd w:id="0"/>
            <w:r w:rsidRPr="00B96F41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1701" w:type="dxa"/>
          </w:tcPr>
          <w:p w:rsidR="00C0710E" w:rsidRPr="00B96F41" w:rsidRDefault="00C0710E" w:rsidP="00B96F41">
            <w:pPr>
              <w:jc w:val="center"/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  <w:lang w:val="uk-UA"/>
              </w:rPr>
              <w:t>Забезпечення  пільговими медикаментами жителів громади</w:t>
            </w:r>
          </w:p>
        </w:tc>
      </w:tr>
      <w:tr w:rsidR="00C0710E" w:rsidRPr="00496ED7" w:rsidTr="00AE3939">
        <w:tc>
          <w:tcPr>
            <w:tcW w:w="567" w:type="dxa"/>
          </w:tcPr>
          <w:p w:rsidR="00C0710E" w:rsidRPr="00496ED7" w:rsidRDefault="00C0710E" w:rsidP="0088424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1701" w:type="dxa"/>
          </w:tcPr>
          <w:p w:rsidR="00C0710E" w:rsidRPr="00496ED7" w:rsidRDefault="00C0710E" w:rsidP="00496ED7">
            <w:pPr>
              <w:ind w:right="-108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Співфінансу-вання на придбання автоматичного гематологічно-го аналізатора</w:t>
            </w:r>
          </w:p>
        </w:tc>
        <w:tc>
          <w:tcPr>
            <w:tcW w:w="1276" w:type="dxa"/>
          </w:tcPr>
          <w:p w:rsidR="00C0710E" w:rsidRPr="00496ED7" w:rsidRDefault="00C0710E" w:rsidP="00496ED7">
            <w:pPr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</w:rPr>
              <w:t>20</w:t>
            </w:r>
            <w:r w:rsidRPr="00496ED7">
              <w:rPr>
                <w:sz w:val="24"/>
                <w:szCs w:val="24"/>
                <w:lang w:val="uk-UA"/>
              </w:rPr>
              <w:t>21 рік</w:t>
            </w:r>
          </w:p>
        </w:tc>
        <w:tc>
          <w:tcPr>
            <w:tcW w:w="1985" w:type="dxa"/>
          </w:tcPr>
          <w:p w:rsidR="00C0710E" w:rsidRPr="00496ED7" w:rsidRDefault="00C0710E" w:rsidP="00496ED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96ED7">
              <w:rPr>
                <w:sz w:val="24"/>
                <w:szCs w:val="24"/>
              </w:rPr>
              <w:t xml:space="preserve">КНП «Сторожинецький </w:t>
            </w:r>
            <w:r w:rsidRPr="00496ED7">
              <w:rPr>
                <w:sz w:val="24"/>
                <w:szCs w:val="24"/>
                <w:lang w:val="uk-UA"/>
              </w:rPr>
              <w:t xml:space="preserve">районний центр </w:t>
            </w:r>
            <w:r w:rsidRPr="00496ED7">
              <w:rPr>
                <w:sz w:val="24"/>
                <w:szCs w:val="24"/>
              </w:rPr>
              <w:t>ПМД»,</w:t>
            </w:r>
          </w:p>
          <w:p w:rsidR="00C0710E" w:rsidRPr="00496ED7" w:rsidRDefault="00C0710E" w:rsidP="00496ED7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Ф</w:t>
            </w:r>
            <w:r w:rsidRPr="00496ED7">
              <w:rPr>
                <w:sz w:val="24"/>
                <w:szCs w:val="24"/>
              </w:rPr>
              <w:t>інан</w:t>
            </w:r>
            <w:r w:rsidRPr="00496ED7">
              <w:rPr>
                <w:sz w:val="24"/>
                <w:szCs w:val="24"/>
                <w:lang w:val="uk-UA"/>
              </w:rPr>
              <w:t>совий відділ</w:t>
            </w:r>
            <w:r w:rsidRPr="00496ED7">
              <w:rPr>
                <w:sz w:val="24"/>
                <w:szCs w:val="24"/>
              </w:rPr>
              <w:t xml:space="preserve"> </w:t>
            </w:r>
            <w:r w:rsidRPr="00496ED7">
              <w:rPr>
                <w:sz w:val="24"/>
                <w:szCs w:val="24"/>
                <w:lang w:val="uk-UA"/>
              </w:rPr>
              <w:t>Петровецької сільської ради</w:t>
            </w:r>
          </w:p>
        </w:tc>
        <w:tc>
          <w:tcPr>
            <w:tcW w:w="1134" w:type="dxa"/>
          </w:tcPr>
          <w:p w:rsidR="00C0710E" w:rsidRPr="00496ED7" w:rsidRDefault="00C0710E" w:rsidP="00496ED7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місцевий бюджет</w:t>
            </w:r>
          </w:p>
          <w:p w:rsidR="00C0710E" w:rsidRPr="00496ED7" w:rsidRDefault="00C0710E" w:rsidP="00496ED7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C0710E" w:rsidRPr="00496ED7" w:rsidRDefault="00C0710E" w:rsidP="00496ED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96ED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C0710E" w:rsidRPr="00496ED7" w:rsidRDefault="00C0710E" w:rsidP="00496ED7">
            <w:pPr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130,0</w:t>
            </w:r>
          </w:p>
        </w:tc>
        <w:tc>
          <w:tcPr>
            <w:tcW w:w="1701" w:type="dxa"/>
          </w:tcPr>
          <w:p w:rsidR="00C0710E" w:rsidRPr="00496ED7" w:rsidRDefault="00C0710E" w:rsidP="00496ED7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Покращення надання послуг</w:t>
            </w:r>
            <w:r w:rsidRPr="00496ED7">
              <w:rPr>
                <w:sz w:val="24"/>
                <w:szCs w:val="24"/>
              </w:rPr>
              <w:t xml:space="preserve"> </w:t>
            </w:r>
            <w:r w:rsidRPr="00496ED7">
              <w:rPr>
                <w:sz w:val="24"/>
                <w:szCs w:val="24"/>
                <w:lang w:val="uk-UA"/>
              </w:rPr>
              <w:t xml:space="preserve">Верхньопетро-вецької </w:t>
            </w:r>
            <w:r w:rsidRPr="00496ED7">
              <w:rPr>
                <w:sz w:val="24"/>
                <w:szCs w:val="24"/>
              </w:rPr>
              <w:t>АЗПСМ</w:t>
            </w:r>
          </w:p>
          <w:p w:rsidR="00C0710E" w:rsidRPr="00496ED7" w:rsidRDefault="00C0710E" w:rsidP="00496ED7">
            <w:pPr>
              <w:ind w:left="-108" w:right="-108" w:hanging="1"/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Петровецької  сільської ради</w:t>
            </w:r>
          </w:p>
        </w:tc>
      </w:tr>
      <w:tr w:rsidR="00C0710E" w:rsidRPr="00496ED7" w:rsidTr="00AE3939">
        <w:tc>
          <w:tcPr>
            <w:tcW w:w="567" w:type="dxa"/>
          </w:tcPr>
          <w:p w:rsidR="00C0710E" w:rsidRDefault="00C0710E" w:rsidP="0088424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</w:tcPr>
          <w:p w:rsidR="00C0710E" w:rsidRPr="00496ED7" w:rsidRDefault="00C0710E" w:rsidP="00496ED7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 металопластикових вікон та дверей</w:t>
            </w:r>
          </w:p>
        </w:tc>
        <w:tc>
          <w:tcPr>
            <w:tcW w:w="1276" w:type="dxa"/>
          </w:tcPr>
          <w:p w:rsidR="00C0710E" w:rsidRPr="00B96F41" w:rsidRDefault="00C0710E" w:rsidP="00496ED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1985" w:type="dxa"/>
          </w:tcPr>
          <w:p w:rsidR="00C0710E" w:rsidRPr="00496ED7" w:rsidRDefault="00C0710E" w:rsidP="00D638B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96ED7">
              <w:rPr>
                <w:sz w:val="24"/>
                <w:szCs w:val="24"/>
              </w:rPr>
              <w:t xml:space="preserve">КНП «Сторожинецький </w:t>
            </w:r>
            <w:r w:rsidRPr="00496ED7">
              <w:rPr>
                <w:sz w:val="24"/>
                <w:szCs w:val="24"/>
                <w:lang w:val="uk-UA"/>
              </w:rPr>
              <w:t xml:space="preserve">районний центр </w:t>
            </w:r>
            <w:r w:rsidRPr="00496ED7">
              <w:rPr>
                <w:sz w:val="24"/>
                <w:szCs w:val="24"/>
              </w:rPr>
              <w:t>ПМД»,</w:t>
            </w:r>
          </w:p>
          <w:p w:rsidR="00C0710E" w:rsidRPr="00496ED7" w:rsidRDefault="00C0710E" w:rsidP="00D638B8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Ф</w:t>
            </w:r>
            <w:r w:rsidRPr="00496ED7">
              <w:rPr>
                <w:sz w:val="24"/>
                <w:szCs w:val="24"/>
              </w:rPr>
              <w:t>інан</w:t>
            </w:r>
            <w:r w:rsidRPr="00496ED7">
              <w:rPr>
                <w:sz w:val="24"/>
                <w:szCs w:val="24"/>
                <w:lang w:val="uk-UA"/>
              </w:rPr>
              <w:t>совий відділ</w:t>
            </w:r>
            <w:r w:rsidRPr="00496ED7">
              <w:rPr>
                <w:sz w:val="24"/>
                <w:szCs w:val="24"/>
              </w:rPr>
              <w:t xml:space="preserve"> </w:t>
            </w:r>
            <w:r w:rsidRPr="00496ED7">
              <w:rPr>
                <w:sz w:val="24"/>
                <w:szCs w:val="24"/>
                <w:lang w:val="uk-UA"/>
              </w:rPr>
              <w:t>Петровецької сільської ради</w:t>
            </w:r>
          </w:p>
        </w:tc>
        <w:tc>
          <w:tcPr>
            <w:tcW w:w="1134" w:type="dxa"/>
          </w:tcPr>
          <w:p w:rsidR="00C0710E" w:rsidRPr="00496ED7" w:rsidRDefault="00C0710E" w:rsidP="00D638B8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місцевий бюджет</w:t>
            </w:r>
          </w:p>
          <w:p w:rsidR="00C0710E" w:rsidRPr="00496ED7" w:rsidRDefault="00C0710E" w:rsidP="00D638B8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C0710E" w:rsidRPr="00496ED7" w:rsidRDefault="00C0710E" w:rsidP="00D638B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96ED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C0710E" w:rsidRPr="00B96F41" w:rsidRDefault="00C0710E" w:rsidP="00D638B8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7F0F2B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1701" w:type="dxa"/>
          </w:tcPr>
          <w:p w:rsidR="00C0710E" w:rsidRPr="00496ED7" w:rsidRDefault="00C0710E" w:rsidP="00D638B8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Покращення надання послуг</w:t>
            </w:r>
            <w:r w:rsidRPr="00496ED7">
              <w:rPr>
                <w:sz w:val="24"/>
                <w:szCs w:val="24"/>
              </w:rPr>
              <w:t xml:space="preserve"> </w:t>
            </w:r>
            <w:r w:rsidRPr="00496ED7">
              <w:rPr>
                <w:sz w:val="24"/>
                <w:szCs w:val="24"/>
                <w:lang w:val="uk-UA"/>
              </w:rPr>
              <w:t xml:space="preserve">Верхньопетро-вецької </w:t>
            </w:r>
            <w:r w:rsidRPr="00496ED7">
              <w:rPr>
                <w:sz w:val="24"/>
                <w:szCs w:val="24"/>
              </w:rPr>
              <w:t>АЗПСМ</w:t>
            </w:r>
          </w:p>
          <w:p w:rsidR="00C0710E" w:rsidRPr="00496ED7" w:rsidRDefault="00C0710E" w:rsidP="00D638B8">
            <w:pPr>
              <w:ind w:left="-108" w:right="-108" w:hanging="1"/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Петровецької  сільської ради</w:t>
            </w:r>
          </w:p>
        </w:tc>
      </w:tr>
      <w:tr w:rsidR="00C0710E" w:rsidRPr="00496ED7" w:rsidTr="00AE3939">
        <w:tc>
          <w:tcPr>
            <w:tcW w:w="567" w:type="dxa"/>
          </w:tcPr>
          <w:p w:rsidR="00C0710E" w:rsidRDefault="00C0710E" w:rsidP="0088424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</w:tcPr>
          <w:p w:rsidR="00C0710E" w:rsidRDefault="00C0710E" w:rsidP="00496ED7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Облаштування мало мобільних груп у АЗПСМ та ФАПі</w:t>
            </w:r>
          </w:p>
        </w:tc>
        <w:tc>
          <w:tcPr>
            <w:tcW w:w="1276" w:type="dxa"/>
          </w:tcPr>
          <w:p w:rsidR="00C0710E" w:rsidRDefault="00C0710E" w:rsidP="00496ED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1985" w:type="dxa"/>
          </w:tcPr>
          <w:p w:rsidR="00C0710E" w:rsidRPr="00496ED7" w:rsidRDefault="00C0710E" w:rsidP="00591F8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96ED7">
              <w:rPr>
                <w:sz w:val="24"/>
                <w:szCs w:val="24"/>
              </w:rPr>
              <w:t xml:space="preserve">КНП «Сторожинецький </w:t>
            </w:r>
            <w:r w:rsidRPr="00496ED7">
              <w:rPr>
                <w:sz w:val="24"/>
                <w:szCs w:val="24"/>
                <w:lang w:val="uk-UA"/>
              </w:rPr>
              <w:t xml:space="preserve">районний центр </w:t>
            </w:r>
            <w:r w:rsidRPr="00496ED7">
              <w:rPr>
                <w:sz w:val="24"/>
                <w:szCs w:val="24"/>
              </w:rPr>
              <w:t>ПМД»,</w:t>
            </w:r>
          </w:p>
          <w:p w:rsidR="00C0710E" w:rsidRPr="00496ED7" w:rsidRDefault="00C0710E" w:rsidP="00591F8D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Ф</w:t>
            </w:r>
            <w:r w:rsidRPr="00496ED7">
              <w:rPr>
                <w:sz w:val="24"/>
                <w:szCs w:val="24"/>
              </w:rPr>
              <w:t>інан</w:t>
            </w:r>
            <w:r w:rsidRPr="00496ED7">
              <w:rPr>
                <w:sz w:val="24"/>
                <w:szCs w:val="24"/>
                <w:lang w:val="uk-UA"/>
              </w:rPr>
              <w:t>совий відділ</w:t>
            </w:r>
            <w:r w:rsidRPr="00496ED7">
              <w:rPr>
                <w:sz w:val="24"/>
                <w:szCs w:val="24"/>
              </w:rPr>
              <w:t xml:space="preserve"> </w:t>
            </w:r>
            <w:r w:rsidRPr="00496ED7">
              <w:rPr>
                <w:sz w:val="24"/>
                <w:szCs w:val="24"/>
                <w:lang w:val="uk-UA"/>
              </w:rPr>
              <w:t>Петровецької сільської ради</w:t>
            </w:r>
          </w:p>
        </w:tc>
        <w:tc>
          <w:tcPr>
            <w:tcW w:w="1134" w:type="dxa"/>
          </w:tcPr>
          <w:p w:rsidR="00C0710E" w:rsidRPr="00496ED7" w:rsidRDefault="00C0710E" w:rsidP="00591F8D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місцевий бюджет</w:t>
            </w:r>
          </w:p>
          <w:p w:rsidR="00C0710E" w:rsidRPr="00496ED7" w:rsidRDefault="00C0710E" w:rsidP="00591F8D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C0710E" w:rsidRPr="00496ED7" w:rsidRDefault="00C0710E" w:rsidP="00591F8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96ED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C0710E" w:rsidRDefault="00C0710E" w:rsidP="00D638B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170,0</w:t>
            </w:r>
          </w:p>
        </w:tc>
        <w:tc>
          <w:tcPr>
            <w:tcW w:w="1701" w:type="dxa"/>
          </w:tcPr>
          <w:p w:rsidR="00C0710E" w:rsidRPr="00B96F41" w:rsidRDefault="00C0710E" w:rsidP="00AE3939">
            <w:pPr>
              <w:jc w:val="center"/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</w:rPr>
              <w:t>Забезпечення сталого функціонування АЗПСМ та ФАПів</w:t>
            </w:r>
          </w:p>
          <w:p w:rsidR="00C0710E" w:rsidRPr="00496ED7" w:rsidRDefault="00C0710E" w:rsidP="00AE3939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  <w:lang w:val="uk-UA"/>
              </w:rPr>
              <w:t>Петровецької  сільської ради</w:t>
            </w:r>
          </w:p>
        </w:tc>
      </w:tr>
    </w:tbl>
    <w:p w:rsidR="00C0710E" w:rsidRPr="00C50255" w:rsidRDefault="00C0710E" w:rsidP="008B015A">
      <w:pPr>
        <w:pStyle w:val="NoSpacing"/>
        <w:jc w:val="both"/>
        <w:rPr>
          <w:rFonts w:ascii="Times New Roman" w:hAnsi="Times New Roman"/>
          <w:sz w:val="28"/>
        </w:rPr>
      </w:pPr>
    </w:p>
    <w:p w:rsidR="00C0710E" w:rsidRPr="00C50255" w:rsidRDefault="00C0710E" w:rsidP="00F916BD">
      <w:pPr>
        <w:pStyle w:val="NoSpacing"/>
        <w:tabs>
          <w:tab w:val="left" w:pos="1134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C0710E" w:rsidRDefault="00C0710E" w:rsidP="00055674">
      <w:pPr>
        <w:jc w:val="both"/>
        <w:rPr>
          <w:sz w:val="28"/>
          <w:szCs w:val="28"/>
          <w:lang w:val="uk-UA"/>
        </w:rPr>
      </w:pPr>
      <w:r w:rsidRPr="00C50255">
        <w:rPr>
          <w:sz w:val="28"/>
          <w:lang w:val="uk-UA"/>
        </w:rPr>
        <w:t xml:space="preserve">         </w:t>
      </w:r>
      <w:r>
        <w:rPr>
          <w:sz w:val="28"/>
          <w:lang w:val="uk-UA"/>
        </w:rPr>
        <w:t>4</w:t>
      </w:r>
      <w:r w:rsidRPr="00C50255">
        <w:rPr>
          <w:sz w:val="28"/>
          <w:lang w:val="uk-UA"/>
        </w:rPr>
        <w:t>. К</w:t>
      </w:r>
      <w:r w:rsidRPr="00C50255">
        <w:rPr>
          <w:sz w:val="28"/>
          <w:szCs w:val="28"/>
          <w:lang w:val="uk-UA"/>
        </w:rPr>
        <w:t>онтроль за виконанням цього рішення покласти на постійну комісію з питань бюджету, освіти, охорони здоров’я, культури, торгівлі та соціального захисту</w:t>
      </w:r>
      <w:r>
        <w:rPr>
          <w:sz w:val="28"/>
          <w:szCs w:val="28"/>
          <w:lang w:val="uk-UA"/>
        </w:rPr>
        <w:t xml:space="preserve"> (Болеслав ГАВЛЮК</w:t>
      </w:r>
      <w:r w:rsidRPr="00C50255">
        <w:rPr>
          <w:sz w:val="28"/>
          <w:szCs w:val="28"/>
          <w:lang w:val="uk-UA"/>
        </w:rPr>
        <w:t>).</w:t>
      </w:r>
    </w:p>
    <w:p w:rsidR="00C0710E" w:rsidRPr="00C50255" w:rsidRDefault="00C0710E" w:rsidP="00055674">
      <w:pPr>
        <w:jc w:val="both"/>
        <w:rPr>
          <w:sz w:val="28"/>
          <w:szCs w:val="28"/>
          <w:lang w:val="uk-UA"/>
        </w:rPr>
      </w:pPr>
    </w:p>
    <w:p w:rsidR="00C0710E" w:rsidRDefault="00C0710E" w:rsidP="004A098C">
      <w:pPr>
        <w:rPr>
          <w:sz w:val="28"/>
          <w:szCs w:val="28"/>
          <w:lang w:val="uk-UA"/>
        </w:rPr>
      </w:pPr>
    </w:p>
    <w:p w:rsidR="00C0710E" w:rsidRPr="000B4342" w:rsidRDefault="00C0710E" w:rsidP="004A09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Сільськ</w:t>
      </w:r>
      <w:r w:rsidRPr="000B4342">
        <w:rPr>
          <w:b/>
          <w:sz w:val="28"/>
          <w:szCs w:val="28"/>
          <w:lang w:val="uk-UA"/>
        </w:rPr>
        <w:t xml:space="preserve">ий голова                     </w:t>
      </w:r>
      <w:r>
        <w:rPr>
          <w:b/>
          <w:sz w:val="28"/>
          <w:szCs w:val="28"/>
          <w:lang w:val="uk-UA"/>
        </w:rPr>
        <w:t xml:space="preserve">                      Іван ГРИЖИНКУ</w:t>
      </w:r>
    </w:p>
    <w:p w:rsidR="00C0710E" w:rsidRPr="00676D8A" w:rsidRDefault="00C0710E" w:rsidP="008B015A">
      <w:pPr>
        <w:widowControl w:val="0"/>
        <w:jc w:val="both"/>
        <w:rPr>
          <w:bCs/>
          <w:sz w:val="28"/>
          <w:szCs w:val="28"/>
        </w:rPr>
      </w:pPr>
    </w:p>
    <w:p w:rsidR="00C0710E" w:rsidRDefault="00C0710E" w:rsidP="004B6765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C0710E" w:rsidRDefault="00C0710E">
      <w:pPr>
        <w:rPr>
          <w:lang w:val="uk-UA"/>
        </w:rPr>
      </w:pPr>
    </w:p>
    <w:p w:rsidR="00C0710E" w:rsidRPr="004650AA" w:rsidRDefault="00C0710E" w:rsidP="00AD2529">
      <w:pPr>
        <w:jc w:val="center"/>
        <w:rPr>
          <w:color w:val="FF0000"/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  <w:r>
        <w:rPr>
          <w:lang w:val="uk-UA"/>
        </w:rPr>
        <w:tab/>
      </w:r>
    </w:p>
    <w:p w:rsidR="00C0710E" w:rsidRPr="000C36A1" w:rsidRDefault="00C0710E">
      <w:pPr>
        <w:rPr>
          <w:lang w:val="uk-UA"/>
        </w:rPr>
      </w:pPr>
    </w:p>
    <w:sectPr w:rsidR="00C0710E" w:rsidRPr="000C36A1" w:rsidSect="00AD2529">
      <w:headerReference w:type="even" r:id="rId9"/>
      <w:pgSz w:w="11906" w:h="16838" w:code="9"/>
      <w:pgMar w:top="539" w:right="926" w:bottom="719" w:left="1620" w:header="0" w:footer="13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10E" w:rsidRDefault="00C0710E">
      <w:r>
        <w:separator/>
      </w:r>
    </w:p>
  </w:endnote>
  <w:endnote w:type="continuationSeparator" w:id="0">
    <w:p w:rsidR="00C0710E" w:rsidRDefault="00C071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10E" w:rsidRDefault="00C0710E">
      <w:r>
        <w:separator/>
      </w:r>
    </w:p>
  </w:footnote>
  <w:footnote w:type="continuationSeparator" w:id="0">
    <w:p w:rsidR="00C0710E" w:rsidRDefault="00C071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10E" w:rsidRDefault="00C0710E" w:rsidP="000C36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0710E" w:rsidRDefault="00C0710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90C"/>
    <w:multiLevelType w:val="hybridMultilevel"/>
    <w:tmpl w:val="05B8CE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B72D1B"/>
    <w:multiLevelType w:val="hybridMultilevel"/>
    <w:tmpl w:val="1352B646"/>
    <w:lvl w:ilvl="0" w:tplc="B8E4B3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cs="Times New Roman" w:hint="default"/>
        <w:b w:val="0"/>
        <w:sz w:val="28"/>
        <w:szCs w:val="28"/>
      </w:rPr>
    </w:lvl>
    <w:lvl w:ilvl="1" w:tplc="4A8400E0">
      <w:start w:val="3"/>
      <w:numFmt w:val="bullet"/>
      <w:lvlText w:val="-"/>
      <w:lvlJc w:val="left"/>
      <w:pPr>
        <w:tabs>
          <w:tab w:val="num" w:pos="2238"/>
        </w:tabs>
        <w:ind w:left="2238" w:hanging="81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10E434A0"/>
    <w:multiLevelType w:val="hybridMultilevel"/>
    <w:tmpl w:val="5DDE61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12D27C0"/>
    <w:multiLevelType w:val="hybridMultilevel"/>
    <w:tmpl w:val="1FB6E20C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1B155D9"/>
    <w:multiLevelType w:val="hybridMultilevel"/>
    <w:tmpl w:val="3AE498F2"/>
    <w:lvl w:ilvl="0" w:tplc="9694559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11FB7496"/>
    <w:multiLevelType w:val="hybridMultilevel"/>
    <w:tmpl w:val="9870907C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3EA39A0"/>
    <w:multiLevelType w:val="hybridMultilevel"/>
    <w:tmpl w:val="EF94B67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70541DE"/>
    <w:multiLevelType w:val="hybridMultilevel"/>
    <w:tmpl w:val="0DD86EE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D46325F"/>
    <w:multiLevelType w:val="hybridMultilevel"/>
    <w:tmpl w:val="487067FC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1D684357"/>
    <w:multiLevelType w:val="hybridMultilevel"/>
    <w:tmpl w:val="ED4AF7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1E7F269F"/>
    <w:multiLevelType w:val="hybridMultilevel"/>
    <w:tmpl w:val="6DF61890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1224602"/>
    <w:multiLevelType w:val="hybridMultilevel"/>
    <w:tmpl w:val="696CE600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44E0645"/>
    <w:multiLevelType w:val="hybridMultilevel"/>
    <w:tmpl w:val="573276DC"/>
    <w:lvl w:ilvl="0" w:tplc="41304AC2">
      <w:start w:val="3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>
    <w:nsid w:val="24551177"/>
    <w:multiLevelType w:val="multilevel"/>
    <w:tmpl w:val="AA5037AE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2847701D"/>
    <w:multiLevelType w:val="hybridMultilevel"/>
    <w:tmpl w:val="AA5037AE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2DC17355"/>
    <w:multiLevelType w:val="hybridMultilevel"/>
    <w:tmpl w:val="D6AC4034"/>
    <w:lvl w:ilvl="0" w:tplc="62D297A4">
      <w:start w:val="1"/>
      <w:numFmt w:val="decimal"/>
      <w:lvlText w:val="%1."/>
      <w:lvlJc w:val="left"/>
      <w:pPr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6">
    <w:nsid w:val="2F6F7CF8"/>
    <w:multiLevelType w:val="hybridMultilevel"/>
    <w:tmpl w:val="DA7EB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0277314"/>
    <w:multiLevelType w:val="hybridMultilevel"/>
    <w:tmpl w:val="E9BECC28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3365CED"/>
    <w:multiLevelType w:val="hybridMultilevel"/>
    <w:tmpl w:val="B9928EE6"/>
    <w:lvl w:ilvl="0" w:tplc="98A453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39873191"/>
    <w:multiLevelType w:val="hybridMultilevel"/>
    <w:tmpl w:val="F99A55B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43FD1626"/>
    <w:multiLevelType w:val="hybridMultilevel"/>
    <w:tmpl w:val="C440758C"/>
    <w:lvl w:ilvl="0" w:tplc="714E3D3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40A6EC2"/>
    <w:multiLevelType w:val="hybridMultilevel"/>
    <w:tmpl w:val="EF94B67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48693914"/>
    <w:multiLevelType w:val="hybridMultilevel"/>
    <w:tmpl w:val="7CCC15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48913350"/>
    <w:multiLevelType w:val="hybridMultilevel"/>
    <w:tmpl w:val="1FB6E20C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4AF83E16"/>
    <w:multiLevelType w:val="hybridMultilevel"/>
    <w:tmpl w:val="842298F0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4B554140"/>
    <w:multiLevelType w:val="hybridMultilevel"/>
    <w:tmpl w:val="A7DA0B34"/>
    <w:lvl w:ilvl="0" w:tplc="B6A43E3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EBD5CC7"/>
    <w:multiLevelType w:val="hybridMultilevel"/>
    <w:tmpl w:val="FD1A890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4F8E3C2A"/>
    <w:multiLevelType w:val="multilevel"/>
    <w:tmpl w:val="2AB27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114259E"/>
    <w:multiLevelType w:val="hybridMultilevel"/>
    <w:tmpl w:val="EF94B67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52C63F32"/>
    <w:multiLevelType w:val="hybridMultilevel"/>
    <w:tmpl w:val="9446E058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53C62A4E"/>
    <w:multiLevelType w:val="hybridMultilevel"/>
    <w:tmpl w:val="2E028ED4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58EC2EC6"/>
    <w:multiLevelType w:val="hybridMultilevel"/>
    <w:tmpl w:val="9FAC1D3A"/>
    <w:lvl w:ilvl="0" w:tplc="A3EC2E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197444"/>
    <w:multiLevelType w:val="hybridMultilevel"/>
    <w:tmpl w:val="9C4ED428"/>
    <w:lvl w:ilvl="0" w:tplc="2E6C529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5E663BF0"/>
    <w:multiLevelType w:val="hybridMultilevel"/>
    <w:tmpl w:val="489AC95A"/>
    <w:lvl w:ilvl="0" w:tplc="5D5038B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32C5352"/>
    <w:multiLevelType w:val="hybridMultilevel"/>
    <w:tmpl w:val="30B4E0E6"/>
    <w:lvl w:ilvl="0" w:tplc="29D0623C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1938E5"/>
    <w:multiLevelType w:val="hybridMultilevel"/>
    <w:tmpl w:val="4F96A84E"/>
    <w:lvl w:ilvl="0" w:tplc="C70CC182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6202733"/>
    <w:multiLevelType w:val="hybridMultilevel"/>
    <w:tmpl w:val="11DC8B3C"/>
    <w:lvl w:ilvl="0" w:tplc="1F5C4EB6">
      <w:start w:val="7"/>
      <w:numFmt w:val="decimal"/>
      <w:lvlText w:val="%1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37">
    <w:nsid w:val="68B9464D"/>
    <w:multiLevelType w:val="hybridMultilevel"/>
    <w:tmpl w:val="9670D89C"/>
    <w:lvl w:ilvl="0" w:tplc="274266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BA311A6"/>
    <w:multiLevelType w:val="hybridMultilevel"/>
    <w:tmpl w:val="5D30763C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77304DE9"/>
    <w:multiLevelType w:val="hybridMultilevel"/>
    <w:tmpl w:val="3D8A24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781E7855"/>
    <w:multiLevelType w:val="hybridMultilevel"/>
    <w:tmpl w:val="E62A5CF4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>
    <w:nsid w:val="7D127009"/>
    <w:multiLevelType w:val="hybridMultilevel"/>
    <w:tmpl w:val="8C02D470"/>
    <w:lvl w:ilvl="0" w:tplc="1944C5E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2">
    <w:nsid w:val="7D807008"/>
    <w:multiLevelType w:val="multilevel"/>
    <w:tmpl w:val="6066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E9F720A"/>
    <w:multiLevelType w:val="hybridMultilevel"/>
    <w:tmpl w:val="0ECE5E30"/>
    <w:lvl w:ilvl="0" w:tplc="E6B0B046">
      <w:start w:val="16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2"/>
  </w:num>
  <w:num w:numId="2">
    <w:abstractNumId w:val="1"/>
  </w:num>
  <w:num w:numId="3">
    <w:abstractNumId w:val="16"/>
  </w:num>
  <w:num w:numId="4">
    <w:abstractNumId w:val="31"/>
  </w:num>
  <w:num w:numId="5">
    <w:abstractNumId w:val="35"/>
  </w:num>
  <w:num w:numId="6">
    <w:abstractNumId w:val="0"/>
  </w:num>
  <w:num w:numId="7">
    <w:abstractNumId w:val="4"/>
  </w:num>
  <w:num w:numId="8">
    <w:abstractNumId w:val="2"/>
  </w:num>
  <w:num w:numId="9">
    <w:abstractNumId w:val="27"/>
  </w:num>
  <w:num w:numId="10">
    <w:abstractNumId w:val="33"/>
  </w:num>
  <w:num w:numId="11">
    <w:abstractNumId w:val="41"/>
  </w:num>
  <w:num w:numId="12">
    <w:abstractNumId w:val="43"/>
  </w:num>
  <w:num w:numId="13">
    <w:abstractNumId w:val="20"/>
  </w:num>
  <w:num w:numId="14">
    <w:abstractNumId w:val="34"/>
  </w:num>
  <w:num w:numId="15">
    <w:abstractNumId w:val="39"/>
  </w:num>
  <w:num w:numId="16">
    <w:abstractNumId w:val="9"/>
  </w:num>
  <w:num w:numId="17">
    <w:abstractNumId w:val="21"/>
  </w:num>
  <w:num w:numId="18">
    <w:abstractNumId w:val="40"/>
  </w:num>
  <w:num w:numId="19">
    <w:abstractNumId w:val="17"/>
  </w:num>
  <w:num w:numId="20">
    <w:abstractNumId w:val="5"/>
  </w:num>
  <w:num w:numId="21">
    <w:abstractNumId w:val="23"/>
  </w:num>
  <w:num w:numId="22">
    <w:abstractNumId w:val="18"/>
  </w:num>
  <w:num w:numId="23">
    <w:abstractNumId w:val="10"/>
  </w:num>
  <w:num w:numId="24">
    <w:abstractNumId w:val="30"/>
  </w:num>
  <w:num w:numId="25">
    <w:abstractNumId w:val="11"/>
  </w:num>
  <w:num w:numId="26">
    <w:abstractNumId w:val="28"/>
  </w:num>
  <w:num w:numId="27">
    <w:abstractNumId w:val="29"/>
  </w:num>
  <w:num w:numId="28">
    <w:abstractNumId w:val="24"/>
  </w:num>
  <w:num w:numId="29">
    <w:abstractNumId w:val="6"/>
  </w:num>
  <w:num w:numId="30">
    <w:abstractNumId w:val="32"/>
  </w:num>
  <w:num w:numId="31">
    <w:abstractNumId w:val="7"/>
  </w:num>
  <w:num w:numId="32">
    <w:abstractNumId w:val="3"/>
  </w:num>
  <w:num w:numId="33">
    <w:abstractNumId w:val="25"/>
  </w:num>
  <w:num w:numId="34">
    <w:abstractNumId w:val="22"/>
  </w:num>
  <w:num w:numId="35">
    <w:abstractNumId w:val="37"/>
  </w:num>
  <w:num w:numId="36">
    <w:abstractNumId w:val="8"/>
  </w:num>
  <w:num w:numId="37">
    <w:abstractNumId w:val="26"/>
  </w:num>
  <w:num w:numId="38">
    <w:abstractNumId w:val="38"/>
  </w:num>
  <w:num w:numId="39">
    <w:abstractNumId w:val="14"/>
  </w:num>
  <w:num w:numId="40">
    <w:abstractNumId w:val="13"/>
  </w:num>
  <w:num w:numId="41">
    <w:abstractNumId w:val="19"/>
  </w:num>
  <w:num w:numId="42">
    <w:abstractNumId w:val="42"/>
  </w:num>
  <w:num w:numId="43">
    <w:abstractNumId w:val="15"/>
  </w:num>
  <w:num w:numId="44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6A1"/>
    <w:rsid w:val="000012C0"/>
    <w:rsid w:val="0000256A"/>
    <w:rsid w:val="000179C9"/>
    <w:rsid w:val="0002290E"/>
    <w:rsid w:val="000361D9"/>
    <w:rsid w:val="00041DC0"/>
    <w:rsid w:val="00042AA7"/>
    <w:rsid w:val="000449FA"/>
    <w:rsid w:val="00051E8A"/>
    <w:rsid w:val="00053EF3"/>
    <w:rsid w:val="000545C9"/>
    <w:rsid w:val="00055674"/>
    <w:rsid w:val="00064A4C"/>
    <w:rsid w:val="00075A7A"/>
    <w:rsid w:val="000801BA"/>
    <w:rsid w:val="0008068D"/>
    <w:rsid w:val="00086054"/>
    <w:rsid w:val="000A27FC"/>
    <w:rsid w:val="000A2B74"/>
    <w:rsid w:val="000B4342"/>
    <w:rsid w:val="000C36A1"/>
    <w:rsid w:val="000C7C6D"/>
    <w:rsid w:val="000D2848"/>
    <w:rsid w:val="000D6116"/>
    <w:rsid w:val="000E2EE4"/>
    <w:rsid w:val="000E7D29"/>
    <w:rsid w:val="00102EE3"/>
    <w:rsid w:val="00112A45"/>
    <w:rsid w:val="00112EE3"/>
    <w:rsid w:val="00116FFD"/>
    <w:rsid w:val="0012226F"/>
    <w:rsid w:val="00122F76"/>
    <w:rsid w:val="00125D22"/>
    <w:rsid w:val="00126330"/>
    <w:rsid w:val="00126D12"/>
    <w:rsid w:val="00145545"/>
    <w:rsid w:val="00151978"/>
    <w:rsid w:val="00157205"/>
    <w:rsid w:val="00173E07"/>
    <w:rsid w:val="00186F7D"/>
    <w:rsid w:val="001A0F73"/>
    <w:rsid w:val="001A22B4"/>
    <w:rsid w:val="001D0445"/>
    <w:rsid w:val="001D5846"/>
    <w:rsid w:val="001E6562"/>
    <w:rsid w:val="001E75C7"/>
    <w:rsid w:val="001F5E8A"/>
    <w:rsid w:val="002013EF"/>
    <w:rsid w:val="00234B24"/>
    <w:rsid w:val="00245B97"/>
    <w:rsid w:val="002562ED"/>
    <w:rsid w:val="002A0884"/>
    <w:rsid w:val="002A4D47"/>
    <w:rsid w:val="002B5B12"/>
    <w:rsid w:val="002B6C01"/>
    <w:rsid w:val="002B7BB9"/>
    <w:rsid w:val="002C25E7"/>
    <w:rsid w:val="002C4389"/>
    <w:rsid w:val="002F4D06"/>
    <w:rsid w:val="002F755F"/>
    <w:rsid w:val="00300DBC"/>
    <w:rsid w:val="00303358"/>
    <w:rsid w:val="0030395C"/>
    <w:rsid w:val="00306A00"/>
    <w:rsid w:val="00321E0F"/>
    <w:rsid w:val="00327F0C"/>
    <w:rsid w:val="00347440"/>
    <w:rsid w:val="0037035E"/>
    <w:rsid w:val="003940FB"/>
    <w:rsid w:val="00395104"/>
    <w:rsid w:val="003960D8"/>
    <w:rsid w:val="003A4259"/>
    <w:rsid w:val="003A6013"/>
    <w:rsid w:val="003A6E47"/>
    <w:rsid w:val="003B2370"/>
    <w:rsid w:val="003B3667"/>
    <w:rsid w:val="003D4388"/>
    <w:rsid w:val="003E0982"/>
    <w:rsid w:val="00402CD5"/>
    <w:rsid w:val="00430412"/>
    <w:rsid w:val="004323C3"/>
    <w:rsid w:val="004359BF"/>
    <w:rsid w:val="00437778"/>
    <w:rsid w:val="004467BC"/>
    <w:rsid w:val="004508A9"/>
    <w:rsid w:val="00453E2B"/>
    <w:rsid w:val="00454E21"/>
    <w:rsid w:val="00455CE7"/>
    <w:rsid w:val="0045669F"/>
    <w:rsid w:val="00457A0C"/>
    <w:rsid w:val="004650AA"/>
    <w:rsid w:val="00474B82"/>
    <w:rsid w:val="00482D94"/>
    <w:rsid w:val="00484BCD"/>
    <w:rsid w:val="00496ED7"/>
    <w:rsid w:val="004A098C"/>
    <w:rsid w:val="004A4F28"/>
    <w:rsid w:val="004B0D53"/>
    <w:rsid w:val="004B2550"/>
    <w:rsid w:val="004B6765"/>
    <w:rsid w:val="004E1324"/>
    <w:rsid w:val="004E6A74"/>
    <w:rsid w:val="004E6AB6"/>
    <w:rsid w:val="004F3EC1"/>
    <w:rsid w:val="004F4D61"/>
    <w:rsid w:val="004F6C68"/>
    <w:rsid w:val="00501D9D"/>
    <w:rsid w:val="00512D38"/>
    <w:rsid w:val="005146A8"/>
    <w:rsid w:val="0055019C"/>
    <w:rsid w:val="0055338A"/>
    <w:rsid w:val="0055595D"/>
    <w:rsid w:val="0056122E"/>
    <w:rsid w:val="00565E86"/>
    <w:rsid w:val="00591F8D"/>
    <w:rsid w:val="00594DA0"/>
    <w:rsid w:val="00597A62"/>
    <w:rsid w:val="005A235F"/>
    <w:rsid w:val="005A6C14"/>
    <w:rsid w:val="005D33F7"/>
    <w:rsid w:val="005D3AB4"/>
    <w:rsid w:val="005D7DBB"/>
    <w:rsid w:val="00601A99"/>
    <w:rsid w:val="006072D1"/>
    <w:rsid w:val="00613AE0"/>
    <w:rsid w:val="00623148"/>
    <w:rsid w:val="00623F83"/>
    <w:rsid w:val="00624DA4"/>
    <w:rsid w:val="0062657A"/>
    <w:rsid w:val="00633C7D"/>
    <w:rsid w:val="00640564"/>
    <w:rsid w:val="00665892"/>
    <w:rsid w:val="006672DB"/>
    <w:rsid w:val="00676D8A"/>
    <w:rsid w:val="006841BB"/>
    <w:rsid w:val="00684EA3"/>
    <w:rsid w:val="006A1F91"/>
    <w:rsid w:val="006B42C2"/>
    <w:rsid w:val="006B662C"/>
    <w:rsid w:val="006C6CA8"/>
    <w:rsid w:val="006D33E6"/>
    <w:rsid w:val="006D414A"/>
    <w:rsid w:val="006D5A8B"/>
    <w:rsid w:val="006D75FC"/>
    <w:rsid w:val="006E6537"/>
    <w:rsid w:val="00727BF8"/>
    <w:rsid w:val="00731B6C"/>
    <w:rsid w:val="00734A6A"/>
    <w:rsid w:val="00740BA7"/>
    <w:rsid w:val="00754E64"/>
    <w:rsid w:val="00763F58"/>
    <w:rsid w:val="007A260E"/>
    <w:rsid w:val="007A2C0B"/>
    <w:rsid w:val="007B4460"/>
    <w:rsid w:val="007B5D88"/>
    <w:rsid w:val="007C0FED"/>
    <w:rsid w:val="007C2535"/>
    <w:rsid w:val="007C2FFE"/>
    <w:rsid w:val="007D1282"/>
    <w:rsid w:val="007D1739"/>
    <w:rsid w:val="007F0F2B"/>
    <w:rsid w:val="007F2572"/>
    <w:rsid w:val="007F3C75"/>
    <w:rsid w:val="007F5734"/>
    <w:rsid w:val="0080068E"/>
    <w:rsid w:val="008030B0"/>
    <w:rsid w:val="00806D66"/>
    <w:rsid w:val="00810A97"/>
    <w:rsid w:val="00810CF9"/>
    <w:rsid w:val="008118A7"/>
    <w:rsid w:val="00816663"/>
    <w:rsid w:val="00823900"/>
    <w:rsid w:val="00826240"/>
    <w:rsid w:val="00827F24"/>
    <w:rsid w:val="00835251"/>
    <w:rsid w:val="00842515"/>
    <w:rsid w:val="00844A47"/>
    <w:rsid w:val="008466A4"/>
    <w:rsid w:val="00853549"/>
    <w:rsid w:val="00873575"/>
    <w:rsid w:val="0088057F"/>
    <w:rsid w:val="0088424D"/>
    <w:rsid w:val="00893861"/>
    <w:rsid w:val="008B015A"/>
    <w:rsid w:val="008B1D34"/>
    <w:rsid w:val="008B5954"/>
    <w:rsid w:val="008C11E6"/>
    <w:rsid w:val="008C6C89"/>
    <w:rsid w:val="008D03A7"/>
    <w:rsid w:val="008D734B"/>
    <w:rsid w:val="008F0C6C"/>
    <w:rsid w:val="008F2D6E"/>
    <w:rsid w:val="008F6A87"/>
    <w:rsid w:val="00900BFE"/>
    <w:rsid w:val="0092030F"/>
    <w:rsid w:val="00924A3F"/>
    <w:rsid w:val="009338A2"/>
    <w:rsid w:val="00933DCF"/>
    <w:rsid w:val="0094186D"/>
    <w:rsid w:val="00946D50"/>
    <w:rsid w:val="00952970"/>
    <w:rsid w:val="00955AD7"/>
    <w:rsid w:val="00955E17"/>
    <w:rsid w:val="00961CD2"/>
    <w:rsid w:val="0096554B"/>
    <w:rsid w:val="009801D3"/>
    <w:rsid w:val="00981BF1"/>
    <w:rsid w:val="00990F48"/>
    <w:rsid w:val="00991419"/>
    <w:rsid w:val="009961B7"/>
    <w:rsid w:val="009A607F"/>
    <w:rsid w:val="009A724F"/>
    <w:rsid w:val="009D1FE6"/>
    <w:rsid w:val="009E6B4D"/>
    <w:rsid w:val="00A00692"/>
    <w:rsid w:val="00A02E29"/>
    <w:rsid w:val="00A17617"/>
    <w:rsid w:val="00A20EF8"/>
    <w:rsid w:val="00A23CC0"/>
    <w:rsid w:val="00A32292"/>
    <w:rsid w:val="00A4168D"/>
    <w:rsid w:val="00A45604"/>
    <w:rsid w:val="00A4584A"/>
    <w:rsid w:val="00A53F3A"/>
    <w:rsid w:val="00A5423D"/>
    <w:rsid w:val="00A6024A"/>
    <w:rsid w:val="00A62989"/>
    <w:rsid w:val="00A63CAB"/>
    <w:rsid w:val="00A75A2A"/>
    <w:rsid w:val="00A766D1"/>
    <w:rsid w:val="00A8326E"/>
    <w:rsid w:val="00A919F7"/>
    <w:rsid w:val="00A9300F"/>
    <w:rsid w:val="00A94F44"/>
    <w:rsid w:val="00AA3A3A"/>
    <w:rsid w:val="00AA4245"/>
    <w:rsid w:val="00AA6C92"/>
    <w:rsid w:val="00AB4793"/>
    <w:rsid w:val="00AD2529"/>
    <w:rsid w:val="00AE3939"/>
    <w:rsid w:val="00AF43C8"/>
    <w:rsid w:val="00B0254D"/>
    <w:rsid w:val="00B12085"/>
    <w:rsid w:val="00B1595A"/>
    <w:rsid w:val="00B2240E"/>
    <w:rsid w:val="00B250D7"/>
    <w:rsid w:val="00B30648"/>
    <w:rsid w:val="00B40F9D"/>
    <w:rsid w:val="00B70BB2"/>
    <w:rsid w:val="00B73DF3"/>
    <w:rsid w:val="00B776B2"/>
    <w:rsid w:val="00B81644"/>
    <w:rsid w:val="00B81995"/>
    <w:rsid w:val="00B819C0"/>
    <w:rsid w:val="00B86CF2"/>
    <w:rsid w:val="00B96F41"/>
    <w:rsid w:val="00BA6147"/>
    <w:rsid w:val="00BA78B4"/>
    <w:rsid w:val="00BA7EED"/>
    <w:rsid w:val="00BC632F"/>
    <w:rsid w:val="00BD38B9"/>
    <w:rsid w:val="00BD5D4F"/>
    <w:rsid w:val="00BE4EBD"/>
    <w:rsid w:val="00BE73A7"/>
    <w:rsid w:val="00BF525D"/>
    <w:rsid w:val="00BF5E54"/>
    <w:rsid w:val="00C07049"/>
    <w:rsid w:val="00C0710E"/>
    <w:rsid w:val="00C07160"/>
    <w:rsid w:val="00C1665E"/>
    <w:rsid w:val="00C26B75"/>
    <w:rsid w:val="00C3059B"/>
    <w:rsid w:val="00C408DE"/>
    <w:rsid w:val="00C50255"/>
    <w:rsid w:val="00C5390E"/>
    <w:rsid w:val="00C53E49"/>
    <w:rsid w:val="00C54636"/>
    <w:rsid w:val="00C55644"/>
    <w:rsid w:val="00C558E6"/>
    <w:rsid w:val="00C5780B"/>
    <w:rsid w:val="00C57C62"/>
    <w:rsid w:val="00C76E15"/>
    <w:rsid w:val="00C97B90"/>
    <w:rsid w:val="00CC1A20"/>
    <w:rsid w:val="00CC37BF"/>
    <w:rsid w:val="00CD4902"/>
    <w:rsid w:val="00CE38CD"/>
    <w:rsid w:val="00CE4F48"/>
    <w:rsid w:val="00CE71B8"/>
    <w:rsid w:val="00CF40AE"/>
    <w:rsid w:val="00D03AA5"/>
    <w:rsid w:val="00D04A7B"/>
    <w:rsid w:val="00D266BE"/>
    <w:rsid w:val="00D30F90"/>
    <w:rsid w:val="00D37579"/>
    <w:rsid w:val="00D408FC"/>
    <w:rsid w:val="00D41111"/>
    <w:rsid w:val="00D42640"/>
    <w:rsid w:val="00D43DA7"/>
    <w:rsid w:val="00D47E25"/>
    <w:rsid w:val="00D56139"/>
    <w:rsid w:val="00D60970"/>
    <w:rsid w:val="00D638B8"/>
    <w:rsid w:val="00D642F9"/>
    <w:rsid w:val="00D94BDF"/>
    <w:rsid w:val="00D9528F"/>
    <w:rsid w:val="00DB06BC"/>
    <w:rsid w:val="00DB4163"/>
    <w:rsid w:val="00DC33CC"/>
    <w:rsid w:val="00DC40BD"/>
    <w:rsid w:val="00DC7C2B"/>
    <w:rsid w:val="00DD331F"/>
    <w:rsid w:val="00DD405F"/>
    <w:rsid w:val="00DD6E15"/>
    <w:rsid w:val="00DE043B"/>
    <w:rsid w:val="00DF6FD8"/>
    <w:rsid w:val="00E1091E"/>
    <w:rsid w:val="00E11210"/>
    <w:rsid w:val="00E40BD0"/>
    <w:rsid w:val="00E43BF7"/>
    <w:rsid w:val="00E614CE"/>
    <w:rsid w:val="00E62CA1"/>
    <w:rsid w:val="00E878AB"/>
    <w:rsid w:val="00E93939"/>
    <w:rsid w:val="00EA0778"/>
    <w:rsid w:val="00EB4FE6"/>
    <w:rsid w:val="00EE0C91"/>
    <w:rsid w:val="00EE27D3"/>
    <w:rsid w:val="00EE484D"/>
    <w:rsid w:val="00EE6457"/>
    <w:rsid w:val="00EF5C78"/>
    <w:rsid w:val="00F01ABA"/>
    <w:rsid w:val="00F211A5"/>
    <w:rsid w:val="00F24446"/>
    <w:rsid w:val="00F479A6"/>
    <w:rsid w:val="00F57348"/>
    <w:rsid w:val="00F62222"/>
    <w:rsid w:val="00F715F1"/>
    <w:rsid w:val="00F81491"/>
    <w:rsid w:val="00F916BD"/>
    <w:rsid w:val="00FB02CF"/>
    <w:rsid w:val="00FC63C7"/>
    <w:rsid w:val="00FD7346"/>
    <w:rsid w:val="00FE5A48"/>
    <w:rsid w:val="00FE7B69"/>
    <w:rsid w:val="00FF595C"/>
    <w:rsid w:val="00FF5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6A1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36A1"/>
    <w:pPr>
      <w:keepNext/>
      <w:jc w:val="center"/>
      <w:outlineLvl w:val="0"/>
    </w:pPr>
    <w:rPr>
      <w:sz w:val="44"/>
    </w:rPr>
  </w:style>
  <w:style w:type="paragraph" w:styleId="Heading2">
    <w:name w:val="heading 2"/>
    <w:basedOn w:val="Normal"/>
    <w:link w:val="Heading2Char"/>
    <w:uiPriority w:val="99"/>
    <w:qFormat/>
    <w:rsid w:val="000C36A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C36A1"/>
    <w:pPr>
      <w:keepNext/>
      <w:jc w:val="center"/>
      <w:outlineLvl w:val="2"/>
    </w:pPr>
    <w:rPr>
      <w:b/>
      <w:sz w:val="52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F595C"/>
    <w:pPr>
      <w:keepNext/>
      <w:spacing w:before="240" w:after="60"/>
      <w:outlineLvl w:val="3"/>
    </w:pPr>
    <w:rPr>
      <w:b/>
      <w:bCs/>
      <w:sz w:val="28"/>
      <w:szCs w:val="28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C36A1"/>
    <w:rPr>
      <w:rFonts w:cs="Times New Roman"/>
      <w:sz w:val="44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C36A1"/>
    <w:rPr>
      <w:rFonts w:cs="Times New Roman"/>
      <w:b/>
      <w:sz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C36A1"/>
    <w:rPr>
      <w:rFonts w:cs="Times New Roman"/>
      <w:b/>
      <w:sz w:val="52"/>
      <w:lang w:val="en-US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F595C"/>
    <w:rPr>
      <w:rFonts w:cs="Times New Roman"/>
      <w:b/>
      <w:sz w:val="28"/>
      <w:lang w:val="ru-RU" w:eastAsia="uk-UA"/>
    </w:rPr>
  </w:style>
  <w:style w:type="paragraph" w:styleId="BodyText">
    <w:name w:val="Body Text"/>
    <w:basedOn w:val="Normal"/>
    <w:link w:val="BodyTextChar"/>
    <w:uiPriority w:val="99"/>
    <w:rsid w:val="000C36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C36A1"/>
    <w:rPr>
      <w:rFonts w:cs="Times New Roman"/>
      <w:lang w:val="ru-RU" w:eastAsia="ru-RU"/>
    </w:rPr>
  </w:style>
  <w:style w:type="paragraph" w:styleId="Header">
    <w:name w:val="header"/>
    <w:basedOn w:val="Normal"/>
    <w:link w:val="HeaderChar"/>
    <w:uiPriority w:val="99"/>
    <w:rsid w:val="000C36A1"/>
    <w:pPr>
      <w:tabs>
        <w:tab w:val="center" w:pos="4819"/>
        <w:tab w:val="right" w:pos="9639"/>
      </w:tabs>
    </w:pPr>
    <w:rPr>
      <w:sz w:val="24"/>
      <w:szCs w:val="24"/>
      <w:lang w:val="nb-NO" w:eastAsia="nb-NO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C36A1"/>
    <w:rPr>
      <w:rFonts w:cs="Times New Roman"/>
      <w:sz w:val="24"/>
      <w:lang w:val="nb-NO" w:eastAsia="nb-NO"/>
    </w:rPr>
  </w:style>
  <w:style w:type="character" w:styleId="PageNumber">
    <w:name w:val="page number"/>
    <w:basedOn w:val="DefaultParagraphFont"/>
    <w:uiPriority w:val="99"/>
    <w:rsid w:val="000C36A1"/>
    <w:rPr>
      <w:rFonts w:cs="Times New Roman"/>
    </w:rPr>
  </w:style>
  <w:style w:type="paragraph" w:customStyle="1" w:styleId="4">
    <w:name w:val="Знак4 Знак Знак"/>
    <w:basedOn w:val="Normal"/>
    <w:uiPriority w:val="99"/>
    <w:rsid w:val="000C36A1"/>
    <w:rPr>
      <w:rFonts w:ascii="Verdana" w:hAnsi="Verdana" w:cs="Verdana"/>
      <w:lang w:val="en-US" w:eastAsia="en-US"/>
    </w:rPr>
  </w:style>
  <w:style w:type="character" w:customStyle="1" w:styleId="rvts23">
    <w:name w:val="rvts23"/>
    <w:basedOn w:val="DefaultParagraphFont"/>
    <w:uiPriority w:val="99"/>
    <w:rsid w:val="00991419"/>
    <w:rPr>
      <w:rFonts w:cs="Times New Roman"/>
    </w:rPr>
  </w:style>
  <w:style w:type="character" w:customStyle="1" w:styleId="10">
    <w:name w:val="Знак Знак10"/>
    <w:uiPriority w:val="99"/>
    <w:rsid w:val="00FF595C"/>
    <w:rPr>
      <w:rFonts w:ascii="Times New Roman" w:hAnsi="Times New Roman"/>
      <w:b/>
      <w:sz w:val="36"/>
      <w:lang w:eastAsia="ru-RU"/>
    </w:rPr>
  </w:style>
  <w:style w:type="character" w:customStyle="1" w:styleId="11">
    <w:name w:val="Знак Знак11"/>
    <w:uiPriority w:val="99"/>
    <w:rsid w:val="00FF595C"/>
    <w:rPr>
      <w:rFonts w:ascii="Times New Roman" w:hAnsi="Times New Roman"/>
      <w:sz w:val="20"/>
      <w:lang w:eastAsia="ru-RU"/>
    </w:rPr>
  </w:style>
  <w:style w:type="character" w:customStyle="1" w:styleId="9">
    <w:name w:val="Знак Знак9"/>
    <w:uiPriority w:val="99"/>
    <w:rsid w:val="00FF595C"/>
    <w:rPr>
      <w:rFonts w:ascii="Times New Roman" w:hAnsi="Times New Roman"/>
      <w:b/>
      <w:sz w:val="20"/>
      <w:lang w:val="en-US" w:eastAsia="ru-RU"/>
    </w:rPr>
  </w:style>
  <w:style w:type="character" w:customStyle="1" w:styleId="BalloonTextChar">
    <w:name w:val="Balloon Text Char"/>
    <w:uiPriority w:val="99"/>
    <w:semiHidden/>
    <w:locked/>
    <w:rsid w:val="00FF595C"/>
    <w:rPr>
      <w:rFonts w:ascii="Tahoma" w:hAnsi="Tahoma"/>
      <w:sz w:val="16"/>
      <w:lang w:eastAsia="ru-RU"/>
    </w:rPr>
  </w:style>
  <w:style w:type="paragraph" w:styleId="BalloonText">
    <w:name w:val="Balloon Text"/>
    <w:basedOn w:val="Normal"/>
    <w:link w:val="BalloonTextChar1"/>
    <w:uiPriority w:val="99"/>
    <w:semiHidden/>
    <w:rsid w:val="00FF595C"/>
    <w:rPr>
      <w:rFonts w:ascii="Tahoma" w:hAnsi="Tahoma"/>
      <w:sz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6841BB"/>
    <w:rPr>
      <w:rFonts w:cs="Times New Roman"/>
      <w:sz w:val="2"/>
    </w:rPr>
  </w:style>
  <w:style w:type="paragraph" w:customStyle="1" w:styleId="a">
    <w:name w:val="Новій"/>
    <w:basedOn w:val="Normal"/>
    <w:uiPriority w:val="99"/>
    <w:rsid w:val="00FF595C"/>
    <w:pPr>
      <w:widowControl w:val="0"/>
      <w:autoSpaceDE w:val="0"/>
      <w:autoSpaceDN w:val="0"/>
      <w:adjustRightInd w:val="0"/>
    </w:pPr>
    <w:rPr>
      <w:sz w:val="28"/>
      <w:szCs w:val="28"/>
      <w:lang w:val="uk-UA"/>
    </w:rPr>
  </w:style>
  <w:style w:type="character" w:customStyle="1" w:styleId="6">
    <w:name w:val="Знак Знак6"/>
    <w:uiPriority w:val="99"/>
    <w:rsid w:val="00FF595C"/>
    <w:rPr>
      <w:rFonts w:ascii="Times New Roman" w:hAnsi="Times New Roman"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FF595C"/>
    <w:pPr>
      <w:ind w:left="720"/>
      <w:contextualSpacing/>
    </w:pPr>
    <w:rPr>
      <w:lang w:val="uk-UA"/>
    </w:rPr>
  </w:style>
  <w:style w:type="paragraph" w:styleId="Title">
    <w:name w:val="Title"/>
    <w:basedOn w:val="Normal"/>
    <w:link w:val="TitleChar"/>
    <w:uiPriority w:val="99"/>
    <w:qFormat/>
    <w:rsid w:val="00FF595C"/>
    <w:pPr>
      <w:jc w:val="center"/>
    </w:pPr>
    <w:rPr>
      <w:b/>
      <w:sz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893861"/>
    <w:rPr>
      <w:rFonts w:cs="Times New Roman"/>
      <w:b/>
      <w:sz w:val="28"/>
      <w:lang w:val="uk-UA"/>
    </w:rPr>
  </w:style>
  <w:style w:type="paragraph" w:styleId="Subtitle">
    <w:name w:val="Subtitle"/>
    <w:basedOn w:val="Normal"/>
    <w:link w:val="SubtitleChar"/>
    <w:uiPriority w:val="99"/>
    <w:qFormat/>
    <w:rsid w:val="00FF595C"/>
    <w:pPr>
      <w:jc w:val="center"/>
    </w:pPr>
    <w:rPr>
      <w:sz w:val="32"/>
      <w:szCs w:val="32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841BB"/>
    <w:rPr>
      <w:rFonts w:ascii="Cambria" w:hAnsi="Cambria" w:cs="Times New Roman"/>
      <w:sz w:val="24"/>
      <w:szCs w:val="24"/>
    </w:rPr>
  </w:style>
  <w:style w:type="paragraph" w:styleId="NormalWeb">
    <w:name w:val="Normal (Web)"/>
    <w:basedOn w:val="Normal"/>
    <w:uiPriority w:val="99"/>
    <w:rsid w:val="00FF595C"/>
    <w:pPr>
      <w:spacing w:before="200" w:after="300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FF595C"/>
    <w:rPr>
      <w:rFonts w:cs="Times New Roman"/>
      <w:b/>
    </w:rPr>
  </w:style>
  <w:style w:type="paragraph" w:styleId="Footer">
    <w:name w:val="footer"/>
    <w:basedOn w:val="Normal"/>
    <w:link w:val="FooterChar"/>
    <w:uiPriority w:val="99"/>
    <w:rsid w:val="00FF595C"/>
    <w:pPr>
      <w:tabs>
        <w:tab w:val="center" w:pos="4677"/>
        <w:tab w:val="right" w:pos="9355"/>
      </w:tabs>
    </w:pPr>
    <w:rPr>
      <w:sz w:val="24"/>
      <w:szCs w:val="24"/>
      <w:lang w:val="uk-UA" w:eastAsia="nb-NO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841BB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FF595C"/>
    <w:pPr>
      <w:spacing w:after="120" w:line="480" w:lineRule="auto"/>
      <w:ind w:left="283"/>
    </w:pPr>
    <w:rPr>
      <w:sz w:val="24"/>
      <w:szCs w:val="24"/>
      <w:lang w:val="nb-NO" w:eastAsia="nb-N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841BB"/>
    <w:rPr>
      <w:rFonts w:cs="Times New Roman"/>
      <w:sz w:val="20"/>
      <w:szCs w:val="20"/>
    </w:rPr>
  </w:style>
  <w:style w:type="paragraph" w:customStyle="1" w:styleId="StyleZakonu">
    <w:name w:val="StyleZakonu"/>
    <w:basedOn w:val="Normal"/>
    <w:uiPriority w:val="99"/>
    <w:rsid w:val="00FF595C"/>
    <w:pPr>
      <w:spacing w:after="60" w:line="220" w:lineRule="exact"/>
      <w:ind w:firstLine="284"/>
      <w:jc w:val="both"/>
    </w:pPr>
    <w:rPr>
      <w:lang w:val="uk-UA"/>
    </w:rPr>
  </w:style>
  <w:style w:type="paragraph" w:styleId="HTMLPreformatted">
    <w:name w:val="HTML Preformatted"/>
    <w:basedOn w:val="Normal"/>
    <w:link w:val="HTMLPreformattedChar"/>
    <w:uiPriority w:val="99"/>
    <w:rsid w:val="00FF59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30"/>
      <w:szCs w:val="3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FF595C"/>
    <w:rPr>
      <w:rFonts w:ascii="Courier New" w:hAnsi="Courier New" w:cs="Times New Roman"/>
      <w:color w:val="000000"/>
      <w:sz w:val="30"/>
      <w:lang w:val="ru-RU" w:eastAsia="ru-RU"/>
    </w:rPr>
  </w:style>
  <w:style w:type="paragraph" w:customStyle="1" w:styleId="Ciae3">
    <w:name w:val="Ciae3"/>
    <w:basedOn w:val="Normal"/>
    <w:uiPriority w:val="99"/>
    <w:rsid w:val="00FF595C"/>
    <w:pPr>
      <w:suppressAutoHyphens/>
      <w:overflowPunct w:val="0"/>
      <w:autoSpaceDE w:val="0"/>
      <w:autoSpaceDN w:val="0"/>
      <w:adjustRightInd w:val="0"/>
      <w:textAlignment w:val="baseline"/>
    </w:pPr>
    <w:rPr>
      <w:rFonts w:ascii="Verdana" w:hAnsi="Verdana"/>
      <w:lang w:val="en-US"/>
    </w:rPr>
  </w:style>
  <w:style w:type="character" w:customStyle="1" w:styleId="rvts0">
    <w:name w:val="rvts0"/>
    <w:uiPriority w:val="99"/>
    <w:rsid w:val="00FF595C"/>
  </w:style>
  <w:style w:type="paragraph" w:customStyle="1" w:styleId="rvps2">
    <w:name w:val="rvps2"/>
    <w:basedOn w:val="Normal"/>
    <w:uiPriority w:val="99"/>
    <w:rsid w:val="00FF595C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Normal"/>
    <w:uiPriority w:val="99"/>
    <w:rsid w:val="00186F7D"/>
    <w:pPr>
      <w:ind w:left="720"/>
    </w:pPr>
    <w:rPr>
      <w:sz w:val="24"/>
      <w:szCs w:val="24"/>
      <w:lang w:val="nb-NO" w:eastAsia="nb-NO"/>
    </w:rPr>
  </w:style>
  <w:style w:type="paragraph" w:styleId="NoSpacing">
    <w:name w:val="No Spacing"/>
    <w:uiPriority w:val="99"/>
    <w:qFormat/>
    <w:rsid w:val="008C11E6"/>
    <w:rPr>
      <w:rFonts w:ascii="Calibri" w:hAnsi="Calibri"/>
      <w:lang w:val="uk-UA" w:eastAsia="en-US"/>
    </w:rPr>
  </w:style>
  <w:style w:type="table" w:styleId="TableGrid">
    <w:name w:val="Table Grid"/>
    <w:basedOn w:val="TableNormal"/>
    <w:uiPriority w:val="99"/>
    <w:rsid w:val="0062314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89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9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9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9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9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9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9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9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9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9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9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561</Words>
  <Characters>3202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ІО</dc:creator>
  <cp:keywords/>
  <dc:description/>
  <cp:lastModifiedBy>Admin</cp:lastModifiedBy>
  <cp:revision>4</cp:revision>
  <cp:lastPrinted>2021-09-23T06:42:00Z</cp:lastPrinted>
  <dcterms:created xsi:type="dcterms:W3CDTF">2021-09-15T13:40:00Z</dcterms:created>
  <dcterms:modified xsi:type="dcterms:W3CDTF">2021-09-23T06:42:00Z</dcterms:modified>
</cp:coreProperties>
</file>