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40" w:rsidRDefault="008C0540" w:rsidP="00AE18C0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en-US"/>
        </w:rPr>
      </w:pPr>
    </w:p>
    <w:p w:rsidR="008C0540" w:rsidRPr="00E67FC3" w:rsidRDefault="008C0540" w:rsidP="00574969">
      <w:pPr>
        <w:autoSpaceDE w:val="0"/>
        <w:autoSpaceDN w:val="0"/>
        <w:adjustRightInd w:val="0"/>
        <w:ind w:right="-5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Pr="00CB320A">
        <w:rPr>
          <w:rFonts w:ascii="Calibri" w:hAnsi="Calibri" w:cs="Calibri"/>
          <w:noProof/>
          <w:sz w:val="22"/>
          <w:szCs w:val="2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4.5pt;height:42.75pt;visibility:visible">
            <v:imagedata r:id="rId5" o:title=""/>
          </v:shape>
        </w:pict>
      </w:r>
      <w:r>
        <w:rPr>
          <w:b/>
          <w:bCs/>
          <w:sz w:val="28"/>
          <w:szCs w:val="28"/>
          <w:lang w:val="uk-UA"/>
        </w:rPr>
        <w:t xml:space="preserve">                             </w:t>
      </w:r>
    </w:p>
    <w:p w:rsidR="008C0540" w:rsidRPr="00A329CD" w:rsidRDefault="008C0540" w:rsidP="00AE18C0">
      <w:pPr>
        <w:autoSpaceDE w:val="0"/>
        <w:autoSpaceDN w:val="0"/>
        <w:adjustRightInd w:val="0"/>
        <w:ind w:right="-5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</w:t>
      </w:r>
    </w:p>
    <w:p w:rsidR="008C0540" w:rsidRDefault="008C0540" w:rsidP="00AE18C0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УКРАЇНА</w:t>
      </w:r>
    </w:p>
    <w:p w:rsidR="008C0540" w:rsidRDefault="008C0540" w:rsidP="00AE18C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ПЕТРОВЕЦЬКА СІЛЬСЬКА РАДА </w:t>
      </w:r>
    </w:p>
    <w:p w:rsidR="008C0540" w:rsidRDefault="008C0540" w:rsidP="00AE18C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ЧЕРНІВЕЦЬКОГО РАЙОНУ ЧЕРНІВЕЦЬКОЇ ОБЛАСТІ</w:t>
      </w:r>
    </w:p>
    <w:p w:rsidR="008C0540" w:rsidRDefault="008C0540" w:rsidP="00AE18C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УІІІ сесія VІIІ скликання</w:t>
      </w:r>
    </w:p>
    <w:p w:rsidR="008C0540" w:rsidRPr="001B73FB" w:rsidRDefault="008C0540" w:rsidP="001B73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Н Я   </w:t>
      </w:r>
    </w:p>
    <w:p w:rsidR="008C0540" w:rsidRPr="00FE0D0F" w:rsidRDefault="008C0540" w:rsidP="004F6CFB">
      <w:pPr>
        <w:autoSpaceDE w:val="0"/>
        <w:autoSpaceDN w:val="0"/>
        <w:adjustRightInd w:val="0"/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  лютого 2021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№ 65-8/2021</w:t>
      </w:r>
    </w:p>
    <w:p w:rsidR="008C0540" w:rsidRDefault="008C0540" w:rsidP="002C28E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</w:t>
      </w:r>
    </w:p>
    <w:p w:rsidR="008C0540" w:rsidRDefault="008C0540" w:rsidP="002C28E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Про передачу майна з балансу</w:t>
      </w:r>
    </w:p>
    <w:p w:rsidR="008C0540" w:rsidRDefault="008C0540" w:rsidP="002C28E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Петровецької сільської ради на</w:t>
      </w:r>
    </w:p>
    <w:p w:rsidR="008C0540" w:rsidRDefault="008C0540" w:rsidP="002C28E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баланс відділу освіти, культури, молоді</w:t>
      </w:r>
    </w:p>
    <w:p w:rsidR="008C0540" w:rsidRDefault="008C0540" w:rsidP="002C28E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 спорту Петровецької сільської ради</w:t>
      </w:r>
    </w:p>
    <w:p w:rsidR="008C0540" w:rsidRDefault="008C0540" w:rsidP="00AE18C0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8C0540" w:rsidRPr="00BA0431" w:rsidRDefault="008C0540" w:rsidP="001B73F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329CD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  <w:lang w:val="uk-UA"/>
        </w:rPr>
        <w:t xml:space="preserve">   </w:t>
      </w:r>
      <w:r w:rsidRPr="00BA0431">
        <w:rPr>
          <w:rFonts w:ascii="Times New Roman CYR" w:hAnsi="Times New Roman CYR" w:cs="Times New Roman CYR"/>
          <w:sz w:val="28"/>
          <w:szCs w:val="28"/>
          <w:lang w:val="uk-UA"/>
        </w:rPr>
        <w:t xml:space="preserve">Керуючись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статтею 25,  пунктом 31 </w:t>
      </w:r>
      <w:r w:rsidRPr="00BA0431">
        <w:rPr>
          <w:rFonts w:ascii="Times New Roman CYR" w:hAnsi="Times New Roman CYR" w:cs="Times New Roman CYR"/>
          <w:sz w:val="28"/>
          <w:szCs w:val="28"/>
          <w:lang w:val="uk-UA"/>
        </w:rPr>
        <w:t>ст.26  Закону України „Про місцеве самоврядування в Україні”</w:t>
      </w:r>
      <w:r w:rsidRPr="00BA0431">
        <w:rPr>
          <w:sz w:val="28"/>
          <w:szCs w:val="28"/>
          <w:lang w:val="uk-UA"/>
        </w:rPr>
        <w:t>,   Петровецька сільська рада</w:t>
      </w:r>
    </w:p>
    <w:p w:rsidR="008C0540" w:rsidRDefault="008C0540" w:rsidP="001B73FB">
      <w:pPr>
        <w:spacing w:after="12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8C0540" w:rsidRDefault="008C0540" w:rsidP="00AE18C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Затвердити акт приймання-передачі матеріальних цінностей з балансу Петровецької сільської ради на баланс відділу освіти, культури, молоді та спорту Петровецької сільської ради від 04 лютого 2021 року (додається).</w:t>
      </w:r>
    </w:p>
    <w:p w:rsidR="008C0540" w:rsidRDefault="008C0540" w:rsidP="00AE18C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Передати на баланс відділу освіти, культури, молоді та спорту Петровецької сільської ради Верхньопетровецький ліцей, Верхньопетровецьку загальноосвітну школу І-ІІІст. № 2, Нижньопетровецький ліцей № 1, Нижньопетровецький ліцей № 2, Верхньопетровецький заклад дошкільної освіти «Зіронька», Нижньопетровецький заклад дошкільної освіти «Ромашка», Верхньопетровецький будинок культури, Нижньопетровецький будинок культури, сільський клуб с.Аршиця разом із штатною чисельністю відповідно до чинного законодавства.(згідно акта приймання-передачі)</w:t>
      </w:r>
    </w:p>
    <w:p w:rsidR="008C0540" w:rsidRDefault="008C0540" w:rsidP="00AE18C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Затвердити акт прийому-передачі  матеріальних цінностей  з балансу Петровецької сільської ради на баланс відділу освіти, культури, молоді та спорту Петровецької сільської ради (активи ) станом на 04.02.2021 року.</w:t>
      </w:r>
    </w:p>
    <w:p w:rsidR="008C0540" w:rsidRDefault="008C0540" w:rsidP="00AE18C0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Контроль за виконанням цього рішення покласти на постійну комісію з питань бюджету, освіти, охорони здоров’я, культури, торгівлі та соціального захисту (Гавлюк Б.В.).</w:t>
      </w:r>
    </w:p>
    <w:p w:rsidR="008C0540" w:rsidRDefault="008C0540" w:rsidP="002C28E2">
      <w:pPr>
        <w:pStyle w:val="ListParagraph"/>
        <w:autoSpaceDE w:val="0"/>
        <w:autoSpaceDN w:val="0"/>
        <w:adjustRightInd w:val="0"/>
        <w:ind w:left="66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bookmarkStart w:id="0" w:name="_GoBack"/>
      <w:bookmarkEnd w:id="0"/>
    </w:p>
    <w:p w:rsidR="008C0540" w:rsidRDefault="008C0540" w:rsidP="001B73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Сільський голова                                            І.Г. Грижинку</w:t>
      </w:r>
    </w:p>
    <w:p w:rsidR="008C0540" w:rsidRDefault="008C0540" w:rsidP="00AE18C0">
      <w:pPr>
        <w:rPr>
          <w:lang w:val="uk-UA"/>
        </w:rPr>
      </w:pPr>
    </w:p>
    <w:p w:rsidR="008C0540" w:rsidRDefault="008C0540" w:rsidP="00AE18C0">
      <w:pPr>
        <w:rPr>
          <w:lang w:val="uk-UA"/>
        </w:rPr>
      </w:pPr>
    </w:p>
    <w:p w:rsidR="008C0540" w:rsidRDefault="008C0540" w:rsidP="00AE18C0">
      <w:pPr>
        <w:rPr>
          <w:lang w:val="uk-UA"/>
        </w:rPr>
      </w:pPr>
    </w:p>
    <w:p w:rsidR="008C0540" w:rsidRDefault="008C0540" w:rsidP="00AE18C0">
      <w:pPr>
        <w:rPr>
          <w:lang w:val="uk-UA"/>
        </w:rPr>
      </w:pPr>
    </w:p>
    <w:p w:rsidR="008C0540" w:rsidRDefault="008C0540" w:rsidP="00AE18C0">
      <w:pPr>
        <w:rPr>
          <w:lang w:val="uk-UA"/>
        </w:rPr>
      </w:pPr>
    </w:p>
    <w:p w:rsidR="008C0540" w:rsidRDefault="008C0540" w:rsidP="00AE18C0">
      <w:pPr>
        <w:rPr>
          <w:lang w:val="uk-UA"/>
        </w:rPr>
      </w:pPr>
    </w:p>
    <w:p w:rsidR="008C0540" w:rsidRDefault="008C0540" w:rsidP="00AE18C0">
      <w:pPr>
        <w:rPr>
          <w:lang w:val="uk-UA"/>
        </w:rPr>
      </w:pPr>
    </w:p>
    <w:sectPr w:rsidR="008C0540" w:rsidSect="00FE0D0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1913"/>
    <w:multiLevelType w:val="hybridMultilevel"/>
    <w:tmpl w:val="81DC67BE"/>
    <w:lvl w:ilvl="0" w:tplc="26922DBA">
      <w:numFmt w:val="bullet"/>
      <w:lvlText w:val="-"/>
      <w:lvlJc w:val="left"/>
      <w:pPr>
        <w:ind w:left="720" w:hanging="360"/>
      </w:pPr>
      <w:rPr>
        <w:rFonts w:ascii="Times New Roman CYR" w:eastAsia="SimSu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72F74"/>
    <w:multiLevelType w:val="hybridMultilevel"/>
    <w:tmpl w:val="0BB682C0"/>
    <w:lvl w:ilvl="0" w:tplc="59300292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2C852577"/>
    <w:multiLevelType w:val="hybridMultilevel"/>
    <w:tmpl w:val="FD4A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6D3123"/>
    <w:multiLevelType w:val="hybridMultilevel"/>
    <w:tmpl w:val="A214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E3C"/>
    <w:rsid w:val="00022450"/>
    <w:rsid w:val="00025FDC"/>
    <w:rsid w:val="0005333A"/>
    <w:rsid w:val="00053E30"/>
    <w:rsid w:val="000A4931"/>
    <w:rsid w:val="000D0E54"/>
    <w:rsid w:val="000E28CA"/>
    <w:rsid w:val="00116044"/>
    <w:rsid w:val="00147889"/>
    <w:rsid w:val="00160681"/>
    <w:rsid w:val="001934C3"/>
    <w:rsid w:val="001944F1"/>
    <w:rsid w:val="001A4D35"/>
    <w:rsid w:val="001A691E"/>
    <w:rsid w:val="001B4B4B"/>
    <w:rsid w:val="001B73FB"/>
    <w:rsid w:val="001D72D6"/>
    <w:rsid w:val="001E585B"/>
    <w:rsid w:val="001F19D5"/>
    <w:rsid w:val="00201B60"/>
    <w:rsid w:val="00215353"/>
    <w:rsid w:val="00216EB7"/>
    <w:rsid w:val="00231370"/>
    <w:rsid w:val="002A23A6"/>
    <w:rsid w:val="002A2B3C"/>
    <w:rsid w:val="002C28E2"/>
    <w:rsid w:val="002D51C8"/>
    <w:rsid w:val="002E0D60"/>
    <w:rsid w:val="003153BD"/>
    <w:rsid w:val="00333490"/>
    <w:rsid w:val="003420A6"/>
    <w:rsid w:val="003430AB"/>
    <w:rsid w:val="003A0371"/>
    <w:rsid w:val="003A6620"/>
    <w:rsid w:val="003D0074"/>
    <w:rsid w:val="003D2082"/>
    <w:rsid w:val="003D5F9C"/>
    <w:rsid w:val="00430BCA"/>
    <w:rsid w:val="00455D76"/>
    <w:rsid w:val="00472EB8"/>
    <w:rsid w:val="004812F1"/>
    <w:rsid w:val="00481375"/>
    <w:rsid w:val="004C3F44"/>
    <w:rsid w:val="004E6715"/>
    <w:rsid w:val="004F6CFB"/>
    <w:rsid w:val="004F708C"/>
    <w:rsid w:val="0053508B"/>
    <w:rsid w:val="005440F0"/>
    <w:rsid w:val="00554A5D"/>
    <w:rsid w:val="00574969"/>
    <w:rsid w:val="005B1A3E"/>
    <w:rsid w:val="005B3712"/>
    <w:rsid w:val="005B7F04"/>
    <w:rsid w:val="005E4D32"/>
    <w:rsid w:val="00615A1C"/>
    <w:rsid w:val="00616683"/>
    <w:rsid w:val="00630B64"/>
    <w:rsid w:val="0064135B"/>
    <w:rsid w:val="006431D6"/>
    <w:rsid w:val="00683003"/>
    <w:rsid w:val="0069589A"/>
    <w:rsid w:val="006D2B31"/>
    <w:rsid w:val="006E49DC"/>
    <w:rsid w:val="00714EDB"/>
    <w:rsid w:val="0072117A"/>
    <w:rsid w:val="007961E5"/>
    <w:rsid w:val="007C0E4A"/>
    <w:rsid w:val="007E7B98"/>
    <w:rsid w:val="007F2C40"/>
    <w:rsid w:val="00805717"/>
    <w:rsid w:val="00823B40"/>
    <w:rsid w:val="00851946"/>
    <w:rsid w:val="00891FD3"/>
    <w:rsid w:val="008C0540"/>
    <w:rsid w:val="008C0C7C"/>
    <w:rsid w:val="008F0178"/>
    <w:rsid w:val="00926220"/>
    <w:rsid w:val="00940C71"/>
    <w:rsid w:val="00956E64"/>
    <w:rsid w:val="00990C2C"/>
    <w:rsid w:val="009B4511"/>
    <w:rsid w:val="009C128C"/>
    <w:rsid w:val="009D7555"/>
    <w:rsid w:val="00A329CD"/>
    <w:rsid w:val="00A32CA1"/>
    <w:rsid w:val="00A44ABC"/>
    <w:rsid w:val="00A56C0D"/>
    <w:rsid w:val="00A65676"/>
    <w:rsid w:val="00AB3E0A"/>
    <w:rsid w:val="00AC2933"/>
    <w:rsid w:val="00AE18C0"/>
    <w:rsid w:val="00B27B42"/>
    <w:rsid w:val="00B40A64"/>
    <w:rsid w:val="00BA0431"/>
    <w:rsid w:val="00BC7B11"/>
    <w:rsid w:val="00BD6936"/>
    <w:rsid w:val="00BF4DDD"/>
    <w:rsid w:val="00C03092"/>
    <w:rsid w:val="00C214AA"/>
    <w:rsid w:val="00C472C8"/>
    <w:rsid w:val="00C8788C"/>
    <w:rsid w:val="00C95C1D"/>
    <w:rsid w:val="00CB320A"/>
    <w:rsid w:val="00CD53DF"/>
    <w:rsid w:val="00CF6A73"/>
    <w:rsid w:val="00D064AA"/>
    <w:rsid w:val="00D2053C"/>
    <w:rsid w:val="00D31BC2"/>
    <w:rsid w:val="00D70224"/>
    <w:rsid w:val="00DA0E3C"/>
    <w:rsid w:val="00DA4158"/>
    <w:rsid w:val="00DB26B8"/>
    <w:rsid w:val="00DC1325"/>
    <w:rsid w:val="00DE7AF5"/>
    <w:rsid w:val="00E3712D"/>
    <w:rsid w:val="00E67FC3"/>
    <w:rsid w:val="00E87D76"/>
    <w:rsid w:val="00EA5AFB"/>
    <w:rsid w:val="00EB2F54"/>
    <w:rsid w:val="00EE0792"/>
    <w:rsid w:val="00EE59C5"/>
    <w:rsid w:val="00EF267A"/>
    <w:rsid w:val="00EF38B7"/>
    <w:rsid w:val="00F00480"/>
    <w:rsid w:val="00F00D75"/>
    <w:rsid w:val="00F27DE3"/>
    <w:rsid w:val="00F40057"/>
    <w:rsid w:val="00F81789"/>
    <w:rsid w:val="00FA4E8A"/>
    <w:rsid w:val="00FA6FCF"/>
    <w:rsid w:val="00FA6FF6"/>
    <w:rsid w:val="00FE0D0F"/>
    <w:rsid w:val="00FF6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717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961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61E5"/>
    <w:rPr>
      <w:rFonts w:ascii="Segoe UI" w:eastAsia="SimSun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99"/>
    <w:qFormat/>
    <w:rsid w:val="003430AB"/>
    <w:pPr>
      <w:ind w:left="720"/>
      <w:contextualSpacing/>
    </w:pPr>
  </w:style>
  <w:style w:type="paragraph" w:styleId="NoSpacing">
    <w:name w:val="No Spacing"/>
    <w:uiPriority w:val="99"/>
    <w:qFormat/>
    <w:rsid w:val="00022450"/>
    <w:rPr>
      <w:rFonts w:ascii="Times New Roman" w:eastAsia="SimSun" w:hAnsi="Times New Roman"/>
      <w:sz w:val="24"/>
      <w:szCs w:val="24"/>
      <w:lang w:eastAsia="zh-CN"/>
    </w:rPr>
  </w:style>
  <w:style w:type="paragraph" w:customStyle="1" w:styleId="a">
    <w:name w:val="Абзац списка"/>
    <w:basedOn w:val="Normal"/>
    <w:uiPriority w:val="99"/>
    <w:rsid w:val="00DC132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93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277</Words>
  <Characters>1583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</dc:title>
  <dc:subject/>
  <dc:creator>User</dc:creator>
  <cp:keywords/>
  <dc:description/>
  <cp:lastModifiedBy>Admin</cp:lastModifiedBy>
  <cp:revision>3</cp:revision>
  <cp:lastPrinted>2021-02-22T09:39:00Z</cp:lastPrinted>
  <dcterms:created xsi:type="dcterms:W3CDTF">2021-02-26T11:19:00Z</dcterms:created>
  <dcterms:modified xsi:type="dcterms:W3CDTF">2021-02-26T11:19:00Z</dcterms:modified>
</cp:coreProperties>
</file>