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EF" w:rsidRPr="002A1AA7" w:rsidRDefault="00317CEF" w:rsidP="00F37823">
      <w:pPr>
        <w:ind w:right="-117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gerb" style="width:66.75pt;height:63pt;visibility:visible">
            <v:imagedata r:id="rId5" o:title=""/>
          </v:shape>
        </w:pict>
      </w:r>
    </w:p>
    <w:p w:rsidR="00317CEF" w:rsidRPr="00B90C7D" w:rsidRDefault="00317CEF" w:rsidP="00F37823">
      <w:pPr>
        <w:pStyle w:val="Heading1"/>
        <w:numPr>
          <w:ilvl w:val="0"/>
          <w:numId w:val="0"/>
        </w:numPr>
        <w:ind w:right="-117"/>
        <w:rPr>
          <w:b/>
          <w:sz w:val="28"/>
          <w:szCs w:val="28"/>
          <w:lang w:val="uk-UA"/>
        </w:rPr>
      </w:pPr>
      <w:r w:rsidRPr="002A1AA7">
        <w:rPr>
          <w:b/>
          <w:sz w:val="36"/>
          <w:szCs w:val="36"/>
          <w:lang w:val="uk-UA"/>
        </w:rPr>
        <w:t xml:space="preserve"> </w:t>
      </w:r>
      <w:r w:rsidRPr="00B90C7D">
        <w:rPr>
          <w:b/>
          <w:sz w:val="28"/>
          <w:szCs w:val="28"/>
          <w:lang w:val="uk-UA"/>
        </w:rPr>
        <w:t>УКРАЇНА</w:t>
      </w:r>
    </w:p>
    <w:p w:rsidR="00317CEF" w:rsidRDefault="00317CEF" w:rsidP="00F37823">
      <w:pPr>
        <w:jc w:val="center"/>
        <w:rPr>
          <w:b/>
          <w:sz w:val="28"/>
          <w:szCs w:val="28"/>
        </w:rPr>
      </w:pPr>
      <w:r w:rsidRPr="002A1AA7">
        <w:rPr>
          <w:b/>
          <w:sz w:val="36"/>
          <w:szCs w:val="36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317CEF" w:rsidRDefault="00317CEF" w:rsidP="00F3782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ЧЕРНІВ</w:t>
      </w:r>
      <w:r>
        <w:rPr>
          <w:sz w:val="28"/>
          <w:szCs w:val="28"/>
        </w:rPr>
        <w:t>ЕЦЬКОГО РАЙОНУ ЧЕРНІВЕЦЬКОЇ ОБЛАСТІ</w:t>
      </w:r>
    </w:p>
    <w:p w:rsidR="00317CEF" w:rsidRDefault="00317CEF" w:rsidP="00F3782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uk-UA"/>
        </w:rPr>
        <w:t xml:space="preserve">УІІІ   </w:t>
      </w:r>
      <w:r>
        <w:rPr>
          <w:sz w:val="28"/>
          <w:szCs w:val="28"/>
        </w:rPr>
        <w:t>СКЛИКАННЯ</w:t>
      </w:r>
    </w:p>
    <w:p w:rsidR="00317CEF" w:rsidRDefault="00317CEF" w:rsidP="00F37823">
      <w:pPr>
        <w:jc w:val="center"/>
        <w:rPr>
          <w:sz w:val="28"/>
          <w:szCs w:val="28"/>
        </w:rPr>
      </w:pPr>
    </w:p>
    <w:p w:rsidR="00317CEF" w:rsidRPr="005A2FCE" w:rsidRDefault="00317CEF" w:rsidP="00F378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Р І Ш Е Н Н Я </w:t>
      </w:r>
    </w:p>
    <w:p w:rsidR="00317CEF" w:rsidRPr="005A2FCE" w:rsidRDefault="00317CEF" w:rsidP="00F378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 грудня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року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№ 22-3/2020</w:t>
      </w:r>
    </w:p>
    <w:p w:rsidR="00317CEF" w:rsidRDefault="00317CEF" w:rsidP="00F37823">
      <w:pPr>
        <w:pStyle w:val="Heading1"/>
        <w:numPr>
          <w:ilvl w:val="0"/>
          <w:numId w:val="0"/>
        </w:numPr>
        <w:ind w:right="-117"/>
      </w:pPr>
    </w:p>
    <w:p w:rsidR="00317CEF" w:rsidRPr="000E1C01" w:rsidRDefault="00317CEF" w:rsidP="00F37823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ind w:right="4392"/>
        <w:rPr>
          <w:b/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Програми</w:t>
      </w:r>
      <w:r w:rsidRPr="00C06412">
        <w:rPr>
          <w:b/>
          <w:sz w:val="28"/>
          <w:szCs w:val="28"/>
        </w:rPr>
        <w:t xml:space="preserve"> </w:t>
      </w:r>
      <w:r w:rsidRPr="00C06412">
        <w:rPr>
          <w:b/>
          <w:color w:val="000000"/>
          <w:sz w:val="28"/>
          <w:szCs w:val="28"/>
        </w:rPr>
        <w:t xml:space="preserve">охорони навколишнього </w:t>
      </w:r>
      <w:r>
        <w:rPr>
          <w:b/>
          <w:color w:val="000000"/>
          <w:sz w:val="28"/>
          <w:szCs w:val="28"/>
        </w:rPr>
        <w:t xml:space="preserve">природного середовища Петровецької  </w:t>
      </w:r>
      <w:r>
        <w:rPr>
          <w:b/>
          <w:color w:val="000000"/>
          <w:sz w:val="28"/>
          <w:szCs w:val="28"/>
          <w:lang w:val="ru-RU"/>
        </w:rPr>
        <w:t xml:space="preserve">сільської ради Чернівецького району Чернівецької області  </w:t>
      </w:r>
      <w:r>
        <w:rPr>
          <w:b/>
          <w:color w:val="000000"/>
          <w:sz w:val="28"/>
          <w:szCs w:val="28"/>
        </w:rPr>
        <w:t>на 2021 -2023</w:t>
      </w:r>
      <w:r w:rsidRPr="00C06412">
        <w:rPr>
          <w:b/>
          <w:color w:val="000000"/>
          <w:sz w:val="28"/>
          <w:szCs w:val="28"/>
        </w:rPr>
        <w:t xml:space="preserve"> роки</w:t>
      </w:r>
    </w:p>
    <w:p w:rsidR="00317CEF" w:rsidRDefault="00317CEF" w:rsidP="00F37823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ind w:right="4392"/>
        <w:rPr>
          <w:b/>
          <w:sz w:val="28"/>
          <w:szCs w:val="28"/>
        </w:rPr>
      </w:pPr>
    </w:p>
    <w:p w:rsidR="00317CEF" w:rsidRPr="00C04767" w:rsidRDefault="00317CEF" w:rsidP="00F37823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ind w:right="4392"/>
        <w:rPr>
          <w:b/>
          <w:sz w:val="28"/>
          <w:szCs w:val="28"/>
        </w:rPr>
      </w:pPr>
    </w:p>
    <w:p w:rsidR="00317CEF" w:rsidRDefault="00317CEF" w:rsidP="00F37823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6471F">
        <w:rPr>
          <w:sz w:val="28"/>
          <w:szCs w:val="28"/>
          <w:lang w:val="uk-UA"/>
        </w:rPr>
        <w:t>Відповідно до пункту 22 частини першої статті 26 Закону України « Про місцеве самоврядування в Україні»,</w:t>
      </w:r>
      <w:r w:rsidRPr="00C6471F">
        <w:rPr>
          <w:color w:val="000000"/>
          <w:sz w:val="28"/>
          <w:szCs w:val="28"/>
          <w:lang w:val="uk-UA" w:eastAsia="uk-UA"/>
        </w:rPr>
        <w:t xml:space="preserve"> </w:t>
      </w:r>
      <w:r w:rsidRPr="00191193">
        <w:rPr>
          <w:color w:val="000000"/>
          <w:sz w:val="28"/>
          <w:szCs w:val="28"/>
          <w:lang w:val="uk-UA" w:eastAsia="uk-UA"/>
        </w:rPr>
        <w:t>ст. 15 Закону України «Про охорону навколишнього природного середовища»</w:t>
      </w:r>
      <w:r>
        <w:rPr>
          <w:color w:val="000000"/>
          <w:sz w:val="28"/>
          <w:szCs w:val="28"/>
          <w:lang w:val="uk-UA" w:eastAsia="uk-UA"/>
        </w:rPr>
        <w:t>,</w:t>
      </w:r>
      <w:r w:rsidRPr="00C6471F">
        <w:rPr>
          <w:sz w:val="28"/>
          <w:szCs w:val="28"/>
          <w:lang w:val="uk-UA"/>
        </w:rPr>
        <w:t xml:space="preserve"> Постанови Кабінету Міністрів України від 17 вересня 1996 року № 1147 « Про затвердження переліку видів діяльності, що належать до природоохоронних заходів», з метою реалізації державної стратегії досягнення безпечних для людини стандартів оточуючого середовища та невиснажливого використання природних ресурсів на території </w:t>
      </w:r>
      <w:r>
        <w:rPr>
          <w:sz w:val="28"/>
          <w:szCs w:val="28"/>
          <w:lang w:val="uk-UA"/>
        </w:rPr>
        <w:t>сільської</w:t>
      </w:r>
      <w:r w:rsidRPr="00C6471F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Pr="00020373">
        <w:rPr>
          <w:sz w:val="28"/>
          <w:szCs w:val="28"/>
          <w:lang w:val="uk-UA"/>
        </w:rPr>
        <w:t xml:space="preserve">за погодженням </w:t>
      </w:r>
      <w:r w:rsidRPr="005A2FCE">
        <w:rPr>
          <w:sz w:val="28"/>
          <w:szCs w:val="28"/>
          <w:lang w:val="uk-UA"/>
        </w:rPr>
        <w:t>постійної комісії сільської ради з питань  земельних відносин, б</w:t>
      </w:r>
      <w:r>
        <w:rPr>
          <w:sz w:val="28"/>
          <w:szCs w:val="28"/>
          <w:lang w:val="uk-UA"/>
        </w:rPr>
        <w:t xml:space="preserve">удівництва, агропромислового комплексу та охорони навколишнього середовища, Петровецька сільська </w:t>
      </w:r>
    </w:p>
    <w:p w:rsidR="00317CEF" w:rsidRDefault="00317CEF" w:rsidP="00F37823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317CEF" w:rsidRPr="00C41D30" w:rsidRDefault="00317CEF" w:rsidP="00F37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ВИРІШИЛА:</w:t>
      </w:r>
    </w:p>
    <w:p w:rsidR="00317CEF" w:rsidRDefault="00317CEF" w:rsidP="00F37823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</w:p>
    <w:p w:rsidR="00317CEF" w:rsidRPr="00405790" w:rsidRDefault="00317CEF" w:rsidP="00F37823">
      <w:pPr>
        <w:pStyle w:val="BodyText"/>
        <w:numPr>
          <w:ilvl w:val="0"/>
          <w:numId w:val="3"/>
        </w:numPr>
        <w:tabs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ind w:right="0"/>
        <w:jc w:val="both"/>
        <w:rPr>
          <w:color w:val="000000"/>
          <w:sz w:val="28"/>
          <w:szCs w:val="28"/>
        </w:rPr>
      </w:pPr>
      <w:r w:rsidRPr="00405790">
        <w:rPr>
          <w:color w:val="000000"/>
          <w:sz w:val="28"/>
          <w:szCs w:val="28"/>
        </w:rPr>
        <w:t xml:space="preserve">Затвердити Програму </w:t>
      </w:r>
      <w:r>
        <w:rPr>
          <w:color w:val="000000"/>
          <w:sz w:val="28"/>
          <w:szCs w:val="28"/>
        </w:rPr>
        <w:t>охорони навколишнього природного середовища</w:t>
      </w:r>
      <w:r w:rsidRPr="004057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Петровецької  сільської ради Чернівецького району Чернівецької області   на 2021-2023 роки</w:t>
      </w:r>
      <w:r w:rsidRPr="00405790">
        <w:rPr>
          <w:color w:val="000000"/>
          <w:sz w:val="28"/>
          <w:szCs w:val="28"/>
        </w:rPr>
        <w:t xml:space="preserve"> згідно додатку 1.</w:t>
      </w:r>
    </w:p>
    <w:p w:rsidR="00317CEF" w:rsidRPr="00405790" w:rsidRDefault="00317CEF" w:rsidP="00F37823">
      <w:pPr>
        <w:pStyle w:val="BodyText"/>
        <w:numPr>
          <w:ilvl w:val="0"/>
          <w:numId w:val="3"/>
        </w:numPr>
        <w:tabs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>Фінансовому відділу</w:t>
      </w:r>
      <w:r w:rsidRPr="00405790">
        <w:rPr>
          <w:sz w:val="28"/>
          <w:szCs w:val="28"/>
        </w:rPr>
        <w:t xml:space="preserve"> проводити фінансування програми в межах затвердже</w:t>
      </w:r>
      <w:r>
        <w:rPr>
          <w:sz w:val="28"/>
          <w:szCs w:val="28"/>
        </w:rPr>
        <w:t>них асигнувань в бюджеті на 2021-2023 роки</w:t>
      </w:r>
      <w:r w:rsidRPr="00405790">
        <w:rPr>
          <w:sz w:val="28"/>
          <w:szCs w:val="28"/>
        </w:rPr>
        <w:t>.</w:t>
      </w:r>
    </w:p>
    <w:p w:rsidR="00317CEF" w:rsidRPr="00405790" w:rsidRDefault="00317CEF" w:rsidP="005A2FCE">
      <w:pPr>
        <w:pStyle w:val="BodyText"/>
        <w:numPr>
          <w:ilvl w:val="0"/>
          <w:numId w:val="3"/>
        </w:numPr>
        <w:tabs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ind w:right="0"/>
        <w:jc w:val="both"/>
        <w:rPr>
          <w:b/>
        </w:rPr>
      </w:pPr>
      <w:r>
        <w:rPr>
          <w:sz w:val="28"/>
          <w:szCs w:val="28"/>
        </w:rPr>
        <w:t>Конт</w:t>
      </w:r>
      <w:r w:rsidRPr="005A2FCE">
        <w:rPr>
          <w:sz w:val="28"/>
          <w:szCs w:val="28"/>
        </w:rPr>
        <w:t>роль за виконанням цьог</w:t>
      </w:r>
      <w:r>
        <w:rPr>
          <w:sz w:val="28"/>
          <w:szCs w:val="28"/>
        </w:rPr>
        <w:t>о</w:t>
      </w:r>
      <w:r w:rsidRPr="005A2FCE">
        <w:rPr>
          <w:sz w:val="28"/>
          <w:szCs w:val="28"/>
        </w:rPr>
        <w:t xml:space="preserve"> рішення покласти</w:t>
      </w:r>
      <w:r>
        <w:rPr>
          <w:sz w:val="28"/>
          <w:szCs w:val="28"/>
        </w:rPr>
        <w:t xml:space="preserve"> на постійну комісію </w:t>
      </w:r>
      <w:r w:rsidRPr="00C41D30">
        <w:t xml:space="preserve"> </w:t>
      </w:r>
      <w:r w:rsidRPr="005A2FCE">
        <w:rPr>
          <w:sz w:val="28"/>
          <w:szCs w:val="28"/>
        </w:rPr>
        <w:t>з питань  земельних відносин, б</w:t>
      </w:r>
      <w:r>
        <w:rPr>
          <w:sz w:val="28"/>
          <w:szCs w:val="28"/>
        </w:rPr>
        <w:t>удівництва, агропромислового комплексу та охорони навколишнього середовища (Урсулян Д.В.).</w:t>
      </w:r>
    </w:p>
    <w:p w:rsidR="00317CEF" w:rsidRDefault="00317CEF" w:rsidP="00F37823">
      <w:pPr>
        <w:rPr>
          <w:b/>
          <w:bCs/>
          <w:color w:val="1D1B11"/>
          <w:sz w:val="28"/>
          <w:szCs w:val="28"/>
          <w:lang w:val="uk-UA"/>
        </w:rPr>
      </w:pPr>
      <w:r>
        <w:rPr>
          <w:b/>
          <w:bCs/>
          <w:color w:val="1D1B11"/>
          <w:sz w:val="28"/>
          <w:szCs w:val="28"/>
          <w:lang w:val="uk-UA"/>
        </w:rPr>
        <w:t xml:space="preserve">       </w:t>
      </w:r>
    </w:p>
    <w:p w:rsidR="00317CEF" w:rsidRDefault="00317CEF" w:rsidP="00F37823">
      <w:pPr>
        <w:rPr>
          <w:b/>
          <w:bCs/>
          <w:color w:val="1D1B11"/>
          <w:sz w:val="28"/>
          <w:szCs w:val="28"/>
          <w:lang w:val="uk-UA"/>
        </w:rPr>
      </w:pPr>
    </w:p>
    <w:p w:rsidR="00317CEF" w:rsidRPr="00306B1D" w:rsidRDefault="00317CEF" w:rsidP="00306B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 голова</w:t>
      </w:r>
      <w:r w:rsidRPr="005A2FCE">
        <w:rPr>
          <w:b/>
          <w:sz w:val="28"/>
          <w:szCs w:val="28"/>
          <w:lang w:val="uk-UA"/>
        </w:rPr>
        <w:t xml:space="preserve">          </w:t>
      </w:r>
      <w:r w:rsidRPr="00C41D30">
        <w:rPr>
          <w:b/>
          <w:sz w:val="28"/>
          <w:szCs w:val="28"/>
          <w:lang w:val="uk-UA"/>
        </w:rPr>
        <w:t xml:space="preserve">     </w:t>
      </w:r>
      <w:r w:rsidRPr="005A2FCE">
        <w:rPr>
          <w:b/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І.Г.Грижинку</w:t>
      </w:r>
    </w:p>
    <w:p w:rsidR="00317CEF" w:rsidRDefault="00317CEF" w:rsidP="00F37823">
      <w:pPr>
        <w:pStyle w:val="21"/>
      </w:pPr>
    </w:p>
    <w:p w:rsidR="00317CEF" w:rsidRPr="005A2FCE" w:rsidRDefault="00317CEF" w:rsidP="005A2FCE">
      <w:pPr>
        <w:jc w:val="right"/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Додаток 1</w:t>
      </w:r>
      <w:r w:rsidRPr="005A2FCE">
        <w:rPr>
          <w:b/>
          <w:bCs/>
          <w:color w:val="1D1B11"/>
          <w:lang w:val="uk-UA"/>
        </w:rPr>
        <w:t xml:space="preserve">                                                                                                              </w:t>
      </w:r>
      <w:r w:rsidRPr="005A2FCE">
        <w:rPr>
          <w:b/>
          <w:bCs/>
          <w:lang w:val="uk-UA"/>
        </w:rPr>
        <w:tab/>
        <w:t xml:space="preserve">                                                                  </w:t>
      </w:r>
      <w:r>
        <w:rPr>
          <w:b/>
          <w:bCs/>
          <w:lang w:val="uk-UA"/>
        </w:rPr>
        <w:t xml:space="preserve">     </w:t>
      </w:r>
      <w:r w:rsidRPr="005A2FCE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</w:t>
      </w:r>
      <w:r w:rsidRPr="005A2FCE">
        <w:rPr>
          <w:b/>
          <w:bCs/>
          <w:lang w:val="uk-UA"/>
        </w:rPr>
        <w:t xml:space="preserve">до рішення </w:t>
      </w:r>
      <w:r>
        <w:rPr>
          <w:b/>
          <w:bCs/>
          <w:lang w:val="uk-UA"/>
        </w:rPr>
        <w:t>ІІІ</w:t>
      </w:r>
      <w:r w:rsidRPr="005A2FCE">
        <w:rPr>
          <w:b/>
          <w:bCs/>
          <w:lang w:val="uk-UA"/>
        </w:rPr>
        <w:t xml:space="preserve"> сесії </w:t>
      </w:r>
      <w:r>
        <w:rPr>
          <w:b/>
          <w:bCs/>
          <w:lang w:val="uk-UA"/>
        </w:rPr>
        <w:t xml:space="preserve">сільської </w:t>
      </w:r>
      <w:r w:rsidRPr="005A2FCE">
        <w:rPr>
          <w:b/>
          <w:bCs/>
          <w:lang w:val="uk-UA"/>
        </w:rPr>
        <w:t xml:space="preserve">                                            </w:t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  <w:t xml:space="preserve">     </w:t>
      </w:r>
      <w:r>
        <w:rPr>
          <w:b/>
          <w:bCs/>
          <w:lang w:val="uk-UA"/>
        </w:rPr>
        <w:t xml:space="preserve">             </w:t>
      </w:r>
      <w:r w:rsidRPr="005A2FCE">
        <w:rPr>
          <w:b/>
          <w:bCs/>
          <w:lang w:val="uk-UA"/>
        </w:rPr>
        <w:t xml:space="preserve">ради </w:t>
      </w:r>
      <w:r>
        <w:rPr>
          <w:b/>
          <w:bCs/>
          <w:lang w:val="uk-UA"/>
        </w:rPr>
        <w:t xml:space="preserve">УІІІ </w:t>
      </w:r>
      <w:r w:rsidRPr="005A2FCE">
        <w:rPr>
          <w:b/>
          <w:bCs/>
          <w:lang w:val="uk-UA"/>
        </w:rPr>
        <w:t xml:space="preserve">скликання </w:t>
      </w:r>
    </w:p>
    <w:p w:rsidR="00317CEF" w:rsidRDefault="00317CEF" w:rsidP="00F37823">
      <w:pPr>
        <w:jc w:val="right"/>
        <w:rPr>
          <w:b/>
          <w:bCs/>
          <w:lang w:val="uk-UA"/>
        </w:rPr>
      </w:pP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</w:r>
      <w:r w:rsidRPr="005A2FCE">
        <w:rPr>
          <w:b/>
          <w:bCs/>
          <w:lang w:val="uk-UA"/>
        </w:rPr>
        <w:tab/>
        <w:t xml:space="preserve">   </w:t>
      </w:r>
      <w:r>
        <w:rPr>
          <w:b/>
          <w:bCs/>
          <w:lang w:val="uk-UA"/>
        </w:rPr>
        <w:t xml:space="preserve">     </w:t>
      </w:r>
      <w:r w:rsidRPr="005A2FCE">
        <w:rPr>
          <w:b/>
          <w:bCs/>
          <w:lang w:val="uk-UA"/>
        </w:rPr>
        <w:t xml:space="preserve">  </w:t>
      </w:r>
      <w:r w:rsidRPr="00A52A13">
        <w:rPr>
          <w:b/>
          <w:bCs/>
          <w:lang w:val="uk-UA"/>
        </w:rPr>
        <w:t xml:space="preserve">від  </w:t>
      </w:r>
      <w:r>
        <w:rPr>
          <w:b/>
          <w:bCs/>
          <w:lang w:val="uk-UA"/>
        </w:rPr>
        <w:t>04</w:t>
      </w:r>
      <w:r w:rsidRPr="00A52A13">
        <w:rPr>
          <w:b/>
          <w:bCs/>
          <w:lang w:val="uk-UA"/>
        </w:rPr>
        <w:t>.</w:t>
      </w:r>
      <w:r>
        <w:rPr>
          <w:b/>
          <w:bCs/>
          <w:lang w:val="uk-UA"/>
        </w:rPr>
        <w:t>12</w:t>
      </w:r>
      <w:r w:rsidRPr="00A52A13">
        <w:rPr>
          <w:b/>
          <w:bCs/>
          <w:lang w:val="uk-UA"/>
        </w:rPr>
        <w:t>.20</w:t>
      </w:r>
      <w:r>
        <w:rPr>
          <w:b/>
          <w:bCs/>
          <w:lang w:val="uk-UA"/>
        </w:rPr>
        <w:t xml:space="preserve">20 </w:t>
      </w:r>
      <w:r w:rsidRPr="00A52A13">
        <w:rPr>
          <w:b/>
          <w:bCs/>
          <w:lang w:val="uk-UA"/>
        </w:rPr>
        <w:t>р. №</w:t>
      </w:r>
      <w:r>
        <w:rPr>
          <w:b/>
          <w:bCs/>
          <w:lang w:val="uk-UA"/>
        </w:rPr>
        <w:t xml:space="preserve"> 22-3/2020</w:t>
      </w:r>
    </w:p>
    <w:p w:rsidR="00317CEF" w:rsidRDefault="00317CEF" w:rsidP="00F37823">
      <w:pPr>
        <w:spacing w:line="276" w:lineRule="auto"/>
        <w:jc w:val="center"/>
        <w:rPr>
          <w:b/>
          <w:lang w:val="uk-UA"/>
        </w:rPr>
      </w:pPr>
    </w:p>
    <w:p w:rsidR="00317CEF" w:rsidRDefault="00317CEF" w:rsidP="00F37823">
      <w:pPr>
        <w:jc w:val="center"/>
        <w:rPr>
          <w:b/>
          <w:lang w:val="uk-UA"/>
        </w:rPr>
      </w:pPr>
    </w:p>
    <w:p w:rsidR="00317CEF" w:rsidRDefault="00317CEF" w:rsidP="00F37823">
      <w:pPr>
        <w:jc w:val="center"/>
        <w:rPr>
          <w:b/>
          <w:lang w:val="uk-UA"/>
        </w:rPr>
      </w:pPr>
    </w:p>
    <w:p w:rsidR="00317CEF" w:rsidRDefault="00317CEF" w:rsidP="00F37823">
      <w:pPr>
        <w:jc w:val="center"/>
        <w:rPr>
          <w:b/>
          <w:lang w:val="uk-UA"/>
        </w:rPr>
      </w:pPr>
    </w:p>
    <w:p w:rsidR="00317CEF" w:rsidRDefault="00317CEF" w:rsidP="00F37823">
      <w:pPr>
        <w:jc w:val="center"/>
        <w:rPr>
          <w:b/>
          <w:lang w:val="uk-UA"/>
        </w:rPr>
      </w:pPr>
    </w:p>
    <w:p w:rsidR="00317CEF" w:rsidRDefault="00317CEF" w:rsidP="00F37823">
      <w:pPr>
        <w:jc w:val="center"/>
        <w:rPr>
          <w:b/>
          <w:lang w:val="uk-UA"/>
        </w:rPr>
      </w:pPr>
    </w:p>
    <w:p w:rsidR="00317CEF" w:rsidRDefault="00317CEF" w:rsidP="00F37823">
      <w:pPr>
        <w:jc w:val="center"/>
        <w:rPr>
          <w:b/>
          <w:lang w:val="uk-UA"/>
        </w:rPr>
      </w:pPr>
    </w:p>
    <w:p w:rsidR="00317CEF" w:rsidRPr="00632843" w:rsidRDefault="00317CEF" w:rsidP="00F37823">
      <w:pPr>
        <w:jc w:val="center"/>
        <w:rPr>
          <w:b/>
          <w:sz w:val="36"/>
          <w:szCs w:val="36"/>
          <w:lang w:val="uk-UA"/>
        </w:rPr>
      </w:pPr>
    </w:p>
    <w:p w:rsidR="00317CEF" w:rsidRPr="00632843" w:rsidRDefault="00317CEF" w:rsidP="00F37823">
      <w:pPr>
        <w:jc w:val="center"/>
        <w:rPr>
          <w:b/>
          <w:sz w:val="40"/>
          <w:szCs w:val="40"/>
          <w:lang w:val="uk-UA"/>
        </w:rPr>
      </w:pPr>
      <w:r w:rsidRPr="00632843">
        <w:rPr>
          <w:b/>
          <w:sz w:val="40"/>
          <w:szCs w:val="40"/>
        </w:rPr>
        <w:t>ПРОГРАМА</w:t>
      </w:r>
    </w:p>
    <w:p w:rsidR="00317CEF" w:rsidRPr="00632843" w:rsidRDefault="00317CEF" w:rsidP="00F37823">
      <w:pPr>
        <w:jc w:val="center"/>
        <w:rPr>
          <w:b/>
          <w:sz w:val="36"/>
          <w:szCs w:val="36"/>
          <w:lang w:val="uk-UA"/>
        </w:rPr>
      </w:pPr>
    </w:p>
    <w:p w:rsidR="00317CEF" w:rsidRPr="00632843" w:rsidRDefault="00317CEF" w:rsidP="00F37823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охорони навколишнього природного середовища Петровецької сільськ</w:t>
      </w:r>
      <w:r w:rsidRPr="00632843">
        <w:rPr>
          <w:b/>
          <w:sz w:val="40"/>
          <w:szCs w:val="40"/>
          <w:lang w:val="uk-UA"/>
        </w:rPr>
        <w:t xml:space="preserve">ої  </w:t>
      </w:r>
      <w:r>
        <w:rPr>
          <w:b/>
          <w:sz w:val="40"/>
          <w:szCs w:val="40"/>
          <w:lang w:val="uk-UA"/>
        </w:rPr>
        <w:t>ради Чернівецького району Чернівецької області  на 2021-2023 ро</w:t>
      </w:r>
      <w:r w:rsidRPr="00632843">
        <w:rPr>
          <w:b/>
          <w:sz w:val="40"/>
          <w:szCs w:val="40"/>
          <w:lang w:val="uk-UA"/>
        </w:rPr>
        <w:t>к</w:t>
      </w:r>
      <w:r>
        <w:rPr>
          <w:b/>
          <w:sz w:val="40"/>
          <w:szCs w:val="40"/>
          <w:lang w:val="uk-UA"/>
        </w:rPr>
        <w:t>и</w:t>
      </w:r>
    </w:p>
    <w:p w:rsidR="00317CEF" w:rsidRPr="00632843" w:rsidRDefault="00317CEF" w:rsidP="00F37823">
      <w:pPr>
        <w:jc w:val="center"/>
        <w:rPr>
          <w:b/>
          <w:sz w:val="40"/>
          <w:szCs w:val="40"/>
          <w:lang w:val="uk-UA"/>
        </w:rPr>
      </w:pPr>
      <w:bookmarkStart w:id="0" w:name="3"/>
      <w:bookmarkEnd w:id="0"/>
    </w:p>
    <w:p w:rsidR="00317CEF" w:rsidRPr="00632843" w:rsidRDefault="00317CEF" w:rsidP="00F37823">
      <w:pPr>
        <w:jc w:val="center"/>
        <w:rPr>
          <w:b/>
          <w:sz w:val="40"/>
          <w:szCs w:val="40"/>
          <w:lang w:val="uk-UA"/>
        </w:rPr>
      </w:pPr>
    </w:p>
    <w:p w:rsidR="00317CEF" w:rsidRPr="00632843" w:rsidRDefault="00317CEF" w:rsidP="00F37823">
      <w:pPr>
        <w:jc w:val="center"/>
        <w:rPr>
          <w:b/>
          <w:sz w:val="40"/>
          <w:szCs w:val="40"/>
          <w:lang w:val="uk-UA"/>
        </w:rPr>
      </w:pPr>
    </w:p>
    <w:p w:rsidR="00317CEF" w:rsidRPr="00632843" w:rsidRDefault="00317CEF" w:rsidP="00F37823">
      <w:pPr>
        <w:jc w:val="center"/>
        <w:rPr>
          <w:b/>
          <w:sz w:val="40"/>
          <w:szCs w:val="40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sz w:val="28"/>
          <w:szCs w:val="28"/>
          <w:lang w:val="uk-UA"/>
        </w:rPr>
      </w:pPr>
    </w:p>
    <w:p w:rsidR="00317CEF" w:rsidRDefault="00317CEF" w:rsidP="00F37823">
      <w:pPr>
        <w:jc w:val="center"/>
        <w:rPr>
          <w:b/>
          <w:color w:val="000000"/>
          <w:sz w:val="28"/>
          <w:szCs w:val="28"/>
          <w:lang w:val="uk-UA"/>
        </w:rPr>
      </w:pPr>
    </w:p>
    <w:p w:rsidR="00317CEF" w:rsidRPr="004E59D9" w:rsidRDefault="00317CEF" w:rsidP="00F3782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с. Верхні Петрівці</w:t>
      </w:r>
    </w:p>
    <w:p w:rsidR="00317CEF" w:rsidRPr="00B220A7" w:rsidRDefault="00317CEF" w:rsidP="00F3782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2020</w:t>
      </w:r>
      <w:r w:rsidRPr="004E59D9">
        <w:rPr>
          <w:b/>
          <w:color w:val="000000"/>
          <w:sz w:val="28"/>
          <w:szCs w:val="28"/>
          <w:lang w:val="uk-UA"/>
        </w:rPr>
        <w:t xml:space="preserve"> рік</w:t>
      </w:r>
    </w:p>
    <w:p w:rsidR="00317CEF" w:rsidRDefault="00317CEF" w:rsidP="00E63853">
      <w:pPr>
        <w:autoSpaceDE w:val="0"/>
        <w:autoSpaceDN w:val="0"/>
        <w:adjustRightInd w:val="0"/>
        <w:jc w:val="both"/>
        <w:rPr>
          <w:lang w:val="uk-UA"/>
        </w:rPr>
      </w:pPr>
    </w:p>
    <w:p w:rsidR="00317CEF" w:rsidRDefault="00317CEF" w:rsidP="00E63853">
      <w:pPr>
        <w:autoSpaceDE w:val="0"/>
        <w:autoSpaceDN w:val="0"/>
        <w:adjustRightInd w:val="0"/>
        <w:jc w:val="both"/>
        <w:rPr>
          <w:lang w:val="uk-UA"/>
        </w:rPr>
      </w:pPr>
    </w:p>
    <w:p w:rsidR="00317CEF" w:rsidRPr="00306B1D" w:rsidRDefault="00317CEF" w:rsidP="00E6385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317CEF" w:rsidRDefault="00317CEF" w:rsidP="00E6385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D2646">
        <w:rPr>
          <w:b/>
          <w:sz w:val="28"/>
          <w:szCs w:val="28"/>
          <w:lang w:val="uk-UA"/>
        </w:rPr>
        <w:t>1.Загальні положення.</w:t>
      </w:r>
    </w:p>
    <w:p w:rsidR="00317CEF" w:rsidRPr="006D2646" w:rsidRDefault="00317CEF" w:rsidP="00E6385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7CEF" w:rsidRPr="007858F3" w:rsidRDefault="00317CEF" w:rsidP="0002325E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2325E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</w:t>
      </w:r>
      <w:r w:rsidRPr="000232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6D2646">
        <w:rPr>
          <w:sz w:val="28"/>
          <w:szCs w:val="28"/>
          <w:lang w:val="uk-UA"/>
        </w:rPr>
        <w:t>рограма</w:t>
      </w:r>
      <w:r w:rsidRPr="007858F3">
        <w:rPr>
          <w:b/>
          <w:sz w:val="28"/>
          <w:szCs w:val="28"/>
          <w:lang w:val="uk-UA"/>
        </w:rPr>
        <w:t xml:space="preserve"> </w:t>
      </w:r>
      <w:r w:rsidRPr="007858F3">
        <w:rPr>
          <w:sz w:val="28"/>
          <w:szCs w:val="28"/>
          <w:lang w:val="uk-UA"/>
        </w:rPr>
        <w:t>охорони навколишнього</w:t>
      </w:r>
      <w:r>
        <w:rPr>
          <w:sz w:val="28"/>
          <w:szCs w:val="28"/>
          <w:lang w:val="uk-UA"/>
        </w:rPr>
        <w:t xml:space="preserve"> природного середовища Петровец</w:t>
      </w:r>
      <w:r w:rsidRPr="007858F3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сільської ради Чернівецького району Чернівецької  на 2021-2023</w:t>
      </w:r>
      <w:r w:rsidRPr="007858F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оки </w:t>
      </w:r>
      <w:r w:rsidRPr="006D2646">
        <w:rPr>
          <w:sz w:val="28"/>
          <w:szCs w:val="28"/>
          <w:lang w:val="uk-UA"/>
        </w:rPr>
        <w:t xml:space="preserve"> (далі - Пр</w:t>
      </w:r>
      <w:r>
        <w:rPr>
          <w:sz w:val="28"/>
          <w:szCs w:val="28"/>
          <w:lang w:val="uk-UA"/>
        </w:rPr>
        <w:t xml:space="preserve">ограма) розроблена </w:t>
      </w:r>
      <w:r w:rsidRPr="006D2646">
        <w:rPr>
          <w:sz w:val="28"/>
          <w:szCs w:val="28"/>
          <w:lang w:val="uk-UA"/>
        </w:rPr>
        <w:t>відповідно до вимог Закону України «Про охорону навколишнього природного середовища» від 25.06.1991р; Постанови КМУ «Про затвердження переліку видів діяльності, що належать до природоохоронних заходів» від 17</w:t>
      </w:r>
      <w:r>
        <w:rPr>
          <w:sz w:val="28"/>
          <w:szCs w:val="28"/>
          <w:lang w:val="uk-UA"/>
        </w:rPr>
        <w:t>.09.</w:t>
      </w:r>
      <w:r w:rsidRPr="006D2646">
        <w:rPr>
          <w:sz w:val="28"/>
          <w:szCs w:val="28"/>
          <w:lang w:val="uk-UA"/>
        </w:rPr>
        <w:t xml:space="preserve"> 1996р. №1147 (із змінами: Пост. КМУ від 21.10.2009р.)</w:t>
      </w:r>
      <w:r>
        <w:rPr>
          <w:sz w:val="28"/>
          <w:szCs w:val="28"/>
          <w:lang w:val="uk-UA"/>
        </w:rPr>
        <w:t xml:space="preserve">, </w:t>
      </w:r>
      <w:r w:rsidRPr="007858F3">
        <w:rPr>
          <w:sz w:val="28"/>
          <w:szCs w:val="28"/>
          <w:lang w:val="uk-UA"/>
        </w:rPr>
        <w:t>Стратегії розвитку Чернів</w:t>
      </w:r>
      <w:r>
        <w:rPr>
          <w:sz w:val="28"/>
          <w:szCs w:val="28"/>
          <w:lang w:val="uk-UA"/>
        </w:rPr>
        <w:t>ецької області на період до 2027</w:t>
      </w:r>
      <w:r w:rsidRPr="007858F3">
        <w:rPr>
          <w:sz w:val="28"/>
          <w:szCs w:val="28"/>
          <w:lang w:val="uk-UA"/>
        </w:rPr>
        <w:t xml:space="preserve"> року, що затверджена рішенням ХХХ</w:t>
      </w:r>
      <w:r>
        <w:rPr>
          <w:sz w:val="28"/>
          <w:szCs w:val="28"/>
          <w:lang w:val="en-US"/>
        </w:rPr>
        <w:t>V</w:t>
      </w:r>
      <w:r w:rsidRPr="007858F3">
        <w:rPr>
          <w:sz w:val="28"/>
          <w:szCs w:val="28"/>
        </w:rPr>
        <w:t>I</w:t>
      </w:r>
      <w:r w:rsidRPr="007858F3">
        <w:rPr>
          <w:sz w:val="28"/>
          <w:szCs w:val="28"/>
          <w:lang w:val="uk-UA"/>
        </w:rPr>
        <w:t xml:space="preserve"> сесії обласної ради </w:t>
      </w:r>
      <w:r w:rsidRPr="007858F3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</w:t>
      </w:r>
      <w:r w:rsidRPr="007858F3">
        <w:rPr>
          <w:sz w:val="28"/>
          <w:szCs w:val="28"/>
          <w:lang w:val="uk-UA"/>
        </w:rPr>
        <w:t>І скликання від</w:t>
      </w:r>
      <w:r>
        <w:rPr>
          <w:sz w:val="28"/>
          <w:szCs w:val="28"/>
          <w:lang w:val="uk-UA"/>
        </w:rPr>
        <w:t xml:space="preserve"> 04 лютого 2020р. № 1-36/20.</w:t>
      </w:r>
    </w:p>
    <w:p w:rsidR="00317CEF" w:rsidRDefault="00317CEF" w:rsidP="0002325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D2646">
        <w:rPr>
          <w:sz w:val="28"/>
          <w:szCs w:val="28"/>
          <w:lang w:val="uk-UA"/>
        </w:rPr>
        <w:t>Підставою для розроблення Програми є існування проблем на рівні підвідомчій території ради, розв'язання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317CEF" w:rsidRPr="007858F3" w:rsidRDefault="00317CEF" w:rsidP="0002325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7858F3">
        <w:rPr>
          <w:sz w:val="28"/>
          <w:szCs w:val="28"/>
          <w:shd w:val="clear" w:color="auto" w:fill="FFFFFF"/>
          <w:lang w:val="uk-UA"/>
        </w:rPr>
        <w:t>Одним з найважливіших факторів діяльності у сфері охорони навколишнь</w:t>
      </w:r>
      <w:r>
        <w:rPr>
          <w:sz w:val="28"/>
          <w:szCs w:val="28"/>
          <w:shd w:val="clear" w:color="auto" w:fill="FFFFFF"/>
          <w:lang w:val="uk-UA"/>
        </w:rPr>
        <w:t>ого природного середовища громади</w:t>
      </w:r>
      <w:r w:rsidRPr="007858F3">
        <w:rPr>
          <w:sz w:val="28"/>
          <w:szCs w:val="28"/>
          <w:shd w:val="clear" w:color="auto" w:fill="FFFFFF"/>
          <w:lang w:val="uk-UA"/>
        </w:rPr>
        <w:t xml:space="preserve"> є ліквідація стихійних сміттєзвалищ та утримання в належному санітарному стані благоустро</w:t>
      </w:r>
      <w:r>
        <w:rPr>
          <w:sz w:val="28"/>
          <w:szCs w:val="28"/>
          <w:shd w:val="clear" w:color="auto" w:fill="FFFFFF"/>
          <w:lang w:val="uk-UA"/>
        </w:rPr>
        <w:t>ю сіл</w:t>
      </w:r>
      <w:r w:rsidRPr="007858F3">
        <w:rPr>
          <w:sz w:val="28"/>
          <w:szCs w:val="28"/>
          <w:shd w:val="clear" w:color="auto" w:fill="FFFFFF"/>
          <w:lang w:val="uk-UA"/>
        </w:rPr>
        <w:t>, поліпшен</w:t>
      </w:r>
      <w:r>
        <w:rPr>
          <w:sz w:val="28"/>
          <w:szCs w:val="28"/>
          <w:shd w:val="clear" w:color="auto" w:fill="FFFFFF"/>
          <w:lang w:val="uk-UA"/>
        </w:rPr>
        <w:t>ня екологічної ситуації в селах</w:t>
      </w:r>
      <w:r w:rsidRPr="007858F3">
        <w:rPr>
          <w:sz w:val="28"/>
          <w:szCs w:val="28"/>
          <w:shd w:val="clear" w:color="auto" w:fill="FFFFFF"/>
          <w:lang w:val="uk-UA"/>
        </w:rPr>
        <w:t>, здійснення перебудови техногенного середовища, технічного переозброєння виробничого комплексу на основі впровадження новітніх наукових досягнень, енерго- і ресурсозберігаючих технологій, безвідходних та екологічно безпечних технологічних процесів, застосування відновлюваних джерел енергії, розв'язання проблем знешкодження і використання всіх видів відходів.</w:t>
      </w:r>
    </w:p>
    <w:p w:rsidR="00317CEF" w:rsidRPr="007858F3" w:rsidRDefault="00317CEF" w:rsidP="0002325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317CEF" w:rsidRPr="006D2646" w:rsidRDefault="00317CEF" w:rsidP="00E6385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317CEF" w:rsidRPr="006D2646" w:rsidRDefault="00317CEF" w:rsidP="00E6385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6D2646">
        <w:rPr>
          <w:b/>
          <w:sz w:val="28"/>
          <w:szCs w:val="28"/>
          <w:lang w:val="uk-UA"/>
        </w:rPr>
        <w:t>2.Мета Програми</w:t>
      </w:r>
    </w:p>
    <w:p w:rsidR="00317CEF" w:rsidRPr="006D2646" w:rsidRDefault="00317CEF" w:rsidP="00E6385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7CEF" w:rsidRPr="006D2646" w:rsidRDefault="00317CEF" w:rsidP="00E6385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6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Pr="006D2646">
        <w:rPr>
          <w:sz w:val="28"/>
          <w:szCs w:val="28"/>
          <w:lang w:val="uk-UA"/>
        </w:rPr>
        <w:t>Мета Програми - поліпшення екологічного стану довкілля та зниження екологічних ризиків шляхом забезпечення охорони, раціонального використання і відтворення природних ресурсів в умовах економічного розвитку виробничого комплексу та муніципальної інфраструктури.</w:t>
      </w:r>
    </w:p>
    <w:p w:rsidR="00317CEF" w:rsidRPr="006D2646" w:rsidRDefault="00317CEF" w:rsidP="00E6385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D264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6D2646">
        <w:rPr>
          <w:sz w:val="28"/>
          <w:szCs w:val="28"/>
          <w:lang w:val="uk-UA"/>
        </w:rPr>
        <w:t>Зокрема:</w:t>
      </w:r>
    </w:p>
    <w:p w:rsidR="00317CEF" w:rsidRPr="005C160D" w:rsidRDefault="00317CEF" w:rsidP="005C160D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C160D">
        <w:rPr>
          <w:sz w:val="28"/>
          <w:szCs w:val="28"/>
          <w:lang w:val="uk-UA"/>
        </w:rPr>
        <w:t>збереження та відновлення природного стану водних ресурсів;</w:t>
      </w:r>
    </w:p>
    <w:p w:rsidR="00317CEF" w:rsidRPr="005C160D" w:rsidRDefault="00317CEF" w:rsidP="005C160D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C160D">
        <w:rPr>
          <w:sz w:val="28"/>
          <w:szCs w:val="28"/>
          <w:lang w:val="uk-UA"/>
        </w:rPr>
        <w:t>підвищення якості атмосферного повітря;</w:t>
      </w:r>
    </w:p>
    <w:p w:rsidR="00317CEF" w:rsidRPr="005C160D" w:rsidRDefault="00317CEF" w:rsidP="005C160D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C160D">
        <w:rPr>
          <w:sz w:val="28"/>
          <w:szCs w:val="28"/>
          <w:lang w:val="uk-UA"/>
        </w:rPr>
        <w:t>підвищення родючості орних земель та захист території від затоплення і підтоплення;</w:t>
      </w:r>
    </w:p>
    <w:p w:rsidR="00317CEF" w:rsidRPr="005C160D" w:rsidRDefault="00317CEF" w:rsidP="005C160D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C160D">
        <w:rPr>
          <w:sz w:val="28"/>
          <w:szCs w:val="28"/>
          <w:lang w:val="uk-UA"/>
        </w:rPr>
        <w:t>охорона та раціональне використання земель;</w:t>
      </w:r>
    </w:p>
    <w:p w:rsidR="00317CEF" w:rsidRPr="005C160D" w:rsidRDefault="00317CEF" w:rsidP="005C160D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C160D">
        <w:rPr>
          <w:sz w:val="28"/>
          <w:szCs w:val="28"/>
          <w:lang w:val="uk-UA"/>
        </w:rPr>
        <w:t>зменшення негативного впливу відходів на навколишнє природне середовище і здоров’я людини;</w:t>
      </w:r>
    </w:p>
    <w:p w:rsidR="00317CEF" w:rsidRPr="005C160D" w:rsidRDefault="00317CEF" w:rsidP="005C160D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C160D">
        <w:rPr>
          <w:sz w:val="28"/>
          <w:szCs w:val="28"/>
          <w:lang w:val="uk-UA"/>
        </w:rPr>
        <w:t>підвищення рівня екологічної культури, знань та інформованості населення.</w:t>
      </w:r>
    </w:p>
    <w:p w:rsidR="00317CEF" w:rsidRPr="0002325E" w:rsidRDefault="00317CEF" w:rsidP="007858F3">
      <w:pPr>
        <w:shd w:val="clear" w:color="auto" w:fill="FFFFFF"/>
        <w:spacing w:after="153"/>
        <w:ind w:firstLine="3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2325E">
        <w:rPr>
          <w:sz w:val="28"/>
          <w:szCs w:val="28"/>
          <w:lang w:val="uk-UA"/>
        </w:rPr>
        <w:t xml:space="preserve">Програма розрахована на </w:t>
      </w:r>
      <w:r>
        <w:rPr>
          <w:sz w:val="28"/>
          <w:szCs w:val="28"/>
          <w:lang w:val="uk-UA"/>
        </w:rPr>
        <w:t>3</w:t>
      </w:r>
      <w:r w:rsidRPr="0002325E">
        <w:rPr>
          <w:sz w:val="28"/>
          <w:szCs w:val="28"/>
          <w:lang w:val="uk-UA"/>
        </w:rPr>
        <w:t xml:space="preserve"> роки. Фінансування здійснюється за рахунок надходжень </w:t>
      </w:r>
      <w:r>
        <w:rPr>
          <w:sz w:val="28"/>
          <w:szCs w:val="28"/>
          <w:lang w:val="uk-UA"/>
        </w:rPr>
        <w:t xml:space="preserve">податку </w:t>
      </w:r>
      <w:r w:rsidRPr="0002325E">
        <w:rPr>
          <w:sz w:val="28"/>
          <w:szCs w:val="28"/>
          <w:lang w:val="uk-UA"/>
        </w:rPr>
        <w:t xml:space="preserve">за забруднення навколишнього природного середовища підприємствами, установами та організаціями незалежно від форм власності і фізичними особами, що займаються підприємницькою діяльністю: від викидів забруднюючих речовин в атмосферне повітря стаціонарними джерелами забруднення; від скидів забруднюючих речовин безпосередньо у водні об’єкти; частини грошових стягнень за порушення норм і правил охорони навколишнього природного середовища та шкоду, заподіяну порушенням законодавства про охорону навколишнього природного середовища в результаті господарської та іншої діяльності згідно з чинним законодавством; </w:t>
      </w:r>
      <w:r>
        <w:rPr>
          <w:sz w:val="28"/>
          <w:szCs w:val="28"/>
          <w:lang w:val="uk-UA"/>
        </w:rPr>
        <w:t xml:space="preserve"> коштів місцевого бюджету; </w:t>
      </w:r>
      <w:r w:rsidRPr="0002325E">
        <w:rPr>
          <w:sz w:val="28"/>
          <w:szCs w:val="28"/>
          <w:lang w:val="uk-UA"/>
        </w:rPr>
        <w:t>цільових та інших добровільних внесків підприємств, установ, організацій та громадян.</w:t>
      </w:r>
    </w:p>
    <w:p w:rsidR="00317CEF" w:rsidRPr="006D2646" w:rsidRDefault="00317CEF" w:rsidP="007858F3">
      <w:pPr>
        <w:shd w:val="clear" w:color="auto" w:fill="FFFFFF"/>
        <w:spacing w:after="153"/>
        <w:ind w:firstLine="322"/>
        <w:jc w:val="both"/>
        <w:rPr>
          <w:sz w:val="28"/>
          <w:szCs w:val="28"/>
          <w:lang w:val="uk-UA"/>
        </w:rPr>
      </w:pPr>
      <w:r w:rsidRPr="007858F3">
        <w:rPr>
          <w:rFonts w:ascii="Tahoma" w:hAnsi="Tahoma" w:cs="Tahoma"/>
          <w:color w:val="003300"/>
          <w:sz w:val="21"/>
          <w:szCs w:val="21"/>
        </w:rPr>
        <w:t> </w:t>
      </w:r>
    </w:p>
    <w:p w:rsidR="00317CEF" w:rsidRPr="006D2646" w:rsidRDefault="00317CEF" w:rsidP="006A23DD">
      <w:pPr>
        <w:shd w:val="clear" w:color="auto" w:fill="FFFFFF"/>
        <w:spacing w:after="184"/>
        <w:jc w:val="center"/>
        <w:rPr>
          <w:color w:val="000000"/>
          <w:sz w:val="28"/>
          <w:szCs w:val="28"/>
          <w:lang w:eastAsia="uk-UA"/>
        </w:rPr>
      </w:pPr>
      <w:r w:rsidRPr="006D2646">
        <w:rPr>
          <w:b/>
          <w:bCs/>
          <w:color w:val="000000"/>
          <w:sz w:val="28"/>
          <w:szCs w:val="28"/>
          <w:lang w:eastAsia="uk-UA"/>
        </w:rPr>
        <w:t>3.Основні завдання програми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</w:t>
      </w:r>
      <w:r w:rsidRPr="006D2646">
        <w:rPr>
          <w:color w:val="000000"/>
          <w:sz w:val="28"/>
          <w:szCs w:val="28"/>
          <w:lang w:eastAsia="uk-UA"/>
        </w:rPr>
        <w:t>Враховуючи реальний стан довкілля, який сформувався на т</w:t>
      </w:r>
      <w:r>
        <w:rPr>
          <w:color w:val="000000"/>
          <w:sz w:val="28"/>
          <w:szCs w:val="28"/>
          <w:lang w:eastAsia="uk-UA"/>
        </w:rPr>
        <w:t xml:space="preserve">ериторії, основними завданнями </w:t>
      </w:r>
      <w:r>
        <w:rPr>
          <w:color w:val="000000"/>
          <w:sz w:val="28"/>
          <w:szCs w:val="28"/>
          <w:lang w:val="uk-UA" w:eastAsia="uk-UA"/>
        </w:rPr>
        <w:t>сільської</w:t>
      </w:r>
      <w:r w:rsidRPr="006D2646">
        <w:rPr>
          <w:color w:val="000000"/>
          <w:sz w:val="28"/>
          <w:szCs w:val="28"/>
          <w:lang w:eastAsia="uk-UA"/>
        </w:rPr>
        <w:t xml:space="preserve"> програми  охорони навколишнього природного середовища та пріоритетними напрямками екологічної політики с</w:t>
      </w:r>
      <w:r>
        <w:rPr>
          <w:color w:val="000000"/>
          <w:sz w:val="28"/>
          <w:szCs w:val="28"/>
          <w:lang w:val="uk-UA" w:eastAsia="uk-UA"/>
        </w:rPr>
        <w:t>ільської</w:t>
      </w:r>
      <w:r w:rsidRPr="006D2646">
        <w:rPr>
          <w:color w:val="000000"/>
          <w:sz w:val="28"/>
          <w:szCs w:val="28"/>
          <w:lang w:eastAsia="uk-UA"/>
        </w:rPr>
        <w:t xml:space="preserve"> ради є: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eastAsia="uk-UA"/>
        </w:rPr>
        <w:t>1. Запобігання забруднення підземних та поверхневих вод.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eastAsia="uk-UA"/>
        </w:rPr>
        <w:t>2. Покращення санітарно-екологічного стану водних об’єктів.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3</w:t>
      </w:r>
      <w:r w:rsidRPr="006D2646">
        <w:rPr>
          <w:color w:val="000000"/>
          <w:sz w:val="28"/>
          <w:szCs w:val="28"/>
          <w:lang w:eastAsia="uk-UA"/>
        </w:rPr>
        <w:t>. Покращення якості питної води.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4</w:t>
      </w:r>
      <w:r>
        <w:rPr>
          <w:color w:val="000000"/>
          <w:sz w:val="28"/>
          <w:szCs w:val="28"/>
          <w:lang w:eastAsia="uk-UA"/>
        </w:rPr>
        <w:t>.</w:t>
      </w:r>
      <w:r w:rsidRPr="006D2646">
        <w:rPr>
          <w:color w:val="000000"/>
          <w:sz w:val="28"/>
          <w:szCs w:val="28"/>
          <w:lang w:eastAsia="uk-UA"/>
        </w:rPr>
        <w:t>Зменшення викидів забруднюючих речовин та покращення стану атмосферного повітря.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5</w:t>
      </w:r>
      <w:r w:rsidRPr="006D2646">
        <w:rPr>
          <w:color w:val="000000"/>
          <w:sz w:val="28"/>
          <w:szCs w:val="28"/>
          <w:lang w:eastAsia="uk-UA"/>
        </w:rPr>
        <w:t>. Охорона і раціональне використання земель.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6</w:t>
      </w:r>
      <w:r w:rsidRPr="006D2646">
        <w:rPr>
          <w:color w:val="000000"/>
          <w:sz w:val="28"/>
          <w:szCs w:val="28"/>
          <w:lang w:eastAsia="uk-UA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Озеленення, благоустрій </w:t>
      </w:r>
      <w:r>
        <w:rPr>
          <w:color w:val="000000"/>
          <w:sz w:val="28"/>
          <w:szCs w:val="28"/>
          <w:lang w:val="uk-UA" w:eastAsia="uk-UA"/>
        </w:rPr>
        <w:t>населених пунктів громади</w:t>
      </w:r>
      <w:r w:rsidRPr="006D2646">
        <w:rPr>
          <w:color w:val="000000"/>
          <w:sz w:val="28"/>
          <w:szCs w:val="28"/>
          <w:lang w:eastAsia="uk-UA"/>
        </w:rPr>
        <w:t>.</w:t>
      </w:r>
    </w:p>
    <w:p w:rsidR="00317CEF" w:rsidRPr="006D2646" w:rsidRDefault="00317CEF" w:rsidP="009A477C">
      <w:pPr>
        <w:shd w:val="clear" w:color="auto" w:fill="FFFFFF"/>
        <w:jc w:val="both"/>
        <w:rPr>
          <w:sz w:val="28"/>
          <w:szCs w:val="28"/>
        </w:rPr>
      </w:pPr>
      <w:r w:rsidRPr="006D2646">
        <w:rPr>
          <w:color w:val="000000"/>
          <w:sz w:val="28"/>
          <w:szCs w:val="28"/>
          <w:lang w:val="uk-UA" w:eastAsia="uk-UA"/>
        </w:rPr>
        <w:t>7</w:t>
      </w:r>
      <w:r w:rsidRPr="006D2646">
        <w:rPr>
          <w:color w:val="000000"/>
          <w:sz w:val="28"/>
          <w:szCs w:val="28"/>
          <w:lang w:eastAsia="uk-UA"/>
        </w:rPr>
        <w:t xml:space="preserve">. </w:t>
      </w:r>
      <w:r w:rsidRPr="006D2646">
        <w:rPr>
          <w:sz w:val="28"/>
          <w:szCs w:val="28"/>
        </w:rPr>
        <w:t>Розвиток сфери поводження з твердими побутовими відходами.</w:t>
      </w:r>
    </w:p>
    <w:p w:rsidR="00317CEF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6D2646">
        <w:rPr>
          <w:color w:val="000000"/>
          <w:sz w:val="28"/>
          <w:szCs w:val="28"/>
          <w:lang w:eastAsia="uk-UA"/>
        </w:rPr>
        <w:t xml:space="preserve">8. </w:t>
      </w:r>
      <w:r>
        <w:rPr>
          <w:color w:val="000000"/>
          <w:sz w:val="28"/>
          <w:szCs w:val="28"/>
          <w:lang w:val="uk-UA" w:eastAsia="uk-UA"/>
        </w:rPr>
        <w:t>Підвищення рівня екологічної культури, знань та інформованості населення громади</w:t>
      </w:r>
      <w:r w:rsidRPr="006D2646">
        <w:rPr>
          <w:color w:val="000000"/>
          <w:sz w:val="28"/>
          <w:szCs w:val="28"/>
          <w:lang w:eastAsia="uk-UA"/>
        </w:rPr>
        <w:t>.</w:t>
      </w:r>
    </w:p>
    <w:p w:rsidR="00317CEF" w:rsidRPr="00394E21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9. Рекомендувати підприємствам, що розташовані на території Петровецької сільської  ради неухильно дотримуватись екологічного законодавства.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317CEF" w:rsidRPr="006D2646" w:rsidRDefault="00317CEF" w:rsidP="006A23DD">
      <w:pPr>
        <w:shd w:val="clear" w:color="auto" w:fill="FFFFFF"/>
        <w:spacing w:after="184"/>
        <w:jc w:val="center"/>
        <w:rPr>
          <w:color w:val="000000"/>
          <w:sz w:val="28"/>
          <w:szCs w:val="28"/>
          <w:lang w:eastAsia="uk-UA"/>
        </w:rPr>
      </w:pPr>
      <w:r w:rsidRPr="006D2646">
        <w:rPr>
          <w:b/>
          <w:bCs/>
          <w:color w:val="000000"/>
          <w:sz w:val="28"/>
          <w:szCs w:val="28"/>
          <w:lang w:eastAsia="uk-UA"/>
        </w:rPr>
        <w:t>4. Очікувані результати заходів програми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</w:t>
      </w:r>
      <w:r w:rsidRPr="006D2646">
        <w:rPr>
          <w:color w:val="000000"/>
          <w:sz w:val="28"/>
          <w:szCs w:val="28"/>
          <w:lang w:eastAsia="uk-UA"/>
        </w:rPr>
        <w:t>Виконання Програми надасть можливість забезпечити: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1.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D2646">
        <w:rPr>
          <w:color w:val="000000"/>
          <w:sz w:val="28"/>
          <w:szCs w:val="28"/>
          <w:lang w:val="uk-UA" w:eastAsia="uk-UA"/>
        </w:rPr>
        <w:t>зниження рівня забруднення водних ресурсів та поліпшення еко</w:t>
      </w:r>
      <w:r>
        <w:rPr>
          <w:color w:val="000000"/>
          <w:sz w:val="28"/>
          <w:szCs w:val="28"/>
          <w:lang w:val="uk-UA" w:eastAsia="uk-UA"/>
        </w:rPr>
        <w:t>логічного стану водних об’єктів</w:t>
      </w:r>
      <w:r w:rsidRPr="006D2646">
        <w:rPr>
          <w:color w:val="000000"/>
          <w:sz w:val="28"/>
          <w:szCs w:val="28"/>
          <w:lang w:val="uk-UA" w:eastAsia="uk-UA"/>
        </w:rPr>
        <w:t>;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D2646">
        <w:rPr>
          <w:color w:val="000000"/>
          <w:sz w:val="28"/>
          <w:szCs w:val="28"/>
          <w:lang w:val="uk-UA" w:eastAsia="uk-UA"/>
        </w:rPr>
        <w:t>збирання, утилізацію та видалення відходів з дотриманням правил екологічної безпеки при поводженні;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6D2646">
        <w:rPr>
          <w:color w:val="000000"/>
          <w:sz w:val="28"/>
          <w:szCs w:val="28"/>
          <w:lang w:val="uk-UA" w:eastAsia="uk-UA"/>
        </w:rPr>
        <w:t>3.</w:t>
      </w:r>
      <w:r>
        <w:rPr>
          <w:color w:val="000000"/>
          <w:sz w:val="28"/>
          <w:szCs w:val="28"/>
          <w:lang w:val="uk-UA" w:eastAsia="uk-UA"/>
        </w:rPr>
        <w:t xml:space="preserve">  </w:t>
      </w:r>
      <w:r w:rsidRPr="006D2646">
        <w:rPr>
          <w:color w:val="000000"/>
          <w:sz w:val="28"/>
          <w:szCs w:val="28"/>
          <w:lang w:val="uk-UA" w:eastAsia="uk-UA"/>
        </w:rPr>
        <w:t>поліпшення агроекологічного стану с</w:t>
      </w:r>
      <w:r>
        <w:rPr>
          <w:color w:val="000000"/>
          <w:sz w:val="28"/>
          <w:szCs w:val="28"/>
          <w:lang w:val="uk-UA" w:eastAsia="uk-UA"/>
        </w:rPr>
        <w:t>ільських</w:t>
      </w:r>
      <w:r w:rsidRPr="006D264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селітебних </w:t>
      </w:r>
      <w:r w:rsidRPr="006D2646">
        <w:rPr>
          <w:color w:val="000000"/>
          <w:sz w:val="28"/>
          <w:szCs w:val="28"/>
          <w:lang w:val="uk-UA" w:eastAsia="uk-UA"/>
        </w:rPr>
        <w:t>територій</w:t>
      </w:r>
      <w:r>
        <w:rPr>
          <w:color w:val="000000"/>
          <w:sz w:val="28"/>
          <w:szCs w:val="28"/>
          <w:lang w:val="uk-UA" w:eastAsia="uk-UA"/>
        </w:rPr>
        <w:t>;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</w:t>
      </w:r>
      <w:r w:rsidRPr="006D2646">
        <w:rPr>
          <w:color w:val="000000"/>
          <w:sz w:val="28"/>
          <w:szCs w:val="28"/>
          <w:lang w:eastAsia="uk-UA"/>
        </w:rPr>
        <w:t>Впровадження заходів Програми дозволить досягти наступних результатів: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eastAsia="uk-UA"/>
        </w:rPr>
        <w:t>- збереження водного балансу;</w:t>
      </w:r>
      <w:r>
        <w:rPr>
          <w:color w:val="000000"/>
          <w:sz w:val="28"/>
          <w:szCs w:val="28"/>
          <w:lang w:val="uk-UA" w:eastAsia="uk-UA"/>
        </w:rPr>
        <w:t xml:space="preserve"> зменшення забруднення і покращення гідрологічного режиму водоймищ;</w:t>
      </w:r>
      <w:r w:rsidRPr="006D2646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покращення</w:t>
      </w:r>
      <w:r>
        <w:rPr>
          <w:color w:val="000000"/>
          <w:sz w:val="28"/>
          <w:szCs w:val="28"/>
          <w:lang w:eastAsia="uk-UA"/>
        </w:rPr>
        <w:t xml:space="preserve"> стану забезпечення</w:t>
      </w:r>
      <w:r>
        <w:rPr>
          <w:color w:val="000000"/>
          <w:sz w:val="28"/>
          <w:szCs w:val="28"/>
          <w:lang w:val="uk-UA" w:eastAsia="uk-UA"/>
        </w:rPr>
        <w:t xml:space="preserve"> населення </w:t>
      </w:r>
      <w:r w:rsidRPr="006D2646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питно</w:t>
      </w:r>
      <w:r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eastAsia="uk-UA"/>
        </w:rPr>
        <w:t xml:space="preserve">   вод</w:t>
      </w:r>
      <w:r>
        <w:rPr>
          <w:color w:val="000000"/>
          <w:sz w:val="28"/>
          <w:szCs w:val="28"/>
          <w:lang w:val="uk-UA" w:eastAsia="uk-UA"/>
        </w:rPr>
        <w:t>ою з якістю в межах науково-обгрунтованих нормативів</w:t>
      </w:r>
      <w:r w:rsidRPr="006D2646">
        <w:rPr>
          <w:color w:val="000000"/>
          <w:sz w:val="28"/>
          <w:szCs w:val="28"/>
          <w:lang w:eastAsia="uk-UA"/>
        </w:rPr>
        <w:t xml:space="preserve">; 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6D2646">
        <w:rPr>
          <w:color w:val="000000"/>
          <w:sz w:val="28"/>
          <w:szCs w:val="28"/>
          <w:lang w:eastAsia="uk-UA"/>
        </w:rPr>
        <w:t>- покращення стану земель шляхом ліквідації стихійних звалищ ТПВ, запобігання їх утворенню; підвищення рівня організації роботи з населенням щодо поводження з ТПВ;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6D2646">
        <w:rPr>
          <w:color w:val="000000"/>
          <w:sz w:val="28"/>
          <w:szCs w:val="28"/>
          <w:lang w:eastAsia="uk-UA"/>
        </w:rPr>
        <w:t xml:space="preserve">- покращення стану зелених насаджень на території </w:t>
      </w:r>
      <w:r>
        <w:rPr>
          <w:color w:val="000000"/>
          <w:sz w:val="28"/>
          <w:szCs w:val="28"/>
          <w:lang w:val="uk-UA" w:eastAsia="uk-UA"/>
        </w:rPr>
        <w:t xml:space="preserve"> Петровецької сільської</w:t>
      </w:r>
      <w:r w:rsidRPr="006D2646">
        <w:rPr>
          <w:color w:val="000000"/>
          <w:sz w:val="28"/>
          <w:szCs w:val="28"/>
          <w:lang w:val="uk-UA" w:eastAsia="uk-UA"/>
        </w:rPr>
        <w:t xml:space="preserve"> </w:t>
      </w:r>
      <w:r w:rsidRPr="006D2646">
        <w:rPr>
          <w:color w:val="000000"/>
          <w:sz w:val="28"/>
          <w:szCs w:val="28"/>
          <w:lang w:eastAsia="uk-UA"/>
        </w:rPr>
        <w:t>ради за рахунок</w:t>
      </w:r>
      <w:r>
        <w:rPr>
          <w:color w:val="000000"/>
          <w:sz w:val="28"/>
          <w:szCs w:val="28"/>
          <w:lang w:val="uk-UA" w:eastAsia="uk-UA"/>
        </w:rPr>
        <w:t>:</w:t>
      </w:r>
      <w:r w:rsidRPr="006D2646">
        <w:rPr>
          <w:color w:val="000000"/>
          <w:sz w:val="28"/>
          <w:szCs w:val="28"/>
          <w:lang w:eastAsia="uk-UA"/>
        </w:rPr>
        <w:t xml:space="preserve"> знесення аварійних, фаутних дерев та сухостою</w:t>
      </w:r>
      <w:r>
        <w:rPr>
          <w:color w:val="000000"/>
          <w:sz w:val="28"/>
          <w:szCs w:val="28"/>
          <w:lang w:val="uk-UA" w:eastAsia="uk-UA"/>
        </w:rPr>
        <w:t>; відновленню, посадці і догляду за зеленими насадженнями;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- </w:t>
      </w:r>
      <w:r w:rsidRPr="006D2646">
        <w:rPr>
          <w:color w:val="000000"/>
          <w:sz w:val="28"/>
          <w:szCs w:val="28"/>
          <w:lang w:val="uk-UA" w:eastAsia="uk-UA"/>
        </w:rPr>
        <w:t>підвищення рівня екологічної свідомості населення; підвищення ефективності, дієвості природоохоронних заходів;</w:t>
      </w:r>
    </w:p>
    <w:p w:rsidR="00317CEF" w:rsidRPr="006D2646" w:rsidRDefault="00317CEF" w:rsidP="009A477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</w:t>
      </w:r>
      <w:bookmarkStart w:id="1" w:name="_GoBack"/>
      <w:bookmarkEnd w:id="1"/>
      <w:r w:rsidRPr="006D2646">
        <w:rPr>
          <w:color w:val="000000"/>
          <w:sz w:val="28"/>
          <w:szCs w:val="28"/>
          <w:lang w:val="uk-UA" w:eastAsia="uk-UA"/>
        </w:rPr>
        <w:t xml:space="preserve">Заходи щодо реалізації </w:t>
      </w:r>
      <w:r>
        <w:rPr>
          <w:color w:val="000000"/>
          <w:sz w:val="28"/>
          <w:szCs w:val="28"/>
          <w:lang w:val="uk-UA" w:eastAsia="uk-UA"/>
        </w:rPr>
        <w:t xml:space="preserve">сільської </w:t>
      </w:r>
      <w:r w:rsidRPr="006D2646">
        <w:rPr>
          <w:color w:val="000000"/>
          <w:sz w:val="28"/>
          <w:szCs w:val="28"/>
          <w:lang w:val="uk-UA" w:eastAsia="uk-UA"/>
        </w:rPr>
        <w:t>програми охорони навколишнього природного середовища на 20</w:t>
      </w:r>
      <w:r>
        <w:rPr>
          <w:color w:val="000000"/>
          <w:sz w:val="28"/>
          <w:szCs w:val="28"/>
          <w:lang w:val="uk-UA" w:eastAsia="uk-UA"/>
        </w:rPr>
        <w:t>21-2023</w:t>
      </w:r>
      <w:r w:rsidRPr="006D2646">
        <w:rPr>
          <w:color w:val="000000"/>
          <w:sz w:val="28"/>
          <w:szCs w:val="28"/>
          <w:lang w:val="uk-UA" w:eastAsia="uk-UA"/>
        </w:rPr>
        <w:t xml:space="preserve"> роки наведені у додатку до Програми.</w:t>
      </w:r>
    </w:p>
    <w:p w:rsidR="00317CEF" w:rsidRDefault="00317CEF" w:rsidP="00E8646F">
      <w:pPr>
        <w:shd w:val="clear" w:color="auto" w:fill="FFFFFF"/>
        <w:spacing w:after="184"/>
        <w:rPr>
          <w:color w:val="000000"/>
          <w:sz w:val="28"/>
          <w:szCs w:val="28"/>
          <w:lang w:val="uk-UA" w:eastAsia="uk-UA"/>
        </w:rPr>
      </w:pPr>
    </w:p>
    <w:p w:rsidR="00317CEF" w:rsidRPr="006D2646" w:rsidRDefault="00317CEF" w:rsidP="00E8646F">
      <w:pPr>
        <w:shd w:val="clear" w:color="auto" w:fill="FFFFFF"/>
        <w:spacing w:after="184"/>
        <w:jc w:val="center"/>
        <w:rPr>
          <w:b/>
          <w:color w:val="000000"/>
          <w:sz w:val="28"/>
          <w:szCs w:val="28"/>
          <w:lang w:val="uk-UA" w:eastAsia="uk-UA"/>
        </w:rPr>
      </w:pPr>
      <w:r w:rsidRPr="006D2646">
        <w:rPr>
          <w:b/>
          <w:color w:val="000000"/>
          <w:sz w:val="28"/>
          <w:szCs w:val="28"/>
          <w:lang w:val="uk-UA" w:eastAsia="uk-UA"/>
        </w:rPr>
        <w:t>5. Джерела та обсяги фінансування програми</w:t>
      </w:r>
    </w:p>
    <w:p w:rsidR="00317CEF" w:rsidRPr="006D2646" w:rsidRDefault="00317CEF" w:rsidP="006A644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Основним джерелом фінансування Програми є акумуляція коштів спеціального фонду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 xml:space="preserve"> надходження коштів від за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бруднення природного середовища</w:t>
      </w: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>, місцевий бюджет та інші джерела фінансування, не заборонені законодавством.</w:t>
      </w:r>
    </w:p>
    <w:p w:rsidR="00317CEF" w:rsidRPr="006D2646" w:rsidRDefault="00317CEF" w:rsidP="006A644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>Кошториси витрат на реалізацію Програми складаються по мірі потреб та затверджуються на сесіях с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ільської</w:t>
      </w: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 xml:space="preserve">  ради.</w:t>
      </w:r>
    </w:p>
    <w:p w:rsidR="00317CEF" w:rsidRPr="006D2646" w:rsidRDefault="00317CEF" w:rsidP="006A644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17CEF" w:rsidRPr="006D2646" w:rsidRDefault="00317CEF" w:rsidP="009A47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6D2646">
        <w:rPr>
          <w:b/>
          <w:sz w:val="28"/>
          <w:szCs w:val="28"/>
          <w:lang w:val="uk-UA"/>
        </w:rPr>
        <w:t>6.</w:t>
      </w:r>
      <w:r w:rsidRPr="006D2646">
        <w:rPr>
          <w:rFonts w:ascii="Times New Roman CYR" w:hAnsi="Times New Roman CYR" w:cs="Times New Roman CYR"/>
          <w:b/>
          <w:sz w:val="28"/>
          <w:szCs w:val="28"/>
          <w:lang w:val="uk-UA"/>
        </w:rPr>
        <w:t>Термін реалізації заходів Програми</w:t>
      </w:r>
    </w:p>
    <w:p w:rsidR="00317CEF" w:rsidRPr="006D2646" w:rsidRDefault="00317CEF" w:rsidP="009A47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</w:t>
      </w: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 xml:space="preserve">Реалізація Програми охорони навколишнього природного середовища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Петровецької сільської територіальної громади</w:t>
      </w:r>
      <w:r w:rsidRPr="006D2646">
        <w:rPr>
          <w:rFonts w:ascii="Times New Roman CYR" w:hAnsi="Times New Roman CYR" w:cs="Times New Roman CYR"/>
          <w:sz w:val="28"/>
          <w:szCs w:val="28"/>
          <w:lang w:val="uk-UA"/>
        </w:rPr>
        <w:t xml:space="preserve"> передбачена шляхом виконання заходів наведених в додатку 1 до Програми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lang w:val="uk-UA"/>
        </w:rPr>
      </w:pPr>
    </w:p>
    <w:p w:rsidR="00317CEF" w:rsidRPr="009A068C" w:rsidRDefault="00317CEF" w:rsidP="006822A4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r w:rsidRPr="001C5515">
        <w:rPr>
          <w:b/>
          <w:bCs/>
          <w:sz w:val="28"/>
          <w:szCs w:val="28"/>
        </w:rPr>
        <w:t xml:space="preserve">Секретар </w:t>
      </w:r>
      <w:r>
        <w:rPr>
          <w:b/>
          <w:bCs/>
          <w:sz w:val="28"/>
          <w:szCs w:val="28"/>
          <w:lang w:val="uk-UA"/>
        </w:rPr>
        <w:t xml:space="preserve"> сільської ради</w:t>
      </w:r>
      <w:r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  <w:lang w:val="uk-UA"/>
        </w:rPr>
        <w:t xml:space="preserve">    </w:t>
      </w:r>
      <w:r w:rsidRPr="001C5515">
        <w:rPr>
          <w:b/>
          <w:bCs/>
          <w:sz w:val="28"/>
          <w:szCs w:val="28"/>
        </w:rPr>
        <w:t xml:space="preserve">                                  </w:t>
      </w:r>
      <w:r>
        <w:rPr>
          <w:b/>
          <w:bCs/>
          <w:sz w:val="28"/>
          <w:szCs w:val="28"/>
          <w:lang w:val="uk-UA"/>
        </w:rPr>
        <w:t>Л.М.Владян</w:t>
      </w: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Pr="00C348F7" w:rsidRDefault="00317CEF" w:rsidP="00C348F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348F7">
        <w:rPr>
          <w:b/>
          <w:sz w:val="28"/>
          <w:szCs w:val="28"/>
          <w:lang w:val="uk-UA"/>
        </w:rPr>
        <w:t>Паспорт</w:t>
      </w:r>
    </w:p>
    <w:p w:rsidR="00317CEF" w:rsidRDefault="00317CEF" w:rsidP="00C348F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C348F7">
        <w:rPr>
          <w:b/>
          <w:sz w:val="28"/>
          <w:szCs w:val="28"/>
          <w:lang w:val="uk-UA"/>
        </w:rPr>
        <w:t xml:space="preserve">Програми охорони навколишнього природного середовища </w:t>
      </w:r>
    </w:p>
    <w:p w:rsidR="00317CEF" w:rsidRPr="00445B31" w:rsidRDefault="00317CEF" w:rsidP="00C348F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Петровецької сільськ</w:t>
      </w:r>
      <w:r w:rsidRPr="00445B31">
        <w:rPr>
          <w:b/>
          <w:sz w:val="28"/>
          <w:szCs w:val="28"/>
          <w:lang w:val="uk-UA"/>
        </w:rPr>
        <w:t xml:space="preserve">ої </w:t>
      </w:r>
      <w:r>
        <w:rPr>
          <w:b/>
          <w:sz w:val="28"/>
          <w:szCs w:val="28"/>
          <w:lang w:val="uk-UA"/>
        </w:rPr>
        <w:t xml:space="preserve">ради </w:t>
      </w:r>
      <w:r w:rsidRPr="00445B3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на 2021-2023</w:t>
      </w:r>
      <w:r w:rsidRPr="00445B31">
        <w:rPr>
          <w:b/>
          <w:sz w:val="28"/>
          <w:szCs w:val="28"/>
          <w:lang w:val="uk-UA"/>
        </w:rPr>
        <w:t xml:space="preserve"> роки</w:t>
      </w:r>
    </w:p>
    <w:p w:rsidR="00317CEF" w:rsidRPr="00445B31" w:rsidRDefault="00317CEF" w:rsidP="00C348F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7CEF" w:rsidRPr="00DA55FD" w:rsidRDefault="00317CEF" w:rsidP="00DA55FD">
      <w:pPr>
        <w:pStyle w:val="ListParagraph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Pr="00445B31">
        <w:rPr>
          <w:b/>
          <w:sz w:val="28"/>
          <w:szCs w:val="28"/>
          <w:lang w:val="uk-UA"/>
        </w:rPr>
        <w:t xml:space="preserve">Ініціатор розроблення Програми: </w:t>
      </w:r>
      <w:r>
        <w:rPr>
          <w:sz w:val="28"/>
          <w:szCs w:val="28"/>
          <w:lang w:val="uk-UA"/>
        </w:rPr>
        <w:t xml:space="preserve">постійна комісія </w:t>
      </w:r>
      <w:r w:rsidRPr="00445B31">
        <w:rPr>
          <w:b/>
          <w:sz w:val="28"/>
          <w:szCs w:val="28"/>
          <w:lang w:val="uk-UA"/>
        </w:rPr>
        <w:t xml:space="preserve"> </w:t>
      </w:r>
      <w:r w:rsidRPr="00DA55FD">
        <w:rPr>
          <w:sz w:val="28"/>
          <w:szCs w:val="28"/>
          <w:lang w:val="uk-UA"/>
        </w:rPr>
        <w:t>з питань земельних відносин, будівництва, агропромислового комплексу та охорони навколишнього середовища</w:t>
      </w:r>
    </w:p>
    <w:p w:rsidR="00317CEF" w:rsidRPr="00445B31" w:rsidRDefault="00317CEF" w:rsidP="00DA55FD">
      <w:pPr>
        <w:pStyle w:val="ListParagraph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445B31">
        <w:rPr>
          <w:b/>
          <w:sz w:val="28"/>
          <w:szCs w:val="28"/>
          <w:lang w:val="uk-UA"/>
        </w:rPr>
        <w:t xml:space="preserve">Розробник Програми: </w:t>
      </w:r>
      <w:r>
        <w:rPr>
          <w:sz w:val="28"/>
          <w:szCs w:val="28"/>
          <w:lang w:val="uk-UA"/>
        </w:rPr>
        <w:t xml:space="preserve">постійна комісія </w:t>
      </w:r>
      <w:r w:rsidRPr="00445B31">
        <w:rPr>
          <w:b/>
          <w:sz w:val="28"/>
          <w:szCs w:val="28"/>
          <w:lang w:val="uk-UA"/>
        </w:rPr>
        <w:t xml:space="preserve"> </w:t>
      </w:r>
      <w:r w:rsidRPr="00DA55FD">
        <w:rPr>
          <w:sz w:val="28"/>
          <w:szCs w:val="28"/>
          <w:lang w:val="uk-UA"/>
        </w:rPr>
        <w:t>з питань земельних відносин, будівництва, агропромислового комплексу та охорони навколишнього середовища</w:t>
      </w:r>
    </w:p>
    <w:p w:rsidR="00317CEF" w:rsidRDefault="00317CEF" w:rsidP="00DA55FD">
      <w:pPr>
        <w:pStyle w:val="ListParagraph"/>
        <w:autoSpaceDE w:val="0"/>
        <w:autoSpaceDN w:val="0"/>
        <w:adjustRightInd w:val="0"/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3.Термін реалізації Програми: </w:t>
      </w:r>
      <w:r>
        <w:rPr>
          <w:sz w:val="28"/>
          <w:szCs w:val="28"/>
          <w:lang w:val="uk-UA"/>
        </w:rPr>
        <w:t>2021-2023</w:t>
      </w:r>
      <w:r w:rsidRPr="00AC4CBE">
        <w:rPr>
          <w:sz w:val="28"/>
          <w:szCs w:val="28"/>
          <w:lang w:val="uk-UA"/>
        </w:rPr>
        <w:t xml:space="preserve"> роки.</w:t>
      </w:r>
    </w:p>
    <w:p w:rsidR="00317CEF" w:rsidRDefault="00317CEF" w:rsidP="00445B31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Етапи фінансування Програми: </w:t>
      </w:r>
      <w:r w:rsidRPr="00AC4CBE">
        <w:rPr>
          <w:sz w:val="28"/>
          <w:szCs w:val="28"/>
          <w:lang w:val="uk-UA"/>
        </w:rPr>
        <w:t>щорічно.</w:t>
      </w:r>
    </w:p>
    <w:p w:rsidR="00317CEF" w:rsidRPr="00AC4CBE" w:rsidRDefault="00317CEF" w:rsidP="00445B31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Джерела фінансування: </w:t>
      </w:r>
      <w:r w:rsidRPr="00AC4CBE">
        <w:rPr>
          <w:sz w:val="28"/>
          <w:szCs w:val="28"/>
          <w:lang w:val="uk-UA"/>
        </w:rPr>
        <w:t>місцевий бюджет</w:t>
      </w:r>
      <w:r>
        <w:rPr>
          <w:sz w:val="28"/>
          <w:szCs w:val="28"/>
          <w:lang w:val="uk-UA"/>
        </w:rPr>
        <w:t>,</w:t>
      </w:r>
      <w:r w:rsidRPr="00AC4CBE">
        <w:rPr>
          <w:sz w:val="28"/>
          <w:szCs w:val="28"/>
          <w:lang w:val="uk-UA"/>
        </w:rPr>
        <w:t xml:space="preserve"> обласний</w:t>
      </w:r>
      <w:r>
        <w:rPr>
          <w:sz w:val="28"/>
          <w:szCs w:val="28"/>
          <w:lang w:val="uk-UA"/>
        </w:rPr>
        <w:t xml:space="preserve"> бюджет,</w:t>
      </w:r>
      <w:r w:rsidRPr="00AC4CBE">
        <w:rPr>
          <w:sz w:val="28"/>
          <w:szCs w:val="28"/>
          <w:lang w:val="uk-UA"/>
        </w:rPr>
        <w:t xml:space="preserve"> інші кошти.</w:t>
      </w:r>
    </w:p>
    <w:p w:rsidR="00317CEF" w:rsidRDefault="00317CEF" w:rsidP="00445B31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 виконання Програми:</w:t>
      </w: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</w:t>
      </w:r>
      <w:r w:rsidRPr="00AC4CBE">
        <w:rPr>
          <w:sz w:val="28"/>
          <w:szCs w:val="28"/>
          <w:lang w:val="uk-UA"/>
        </w:rPr>
        <w:t xml:space="preserve"> якості поверхневих вод</w:t>
      </w:r>
      <w:r>
        <w:rPr>
          <w:sz w:val="28"/>
          <w:szCs w:val="28"/>
          <w:lang w:val="uk-UA"/>
        </w:rPr>
        <w:t xml:space="preserve">; </w:t>
      </w: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шкідливого впливу відходів на навколишнє природне  середовище і здоров’я людини;</w:t>
      </w: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очищення території населених пунктів сільської ради від відходів;</w:t>
      </w: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ефективної системи екологічної освіти та інформування населення з питань охорони навколишнього природного середовища.</w:t>
      </w: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61B6A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Секретар сільської ради                                       Л.М.Владян</w:t>
      </w: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AC4CBE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Default="00317CEF" w:rsidP="009A477C">
      <w:pPr>
        <w:autoSpaceDE w:val="0"/>
        <w:autoSpaceDN w:val="0"/>
        <w:adjustRightInd w:val="0"/>
        <w:jc w:val="both"/>
        <w:rPr>
          <w:rFonts w:ascii="Calibri" w:hAnsi="Calibri" w:cs="Calibri"/>
          <w:lang w:val="uk-UA"/>
        </w:rPr>
      </w:pPr>
    </w:p>
    <w:p w:rsidR="00317CEF" w:rsidRPr="008A6576" w:rsidRDefault="00317CEF" w:rsidP="008A6576">
      <w:pPr>
        <w:autoSpaceDE w:val="0"/>
        <w:autoSpaceDN w:val="0"/>
        <w:adjustRightInd w:val="0"/>
        <w:jc w:val="right"/>
        <w:rPr>
          <w:lang w:val="uk-UA"/>
        </w:rPr>
      </w:pPr>
      <w:r w:rsidRPr="008A6576">
        <w:rPr>
          <w:lang w:val="uk-UA"/>
        </w:rPr>
        <w:t>Додаток 1</w:t>
      </w:r>
    </w:p>
    <w:p w:rsidR="00317CEF" w:rsidRDefault="00317CEF" w:rsidP="00DA20A9">
      <w:pPr>
        <w:jc w:val="center"/>
        <w:rPr>
          <w:b/>
          <w:lang w:val="uk-UA"/>
        </w:rPr>
      </w:pPr>
      <w:r w:rsidRPr="00955AF3">
        <w:rPr>
          <w:b/>
          <w:lang w:val="uk-UA"/>
        </w:rPr>
        <w:t xml:space="preserve">Заходи Програми навколишнього природного середовища </w:t>
      </w:r>
    </w:p>
    <w:p w:rsidR="00317CEF" w:rsidRPr="00445B31" w:rsidRDefault="00317CEF" w:rsidP="00445B31">
      <w:pPr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>Петровецької сільської ради на 2021-2023</w:t>
      </w:r>
      <w:r w:rsidRPr="00445B31">
        <w:rPr>
          <w:b/>
          <w:lang w:val="uk-UA"/>
        </w:rPr>
        <w:t xml:space="preserve"> роки</w:t>
      </w:r>
    </w:p>
    <w:p w:rsidR="00317CEF" w:rsidRPr="00445B31" w:rsidRDefault="00317CEF" w:rsidP="00445B31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317CEF" w:rsidRDefault="00317CEF" w:rsidP="00955AF3">
      <w:pPr>
        <w:jc w:val="center"/>
        <w:rPr>
          <w:b/>
          <w:lang w:val="uk-UA"/>
        </w:rPr>
      </w:pPr>
    </w:p>
    <w:p w:rsidR="00317CEF" w:rsidRDefault="00317CEF" w:rsidP="00955AF3">
      <w:pPr>
        <w:jc w:val="center"/>
        <w:rPr>
          <w:b/>
          <w:lang w:val="uk-UA"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3086"/>
        <w:gridCol w:w="1280"/>
        <w:gridCol w:w="1700"/>
        <w:gridCol w:w="1472"/>
        <w:gridCol w:w="1633"/>
      </w:tblGrid>
      <w:tr w:rsidR="00317CEF" w:rsidTr="00BF17AD"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Джерело фінансування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Прогнозова-ний обсяг фінансових ресурсів для виконання заходів (тис.грн.)</w:t>
            </w:r>
          </w:p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 xml:space="preserve">Відповідальні </w:t>
            </w:r>
          </w:p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</w:tr>
      <w:tr w:rsidR="00317CEF" w:rsidTr="00BF17AD">
        <w:tc>
          <w:tcPr>
            <w:tcW w:w="9735" w:type="dxa"/>
            <w:gridSpan w:val="6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1.Охорона і раціональне використання водних ресурсів</w:t>
            </w:r>
          </w:p>
        </w:tc>
      </w:tr>
      <w:tr w:rsidR="00317CEF" w:rsidTr="00BF17AD"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both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Відновлення та підтримання сприятливого санітарно-екологічного стану водоймищ на території с</w:t>
            </w:r>
            <w:r>
              <w:rPr>
                <w:sz w:val="22"/>
                <w:szCs w:val="22"/>
                <w:lang w:val="uk-UA"/>
              </w:rPr>
              <w:t xml:space="preserve">ільської </w:t>
            </w:r>
            <w:r w:rsidRPr="00BF17AD">
              <w:rPr>
                <w:sz w:val="22"/>
                <w:szCs w:val="22"/>
                <w:lang w:val="uk-UA"/>
              </w:rPr>
              <w:t xml:space="preserve"> ради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Коштів не потребує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rPr>
          <w:trHeight w:val="491"/>
        </w:trPr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086" w:type="dxa"/>
          </w:tcPr>
          <w:p w:rsidR="00317CEF" w:rsidRPr="00BF17AD" w:rsidRDefault="00317CEF" w:rsidP="00DB5D3B">
            <w:pPr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Санітарна очистка прибережних смуг водоймищ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Коштів не потребує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c>
          <w:tcPr>
            <w:tcW w:w="9735" w:type="dxa"/>
            <w:gridSpan w:val="6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 xml:space="preserve">2.Озеленення, благоустрій території </w:t>
            </w:r>
          </w:p>
        </w:tc>
      </w:tr>
      <w:tr w:rsidR="00317CEF" w:rsidTr="00BF17AD"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Ліквідація аварійних, фаутних дерев та сухостою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Закупівля та висадка саджанців дерев, квітів, розбивка клумб, квітників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Місцевий бюджет</w:t>
            </w:r>
          </w:p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3,0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rPr>
          <w:trHeight w:val="290"/>
        </w:trPr>
        <w:tc>
          <w:tcPr>
            <w:tcW w:w="9735" w:type="dxa"/>
            <w:gridSpan w:val="6"/>
          </w:tcPr>
          <w:p w:rsidR="00317CEF" w:rsidRPr="00BF17AD" w:rsidRDefault="00317CEF" w:rsidP="00BF17AD">
            <w:pPr>
              <w:shd w:val="clear" w:color="auto" w:fill="FFFFFF"/>
              <w:jc w:val="center"/>
              <w:rPr>
                <w:b/>
                <w:color w:val="000000"/>
                <w:lang w:eastAsia="uk-UA"/>
              </w:rPr>
            </w:pPr>
            <w:r w:rsidRPr="00BF17AD">
              <w:rPr>
                <w:b/>
                <w:color w:val="000000"/>
                <w:sz w:val="22"/>
                <w:szCs w:val="22"/>
                <w:lang w:val="uk-UA" w:eastAsia="uk-UA"/>
              </w:rPr>
              <w:t>3.</w:t>
            </w:r>
            <w:r w:rsidRPr="00BF17AD">
              <w:rPr>
                <w:b/>
                <w:color w:val="000000"/>
                <w:sz w:val="22"/>
                <w:szCs w:val="22"/>
                <w:lang w:eastAsia="uk-UA"/>
              </w:rPr>
              <w:t>Розвиток сфери поводження з твердими побутовими відходами.</w:t>
            </w:r>
          </w:p>
          <w:p w:rsidR="00317CEF" w:rsidRPr="00BF17AD" w:rsidRDefault="00317CEF" w:rsidP="00BF17AD">
            <w:pPr>
              <w:jc w:val="center"/>
              <w:rPr>
                <w:b/>
              </w:rPr>
            </w:pPr>
          </w:p>
        </w:tc>
      </w:tr>
      <w:tr w:rsidR="00317CEF" w:rsidTr="00BF17AD">
        <w:trPr>
          <w:trHeight w:val="526"/>
        </w:trPr>
        <w:tc>
          <w:tcPr>
            <w:tcW w:w="564" w:type="dxa"/>
          </w:tcPr>
          <w:p w:rsidR="00317CEF" w:rsidRPr="00BF17AD" w:rsidRDefault="00317CEF" w:rsidP="00DB5D3B">
            <w:pPr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 xml:space="preserve">   1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 xml:space="preserve">Ліквідація стихійних сміттєзвалищ 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Місцевий бюджет,</w:t>
            </w:r>
          </w:p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інші кошти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 xml:space="preserve">Упорядкування діючих сміттєзвалищ на території </w:t>
            </w:r>
            <w:r>
              <w:rPr>
                <w:sz w:val="22"/>
                <w:szCs w:val="22"/>
                <w:lang w:val="uk-UA"/>
              </w:rPr>
              <w:t xml:space="preserve">сільської </w:t>
            </w:r>
            <w:r w:rsidRPr="00BF17AD">
              <w:rPr>
                <w:sz w:val="22"/>
                <w:szCs w:val="22"/>
                <w:lang w:val="uk-UA"/>
              </w:rPr>
              <w:t>ради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 xml:space="preserve">Місцевий бюджет, </w:t>
            </w:r>
          </w:p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інші кошти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c>
          <w:tcPr>
            <w:tcW w:w="564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086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Придбання сміттєвих ящиків</w:t>
            </w:r>
          </w:p>
        </w:tc>
        <w:tc>
          <w:tcPr>
            <w:tcW w:w="1280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2021-2023 роки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 xml:space="preserve">Місцевий бюджет, </w:t>
            </w:r>
          </w:p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інші кошти</w:t>
            </w: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20,0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jc w:val="center"/>
              <w:rPr>
                <w:lang w:val="uk-UA"/>
              </w:rPr>
            </w:pPr>
            <w:r w:rsidRPr="00BF17AD">
              <w:rPr>
                <w:sz w:val="22"/>
                <w:szCs w:val="22"/>
                <w:lang w:val="uk-UA"/>
              </w:rPr>
              <w:t>Виконком сільської ради</w:t>
            </w:r>
          </w:p>
        </w:tc>
      </w:tr>
      <w:tr w:rsidR="00317CEF" w:rsidTr="00BF17AD">
        <w:tblPrEx>
          <w:tblLook w:val="0000"/>
        </w:tblPrEx>
        <w:trPr>
          <w:trHeight w:val="659"/>
        </w:trPr>
        <w:tc>
          <w:tcPr>
            <w:tcW w:w="4930" w:type="dxa"/>
            <w:gridSpan w:val="3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</w:p>
          <w:p w:rsidR="00317CEF" w:rsidRPr="00BF17AD" w:rsidRDefault="00317CEF" w:rsidP="00BF17AD">
            <w:pPr>
              <w:jc w:val="both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Всього по Програмі</w:t>
            </w:r>
          </w:p>
        </w:tc>
        <w:tc>
          <w:tcPr>
            <w:tcW w:w="1700" w:type="dxa"/>
          </w:tcPr>
          <w:p w:rsidR="00317CEF" w:rsidRPr="00BF17AD" w:rsidRDefault="00317CEF" w:rsidP="00BF17AD">
            <w:pPr>
              <w:spacing w:after="200"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72" w:type="dxa"/>
          </w:tcPr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  <w:r w:rsidRPr="00BF17AD">
              <w:rPr>
                <w:b/>
                <w:sz w:val="22"/>
                <w:szCs w:val="22"/>
                <w:lang w:val="uk-UA"/>
              </w:rPr>
              <w:t>40,0</w:t>
            </w:r>
          </w:p>
        </w:tc>
        <w:tc>
          <w:tcPr>
            <w:tcW w:w="1633" w:type="dxa"/>
          </w:tcPr>
          <w:p w:rsidR="00317CEF" w:rsidRPr="00BF17AD" w:rsidRDefault="00317CEF" w:rsidP="00BF17AD">
            <w:pPr>
              <w:spacing w:after="200" w:line="276" w:lineRule="auto"/>
              <w:rPr>
                <w:b/>
                <w:lang w:val="uk-UA"/>
              </w:rPr>
            </w:pPr>
          </w:p>
          <w:p w:rsidR="00317CEF" w:rsidRPr="00BF17AD" w:rsidRDefault="00317CEF" w:rsidP="00BF17AD">
            <w:pPr>
              <w:jc w:val="center"/>
              <w:rPr>
                <w:b/>
                <w:lang w:val="uk-UA"/>
              </w:rPr>
            </w:pPr>
          </w:p>
        </w:tc>
      </w:tr>
    </w:tbl>
    <w:p w:rsidR="00317CEF" w:rsidRDefault="00317CEF" w:rsidP="00625F8B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25F8B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25F8B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</w:p>
    <w:p w:rsidR="00317CEF" w:rsidRDefault="00317CEF" w:rsidP="00625F8B">
      <w:pPr>
        <w:pStyle w:val="ListParagraph"/>
        <w:autoSpaceDE w:val="0"/>
        <w:autoSpaceDN w:val="0"/>
        <w:adjustRightInd w:val="0"/>
        <w:ind w:left="426" w:firstLine="29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Секретар сільської ради                                       Л.М.Владян</w:t>
      </w:r>
    </w:p>
    <w:p w:rsidR="00317CEF" w:rsidRDefault="00317CEF" w:rsidP="00625F8B">
      <w:pPr>
        <w:pStyle w:val="ListParagraph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7CEF" w:rsidRDefault="00317CEF" w:rsidP="00F62BCE">
      <w:pPr>
        <w:rPr>
          <w:b/>
          <w:lang w:val="uk-UA"/>
        </w:rPr>
      </w:pPr>
    </w:p>
    <w:sectPr w:rsidR="00317CEF" w:rsidSect="00147A3C">
      <w:pgSz w:w="11906" w:h="16838"/>
      <w:pgMar w:top="426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4C48E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8385B5B"/>
    <w:multiLevelType w:val="hybridMultilevel"/>
    <w:tmpl w:val="F6B66B1A"/>
    <w:lvl w:ilvl="0" w:tplc="BB648B5E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50966025"/>
    <w:multiLevelType w:val="multilevel"/>
    <w:tmpl w:val="04190023"/>
    <w:lvl w:ilvl="0">
      <w:start w:val="1"/>
      <w:numFmt w:val="upperRoman"/>
      <w:pStyle w:val="Heading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>
    <w:nsid w:val="539547E7"/>
    <w:multiLevelType w:val="hybridMultilevel"/>
    <w:tmpl w:val="A462BA5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3D4B53"/>
    <w:multiLevelType w:val="hybridMultilevel"/>
    <w:tmpl w:val="645C94E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853"/>
    <w:rsid w:val="0001182C"/>
    <w:rsid w:val="0001456A"/>
    <w:rsid w:val="00020373"/>
    <w:rsid w:val="0002325E"/>
    <w:rsid w:val="000430BE"/>
    <w:rsid w:val="00045BFC"/>
    <w:rsid w:val="00053767"/>
    <w:rsid w:val="000B46EC"/>
    <w:rsid w:val="000C729E"/>
    <w:rsid w:val="000D2B50"/>
    <w:rsid w:val="000D4E93"/>
    <w:rsid w:val="000E1C01"/>
    <w:rsid w:val="00101238"/>
    <w:rsid w:val="00102181"/>
    <w:rsid w:val="001059FA"/>
    <w:rsid w:val="00120CD4"/>
    <w:rsid w:val="0014478A"/>
    <w:rsid w:val="00147A3C"/>
    <w:rsid w:val="00155EE7"/>
    <w:rsid w:val="00170021"/>
    <w:rsid w:val="00191193"/>
    <w:rsid w:val="001B797F"/>
    <w:rsid w:val="001C5515"/>
    <w:rsid w:val="001D01E9"/>
    <w:rsid w:val="001F011D"/>
    <w:rsid w:val="001F2F33"/>
    <w:rsid w:val="001F32A2"/>
    <w:rsid w:val="00202182"/>
    <w:rsid w:val="00221DC3"/>
    <w:rsid w:val="0024658C"/>
    <w:rsid w:val="0024717D"/>
    <w:rsid w:val="00272ACB"/>
    <w:rsid w:val="002A1AA7"/>
    <w:rsid w:val="00306B1D"/>
    <w:rsid w:val="003111A8"/>
    <w:rsid w:val="00317CEF"/>
    <w:rsid w:val="00325A32"/>
    <w:rsid w:val="00394E21"/>
    <w:rsid w:val="003A51B1"/>
    <w:rsid w:val="003C41B3"/>
    <w:rsid w:val="003E396F"/>
    <w:rsid w:val="004002AA"/>
    <w:rsid w:val="00402C55"/>
    <w:rsid w:val="00405790"/>
    <w:rsid w:val="004352B0"/>
    <w:rsid w:val="00445B31"/>
    <w:rsid w:val="0045057F"/>
    <w:rsid w:val="004678C8"/>
    <w:rsid w:val="00480780"/>
    <w:rsid w:val="004D491F"/>
    <w:rsid w:val="004E59D9"/>
    <w:rsid w:val="004F492E"/>
    <w:rsid w:val="00505A9B"/>
    <w:rsid w:val="00516C09"/>
    <w:rsid w:val="0052201C"/>
    <w:rsid w:val="00544FE9"/>
    <w:rsid w:val="0054547B"/>
    <w:rsid w:val="00556DE3"/>
    <w:rsid w:val="00563452"/>
    <w:rsid w:val="00571D0B"/>
    <w:rsid w:val="00590C05"/>
    <w:rsid w:val="005A2FCE"/>
    <w:rsid w:val="005C160D"/>
    <w:rsid w:val="005C3389"/>
    <w:rsid w:val="00600088"/>
    <w:rsid w:val="0062390E"/>
    <w:rsid w:val="00625F8B"/>
    <w:rsid w:val="00632843"/>
    <w:rsid w:val="00661B6A"/>
    <w:rsid w:val="006768A4"/>
    <w:rsid w:val="006821FB"/>
    <w:rsid w:val="006822A4"/>
    <w:rsid w:val="006A23DD"/>
    <w:rsid w:val="006A3591"/>
    <w:rsid w:val="006A6443"/>
    <w:rsid w:val="006C2E9A"/>
    <w:rsid w:val="006D2646"/>
    <w:rsid w:val="006E64A5"/>
    <w:rsid w:val="006F4172"/>
    <w:rsid w:val="0070504F"/>
    <w:rsid w:val="007373D6"/>
    <w:rsid w:val="0075637F"/>
    <w:rsid w:val="007653AB"/>
    <w:rsid w:val="0077532C"/>
    <w:rsid w:val="007858F3"/>
    <w:rsid w:val="0079179B"/>
    <w:rsid w:val="007B0804"/>
    <w:rsid w:val="007D18DF"/>
    <w:rsid w:val="00810832"/>
    <w:rsid w:val="00815AA2"/>
    <w:rsid w:val="00834A5D"/>
    <w:rsid w:val="008464A4"/>
    <w:rsid w:val="00846FDD"/>
    <w:rsid w:val="0085171D"/>
    <w:rsid w:val="0086123F"/>
    <w:rsid w:val="0088445C"/>
    <w:rsid w:val="008A3CFA"/>
    <w:rsid w:val="008A43C7"/>
    <w:rsid w:val="008A6576"/>
    <w:rsid w:val="008C1220"/>
    <w:rsid w:val="008C6F05"/>
    <w:rsid w:val="008D717F"/>
    <w:rsid w:val="008E0698"/>
    <w:rsid w:val="00904016"/>
    <w:rsid w:val="00911DDA"/>
    <w:rsid w:val="00913301"/>
    <w:rsid w:val="00914538"/>
    <w:rsid w:val="009252E1"/>
    <w:rsid w:val="009421C2"/>
    <w:rsid w:val="00955AF3"/>
    <w:rsid w:val="00970371"/>
    <w:rsid w:val="009A068C"/>
    <w:rsid w:val="009A477C"/>
    <w:rsid w:val="009C36E7"/>
    <w:rsid w:val="009D4482"/>
    <w:rsid w:val="009E7D4B"/>
    <w:rsid w:val="00A2087E"/>
    <w:rsid w:val="00A52A13"/>
    <w:rsid w:val="00A660C7"/>
    <w:rsid w:val="00AB4CD4"/>
    <w:rsid w:val="00AC4CBE"/>
    <w:rsid w:val="00AD7B88"/>
    <w:rsid w:val="00AF7039"/>
    <w:rsid w:val="00B057E6"/>
    <w:rsid w:val="00B17B78"/>
    <w:rsid w:val="00B220A7"/>
    <w:rsid w:val="00B53341"/>
    <w:rsid w:val="00B537B1"/>
    <w:rsid w:val="00B72E6F"/>
    <w:rsid w:val="00B742AB"/>
    <w:rsid w:val="00B90C7D"/>
    <w:rsid w:val="00B9781E"/>
    <w:rsid w:val="00BA0B92"/>
    <w:rsid w:val="00BA7B9B"/>
    <w:rsid w:val="00BD4ECB"/>
    <w:rsid w:val="00BE6DD2"/>
    <w:rsid w:val="00BF17AD"/>
    <w:rsid w:val="00C04767"/>
    <w:rsid w:val="00C055B3"/>
    <w:rsid w:val="00C06412"/>
    <w:rsid w:val="00C07F34"/>
    <w:rsid w:val="00C31EDD"/>
    <w:rsid w:val="00C348F7"/>
    <w:rsid w:val="00C4139D"/>
    <w:rsid w:val="00C41D30"/>
    <w:rsid w:val="00C62DAA"/>
    <w:rsid w:val="00C6471F"/>
    <w:rsid w:val="00C76E8F"/>
    <w:rsid w:val="00CA2780"/>
    <w:rsid w:val="00CA4B30"/>
    <w:rsid w:val="00CB687D"/>
    <w:rsid w:val="00CD59C4"/>
    <w:rsid w:val="00CE1DFD"/>
    <w:rsid w:val="00CF3E3F"/>
    <w:rsid w:val="00D067A2"/>
    <w:rsid w:val="00D11246"/>
    <w:rsid w:val="00D12057"/>
    <w:rsid w:val="00D5097B"/>
    <w:rsid w:val="00D61143"/>
    <w:rsid w:val="00D67D28"/>
    <w:rsid w:val="00D86877"/>
    <w:rsid w:val="00DA2071"/>
    <w:rsid w:val="00DA20A9"/>
    <w:rsid w:val="00DA3B2D"/>
    <w:rsid w:val="00DA55FD"/>
    <w:rsid w:val="00DB5D3B"/>
    <w:rsid w:val="00DC015A"/>
    <w:rsid w:val="00DF2113"/>
    <w:rsid w:val="00E40B86"/>
    <w:rsid w:val="00E55288"/>
    <w:rsid w:val="00E63853"/>
    <w:rsid w:val="00E76DB6"/>
    <w:rsid w:val="00E80A85"/>
    <w:rsid w:val="00E8646F"/>
    <w:rsid w:val="00EA2B56"/>
    <w:rsid w:val="00EA5DAC"/>
    <w:rsid w:val="00EB2B9F"/>
    <w:rsid w:val="00ED74E7"/>
    <w:rsid w:val="00EF52ED"/>
    <w:rsid w:val="00F37823"/>
    <w:rsid w:val="00F408AB"/>
    <w:rsid w:val="00F468E8"/>
    <w:rsid w:val="00F55D0E"/>
    <w:rsid w:val="00F62BCE"/>
    <w:rsid w:val="00F739EF"/>
    <w:rsid w:val="00F936C7"/>
    <w:rsid w:val="00FB03D6"/>
    <w:rsid w:val="00FB76B5"/>
    <w:rsid w:val="00FD0DD1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5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7823"/>
    <w:pPr>
      <w:keepNext/>
      <w:numPr>
        <w:numId w:val="4"/>
      </w:numPr>
      <w:jc w:val="center"/>
      <w:outlineLvl w:val="0"/>
    </w:pPr>
    <w:rPr>
      <w:rFonts w:eastAsia="Calibri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7823"/>
    <w:pPr>
      <w:keepNext/>
      <w:numPr>
        <w:ilvl w:val="1"/>
        <w:numId w:val="4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7823"/>
    <w:pPr>
      <w:keepNext/>
      <w:numPr>
        <w:ilvl w:val="2"/>
        <w:numId w:val="4"/>
      </w:numPr>
      <w:jc w:val="center"/>
      <w:outlineLvl w:val="2"/>
    </w:pPr>
    <w:rPr>
      <w:rFonts w:eastAsia="Calibri"/>
      <w:b/>
      <w:sz w:val="5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7823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782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823"/>
    <w:rPr>
      <w:rFonts w:ascii="Times New Roman" w:hAnsi="Times New Roman" w:cs="Times New Roman"/>
      <w:b/>
      <w:sz w:val="20"/>
      <w:szCs w:val="20"/>
      <w:lang w:val="en-US" w:eastAsia="ru-RU"/>
    </w:rPr>
  </w:style>
  <w:style w:type="table" w:styleId="TableGrid">
    <w:name w:val="Table Grid"/>
    <w:basedOn w:val="TableNormal"/>
    <w:uiPriority w:val="99"/>
    <w:rsid w:val="00955A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31E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B057E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057E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91193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1911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1193"/>
    <w:rPr>
      <w:rFonts w:ascii="Tahoma" w:hAnsi="Tahoma" w:cs="Tahoma"/>
      <w:sz w:val="16"/>
      <w:szCs w:val="16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FB76B5"/>
    <w:pPr>
      <w:ind w:right="5146"/>
    </w:pPr>
    <w:rPr>
      <w:sz w:val="20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76B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Normal"/>
    <w:uiPriority w:val="99"/>
    <w:rsid w:val="00F37823"/>
    <w:pPr>
      <w:suppressAutoHyphens/>
      <w:jc w:val="center"/>
    </w:pPr>
    <w:rPr>
      <w:sz w:val="2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7</Pages>
  <Words>1598</Words>
  <Characters>9113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KRUPEC</dc:creator>
  <cp:keywords/>
  <dc:description/>
  <cp:lastModifiedBy>Admin</cp:lastModifiedBy>
  <cp:revision>5</cp:revision>
  <cp:lastPrinted>2020-12-07T09:55:00Z</cp:lastPrinted>
  <dcterms:created xsi:type="dcterms:W3CDTF">2020-12-03T13:56:00Z</dcterms:created>
  <dcterms:modified xsi:type="dcterms:W3CDTF">2020-12-07T09:55:00Z</dcterms:modified>
</cp:coreProperties>
</file>