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48E" w:rsidRPr="00612110" w:rsidRDefault="00F9548E" w:rsidP="00E32181">
      <w:pPr>
        <w:keepNext/>
        <w:spacing w:before="240" w:after="60" w:line="240" w:lineRule="auto"/>
        <w:jc w:val="center"/>
        <w:outlineLvl w:val="2"/>
        <w:rPr>
          <w:noProof/>
          <w:sz w:val="28"/>
          <w:szCs w:val="28"/>
          <w:lang w:val="uk-UA"/>
        </w:rPr>
      </w:pPr>
      <w:r w:rsidRPr="004A489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Тризуб" style="width:54.75pt;height:1in;visibility:visible">
            <v:imagedata r:id="rId5" o:title=""/>
          </v:shape>
        </w:pict>
      </w:r>
    </w:p>
    <w:p w:rsidR="00F9548E" w:rsidRPr="00FA42D4" w:rsidRDefault="00F9548E" w:rsidP="00E32181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A7B6A">
        <w:rPr>
          <w:rFonts w:ascii="Times New Roman" w:hAnsi="Times New Roman"/>
          <w:bCs/>
          <w:sz w:val="28"/>
          <w:szCs w:val="28"/>
          <w:lang w:val="uk-UA" w:eastAsia="ru-RU"/>
        </w:rPr>
        <w:t>УКРАЇНА</w:t>
      </w:r>
    </w:p>
    <w:p w:rsidR="00F9548E" w:rsidRPr="00812970" w:rsidRDefault="00F9548E" w:rsidP="00E321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ru-RU"/>
        </w:rPr>
        <w:t xml:space="preserve">ПЕТРОВЕЦЬКА 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  СІЛЬСЬКА  РАДА</w:t>
      </w:r>
    </w:p>
    <w:p w:rsidR="00F9548E" w:rsidRPr="00FA42D4" w:rsidRDefault="00F9548E" w:rsidP="00E321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A7B6A">
        <w:rPr>
          <w:rFonts w:ascii="Times New Roman" w:hAnsi="Times New Roman"/>
          <w:sz w:val="28"/>
          <w:szCs w:val="28"/>
          <w:lang w:val="uk-UA" w:eastAsia="ru-RU"/>
        </w:rPr>
        <w:t>ЧЕРНІВЕЦЬКОГО  РАЙОНУ   ЧЕРНІВЕЦЬКОЇ  ОБЛАСТІ</w:t>
      </w:r>
    </w:p>
    <w:p w:rsidR="00F9548E" w:rsidRPr="00FA42D4" w:rsidRDefault="00F9548E" w:rsidP="00E3218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ru-RU"/>
        </w:rPr>
        <w:t xml:space="preserve">Х 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  </w:t>
      </w:r>
      <w:r w:rsidRPr="00812970">
        <w:rPr>
          <w:rFonts w:ascii="Times New Roman" w:hAnsi="Times New Roman"/>
          <w:b/>
          <w:sz w:val="28"/>
          <w:szCs w:val="24"/>
          <w:lang w:val="en-US" w:eastAsia="ru-RU"/>
        </w:rPr>
        <w:t>C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ЕСІЯ  </w:t>
      </w:r>
      <w:r w:rsidRPr="00812970">
        <w:rPr>
          <w:rFonts w:ascii="Times New Roman" w:hAnsi="Times New Roman"/>
          <w:b/>
          <w:sz w:val="28"/>
          <w:szCs w:val="24"/>
          <w:lang w:val="en-US" w:eastAsia="ru-RU"/>
        </w:rPr>
        <w:t>V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>І</w:t>
      </w:r>
      <w:r>
        <w:rPr>
          <w:rFonts w:ascii="Times New Roman" w:hAnsi="Times New Roman"/>
          <w:b/>
          <w:sz w:val="28"/>
          <w:szCs w:val="24"/>
          <w:lang w:val="uk-UA" w:eastAsia="ru-RU"/>
        </w:rPr>
        <w:t>І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>І  СКЛИКАННЯ</w:t>
      </w:r>
    </w:p>
    <w:p w:rsidR="00F9548E" w:rsidRPr="00AD1250" w:rsidRDefault="00F9548E" w:rsidP="00E32181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D1250">
        <w:rPr>
          <w:rFonts w:ascii="Times New Roman" w:hAnsi="Times New Roman"/>
          <w:sz w:val="28"/>
          <w:szCs w:val="28"/>
          <w:lang w:val="uk-UA"/>
        </w:rPr>
        <w:t>Р І Ш Е Н Н Я</w:t>
      </w:r>
    </w:p>
    <w:p w:rsidR="00F9548E" w:rsidRDefault="00F9548E" w:rsidP="00E3218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18 березня </w:t>
      </w:r>
      <w:r w:rsidRPr="00D1404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C55C5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202</w:t>
      </w:r>
      <w:r w:rsidRPr="00D1404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Pr="00D14041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Pr="00C55C5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  <w:r w:rsidRPr="00D14041">
        <w:rPr>
          <w:rFonts w:ascii="Times New Roman" w:hAnsi="Times New Roman"/>
          <w:bCs/>
          <w:color w:val="000000"/>
          <w:sz w:val="28"/>
          <w:szCs w:val="28"/>
          <w:lang w:eastAsia="ru-RU"/>
        </w:rPr>
        <w:t>                                            </w:t>
      </w:r>
      <w:r w:rsidRPr="00C55C5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D14041">
        <w:rPr>
          <w:rFonts w:ascii="Times New Roman" w:hAnsi="Times New Roman"/>
          <w:bCs/>
          <w:color w:val="000000"/>
          <w:sz w:val="28"/>
          <w:szCs w:val="28"/>
          <w:lang w:eastAsia="ru-RU"/>
        </w:rPr>
        <w:t>       </w:t>
      </w:r>
      <w:r w:rsidRPr="00C55C5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№ 74-10/2021</w:t>
      </w:r>
    </w:p>
    <w:p w:rsidR="00F9548E" w:rsidRPr="00B9586A" w:rsidRDefault="00F9548E" w:rsidP="00E3218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9548E" w:rsidRDefault="00F9548E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C55C51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направлення звернення </w:t>
      </w:r>
    </w:p>
    <w:p w:rsidR="00F9548E" w:rsidRDefault="00F9548E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Петровецької сільської ради до </w:t>
      </w:r>
    </w:p>
    <w:p w:rsidR="00F9548E" w:rsidRDefault="00F9548E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Сторожинецької державної податкової</w:t>
      </w:r>
    </w:p>
    <w:p w:rsidR="00F9548E" w:rsidRDefault="00F9548E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інспекції Головного управління ДПС у </w:t>
      </w:r>
    </w:p>
    <w:p w:rsidR="00F9548E" w:rsidRDefault="00F9548E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Чернівецькій області</w:t>
      </w:r>
    </w:p>
    <w:p w:rsidR="00F9548E" w:rsidRDefault="00F9548E" w:rsidP="005F101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</w:t>
      </w:r>
    </w:p>
    <w:p w:rsidR="00F9548E" w:rsidRPr="005F1015" w:rsidRDefault="00F9548E" w:rsidP="002E7D9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   Розглянувши  звернення депутатів Петровецької сільської ради про  направлення  до Сторожинецької державної податкової інспекції Головного управління ДПС у Чернівецькій області звернення </w:t>
      </w:r>
      <w:r w:rsidRPr="005F101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щодо надання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роз’яснень </w:t>
      </w:r>
      <w:r w:rsidRPr="005F101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з приводу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можливості  внесення змін в рішення Петровецької сільської ради від 23.12.2020 року про встановлення місцевих податків і зборів на 2021 рік,  в сторону </w:t>
      </w:r>
      <w:r w:rsidRPr="005F101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з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меншення, та враховуючи заяви ФОП Коржос А.І.  і голови правління Верхньо-Петрівецького ССТ Гавриловича І.Д.,   керуючись п.24 ст.26 Закону України «Про місцеве самоврядування в Україні»,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Петровецька  сільська рада, на підставі глави 3 Податкового Кодексу України</w:t>
      </w:r>
    </w:p>
    <w:p w:rsidR="00F9548E" w:rsidRPr="002E7D9B" w:rsidRDefault="00F9548E" w:rsidP="002E7D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9548E" w:rsidRDefault="00F9548E" w:rsidP="00FA42D4">
      <w:pPr>
        <w:tabs>
          <w:tab w:val="left" w:pos="0"/>
        </w:tabs>
        <w:spacing w:after="0" w:line="240" w:lineRule="auto"/>
        <w:ind w:right="2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вирішила</w:t>
      </w:r>
      <w:r w:rsidRPr="000C7C4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F9548E" w:rsidRPr="00612110" w:rsidRDefault="00F9548E" w:rsidP="00FA42D4">
      <w:pPr>
        <w:tabs>
          <w:tab w:val="left" w:pos="0"/>
        </w:tabs>
        <w:spacing w:after="0" w:line="240" w:lineRule="auto"/>
        <w:ind w:right="22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9548E" w:rsidRDefault="00F9548E" w:rsidP="005F101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Звернутись  до </w:t>
      </w:r>
      <w:r w:rsidRPr="005F101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Сторожинецької державної податкової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5F101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інспекції Головного управління ДПС у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Чернівецькій області, щодо надання роз’яснень (консультацій)  про можливість внесення змін до місцевого бюджету стосовно  ставок податків і зборів, які були прийняті Петровецькою сільською радою на засіданні ІУ сесії УІІІ скликання від 23.12.2020 року,  на 2021 рік, в сторону зменшення податкового навантаження.</w:t>
      </w:r>
    </w:p>
    <w:p w:rsidR="00F9548E" w:rsidRDefault="00F9548E" w:rsidP="005F101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:rsidR="00F9548E" w:rsidRDefault="00F9548E" w:rsidP="005F101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:rsidR="00F9548E" w:rsidRPr="005F1015" w:rsidRDefault="00F9548E" w:rsidP="005F101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</w:pPr>
    </w:p>
    <w:p w:rsidR="00F9548E" w:rsidRPr="005F1015" w:rsidRDefault="00F9548E" w:rsidP="00B9586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F101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Pr="005F1015">
        <w:rPr>
          <w:rFonts w:ascii="Times New Roman" w:hAnsi="Times New Roman"/>
          <w:sz w:val="28"/>
          <w:szCs w:val="28"/>
          <w:lang w:val="uk-UA" w:eastAsia="ru-RU"/>
        </w:rPr>
        <w:t>Сільський голова                                 І.Г.Грижинку</w:t>
      </w:r>
      <w:r w:rsidRPr="005F1015">
        <w:rPr>
          <w:rFonts w:ascii="Times New Roman" w:hAnsi="Times New Roman"/>
          <w:sz w:val="28"/>
          <w:szCs w:val="28"/>
          <w:lang w:eastAsia="ru-RU"/>
        </w:rPr>
        <w:t> </w:t>
      </w:r>
    </w:p>
    <w:p w:rsidR="00F9548E" w:rsidRPr="00B9586A" w:rsidRDefault="00F9548E" w:rsidP="00645B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sectPr w:rsidR="00F9548E" w:rsidRPr="00B9586A" w:rsidSect="00ED496E">
      <w:pgSz w:w="11906" w:h="16838"/>
      <w:pgMar w:top="1440" w:right="849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E4D19"/>
    <w:multiLevelType w:val="hybridMultilevel"/>
    <w:tmpl w:val="1F92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970"/>
    <w:rsid w:val="000539F4"/>
    <w:rsid w:val="00075BEB"/>
    <w:rsid w:val="00086728"/>
    <w:rsid w:val="000C4874"/>
    <w:rsid w:val="000C7C4D"/>
    <w:rsid w:val="001451D7"/>
    <w:rsid w:val="001458EE"/>
    <w:rsid w:val="001C1F2E"/>
    <w:rsid w:val="001C1F32"/>
    <w:rsid w:val="001D1404"/>
    <w:rsid w:val="001F4CEB"/>
    <w:rsid w:val="001F79D0"/>
    <w:rsid w:val="00211745"/>
    <w:rsid w:val="002155B7"/>
    <w:rsid w:val="00251713"/>
    <w:rsid w:val="002540C4"/>
    <w:rsid w:val="00262587"/>
    <w:rsid w:val="00296DBA"/>
    <w:rsid w:val="002B7AFB"/>
    <w:rsid w:val="002E7D9B"/>
    <w:rsid w:val="003929A0"/>
    <w:rsid w:val="00395508"/>
    <w:rsid w:val="003B3316"/>
    <w:rsid w:val="003C1303"/>
    <w:rsid w:val="004252BF"/>
    <w:rsid w:val="00454FF2"/>
    <w:rsid w:val="004660CC"/>
    <w:rsid w:val="00473F8A"/>
    <w:rsid w:val="004A489C"/>
    <w:rsid w:val="0051417D"/>
    <w:rsid w:val="005631CC"/>
    <w:rsid w:val="00563DFC"/>
    <w:rsid w:val="005A5A0D"/>
    <w:rsid w:val="005B134B"/>
    <w:rsid w:val="005B2D5F"/>
    <w:rsid w:val="005C168D"/>
    <w:rsid w:val="005F1015"/>
    <w:rsid w:val="00612110"/>
    <w:rsid w:val="0061729D"/>
    <w:rsid w:val="00631495"/>
    <w:rsid w:val="00643748"/>
    <w:rsid w:val="00645BC4"/>
    <w:rsid w:val="00646DCA"/>
    <w:rsid w:val="0064782A"/>
    <w:rsid w:val="00685D16"/>
    <w:rsid w:val="00693551"/>
    <w:rsid w:val="006A03CD"/>
    <w:rsid w:val="006B3FFE"/>
    <w:rsid w:val="006C08C1"/>
    <w:rsid w:val="006D5099"/>
    <w:rsid w:val="00701032"/>
    <w:rsid w:val="007555D3"/>
    <w:rsid w:val="00767A8D"/>
    <w:rsid w:val="00786FE8"/>
    <w:rsid w:val="00812970"/>
    <w:rsid w:val="0083307E"/>
    <w:rsid w:val="00895B76"/>
    <w:rsid w:val="008A35CE"/>
    <w:rsid w:val="008A7B6A"/>
    <w:rsid w:val="008C1AD6"/>
    <w:rsid w:val="008D2A2F"/>
    <w:rsid w:val="0090529A"/>
    <w:rsid w:val="00933131"/>
    <w:rsid w:val="00937E50"/>
    <w:rsid w:val="00945056"/>
    <w:rsid w:val="00957072"/>
    <w:rsid w:val="00972BCB"/>
    <w:rsid w:val="009B0087"/>
    <w:rsid w:val="009B2B08"/>
    <w:rsid w:val="009D6442"/>
    <w:rsid w:val="00A41895"/>
    <w:rsid w:val="00A91B78"/>
    <w:rsid w:val="00AC1916"/>
    <w:rsid w:val="00AC61AD"/>
    <w:rsid w:val="00AD1250"/>
    <w:rsid w:val="00B2450A"/>
    <w:rsid w:val="00B43568"/>
    <w:rsid w:val="00B50BA9"/>
    <w:rsid w:val="00B51F38"/>
    <w:rsid w:val="00B61FDE"/>
    <w:rsid w:val="00B62BD6"/>
    <w:rsid w:val="00B9586A"/>
    <w:rsid w:val="00B96141"/>
    <w:rsid w:val="00BC67C3"/>
    <w:rsid w:val="00BE3DAC"/>
    <w:rsid w:val="00BF73DB"/>
    <w:rsid w:val="00C2750A"/>
    <w:rsid w:val="00C36DC0"/>
    <w:rsid w:val="00C55C51"/>
    <w:rsid w:val="00C70DE2"/>
    <w:rsid w:val="00C76B1B"/>
    <w:rsid w:val="00C94DD7"/>
    <w:rsid w:val="00CB3B91"/>
    <w:rsid w:val="00CB60ED"/>
    <w:rsid w:val="00D044E0"/>
    <w:rsid w:val="00D12175"/>
    <w:rsid w:val="00D14041"/>
    <w:rsid w:val="00D17B12"/>
    <w:rsid w:val="00D73B41"/>
    <w:rsid w:val="00DB124E"/>
    <w:rsid w:val="00DE5C10"/>
    <w:rsid w:val="00E07D67"/>
    <w:rsid w:val="00E10D24"/>
    <w:rsid w:val="00E30F5B"/>
    <w:rsid w:val="00E32181"/>
    <w:rsid w:val="00E43351"/>
    <w:rsid w:val="00E549ED"/>
    <w:rsid w:val="00E660CA"/>
    <w:rsid w:val="00E66982"/>
    <w:rsid w:val="00ED496E"/>
    <w:rsid w:val="00F4499E"/>
    <w:rsid w:val="00F459A8"/>
    <w:rsid w:val="00F55F1F"/>
    <w:rsid w:val="00F57F5A"/>
    <w:rsid w:val="00F9548E"/>
    <w:rsid w:val="00FA1787"/>
    <w:rsid w:val="00FA42D4"/>
    <w:rsid w:val="00FB37A7"/>
    <w:rsid w:val="00FB4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0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129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2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2970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12970"/>
    <w:rPr>
      <w:lang w:eastAsia="en-US"/>
    </w:rPr>
  </w:style>
  <w:style w:type="paragraph" w:customStyle="1" w:styleId="docdata">
    <w:name w:val="docdata"/>
    <w:aliases w:val="docy,v5,36341,baiaagaaboqcaaadoooaaavii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45B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0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1</Pages>
  <Words>231</Words>
  <Characters>1319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sekretar</dc:creator>
  <cp:keywords/>
  <dc:description/>
  <cp:lastModifiedBy>Admin</cp:lastModifiedBy>
  <cp:revision>3</cp:revision>
  <cp:lastPrinted>2021-03-18T12:00:00Z</cp:lastPrinted>
  <dcterms:created xsi:type="dcterms:W3CDTF">2021-03-18T08:53:00Z</dcterms:created>
  <dcterms:modified xsi:type="dcterms:W3CDTF">2021-03-18T12:00:00Z</dcterms:modified>
</cp:coreProperties>
</file>