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01533242"/>
    <w:p w:rsidR="00114076" w:rsidRDefault="00114076">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7" o:title="" grayscale="t"/>
          </v:shape>
          <o:OLEObject Type="Embed" ProgID="Word.Picture.8" ShapeID="_x0000_i1025" DrawAspect="Content" ObjectID="_1680613677" r:id="rId8"/>
        </w:object>
      </w:r>
      <w:bookmarkEnd w:id="0"/>
    </w:p>
    <w:p w:rsidR="00114076" w:rsidRDefault="00114076">
      <w:pPr>
        <w:spacing w:after="0" w:line="240" w:lineRule="auto"/>
        <w:jc w:val="center"/>
        <w:rPr>
          <w:sz w:val="30"/>
          <w:szCs w:val="30"/>
        </w:rPr>
      </w:pPr>
      <w:r>
        <w:rPr>
          <w:sz w:val="30"/>
          <w:szCs w:val="30"/>
        </w:rPr>
        <w:t>УКРАЇНА</w:t>
      </w:r>
    </w:p>
    <w:p w:rsidR="00114076" w:rsidRDefault="00114076">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Pr>
          <w:b/>
          <w:sz w:val="28"/>
          <w:szCs w:val="28"/>
        </w:rPr>
        <w:t>А РАДА</w:t>
      </w:r>
    </w:p>
    <w:p w:rsidR="00114076" w:rsidRDefault="00114076">
      <w:pPr>
        <w:spacing w:after="0" w:line="240" w:lineRule="auto"/>
        <w:jc w:val="center"/>
        <w:rPr>
          <w:sz w:val="26"/>
          <w:szCs w:val="26"/>
        </w:rPr>
      </w:pPr>
      <w:r>
        <w:rPr>
          <w:sz w:val="26"/>
          <w:szCs w:val="26"/>
          <w:lang w:val="uk-UA"/>
        </w:rPr>
        <w:t>ЧЕРНІВ</w:t>
      </w:r>
      <w:r>
        <w:rPr>
          <w:sz w:val="26"/>
          <w:szCs w:val="26"/>
        </w:rPr>
        <w:t>ЕЦЬКОГО РАЙОНУ  ЧЕРНІВЕЦЬКОЇ ОБЛАСТІ</w:t>
      </w:r>
    </w:p>
    <w:p w:rsidR="00114076" w:rsidRDefault="00114076">
      <w:pPr>
        <w:shd w:val="clear" w:color="auto" w:fill="FFFFFF"/>
        <w:spacing w:after="0" w:line="240" w:lineRule="auto"/>
        <w:ind w:firstLine="773"/>
        <w:jc w:val="center"/>
        <w:rPr>
          <w:sz w:val="26"/>
          <w:szCs w:val="26"/>
        </w:rPr>
      </w:pPr>
      <w:r>
        <w:rPr>
          <w:sz w:val="26"/>
          <w:szCs w:val="26"/>
          <w:lang w:val="uk-UA"/>
        </w:rPr>
        <w:t>ХІ</w:t>
      </w:r>
      <w:r>
        <w:rPr>
          <w:sz w:val="26"/>
          <w:szCs w:val="26"/>
        </w:rPr>
        <w:t xml:space="preserve"> СЕСІЯ </w:t>
      </w:r>
      <w:r>
        <w:rPr>
          <w:sz w:val="26"/>
          <w:szCs w:val="26"/>
          <w:lang w:val="en-US"/>
        </w:rPr>
        <w:t>VIII</w:t>
      </w:r>
      <w:r>
        <w:rPr>
          <w:sz w:val="26"/>
          <w:szCs w:val="26"/>
        </w:rPr>
        <w:t xml:space="preserve"> СКЛИКАННЯ</w:t>
      </w:r>
    </w:p>
    <w:p w:rsidR="00114076" w:rsidRDefault="00114076">
      <w:pPr>
        <w:shd w:val="clear" w:color="auto" w:fill="FFFFFF"/>
        <w:spacing w:after="0" w:line="240" w:lineRule="auto"/>
        <w:ind w:firstLine="773"/>
        <w:jc w:val="center"/>
        <w:rPr>
          <w:sz w:val="28"/>
          <w:szCs w:val="28"/>
        </w:rPr>
      </w:pPr>
    </w:p>
    <w:p w:rsidR="00114076" w:rsidRPr="00834B20" w:rsidRDefault="00114076" w:rsidP="000A1289">
      <w:pPr>
        <w:shd w:val="clear" w:color="auto" w:fill="FFFFFF"/>
        <w:spacing w:after="0" w:line="322" w:lineRule="exact"/>
        <w:rPr>
          <w:b/>
          <w:sz w:val="28"/>
          <w:szCs w:val="28"/>
          <w:lang w:val="uk-UA"/>
        </w:rPr>
      </w:pPr>
      <w:r w:rsidRPr="000A1289">
        <w:rPr>
          <w:b/>
          <w:sz w:val="28"/>
          <w:szCs w:val="28"/>
        </w:rPr>
        <w:t xml:space="preserve">                           </w:t>
      </w:r>
      <w:r>
        <w:rPr>
          <w:b/>
          <w:sz w:val="28"/>
          <w:szCs w:val="28"/>
        </w:rPr>
        <w:t xml:space="preserve">                       </w:t>
      </w:r>
      <w:r>
        <w:rPr>
          <w:b/>
          <w:sz w:val="28"/>
          <w:szCs w:val="28"/>
          <w:lang w:val="uk-UA"/>
        </w:rPr>
        <w:t xml:space="preserve"> </w:t>
      </w:r>
      <w:r w:rsidRPr="00834B20">
        <w:rPr>
          <w:b/>
          <w:sz w:val="28"/>
          <w:szCs w:val="28"/>
          <w:lang w:val="uk-UA"/>
        </w:rPr>
        <w:t>РІШЕННЯ</w:t>
      </w:r>
      <w:r>
        <w:rPr>
          <w:b/>
          <w:sz w:val="28"/>
          <w:szCs w:val="28"/>
          <w:lang w:val="uk-UA"/>
        </w:rPr>
        <w:t xml:space="preserve"> №84-11/2021</w:t>
      </w:r>
      <w:r w:rsidRPr="00834B20">
        <w:rPr>
          <w:b/>
          <w:sz w:val="28"/>
          <w:szCs w:val="28"/>
          <w:lang w:val="uk-UA"/>
        </w:rPr>
        <w:t xml:space="preserve"> </w:t>
      </w:r>
    </w:p>
    <w:p w:rsidR="00114076" w:rsidRPr="000A1289" w:rsidRDefault="00114076">
      <w:pPr>
        <w:shd w:val="clear" w:color="auto" w:fill="FFFFFF"/>
        <w:spacing w:after="0" w:line="360" w:lineRule="auto"/>
        <w:rPr>
          <w:sz w:val="28"/>
          <w:szCs w:val="28"/>
          <w:lang w:val="uk-UA"/>
        </w:rPr>
      </w:pPr>
      <w:r>
        <w:rPr>
          <w:spacing w:val="-2"/>
          <w:sz w:val="28"/>
          <w:szCs w:val="28"/>
          <w:lang w:val="uk-UA"/>
        </w:rPr>
        <w:t>1</w:t>
      </w:r>
      <w:r w:rsidRPr="00D975D3">
        <w:rPr>
          <w:spacing w:val="-2"/>
          <w:sz w:val="28"/>
          <w:szCs w:val="28"/>
          <w:lang w:val="uk-UA"/>
        </w:rPr>
        <w:t>5</w:t>
      </w:r>
      <w:r w:rsidRPr="00834B20">
        <w:rPr>
          <w:spacing w:val="-2"/>
          <w:sz w:val="28"/>
          <w:szCs w:val="28"/>
          <w:lang w:val="uk-UA"/>
        </w:rPr>
        <w:t xml:space="preserve"> </w:t>
      </w:r>
      <w:r>
        <w:rPr>
          <w:spacing w:val="-2"/>
          <w:sz w:val="28"/>
          <w:szCs w:val="28"/>
          <w:lang w:val="uk-UA"/>
        </w:rPr>
        <w:t>квітня</w:t>
      </w:r>
      <w:r w:rsidRPr="00834B20">
        <w:rPr>
          <w:spacing w:val="-2"/>
          <w:sz w:val="28"/>
          <w:szCs w:val="28"/>
          <w:lang w:val="uk-UA"/>
        </w:rPr>
        <w:t xml:space="preserve"> 20</w:t>
      </w:r>
      <w:r>
        <w:rPr>
          <w:spacing w:val="-2"/>
          <w:sz w:val="28"/>
          <w:szCs w:val="28"/>
          <w:lang w:val="uk-UA"/>
        </w:rPr>
        <w:t>21</w:t>
      </w:r>
      <w:r w:rsidRPr="00834B20">
        <w:rPr>
          <w:spacing w:val="-2"/>
          <w:sz w:val="28"/>
          <w:szCs w:val="28"/>
          <w:lang w:val="uk-UA"/>
        </w:rPr>
        <w:t xml:space="preserve"> року  </w:t>
      </w:r>
      <w:r>
        <w:rPr>
          <w:spacing w:val="-2"/>
          <w:sz w:val="28"/>
          <w:szCs w:val="28"/>
          <w:lang w:val="uk-UA"/>
        </w:rPr>
        <w:t xml:space="preserve">             </w:t>
      </w:r>
      <w:r w:rsidRPr="00834B20">
        <w:rPr>
          <w:spacing w:val="-2"/>
          <w:sz w:val="28"/>
          <w:szCs w:val="28"/>
          <w:lang w:val="uk-UA"/>
        </w:rPr>
        <w:t xml:space="preserve">          </w:t>
      </w:r>
      <w:r>
        <w:rPr>
          <w:spacing w:val="-2"/>
          <w:sz w:val="28"/>
          <w:szCs w:val="28"/>
          <w:lang w:val="uk-UA"/>
        </w:rPr>
        <w:t xml:space="preserve">      </w:t>
      </w:r>
      <w:r w:rsidRPr="00834B20">
        <w:rPr>
          <w:spacing w:val="-2"/>
          <w:sz w:val="28"/>
          <w:szCs w:val="28"/>
          <w:lang w:val="uk-UA"/>
        </w:rPr>
        <w:t xml:space="preserve">                </w:t>
      </w:r>
      <w:r>
        <w:rPr>
          <w:spacing w:val="-2"/>
          <w:sz w:val="28"/>
          <w:szCs w:val="28"/>
          <w:lang w:val="uk-UA"/>
        </w:rPr>
        <w:t xml:space="preserve">                     </w:t>
      </w:r>
      <w:r w:rsidRPr="00834B20">
        <w:rPr>
          <w:spacing w:val="-2"/>
          <w:sz w:val="28"/>
          <w:szCs w:val="28"/>
          <w:lang w:val="uk-UA"/>
        </w:rPr>
        <w:t xml:space="preserve">    </w:t>
      </w:r>
      <w:r w:rsidRPr="00834B20">
        <w:rPr>
          <w:sz w:val="28"/>
          <w:szCs w:val="28"/>
          <w:lang w:val="uk-UA"/>
        </w:rPr>
        <w:t>с.Верхні Петрівці</w:t>
      </w:r>
    </w:p>
    <w:p w:rsidR="00114076" w:rsidRPr="00834B20" w:rsidRDefault="00114076">
      <w:pPr>
        <w:spacing w:after="0"/>
        <w:rPr>
          <w:b/>
          <w:lang w:val="uk-UA"/>
        </w:rPr>
      </w:pPr>
    </w:p>
    <w:p w:rsidR="00114076" w:rsidRDefault="00114076" w:rsidP="007E1CA9">
      <w:pPr>
        <w:pStyle w:val="NormalWeb"/>
        <w:shd w:val="clear" w:color="auto" w:fill="FFFFFF"/>
        <w:spacing w:before="0" w:beforeAutospacing="0" w:after="0" w:afterAutospacing="0"/>
        <w:jc w:val="center"/>
        <w:rPr>
          <w:b/>
          <w:bCs/>
          <w:sz w:val="28"/>
          <w:szCs w:val="28"/>
          <w:lang w:val="uk-UA"/>
        </w:rPr>
      </w:pPr>
      <w:r>
        <w:rPr>
          <w:b/>
          <w:bCs/>
          <w:sz w:val="28"/>
          <w:szCs w:val="28"/>
          <w:lang w:val="uk-UA"/>
        </w:rPr>
        <w:t xml:space="preserve">Про внесення змін до бюджету </w:t>
      </w:r>
    </w:p>
    <w:p w:rsidR="00114076" w:rsidRDefault="00114076" w:rsidP="007E1CA9">
      <w:pPr>
        <w:pStyle w:val="NormalWeb"/>
        <w:shd w:val="clear" w:color="auto" w:fill="FFFFFF"/>
        <w:spacing w:before="0" w:beforeAutospacing="0" w:after="0" w:afterAutospacing="0"/>
        <w:jc w:val="center"/>
        <w:rPr>
          <w:b/>
          <w:bCs/>
          <w:sz w:val="28"/>
          <w:szCs w:val="28"/>
          <w:lang w:val="uk-UA"/>
        </w:rPr>
      </w:pPr>
      <w:r>
        <w:rPr>
          <w:b/>
          <w:bCs/>
          <w:sz w:val="28"/>
          <w:szCs w:val="28"/>
          <w:lang w:val="uk-UA"/>
        </w:rPr>
        <w:t>Петровецької сільської територіальної громади</w:t>
      </w:r>
    </w:p>
    <w:p w:rsidR="00114076" w:rsidRDefault="00114076">
      <w:pPr>
        <w:pStyle w:val="NormalWeb"/>
        <w:shd w:val="clear" w:color="auto" w:fill="FFFFFF"/>
        <w:spacing w:before="0" w:beforeAutospacing="0" w:after="0" w:afterAutospacing="0"/>
        <w:jc w:val="center"/>
        <w:rPr>
          <w:b/>
          <w:bCs/>
          <w:sz w:val="28"/>
          <w:szCs w:val="28"/>
          <w:lang w:val="uk-UA"/>
        </w:rPr>
      </w:pPr>
      <w:r>
        <w:rPr>
          <w:b/>
          <w:bCs/>
          <w:sz w:val="28"/>
          <w:szCs w:val="28"/>
          <w:lang w:val="uk-UA"/>
        </w:rPr>
        <w:t>на 2021 рік</w:t>
      </w:r>
    </w:p>
    <w:p w:rsidR="00114076" w:rsidRDefault="00114076">
      <w:pPr>
        <w:pStyle w:val="NormalWeb"/>
        <w:shd w:val="clear" w:color="auto" w:fill="FFFFFF"/>
        <w:spacing w:before="0" w:beforeAutospacing="0" w:after="0" w:afterAutospacing="0"/>
        <w:jc w:val="center"/>
        <w:rPr>
          <w:b/>
          <w:bCs/>
          <w:sz w:val="28"/>
          <w:szCs w:val="28"/>
          <w:lang w:val="uk-UA"/>
        </w:rPr>
      </w:pPr>
    </w:p>
    <w:p w:rsidR="00114076" w:rsidRDefault="00114076" w:rsidP="003B2DCA">
      <w:pPr>
        <w:widowControl w:val="0"/>
        <w:tabs>
          <w:tab w:val="left" w:pos="8292"/>
          <w:tab w:val="left" w:pos="8363"/>
        </w:tabs>
        <w:spacing w:after="0" w:line="240" w:lineRule="auto"/>
        <w:jc w:val="center"/>
        <w:rPr>
          <w:bCs/>
          <w:sz w:val="28"/>
          <w:u w:val="single"/>
          <w:lang w:val="uk-UA"/>
        </w:rPr>
      </w:pPr>
      <w:r>
        <w:rPr>
          <w:bCs/>
          <w:sz w:val="28"/>
          <w:u w:val="single"/>
          <w:lang w:val="uk-UA"/>
        </w:rPr>
        <w:t>(24548000000)</w:t>
      </w:r>
    </w:p>
    <w:p w:rsidR="00114076" w:rsidRDefault="00114076" w:rsidP="003B2DCA">
      <w:pPr>
        <w:widowControl w:val="0"/>
        <w:tabs>
          <w:tab w:val="left" w:pos="8292"/>
          <w:tab w:val="left" w:pos="8363"/>
        </w:tabs>
        <w:spacing w:after="0" w:line="240" w:lineRule="auto"/>
        <w:jc w:val="center"/>
        <w:rPr>
          <w:bCs/>
          <w:sz w:val="22"/>
          <w:lang w:val="uk-UA"/>
        </w:rPr>
      </w:pPr>
      <w:r>
        <w:rPr>
          <w:bCs/>
          <w:sz w:val="22"/>
          <w:lang w:val="uk-UA"/>
        </w:rPr>
        <w:t>(код бюджету)</w:t>
      </w:r>
    </w:p>
    <w:p w:rsidR="00114076" w:rsidRDefault="00114076">
      <w:pPr>
        <w:pStyle w:val="BodyTextIndent"/>
        <w:widowControl w:val="0"/>
        <w:spacing w:after="0"/>
        <w:ind w:firstLine="720"/>
        <w:jc w:val="both"/>
        <w:rPr>
          <w:rFonts w:ascii="Times New Roman" w:hAnsi="Times New Roman"/>
          <w:sz w:val="28"/>
          <w:szCs w:val="28"/>
          <w:lang w:val="ru-RU"/>
        </w:rPr>
      </w:pPr>
    </w:p>
    <w:p w:rsidR="00114076" w:rsidRDefault="00114076" w:rsidP="004A76D2">
      <w:pPr>
        <w:pStyle w:val="BodyTextIndent"/>
        <w:widowControl w:val="0"/>
        <w:spacing w:after="0" w:line="240" w:lineRule="auto"/>
        <w:ind w:firstLineChars="214" w:firstLine="31680"/>
        <w:jc w:val="both"/>
        <w:rPr>
          <w:rFonts w:ascii="Times New Roman" w:hAnsi="Times New Roman"/>
          <w:sz w:val="28"/>
          <w:szCs w:val="28"/>
        </w:rPr>
      </w:pPr>
      <w:r>
        <w:rPr>
          <w:rFonts w:ascii="Times New Roman" w:hAnsi="Times New Roman"/>
          <w:sz w:val="28"/>
          <w:szCs w:val="28"/>
        </w:rPr>
        <w:t xml:space="preserve">Керуючись Бюджетним кодексом України, пунктом </w:t>
      </w:r>
      <w:r>
        <w:rPr>
          <w:rFonts w:ascii="Times New Roman" w:hAnsi="Times New Roman"/>
          <w:sz w:val="28"/>
          <w:szCs w:val="28"/>
          <w:lang w:val="ru-RU"/>
        </w:rPr>
        <w:t>23</w:t>
      </w:r>
      <w:r>
        <w:rPr>
          <w:rFonts w:ascii="Times New Roman" w:hAnsi="Times New Roman"/>
          <w:sz w:val="28"/>
          <w:szCs w:val="28"/>
        </w:rPr>
        <w:t xml:space="preserve"> частини 1 статті 26 і статтею 61 Закону України «Про місцеве самоврядування в Україні», рішенням І</w:t>
      </w:r>
      <w:r>
        <w:rPr>
          <w:rFonts w:ascii="Times New Roman" w:hAnsi="Times New Roman"/>
          <w:sz w:val="28"/>
          <w:szCs w:val="28"/>
          <w:lang w:val="en-US"/>
        </w:rPr>
        <w:t>V</w:t>
      </w:r>
      <w:r>
        <w:rPr>
          <w:rFonts w:ascii="Times New Roman" w:hAnsi="Times New Roman"/>
          <w:sz w:val="28"/>
          <w:szCs w:val="28"/>
        </w:rPr>
        <w:t xml:space="preserve"> сесії </w:t>
      </w:r>
      <w:r>
        <w:rPr>
          <w:rFonts w:ascii="Times New Roman" w:hAnsi="Times New Roman"/>
          <w:sz w:val="28"/>
          <w:szCs w:val="28"/>
          <w:lang w:val="en-US"/>
        </w:rPr>
        <w:t>VIII</w:t>
      </w:r>
      <w:r w:rsidRPr="007E1CA9">
        <w:rPr>
          <w:rFonts w:ascii="Times New Roman" w:hAnsi="Times New Roman"/>
          <w:sz w:val="28"/>
          <w:szCs w:val="28"/>
        </w:rPr>
        <w:t xml:space="preserve"> </w:t>
      </w:r>
      <w:r>
        <w:rPr>
          <w:rFonts w:ascii="Times New Roman" w:hAnsi="Times New Roman"/>
          <w:sz w:val="28"/>
          <w:szCs w:val="28"/>
        </w:rPr>
        <w:t>скликання сільської ради №30-4/2020 від 23 грудня 2020 року «Про місцевий бюджет Петровецької територіальної громади на 2021 рік», висновком Фінансового відділу Петровецької сільської ради про обсяг вільного залишку коштів загального та спеціального фондів сільського бюджету станом на 01 січня 2021 року</w:t>
      </w:r>
    </w:p>
    <w:p w:rsidR="00114076" w:rsidRDefault="00114076" w:rsidP="004A76D2">
      <w:pPr>
        <w:pStyle w:val="BodyTextIndent"/>
        <w:widowControl w:val="0"/>
        <w:spacing w:after="0" w:line="240" w:lineRule="auto"/>
        <w:ind w:firstLineChars="214" w:firstLine="31680"/>
        <w:jc w:val="both"/>
        <w:rPr>
          <w:rFonts w:ascii="Times New Roman" w:hAnsi="Times New Roman"/>
          <w:sz w:val="28"/>
          <w:szCs w:val="28"/>
        </w:rPr>
      </w:pPr>
    </w:p>
    <w:p w:rsidR="00114076" w:rsidRDefault="00114076" w:rsidP="004A76D2">
      <w:pPr>
        <w:pStyle w:val="BodyTextIndent"/>
        <w:widowControl w:val="0"/>
        <w:spacing w:after="0" w:line="240" w:lineRule="auto"/>
        <w:ind w:firstLineChars="214" w:firstLine="31680"/>
        <w:rPr>
          <w:rFonts w:ascii="Times New Roman" w:hAnsi="Times New Roman"/>
          <w:b/>
          <w:sz w:val="28"/>
        </w:rPr>
      </w:pPr>
      <w:r w:rsidRPr="003B2DCA">
        <w:rPr>
          <w:rFonts w:ascii="Times New Roman" w:hAnsi="Times New Roman"/>
          <w:b/>
          <w:sz w:val="28"/>
          <w:szCs w:val="28"/>
        </w:rPr>
        <w:t>сільська рада вирішила:</w:t>
      </w:r>
    </w:p>
    <w:p w:rsidR="00114076" w:rsidRPr="007B6B22" w:rsidRDefault="00114076" w:rsidP="004A76D2">
      <w:pPr>
        <w:pStyle w:val="BodyTextIndent"/>
        <w:widowControl w:val="0"/>
        <w:spacing w:after="0" w:line="240" w:lineRule="auto"/>
        <w:ind w:firstLineChars="214" w:firstLine="31680"/>
        <w:rPr>
          <w:rFonts w:ascii="Times New Roman" w:hAnsi="Times New Roman"/>
          <w:b/>
          <w:sz w:val="28"/>
        </w:rPr>
      </w:pPr>
    </w:p>
    <w:p w:rsidR="00114076" w:rsidRPr="00482343" w:rsidRDefault="00114076" w:rsidP="008C2FD0">
      <w:pPr>
        <w:tabs>
          <w:tab w:val="left" w:pos="0"/>
        </w:tabs>
        <w:spacing w:before="240" w:after="120"/>
        <w:jc w:val="both"/>
        <w:rPr>
          <w:sz w:val="28"/>
          <w:szCs w:val="28"/>
          <w:lang w:val="uk-UA"/>
        </w:rPr>
      </w:pPr>
      <w:r w:rsidRPr="00482343">
        <w:rPr>
          <w:bCs/>
          <w:sz w:val="28"/>
          <w:szCs w:val="28"/>
          <w:lang w:val="uk-UA"/>
        </w:rPr>
        <w:t xml:space="preserve">  </w:t>
      </w:r>
      <w:r>
        <w:rPr>
          <w:bCs/>
          <w:sz w:val="28"/>
          <w:szCs w:val="28"/>
          <w:lang w:val="uk-UA"/>
        </w:rPr>
        <w:t xml:space="preserve">      1. Внести зміни  у додаток  № 2</w:t>
      </w:r>
      <w:r w:rsidRPr="00482343">
        <w:rPr>
          <w:bCs/>
          <w:sz w:val="28"/>
          <w:szCs w:val="28"/>
          <w:lang w:val="uk-UA"/>
        </w:rPr>
        <w:t xml:space="preserve"> «</w:t>
      </w:r>
      <w:r>
        <w:rPr>
          <w:bCs/>
          <w:sz w:val="28"/>
          <w:szCs w:val="28"/>
          <w:lang w:val="uk-UA"/>
        </w:rPr>
        <w:t>Фінансування</w:t>
      </w:r>
      <w:r w:rsidRPr="00482343">
        <w:rPr>
          <w:bCs/>
          <w:sz w:val="28"/>
          <w:szCs w:val="28"/>
          <w:lang w:val="uk-UA"/>
        </w:rPr>
        <w:t xml:space="preserve"> сільського бюджету на 2021 рік» до рішення </w:t>
      </w:r>
      <w:r w:rsidRPr="00482343">
        <w:rPr>
          <w:sz w:val="28"/>
          <w:szCs w:val="28"/>
          <w:lang w:val="uk-UA"/>
        </w:rPr>
        <w:t>І</w:t>
      </w:r>
      <w:r w:rsidRPr="00482343">
        <w:rPr>
          <w:sz w:val="28"/>
          <w:szCs w:val="28"/>
          <w:lang w:val="en-US"/>
        </w:rPr>
        <w:t>V</w:t>
      </w:r>
      <w:r w:rsidRPr="00482343">
        <w:rPr>
          <w:sz w:val="28"/>
          <w:szCs w:val="28"/>
          <w:lang w:val="uk-UA"/>
        </w:rPr>
        <w:t xml:space="preserve"> сесії </w:t>
      </w:r>
      <w:r w:rsidRPr="00482343">
        <w:rPr>
          <w:sz w:val="28"/>
          <w:szCs w:val="28"/>
          <w:lang w:val="en-US"/>
        </w:rPr>
        <w:t>VIII</w:t>
      </w:r>
      <w:r w:rsidRPr="00482343">
        <w:rPr>
          <w:sz w:val="28"/>
          <w:szCs w:val="28"/>
          <w:lang w:val="uk-UA"/>
        </w:rPr>
        <w:t xml:space="preserve"> скликання сільської ради </w:t>
      </w:r>
      <w:r w:rsidRPr="00482343">
        <w:rPr>
          <w:bCs/>
          <w:sz w:val="28"/>
          <w:szCs w:val="28"/>
          <w:lang w:val="uk-UA"/>
        </w:rPr>
        <w:t>№30-4/2020  від 23.12.2020 року</w:t>
      </w:r>
      <w:r w:rsidRPr="00482343">
        <w:rPr>
          <w:sz w:val="28"/>
          <w:szCs w:val="28"/>
          <w:lang w:val="uk-UA"/>
        </w:rPr>
        <w:t xml:space="preserve"> «Про місцевий бюджет Петровецької територіальної громади на 2021 рік»</w:t>
      </w:r>
      <w:r>
        <w:rPr>
          <w:sz w:val="28"/>
          <w:szCs w:val="28"/>
          <w:lang w:val="uk-UA"/>
        </w:rPr>
        <w:t xml:space="preserve"> згідно з додатком 1 до цього рішення.</w:t>
      </w:r>
      <w:r w:rsidRPr="00482343">
        <w:rPr>
          <w:sz w:val="28"/>
          <w:szCs w:val="28"/>
          <w:lang w:val="uk-UA"/>
        </w:rPr>
        <w:t xml:space="preserve"> </w:t>
      </w:r>
    </w:p>
    <w:p w:rsidR="00114076" w:rsidRDefault="00114076" w:rsidP="003B2DCA">
      <w:pPr>
        <w:tabs>
          <w:tab w:val="left" w:pos="0"/>
        </w:tabs>
        <w:spacing w:before="240" w:after="120"/>
        <w:jc w:val="both"/>
        <w:rPr>
          <w:bCs/>
          <w:sz w:val="28"/>
          <w:szCs w:val="28"/>
          <w:lang w:val="uk-UA"/>
        </w:rPr>
      </w:pPr>
      <w:r>
        <w:rPr>
          <w:bCs/>
          <w:sz w:val="28"/>
          <w:szCs w:val="28"/>
          <w:lang w:val="uk-UA"/>
        </w:rPr>
        <w:t xml:space="preserve">        </w:t>
      </w:r>
      <w:r>
        <w:rPr>
          <w:sz w:val="28"/>
          <w:szCs w:val="28"/>
          <w:lang w:val="uk-UA"/>
        </w:rPr>
        <w:t xml:space="preserve">2. </w:t>
      </w:r>
      <w:r>
        <w:rPr>
          <w:bCs/>
          <w:sz w:val="28"/>
          <w:szCs w:val="28"/>
          <w:lang w:val="uk-UA"/>
        </w:rPr>
        <w:t xml:space="preserve">Внести зміни  у додаток  № 3 «Розподіл   видатків місцевого бюджету на 2021 рік»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2 до цього рішення.</w:t>
      </w:r>
    </w:p>
    <w:p w:rsidR="00114076" w:rsidRDefault="00114076" w:rsidP="008C2FD0">
      <w:pPr>
        <w:tabs>
          <w:tab w:val="left" w:pos="0"/>
        </w:tabs>
        <w:spacing w:before="240" w:after="120"/>
        <w:jc w:val="both"/>
        <w:rPr>
          <w:bCs/>
          <w:sz w:val="28"/>
          <w:szCs w:val="28"/>
          <w:lang w:val="uk-UA"/>
        </w:rPr>
      </w:pPr>
      <w:r>
        <w:rPr>
          <w:bCs/>
          <w:sz w:val="28"/>
          <w:szCs w:val="28"/>
          <w:lang w:val="uk-UA"/>
        </w:rPr>
        <w:t xml:space="preserve">        3. Внести зміни  у додаток  № 4 «</w:t>
      </w:r>
      <w:r w:rsidRPr="008C2FD0">
        <w:rPr>
          <w:bCs/>
          <w:sz w:val="28"/>
          <w:szCs w:val="28"/>
          <w:lang w:val="uk-UA"/>
        </w:rPr>
        <w:t>Міжбюджетні трансферти на 2021 рік</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3 до цього рішення.</w:t>
      </w:r>
    </w:p>
    <w:p w:rsidR="00114076" w:rsidRDefault="00114076" w:rsidP="008C2FD0">
      <w:pPr>
        <w:tabs>
          <w:tab w:val="left" w:pos="0"/>
        </w:tabs>
        <w:spacing w:before="240" w:after="120"/>
        <w:jc w:val="both"/>
        <w:rPr>
          <w:bCs/>
          <w:sz w:val="28"/>
          <w:szCs w:val="28"/>
          <w:lang w:val="uk-UA"/>
        </w:rPr>
      </w:pPr>
      <w:r>
        <w:rPr>
          <w:bCs/>
          <w:sz w:val="28"/>
          <w:szCs w:val="28"/>
          <w:lang w:val="uk-UA"/>
        </w:rPr>
        <w:t xml:space="preserve">        4. Внести зміни  у додаток  № 5 «</w:t>
      </w:r>
      <w:r w:rsidRPr="008C2FD0">
        <w:rPr>
          <w:bCs/>
          <w:sz w:val="28"/>
          <w:szCs w:val="28"/>
          <w:lang w:val="uk-UA"/>
        </w:rPr>
        <w:t>Розподіл коштів бюджету розвитку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у 2021 році</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bookmarkStart w:id="1" w:name="_GoBack"/>
      <w:bookmarkEnd w:id="1"/>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4 до цього рішення.</w:t>
      </w:r>
    </w:p>
    <w:p w:rsidR="00114076" w:rsidRDefault="00114076" w:rsidP="008C2FD0">
      <w:pPr>
        <w:tabs>
          <w:tab w:val="left" w:pos="0"/>
        </w:tabs>
        <w:spacing w:before="240" w:after="120"/>
        <w:jc w:val="both"/>
        <w:rPr>
          <w:bCs/>
          <w:sz w:val="28"/>
          <w:szCs w:val="28"/>
          <w:lang w:val="uk-UA"/>
        </w:rPr>
      </w:pPr>
      <w:r>
        <w:rPr>
          <w:bCs/>
          <w:sz w:val="28"/>
          <w:szCs w:val="28"/>
          <w:lang w:val="uk-UA"/>
        </w:rPr>
        <w:t xml:space="preserve">        5. Внести зміни  у додаток  № 6 «</w:t>
      </w:r>
      <w:r w:rsidRPr="00210943">
        <w:rPr>
          <w:bCs/>
          <w:sz w:val="28"/>
          <w:szCs w:val="28"/>
          <w:lang w:val="uk-UA"/>
        </w:rPr>
        <w:t>Розподіл  витрат сільського бюджету на реалізацію місцевих/регіональних програм у 2021 році</w:t>
      </w:r>
      <w:r>
        <w:rPr>
          <w:bCs/>
          <w:sz w:val="28"/>
          <w:szCs w:val="28"/>
          <w:lang w:val="uk-UA"/>
        </w:rPr>
        <w:t xml:space="preserve">»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5 до цього рішення.</w:t>
      </w:r>
    </w:p>
    <w:p w:rsidR="00114076" w:rsidRDefault="00114076" w:rsidP="003B2DCA">
      <w:pPr>
        <w:tabs>
          <w:tab w:val="left" w:pos="0"/>
        </w:tabs>
        <w:spacing w:before="240" w:after="120"/>
        <w:jc w:val="both"/>
        <w:rPr>
          <w:bCs/>
          <w:sz w:val="28"/>
          <w:szCs w:val="28"/>
          <w:lang w:val="uk-UA"/>
        </w:rPr>
      </w:pPr>
      <w:r>
        <w:rPr>
          <w:bCs/>
          <w:sz w:val="28"/>
          <w:szCs w:val="28"/>
          <w:lang w:val="uk-UA"/>
        </w:rPr>
        <w:t xml:space="preserve">        6. Доповнити додаток 8 «Перелік бюджетних установ, закладів, які фінансуватимуться у 2021 році з бюджету Петровецької сільської територіальної громади» до рішення </w:t>
      </w:r>
      <w:r w:rsidRPr="003B2DCA">
        <w:rPr>
          <w:sz w:val="28"/>
          <w:szCs w:val="28"/>
          <w:lang w:val="uk-UA"/>
        </w:rPr>
        <w:t>І</w:t>
      </w:r>
      <w:r>
        <w:rPr>
          <w:sz w:val="28"/>
          <w:szCs w:val="28"/>
          <w:lang w:val="en-US"/>
        </w:rPr>
        <w:t>V</w:t>
      </w:r>
      <w:r w:rsidRPr="003B2DCA">
        <w:rPr>
          <w:sz w:val="28"/>
          <w:szCs w:val="28"/>
          <w:lang w:val="uk-UA"/>
        </w:rPr>
        <w:t xml:space="preserve"> сесії </w:t>
      </w:r>
      <w:r>
        <w:rPr>
          <w:sz w:val="28"/>
          <w:szCs w:val="28"/>
          <w:lang w:val="en-US"/>
        </w:rPr>
        <w:t>VIII</w:t>
      </w:r>
      <w:r w:rsidRPr="007E1CA9">
        <w:rPr>
          <w:sz w:val="28"/>
          <w:szCs w:val="28"/>
          <w:lang w:val="uk-UA"/>
        </w:rPr>
        <w:t xml:space="preserve"> </w:t>
      </w:r>
      <w:r w:rsidRPr="003B2DCA">
        <w:rPr>
          <w:sz w:val="28"/>
          <w:szCs w:val="28"/>
          <w:lang w:val="uk-UA"/>
        </w:rPr>
        <w:t>скликання сільської</w:t>
      </w:r>
      <w:r>
        <w:rPr>
          <w:sz w:val="28"/>
          <w:szCs w:val="28"/>
          <w:lang w:val="uk-UA"/>
        </w:rPr>
        <w:t xml:space="preserve"> ради </w:t>
      </w:r>
      <w:r>
        <w:rPr>
          <w:bCs/>
          <w:sz w:val="28"/>
          <w:szCs w:val="28"/>
          <w:lang w:val="uk-UA"/>
        </w:rPr>
        <w:t>№30-4/2020 від 23.</w:t>
      </w:r>
      <w:r w:rsidRPr="003B2DCA">
        <w:rPr>
          <w:bCs/>
          <w:sz w:val="28"/>
          <w:szCs w:val="28"/>
          <w:lang w:val="uk-UA"/>
        </w:rPr>
        <w:t>12</w:t>
      </w:r>
      <w:r>
        <w:rPr>
          <w:bCs/>
          <w:sz w:val="28"/>
          <w:szCs w:val="28"/>
          <w:lang w:val="uk-UA"/>
        </w:rPr>
        <w:t>.2020 року</w:t>
      </w:r>
      <w:r>
        <w:rPr>
          <w:sz w:val="28"/>
          <w:szCs w:val="28"/>
          <w:lang w:val="uk-UA"/>
        </w:rPr>
        <w:t xml:space="preserve"> «</w:t>
      </w:r>
      <w:r w:rsidRPr="003B2DCA">
        <w:rPr>
          <w:sz w:val="28"/>
          <w:szCs w:val="28"/>
          <w:lang w:val="uk-UA"/>
        </w:rPr>
        <w:t>Про місцевий бюджет Петровецької територіальної громади на 2021 рік</w:t>
      </w:r>
      <w:r>
        <w:rPr>
          <w:sz w:val="28"/>
          <w:szCs w:val="28"/>
          <w:lang w:val="uk-UA"/>
        </w:rPr>
        <w:t xml:space="preserve">» </w:t>
      </w:r>
      <w:r>
        <w:rPr>
          <w:bCs/>
          <w:sz w:val="28"/>
          <w:szCs w:val="28"/>
          <w:lang w:val="uk-UA"/>
        </w:rPr>
        <w:t xml:space="preserve"> згідно з додатком 6 до цього рішення.</w:t>
      </w:r>
    </w:p>
    <w:p w:rsidR="00114076" w:rsidRDefault="00114076" w:rsidP="004A76D2">
      <w:pPr>
        <w:widowControl w:val="0"/>
        <w:tabs>
          <w:tab w:val="left" w:pos="1134"/>
        </w:tabs>
        <w:spacing w:after="0" w:line="240" w:lineRule="auto"/>
        <w:ind w:firstLineChars="214" w:firstLine="31680"/>
        <w:jc w:val="both"/>
        <w:rPr>
          <w:sz w:val="28"/>
          <w:szCs w:val="28"/>
          <w:lang w:val="uk-UA" w:eastAsia="uk-UA"/>
        </w:rPr>
      </w:pPr>
    </w:p>
    <w:p w:rsidR="00114076" w:rsidRDefault="00114076" w:rsidP="00A41523">
      <w:pPr>
        <w:widowControl w:val="0"/>
        <w:spacing w:after="0"/>
        <w:jc w:val="both"/>
        <w:rPr>
          <w:sz w:val="28"/>
          <w:szCs w:val="28"/>
          <w:lang w:val="uk-UA"/>
        </w:rPr>
      </w:pPr>
      <w:r>
        <w:rPr>
          <w:sz w:val="28"/>
          <w:szCs w:val="28"/>
          <w:lang w:val="uk-UA"/>
        </w:rPr>
        <w:t xml:space="preserve">        7. Начальнику фінансового відділу Чепига С.В. внести відповідні зміни до сільського бюджету на 2021 рік.</w:t>
      </w:r>
    </w:p>
    <w:p w:rsidR="00114076" w:rsidRDefault="00114076" w:rsidP="00A41523">
      <w:pPr>
        <w:widowControl w:val="0"/>
        <w:spacing w:after="0"/>
        <w:jc w:val="both"/>
        <w:rPr>
          <w:sz w:val="28"/>
          <w:szCs w:val="28"/>
          <w:lang w:val="uk-UA"/>
        </w:rPr>
      </w:pPr>
    </w:p>
    <w:p w:rsidR="00114076" w:rsidRDefault="00114076" w:rsidP="00A41523">
      <w:pPr>
        <w:widowControl w:val="0"/>
        <w:spacing w:after="0"/>
        <w:jc w:val="both"/>
        <w:rPr>
          <w:sz w:val="28"/>
          <w:szCs w:val="28"/>
          <w:lang w:val="uk-UA"/>
        </w:rPr>
      </w:pPr>
      <w:r>
        <w:rPr>
          <w:sz w:val="28"/>
          <w:szCs w:val="28"/>
          <w:lang w:val="uk-UA"/>
        </w:rPr>
        <w:t xml:space="preserve">        8. </w:t>
      </w:r>
      <w:r w:rsidRPr="00DA21AD">
        <w:rPr>
          <w:sz w:val="28"/>
          <w:szCs w:val="28"/>
          <w:lang w:val="uk-UA"/>
        </w:rPr>
        <w:t xml:space="preserve">Контроль за виконанням цього рішення покласти на постійну комісію з питань </w:t>
      </w:r>
      <w:r>
        <w:rPr>
          <w:sz w:val="28"/>
          <w:szCs w:val="28"/>
        </w:rPr>
        <w:t xml:space="preserve">бюджету, </w:t>
      </w:r>
      <w:r w:rsidRPr="00A41523">
        <w:rPr>
          <w:sz w:val="28"/>
          <w:szCs w:val="28"/>
          <w:lang w:val="uk-UA"/>
        </w:rPr>
        <w:t>освіти, охорони здоров’я, культури, торгівлі та соціального захисту</w:t>
      </w:r>
      <w:r>
        <w:rPr>
          <w:sz w:val="28"/>
          <w:szCs w:val="28"/>
          <w:lang w:val="uk-UA"/>
        </w:rPr>
        <w:t xml:space="preserve"> (Гавлюк Б.В.)</w:t>
      </w:r>
      <w:r w:rsidRPr="00A41523">
        <w:rPr>
          <w:sz w:val="28"/>
          <w:szCs w:val="28"/>
          <w:lang w:val="uk-UA"/>
        </w:rPr>
        <w:t>.</w:t>
      </w:r>
    </w:p>
    <w:p w:rsidR="00114076" w:rsidRDefault="00114076" w:rsidP="00A41523">
      <w:pPr>
        <w:widowControl w:val="0"/>
        <w:spacing w:after="0"/>
        <w:jc w:val="both"/>
        <w:rPr>
          <w:sz w:val="28"/>
          <w:szCs w:val="28"/>
          <w:lang w:val="uk-UA"/>
        </w:rPr>
      </w:pPr>
    </w:p>
    <w:p w:rsidR="00114076" w:rsidRDefault="00114076">
      <w:pPr>
        <w:widowControl w:val="0"/>
        <w:spacing w:after="0" w:line="240" w:lineRule="auto"/>
        <w:jc w:val="both"/>
        <w:rPr>
          <w:sz w:val="28"/>
          <w:szCs w:val="28"/>
          <w:lang w:val="uk-UA"/>
        </w:rPr>
      </w:pPr>
    </w:p>
    <w:p w:rsidR="00114076" w:rsidRPr="001304B6" w:rsidRDefault="00114076">
      <w:pPr>
        <w:spacing w:after="0" w:line="240" w:lineRule="auto"/>
        <w:rPr>
          <w:b/>
          <w:bCs/>
          <w:sz w:val="28"/>
          <w:szCs w:val="28"/>
          <w:lang w:val="uk-UA"/>
        </w:rPr>
      </w:pPr>
      <w:r>
        <w:rPr>
          <w:b/>
          <w:bCs/>
          <w:spacing w:val="-12"/>
          <w:sz w:val="28"/>
          <w:szCs w:val="28"/>
          <w:lang w:val="uk-UA"/>
        </w:rPr>
        <w:t xml:space="preserve">       </w:t>
      </w:r>
      <w:r>
        <w:rPr>
          <w:b/>
          <w:bCs/>
          <w:spacing w:val="-12"/>
          <w:sz w:val="28"/>
          <w:szCs w:val="28"/>
        </w:rPr>
        <w:t>С</w:t>
      </w:r>
      <w:r>
        <w:rPr>
          <w:b/>
          <w:bCs/>
          <w:spacing w:val="-12"/>
          <w:sz w:val="28"/>
          <w:szCs w:val="28"/>
          <w:lang w:val="uk-UA"/>
        </w:rPr>
        <w:t>ільський голова</w:t>
      </w:r>
      <w:r>
        <w:rPr>
          <w:b/>
          <w:bCs/>
          <w:sz w:val="28"/>
          <w:szCs w:val="28"/>
        </w:rPr>
        <w:t xml:space="preserve">    </w:t>
      </w:r>
      <w:r>
        <w:rPr>
          <w:b/>
          <w:bCs/>
          <w:sz w:val="28"/>
          <w:szCs w:val="28"/>
          <w:lang w:val="uk-UA"/>
        </w:rPr>
        <w:t xml:space="preserve">                                        </w:t>
      </w:r>
      <w:r>
        <w:rPr>
          <w:b/>
          <w:bCs/>
          <w:sz w:val="28"/>
          <w:szCs w:val="28"/>
        </w:rPr>
        <w:t xml:space="preserve">           </w:t>
      </w:r>
      <w:r>
        <w:rPr>
          <w:b/>
          <w:bCs/>
          <w:sz w:val="28"/>
          <w:szCs w:val="28"/>
          <w:lang w:val="uk-UA"/>
        </w:rPr>
        <w:t xml:space="preserve">        Іван ГРИЖИНКУ</w:t>
      </w:r>
    </w:p>
    <w:p w:rsidR="00114076" w:rsidRDefault="00114076">
      <w:pPr>
        <w:widowControl w:val="0"/>
        <w:tabs>
          <w:tab w:val="left" w:pos="7513"/>
        </w:tabs>
        <w:spacing w:before="20" w:after="20"/>
        <w:rPr>
          <w:b/>
          <w:sz w:val="24"/>
          <w:szCs w:val="24"/>
          <w:lang w:val="uk-UA"/>
        </w:rPr>
      </w:pPr>
    </w:p>
    <w:sectPr w:rsidR="00114076" w:rsidSect="006E50DA">
      <w:headerReference w:type="even" r:id="rId9"/>
      <w:headerReference w:type="default" r:id="rId10"/>
      <w:footerReference w:type="even" r:id="rId11"/>
      <w:footerReference w:type="default" r:id="rId12"/>
      <w:pgSz w:w="11906" w:h="16838"/>
      <w:pgMar w:top="567" w:right="567" w:bottom="47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076" w:rsidRDefault="00114076">
      <w:pPr>
        <w:spacing w:after="0" w:line="240" w:lineRule="auto"/>
      </w:pPr>
      <w:r>
        <w:separator/>
      </w:r>
    </w:p>
  </w:endnote>
  <w:endnote w:type="continuationSeparator" w:id="0">
    <w:p w:rsidR="00114076" w:rsidRDefault="00114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Deco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76" w:rsidRDefault="001140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4076" w:rsidRDefault="001140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76" w:rsidRDefault="00114076">
    <w:pPr>
      <w:pStyle w:val="Footer"/>
      <w:framePr w:wrap="around" w:vAnchor="text" w:hAnchor="margin" w:xAlign="right" w:y="1"/>
      <w:rPr>
        <w:rStyle w:val="PageNumber"/>
        <w:lang w:val="uk-UA"/>
      </w:rPr>
    </w:pPr>
  </w:p>
  <w:p w:rsidR="00114076" w:rsidRDefault="00114076">
    <w:pPr>
      <w:pStyle w:val="Footer"/>
      <w:framePr w:wrap="around" w:vAnchor="text" w:hAnchor="margin" w:xAlign="right" w:y="1"/>
      <w:rPr>
        <w:rStyle w:val="PageNumber"/>
        <w:lang w:val="uk-UA"/>
      </w:rPr>
    </w:pPr>
  </w:p>
  <w:p w:rsidR="00114076" w:rsidRDefault="0011407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076" w:rsidRDefault="00114076">
      <w:pPr>
        <w:spacing w:after="0" w:line="240" w:lineRule="auto"/>
      </w:pPr>
      <w:r>
        <w:separator/>
      </w:r>
    </w:p>
  </w:footnote>
  <w:footnote w:type="continuationSeparator" w:id="0">
    <w:p w:rsidR="00114076" w:rsidRDefault="001140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76" w:rsidRDefault="001140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4076" w:rsidRDefault="001140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076" w:rsidRDefault="00114076">
    <w:pPr>
      <w:pStyle w:val="Header"/>
      <w:framePr w:h="415" w:hRule="exact" w:wrap="around" w:vAnchor="text" w:hAnchor="page" w:x="1349" w:y="-9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4076" w:rsidRDefault="00114076">
    <w:pPr>
      <w:pStyle w:val="Header"/>
      <w:framePr w:h="415" w:hRule="exact" w:wrap="around" w:vAnchor="text" w:hAnchor="page" w:x="1349" w:y="-97"/>
      <w:ind w:right="360"/>
      <w:rPr>
        <w:rStyle w:val="PageNumber"/>
      </w:rPr>
    </w:pPr>
  </w:p>
  <w:p w:rsidR="00114076" w:rsidRDefault="00114076">
    <w:pPr>
      <w:pStyle w:val="Header"/>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26BBF2"/>
    <w:multiLevelType w:val="singleLevel"/>
    <w:tmpl w:val="A626BBF2"/>
    <w:lvl w:ilvl="0">
      <w:start w:val="24"/>
      <w:numFmt w:val="decimal"/>
      <w:suff w:val="space"/>
      <w:lvlText w:val="%1."/>
      <w:lvlJc w:val="left"/>
      <w:rPr>
        <w:rFonts w:cs="Times New Roman"/>
      </w:rPr>
    </w:lvl>
  </w:abstractNum>
  <w:abstractNum w:abstractNumId="1">
    <w:nsid w:val="A9F936C7"/>
    <w:multiLevelType w:val="singleLevel"/>
    <w:tmpl w:val="A9F936C7"/>
    <w:lvl w:ilvl="0">
      <w:start w:val="14"/>
      <w:numFmt w:val="decimal"/>
      <w:suff w:val="space"/>
      <w:lvlText w:val="%1."/>
      <w:lvlJc w:val="left"/>
      <w:rPr>
        <w:rFonts w:cs="Times New Roman"/>
      </w:rPr>
    </w:lvl>
  </w:abstractNum>
  <w:abstractNum w:abstractNumId="2">
    <w:nsid w:val="060924A9"/>
    <w:multiLevelType w:val="multilevel"/>
    <w:tmpl w:val="060924A9"/>
    <w:lvl w:ilvl="0">
      <w:start w:val="1"/>
      <w:numFmt w:val="decimal"/>
      <w:lvlText w:val="%1)"/>
      <w:lvlJc w:val="left"/>
      <w:pPr>
        <w:ind w:left="502" w:hanging="360"/>
      </w:pPr>
      <w:rPr>
        <w:rFonts w:cs="Times New Roman" w:hint="default"/>
        <w:b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
    <w:nsid w:val="161E204E"/>
    <w:multiLevelType w:val="hybridMultilevel"/>
    <w:tmpl w:val="AF968BFE"/>
    <w:lvl w:ilvl="0" w:tplc="DDB613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2A287FE5"/>
    <w:multiLevelType w:val="multilevel"/>
    <w:tmpl w:val="2A287FE5"/>
    <w:lvl w:ilvl="0">
      <w:start w:val="1"/>
      <w:numFmt w:val="decimal"/>
      <w:lvlText w:val="%1)"/>
      <w:lvlJc w:val="left"/>
      <w:pPr>
        <w:ind w:left="502"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nsid w:val="50AF0D08"/>
    <w:multiLevelType w:val="hybridMultilevel"/>
    <w:tmpl w:val="B9D26430"/>
    <w:lvl w:ilvl="0" w:tplc="6E5C18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7829094C"/>
    <w:multiLevelType w:val="multilevel"/>
    <w:tmpl w:val="7829094C"/>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6"/>
  </w:num>
  <w:num w:numId="2">
    <w:abstractNumId w:val="4"/>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9FE"/>
    <w:rsid w:val="00037C79"/>
    <w:rsid w:val="0004066F"/>
    <w:rsid w:val="00040E4A"/>
    <w:rsid w:val="00040EFF"/>
    <w:rsid w:val="000414AD"/>
    <w:rsid w:val="00042A7F"/>
    <w:rsid w:val="000430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86F7D"/>
    <w:rsid w:val="000913F3"/>
    <w:rsid w:val="000922A5"/>
    <w:rsid w:val="000924BA"/>
    <w:rsid w:val="000949CD"/>
    <w:rsid w:val="000960A7"/>
    <w:rsid w:val="00097F03"/>
    <w:rsid w:val="000A1289"/>
    <w:rsid w:val="000A20F0"/>
    <w:rsid w:val="000A3A10"/>
    <w:rsid w:val="000A4424"/>
    <w:rsid w:val="000A4775"/>
    <w:rsid w:val="000A59AA"/>
    <w:rsid w:val="000A60F6"/>
    <w:rsid w:val="000A7DBA"/>
    <w:rsid w:val="000B4D3A"/>
    <w:rsid w:val="000C0861"/>
    <w:rsid w:val="000C1572"/>
    <w:rsid w:val="000C7F3D"/>
    <w:rsid w:val="000D219F"/>
    <w:rsid w:val="000D29A8"/>
    <w:rsid w:val="000D3894"/>
    <w:rsid w:val="000D394B"/>
    <w:rsid w:val="000D4DB5"/>
    <w:rsid w:val="000D55E6"/>
    <w:rsid w:val="000E0000"/>
    <w:rsid w:val="000E10E5"/>
    <w:rsid w:val="000E1343"/>
    <w:rsid w:val="000E7494"/>
    <w:rsid w:val="000E7E8E"/>
    <w:rsid w:val="000F50B4"/>
    <w:rsid w:val="000F60ED"/>
    <w:rsid w:val="00102ED3"/>
    <w:rsid w:val="00106DD5"/>
    <w:rsid w:val="00106E21"/>
    <w:rsid w:val="0011185E"/>
    <w:rsid w:val="001133A0"/>
    <w:rsid w:val="00113638"/>
    <w:rsid w:val="00114076"/>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3C78"/>
    <w:rsid w:val="00153EEB"/>
    <w:rsid w:val="001555D4"/>
    <w:rsid w:val="00156866"/>
    <w:rsid w:val="001641BF"/>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4424"/>
    <w:rsid w:val="001A44DF"/>
    <w:rsid w:val="001A4D14"/>
    <w:rsid w:val="001A7825"/>
    <w:rsid w:val="001B28A7"/>
    <w:rsid w:val="001B3E2D"/>
    <w:rsid w:val="001B53B0"/>
    <w:rsid w:val="001B7628"/>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0943"/>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D1122"/>
    <w:rsid w:val="002D3982"/>
    <w:rsid w:val="002D4A5E"/>
    <w:rsid w:val="002D6FD5"/>
    <w:rsid w:val="002D71A8"/>
    <w:rsid w:val="002E25E0"/>
    <w:rsid w:val="002E58B9"/>
    <w:rsid w:val="002E6246"/>
    <w:rsid w:val="002E6789"/>
    <w:rsid w:val="002F082E"/>
    <w:rsid w:val="002F0B02"/>
    <w:rsid w:val="002F1302"/>
    <w:rsid w:val="002F1BBD"/>
    <w:rsid w:val="002F3C6F"/>
    <w:rsid w:val="002F4D8B"/>
    <w:rsid w:val="002F5D48"/>
    <w:rsid w:val="00302579"/>
    <w:rsid w:val="00303B5C"/>
    <w:rsid w:val="0030483D"/>
    <w:rsid w:val="003063DD"/>
    <w:rsid w:val="003116D6"/>
    <w:rsid w:val="00314291"/>
    <w:rsid w:val="003153A7"/>
    <w:rsid w:val="00321782"/>
    <w:rsid w:val="00321D7F"/>
    <w:rsid w:val="0032265A"/>
    <w:rsid w:val="003245D8"/>
    <w:rsid w:val="00325080"/>
    <w:rsid w:val="00325551"/>
    <w:rsid w:val="003266DA"/>
    <w:rsid w:val="00334D11"/>
    <w:rsid w:val="003356B9"/>
    <w:rsid w:val="00336878"/>
    <w:rsid w:val="00337BAE"/>
    <w:rsid w:val="0034214A"/>
    <w:rsid w:val="00343DD8"/>
    <w:rsid w:val="00347289"/>
    <w:rsid w:val="00352677"/>
    <w:rsid w:val="00353319"/>
    <w:rsid w:val="00356BB4"/>
    <w:rsid w:val="00360A26"/>
    <w:rsid w:val="00361672"/>
    <w:rsid w:val="00361F76"/>
    <w:rsid w:val="003654E2"/>
    <w:rsid w:val="003667CA"/>
    <w:rsid w:val="00373D90"/>
    <w:rsid w:val="0037461B"/>
    <w:rsid w:val="00376950"/>
    <w:rsid w:val="00377ED4"/>
    <w:rsid w:val="003844FF"/>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C0207"/>
    <w:rsid w:val="003C070E"/>
    <w:rsid w:val="003C544B"/>
    <w:rsid w:val="003C58E1"/>
    <w:rsid w:val="003C6F8A"/>
    <w:rsid w:val="003D2600"/>
    <w:rsid w:val="003D3023"/>
    <w:rsid w:val="003D3709"/>
    <w:rsid w:val="003D3B7C"/>
    <w:rsid w:val="003D447B"/>
    <w:rsid w:val="003D727A"/>
    <w:rsid w:val="003D7ECC"/>
    <w:rsid w:val="003E407C"/>
    <w:rsid w:val="003E474B"/>
    <w:rsid w:val="003E6E50"/>
    <w:rsid w:val="003F1FD0"/>
    <w:rsid w:val="003F28C2"/>
    <w:rsid w:val="003F3A61"/>
    <w:rsid w:val="003F4BD8"/>
    <w:rsid w:val="003F5E0F"/>
    <w:rsid w:val="00401EA9"/>
    <w:rsid w:val="00402FAF"/>
    <w:rsid w:val="00404C99"/>
    <w:rsid w:val="004061CD"/>
    <w:rsid w:val="00411789"/>
    <w:rsid w:val="00415830"/>
    <w:rsid w:val="00415A75"/>
    <w:rsid w:val="00420671"/>
    <w:rsid w:val="00422C52"/>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7152"/>
    <w:rsid w:val="00453136"/>
    <w:rsid w:val="00455CD6"/>
    <w:rsid w:val="00457C1C"/>
    <w:rsid w:val="00461233"/>
    <w:rsid w:val="0046217C"/>
    <w:rsid w:val="00472856"/>
    <w:rsid w:val="004738CB"/>
    <w:rsid w:val="00477259"/>
    <w:rsid w:val="00482343"/>
    <w:rsid w:val="004839CF"/>
    <w:rsid w:val="00485CEF"/>
    <w:rsid w:val="00486659"/>
    <w:rsid w:val="004932F3"/>
    <w:rsid w:val="004946E9"/>
    <w:rsid w:val="00495BD4"/>
    <w:rsid w:val="004A0AA6"/>
    <w:rsid w:val="004A294E"/>
    <w:rsid w:val="004A3D12"/>
    <w:rsid w:val="004A6DAF"/>
    <w:rsid w:val="004A76D2"/>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520C"/>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665B"/>
    <w:rsid w:val="00617C85"/>
    <w:rsid w:val="00622048"/>
    <w:rsid w:val="0062455D"/>
    <w:rsid w:val="00626C08"/>
    <w:rsid w:val="0063451D"/>
    <w:rsid w:val="00635716"/>
    <w:rsid w:val="00635883"/>
    <w:rsid w:val="0064046E"/>
    <w:rsid w:val="00642144"/>
    <w:rsid w:val="00644973"/>
    <w:rsid w:val="0065123B"/>
    <w:rsid w:val="00651699"/>
    <w:rsid w:val="00651870"/>
    <w:rsid w:val="0065195F"/>
    <w:rsid w:val="006538F4"/>
    <w:rsid w:val="00657025"/>
    <w:rsid w:val="00660591"/>
    <w:rsid w:val="0066495D"/>
    <w:rsid w:val="00667457"/>
    <w:rsid w:val="006704DD"/>
    <w:rsid w:val="00670640"/>
    <w:rsid w:val="006737CF"/>
    <w:rsid w:val="00676455"/>
    <w:rsid w:val="006764FD"/>
    <w:rsid w:val="00682078"/>
    <w:rsid w:val="00682A88"/>
    <w:rsid w:val="00685AD1"/>
    <w:rsid w:val="00692B8C"/>
    <w:rsid w:val="00693B4F"/>
    <w:rsid w:val="00694E91"/>
    <w:rsid w:val="006953F8"/>
    <w:rsid w:val="006A1452"/>
    <w:rsid w:val="006A2497"/>
    <w:rsid w:val="006A3A25"/>
    <w:rsid w:val="006A46F1"/>
    <w:rsid w:val="006A623B"/>
    <w:rsid w:val="006B043C"/>
    <w:rsid w:val="006B473B"/>
    <w:rsid w:val="006B5015"/>
    <w:rsid w:val="006B6C84"/>
    <w:rsid w:val="006C0F69"/>
    <w:rsid w:val="006C187D"/>
    <w:rsid w:val="006C25F4"/>
    <w:rsid w:val="006C323D"/>
    <w:rsid w:val="006C7481"/>
    <w:rsid w:val="006D3387"/>
    <w:rsid w:val="006D3A93"/>
    <w:rsid w:val="006D67E6"/>
    <w:rsid w:val="006E2B63"/>
    <w:rsid w:val="006E50DA"/>
    <w:rsid w:val="006E5437"/>
    <w:rsid w:val="006E6935"/>
    <w:rsid w:val="006F045F"/>
    <w:rsid w:val="006F18F0"/>
    <w:rsid w:val="006F5B87"/>
    <w:rsid w:val="006F6A37"/>
    <w:rsid w:val="007033A5"/>
    <w:rsid w:val="007045AD"/>
    <w:rsid w:val="00704E70"/>
    <w:rsid w:val="007074C4"/>
    <w:rsid w:val="00710519"/>
    <w:rsid w:val="0071419C"/>
    <w:rsid w:val="00714839"/>
    <w:rsid w:val="00716C18"/>
    <w:rsid w:val="00716F91"/>
    <w:rsid w:val="00723628"/>
    <w:rsid w:val="007244FF"/>
    <w:rsid w:val="0072576B"/>
    <w:rsid w:val="00725FF6"/>
    <w:rsid w:val="007268E6"/>
    <w:rsid w:val="00726ABD"/>
    <w:rsid w:val="00730FFD"/>
    <w:rsid w:val="00731A2D"/>
    <w:rsid w:val="00732A7F"/>
    <w:rsid w:val="0073392B"/>
    <w:rsid w:val="00737D29"/>
    <w:rsid w:val="00741E86"/>
    <w:rsid w:val="00744296"/>
    <w:rsid w:val="0074552A"/>
    <w:rsid w:val="007469D8"/>
    <w:rsid w:val="00747F9D"/>
    <w:rsid w:val="007503AE"/>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4333"/>
    <w:rsid w:val="00794D35"/>
    <w:rsid w:val="00796379"/>
    <w:rsid w:val="007A11B8"/>
    <w:rsid w:val="007A29CC"/>
    <w:rsid w:val="007B0373"/>
    <w:rsid w:val="007B085A"/>
    <w:rsid w:val="007B0F4A"/>
    <w:rsid w:val="007B5614"/>
    <w:rsid w:val="007B69E6"/>
    <w:rsid w:val="007B6B22"/>
    <w:rsid w:val="007B7AA5"/>
    <w:rsid w:val="007C1DA4"/>
    <w:rsid w:val="007C3F3C"/>
    <w:rsid w:val="007D03FB"/>
    <w:rsid w:val="007D069D"/>
    <w:rsid w:val="007D3BAE"/>
    <w:rsid w:val="007D46F2"/>
    <w:rsid w:val="007D6156"/>
    <w:rsid w:val="007D6F79"/>
    <w:rsid w:val="007E1CA9"/>
    <w:rsid w:val="007E4763"/>
    <w:rsid w:val="007E4833"/>
    <w:rsid w:val="007E4F3B"/>
    <w:rsid w:val="007F716A"/>
    <w:rsid w:val="00802EA4"/>
    <w:rsid w:val="00803343"/>
    <w:rsid w:val="008044C6"/>
    <w:rsid w:val="0081054B"/>
    <w:rsid w:val="008121FE"/>
    <w:rsid w:val="00814669"/>
    <w:rsid w:val="0081497E"/>
    <w:rsid w:val="008230FA"/>
    <w:rsid w:val="0082445F"/>
    <w:rsid w:val="00826D1B"/>
    <w:rsid w:val="0083253D"/>
    <w:rsid w:val="00833CFA"/>
    <w:rsid w:val="00834B20"/>
    <w:rsid w:val="0083696E"/>
    <w:rsid w:val="00840AE1"/>
    <w:rsid w:val="00841292"/>
    <w:rsid w:val="008445EF"/>
    <w:rsid w:val="00846463"/>
    <w:rsid w:val="008470F8"/>
    <w:rsid w:val="00847470"/>
    <w:rsid w:val="00847FED"/>
    <w:rsid w:val="008511E0"/>
    <w:rsid w:val="00851483"/>
    <w:rsid w:val="00853AE0"/>
    <w:rsid w:val="00854784"/>
    <w:rsid w:val="008547CE"/>
    <w:rsid w:val="00863587"/>
    <w:rsid w:val="00864B7F"/>
    <w:rsid w:val="008667E6"/>
    <w:rsid w:val="00871274"/>
    <w:rsid w:val="00873A51"/>
    <w:rsid w:val="00875495"/>
    <w:rsid w:val="008810FB"/>
    <w:rsid w:val="0088197F"/>
    <w:rsid w:val="008822B1"/>
    <w:rsid w:val="00884599"/>
    <w:rsid w:val="00884EF0"/>
    <w:rsid w:val="008922F9"/>
    <w:rsid w:val="008925CA"/>
    <w:rsid w:val="00894CA1"/>
    <w:rsid w:val="00897920"/>
    <w:rsid w:val="008A08B3"/>
    <w:rsid w:val="008A6112"/>
    <w:rsid w:val="008A74D4"/>
    <w:rsid w:val="008B18F3"/>
    <w:rsid w:val="008B1EE3"/>
    <w:rsid w:val="008B3231"/>
    <w:rsid w:val="008B379A"/>
    <w:rsid w:val="008B445D"/>
    <w:rsid w:val="008B48E6"/>
    <w:rsid w:val="008B610D"/>
    <w:rsid w:val="008B7E05"/>
    <w:rsid w:val="008C2FD0"/>
    <w:rsid w:val="008C7A85"/>
    <w:rsid w:val="008D0463"/>
    <w:rsid w:val="008D5A84"/>
    <w:rsid w:val="008D76F0"/>
    <w:rsid w:val="008E0821"/>
    <w:rsid w:val="008E4112"/>
    <w:rsid w:val="008E47FE"/>
    <w:rsid w:val="008E5354"/>
    <w:rsid w:val="008E7751"/>
    <w:rsid w:val="008F09BD"/>
    <w:rsid w:val="008F1A37"/>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877F0"/>
    <w:rsid w:val="00987B59"/>
    <w:rsid w:val="00992953"/>
    <w:rsid w:val="00992FD3"/>
    <w:rsid w:val="00993DB3"/>
    <w:rsid w:val="00994B84"/>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1523"/>
    <w:rsid w:val="00A42A6B"/>
    <w:rsid w:val="00A443A2"/>
    <w:rsid w:val="00A44D43"/>
    <w:rsid w:val="00A44FBE"/>
    <w:rsid w:val="00A4791E"/>
    <w:rsid w:val="00A54938"/>
    <w:rsid w:val="00A56949"/>
    <w:rsid w:val="00A56E8D"/>
    <w:rsid w:val="00A57970"/>
    <w:rsid w:val="00A642E7"/>
    <w:rsid w:val="00A64D74"/>
    <w:rsid w:val="00A65AE0"/>
    <w:rsid w:val="00A670B7"/>
    <w:rsid w:val="00A67353"/>
    <w:rsid w:val="00A70053"/>
    <w:rsid w:val="00A7080C"/>
    <w:rsid w:val="00A71636"/>
    <w:rsid w:val="00A72C77"/>
    <w:rsid w:val="00A73EAF"/>
    <w:rsid w:val="00A77369"/>
    <w:rsid w:val="00A77F5D"/>
    <w:rsid w:val="00A81C2D"/>
    <w:rsid w:val="00A82F25"/>
    <w:rsid w:val="00A84083"/>
    <w:rsid w:val="00A857F3"/>
    <w:rsid w:val="00A8631B"/>
    <w:rsid w:val="00A870D4"/>
    <w:rsid w:val="00A872AF"/>
    <w:rsid w:val="00A90061"/>
    <w:rsid w:val="00A913FE"/>
    <w:rsid w:val="00A93825"/>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584E"/>
    <w:rsid w:val="00AE663C"/>
    <w:rsid w:val="00AE764D"/>
    <w:rsid w:val="00AE78D2"/>
    <w:rsid w:val="00AF0304"/>
    <w:rsid w:val="00AF0468"/>
    <w:rsid w:val="00AF583D"/>
    <w:rsid w:val="00AF5CD5"/>
    <w:rsid w:val="00B00246"/>
    <w:rsid w:val="00B0101B"/>
    <w:rsid w:val="00B01F58"/>
    <w:rsid w:val="00B04F5A"/>
    <w:rsid w:val="00B11E5B"/>
    <w:rsid w:val="00B1380F"/>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5941"/>
    <w:rsid w:val="00B775A7"/>
    <w:rsid w:val="00B84AA3"/>
    <w:rsid w:val="00B8736B"/>
    <w:rsid w:val="00B87B9F"/>
    <w:rsid w:val="00B90152"/>
    <w:rsid w:val="00B90425"/>
    <w:rsid w:val="00B90707"/>
    <w:rsid w:val="00B92332"/>
    <w:rsid w:val="00B92CD8"/>
    <w:rsid w:val="00B94130"/>
    <w:rsid w:val="00B947CE"/>
    <w:rsid w:val="00B95BA7"/>
    <w:rsid w:val="00B95DEA"/>
    <w:rsid w:val="00BA0449"/>
    <w:rsid w:val="00BA0998"/>
    <w:rsid w:val="00BA1872"/>
    <w:rsid w:val="00BA18CC"/>
    <w:rsid w:val="00BA3DB4"/>
    <w:rsid w:val="00BA4808"/>
    <w:rsid w:val="00BA50B1"/>
    <w:rsid w:val="00BA563F"/>
    <w:rsid w:val="00BA5D4B"/>
    <w:rsid w:val="00BA60C7"/>
    <w:rsid w:val="00BA78CE"/>
    <w:rsid w:val="00BB132C"/>
    <w:rsid w:val="00BB1554"/>
    <w:rsid w:val="00BB1B0E"/>
    <w:rsid w:val="00BB31AB"/>
    <w:rsid w:val="00BB3C1A"/>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1D01"/>
    <w:rsid w:val="00C03ED6"/>
    <w:rsid w:val="00C11DA6"/>
    <w:rsid w:val="00C1317E"/>
    <w:rsid w:val="00C14959"/>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44A3"/>
    <w:rsid w:val="00C54645"/>
    <w:rsid w:val="00C56C51"/>
    <w:rsid w:val="00C7064B"/>
    <w:rsid w:val="00C70652"/>
    <w:rsid w:val="00C70D46"/>
    <w:rsid w:val="00C711C0"/>
    <w:rsid w:val="00C87588"/>
    <w:rsid w:val="00C90FE6"/>
    <w:rsid w:val="00C91B84"/>
    <w:rsid w:val="00C92833"/>
    <w:rsid w:val="00C9453F"/>
    <w:rsid w:val="00C969AF"/>
    <w:rsid w:val="00C9738C"/>
    <w:rsid w:val="00C97AFE"/>
    <w:rsid w:val="00CA3F78"/>
    <w:rsid w:val="00CA6403"/>
    <w:rsid w:val="00CB3815"/>
    <w:rsid w:val="00CB6B90"/>
    <w:rsid w:val="00CC0C32"/>
    <w:rsid w:val="00CC35D1"/>
    <w:rsid w:val="00CC42FF"/>
    <w:rsid w:val="00CC4AA8"/>
    <w:rsid w:val="00CC5100"/>
    <w:rsid w:val="00CC5E02"/>
    <w:rsid w:val="00CC766E"/>
    <w:rsid w:val="00CD4CFD"/>
    <w:rsid w:val="00CE0188"/>
    <w:rsid w:val="00CE482F"/>
    <w:rsid w:val="00CE597B"/>
    <w:rsid w:val="00CE68B2"/>
    <w:rsid w:val="00CF0AC5"/>
    <w:rsid w:val="00CF0CE2"/>
    <w:rsid w:val="00CF0FD2"/>
    <w:rsid w:val="00CF2B85"/>
    <w:rsid w:val="00CF3B80"/>
    <w:rsid w:val="00CF437A"/>
    <w:rsid w:val="00CF4F71"/>
    <w:rsid w:val="00CF51A8"/>
    <w:rsid w:val="00CF59CE"/>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7DD9"/>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F7E"/>
    <w:rsid w:val="00D85ACE"/>
    <w:rsid w:val="00D8672B"/>
    <w:rsid w:val="00D8765D"/>
    <w:rsid w:val="00D9300F"/>
    <w:rsid w:val="00D95E76"/>
    <w:rsid w:val="00D96FC7"/>
    <w:rsid w:val="00D975D3"/>
    <w:rsid w:val="00DA157C"/>
    <w:rsid w:val="00DA21AD"/>
    <w:rsid w:val="00DA2AD7"/>
    <w:rsid w:val="00DA41EA"/>
    <w:rsid w:val="00DA4CAC"/>
    <w:rsid w:val="00DA59D5"/>
    <w:rsid w:val="00DA6187"/>
    <w:rsid w:val="00DB32BA"/>
    <w:rsid w:val="00DB4C8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E24"/>
    <w:rsid w:val="00E01306"/>
    <w:rsid w:val="00E0296D"/>
    <w:rsid w:val="00E0450E"/>
    <w:rsid w:val="00E07251"/>
    <w:rsid w:val="00E10DB2"/>
    <w:rsid w:val="00E129E2"/>
    <w:rsid w:val="00E15053"/>
    <w:rsid w:val="00E16C90"/>
    <w:rsid w:val="00E17205"/>
    <w:rsid w:val="00E1731C"/>
    <w:rsid w:val="00E2046F"/>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76B3"/>
    <w:rsid w:val="00E879C9"/>
    <w:rsid w:val="00E87D57"/>
    <w:rsid w:val="00E907A7"/>
    <w:rsid w:val="00E973CB"/>
    <w:rsid w:val="00E974EB"/>
    <w:rsid w:val="00EA2DCF"/>
    <w:rsid w:val="00EA3F19"/>
    <w:rsid w:val="00EA60FB"/>
    <w:rsid w:val="00EA74EE"/>
    <w:rsid w:val="00EB1DF2"/>
    <w:rsid w:val="00EB4AA4"/>
    <w:rsid w:val="00EB6C2E"/>
    <w:rsid w:val="00EB70A6"/>
    <w:rsid w:val="00EC2D14"/>
    <w:rsid w:val="00EC44AA"/>
    <w:rsid w:val="00EC5854"/>
    <w:rsid w:val="00EC6950"/>
    <w:rsid w:val="00ED0467"/>
    <w:rsid w:val="00ED0A2E"/>
    <w:rsid w:val="00ED0F63"/>
    <w:rsid w:val="00ED278C"/>
    <w:rsid w:val="00ED70C6"/>
    <w:rsid w:val="00ED761E"/>
    <w:rsid w:val="00EE2DAE"/>
    <w:rsid w:val="00EE31B8"/>
    <w:rsid w:val="00EF04BB"/>
    <w:rsid w:val="00EF1AED"/>
    <w:rsid w:val="00EF2E68"/>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69"/>
    <w:rsid w:val="00F51015"/>
    <w:rsid w:val="00F553C8"/>
    <w:rsid w:val="00F572EF"/>
    <w:rsid w:val="00F575D8"/>
    <w:rsid w:val="00F61962"/>
    <w:rsid w:val="00F63D2C"/>
    <w:rsid w:val="00F655C9"/>
    <w:rsid w:val="00F72620"/>
    <w:rsid w:val="00F72942"/>
    <w:rsid w:val="00F7347E"/>
    <w:rsid w:val="00F73925"/>
    <w:rsid w:val="00F73A3F"/>
    <w:rsid w:val="00F77026"/>
    <w:rsid w:val="00F77F8E"/>
    <w:rsid w:val="00F81FD9"/>
    <w:rsid w:val="00F839E8"/>
    <w:rsid w:val="00F908DA"/>
    <w:rsid w:val="00F90C84"/>
    <w:rsid w:val="00F90FDA"/>
    <w:rsid w:val="00F9104D"/>
    <w:rsid w:val="00F91353"/>
    <w:rsid w:val="00F935FA"/>
    <w:rsid w:val="00F940F7"/>
    <w:rsid w:val="00F95549"/>
    <w:rsid w:val="00F95992"/>
    <w:rsid w:val="00F95E88"/>
    <w:rsid w:val="00FA558D"/>
    <w:rsid w:val="00FA55A0"/>
    <w:rsid w:val="00FA70EE"/>
    <w:rsid w:val="00FB249F"/>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0DA"/>
    <w:pPr>
      <w:autoSpaceDE w:val="0"/>
      <w:autoSpaceDN w:val="0"/>
      <w:spacing w:after="200" w:line="276" w:lineRule="auto"/>
    </w:pPr>
    <w:rPr>
      <w:sz w:val="20"/>
      <w:szCs w:val="20"/>
    </w:rPr>
  </w:style>
  <w:style w:type="paragraph" w:styleId="Heading1">
    <w:name w:val="heading 1"/>
    <w:basedOn w:val="Normal"/>
    <w:next w:val="Normal"/>
    <w:link w:val="Heading1Char"/>
    <w:uiPriority w:val="99"/>
    <w:qFormat/>
    <w:rsid w:val="006E50D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50D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6E50DA"/>
    <w:pPr>
      <w:keepNext/>
      <w:spacing w:before="240" w:after="60"/>
      <w:outlineLvl w:val="3"/>
    </w:pPr>
    <w:rPr>
      <w:b/>
      <w:bCs/>
      <w:sz w:val="28"/>
      <w:szCs w:val="28"/>
    </w:rPr>
  </w:style>
  <w:style w:type="paragraph" w:styleId="Heading5">
    <w:name w:val="heading 5"/>
    <w:basedOn w:val="Normal"/>
    <w:next w:val="Normal"/>
    <w:link w:val="Heading5Char"/>
    <w:uiPriority w:val="99"/>
    <w:qFormat/>
    <w:rsid w:val="006E50DA"/>
    <w:pPr>
      <w:keepNext/>
      <w:autoSpaceDE/>
      <w:autoSpaceDN/>
      <w:jc w:val="both"/>
      <w:outlineLvl w:val="4"/>
    </w:pPr>
    <w:rPr>
      <w:rFonts w:ascii="Bookman Old Style" w:hAnsi="Bookman Old Style"/>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3F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A03F7"/>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EA03F7"/>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EA03F7"/>
    <w:rPr>
      <w:rFonts w:asciiTheme="minorHAnsi" w:eastAsiaTheme="minorEastAsia" w:hAnsiTheme="minorHAnsi" w:cstheme="minorBidi"/>
      <w:b/>
      <w:bCs/>
      <w:i/>
      <w:iCs/>
      <w:sz w:val="26"/>
      <w:szCs w:val="26"/>
    </w:rPr>
  </w:style>
  <w:style w:type="paragraph" w:styleId="BalloonText">
    <w:name w:val="Balloon Text"/>
    <w:basedOn w:val="Normal"/>
    <w:link w:val="BalloonTextChar"/>
    <w:uiPriority w:val="99"/>
    <w:semiHidden/>
    <w:rsid w:val="006E50DA"/>
    <w:rPr>
      <w:rFonts w:ascii="Tahoma" w:hAnsi="Tahoma" w:cs="Tahoma"/>
      <w:sz w:val="16"/>
      <w:szCs w:val="16"/>
    </w:rPr>
  </w:style>
  <w:style w:type="character" w:customStyle="1" w:styleId="BalloonTextChar">
    <w:name w:val="Balloon Text Char"/>
    <w:basedOn w:val="DefaultParagraphFont"/>
    <w:link w:val="BalloonText"/>
    <w:uiPriority w:val="99"/>
    <w:semiHidden/>
    <w:rsid w:val="00EA03F7"/>
    <w:rPr>
      <w:sz w:val="0"/>
      <w:szCs w:val="0"/>
    </w:rPr>
  </w:style>
  <w:style w:type="paragraph" w:styleId="BodyTextIndent3">
    <w:name w:val="Body Text Indent 3"/>
    <w:basedOn w:val="Normal"/>
    <w:link w:val="BodyTextIndent3Char"/>
    <w:uiPriority w:val="99"/>
    <w:rsid w:val="006E50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A03F7"/>
    <w:rPr>
      <w:sz w:val="16"/>
      <w:szCs w:val="16"/>
    </w:rPr>
  </w:style>
  <w:style w:type="paragraph" w:styleId="Caption">
    <w:name w:val="caption"/>
    <w:basedOn w:val="Normal"/>
    <w:next w:val="Normal"/>
    <w:uiPriority w:val="99"/>
    <w:qFormat/>
    <w:rsid w:val="006E50DA"/>
    <w:pPr>
      <w:autoSpaceDE/>
      <w:autoSpaceDN/>
      <w:jc w:val="center"/>
    </w:pPr>
    <w:rPr>
      <w:b/>
      <w:sz w:val="28"/>
      <w:lang w:val="uk-UA"/>
    </w:rPr>
  </w:style>
  <w:style w:type="paragraph" w:styleId="Header">
    <w:name w:val="header"/>
    <w:basedOn w:val="Normal"/>
    <w:link w:val="HeaderChar"/>
    <w:uiPriority w:val="99"/>
    <w:rsid w:val="006E50DA"/>
    <w:pPr>
      <w:tabs>
        <w:tab w:val="center" w:pos="4677"/>
        <w:tab w:val="right" w:pos="9355"/>
      </w:tabs>
    </w:pPr>
  </w:style>
  <w:style w:type="character" w:customStyle="1" w:styleId="HeaderChar">
    <w:name w:val="Header Char"/>
    <w:basedOn w:val="DefaultParagraphFont"/>
    <w:link w:val="Header"/>
    <w:uiPriority w:val="99"/>
    <w:semiHidden/>
    <w:rsid w:val="00EA03F7"/>
    <w:rPr>
      <w:sz w:val="20"/>
      <w:szCs w:val="20"/>
    </w:rPr>
  </w:style>
  <w:style w:type="paragraph" w:styleId="BodyText">
    <w:name w:val="Body Text"/>
    <w:basedOn w:val="Normal"/>
    <w:link w:val="BodyTextChar"/>
    <w:uiPriority w:val="99"/>
    <w:rsid w:val="006E50DA"/>
    <w:pPr>
      <w:spacing w:after="220" w:line="220" w:lineRule="atLeast"/>
      <w:ind w:left="840" w:right="-360"/>
    </w:pPr>
  </w:style>
  <w:style w:type="character" w:customStyle="1" w:styleId="BodyTextChar">
    <w:name w:val="Body Text Char"/>
    <w:basedOn w:val="DefaultParagraphFont"/>
    <w:link w:val="BodyText"/>
    <w:uiPriority w:val="99"/>
    <w:semiHidden/>
    <w:rsid w:val="00EA03F7"/>
    <w:rPr>
      <w:sz w:val="20"/>
      <w:szCs w:val="20"/>
    </w:rPr>
  </w:style>
  <w:style w:type="paragraph" w:styleId="BodyTextIndent">
    <w:name w:val="Body Text Indent"/>
    <w:basedOn w:val="Normal"/>
    <w:link w:val="BodyTextIndentChar"/>
    <w:uiPriority w:val="99"/>
    <w:rsid w:val="006E50DA"/>
    <w:pPr>
      <w:jc w:val="center"/>
    </w:pPr>
    <w:rPr>
      <w:rFonts w:ascii="Bookman Old Style" w:hAnsi="Bookman Old Style"/>
      <w:sz w:val="12"/>
      <w:szCs w:val="12"/>
      <w:lang w:val="uk-UA"/>
    </w:rPr>
  </w:style>
  <w:style w:type="character" w:customStyle="1" w:styleId="BodyTextIndentChar">
    <w:name w:val="Body Text Indent Char"/>
    <w:basedOn w:val="DefaultParagraphFont"/>
    <w:link w:val="BodyTextIndent"/>
    <w:uiPriority w:val="99"/>
    <w:semiHidden/>
    <w:rsid w:val="00EA03F7"/>
    <w:rPr>
      <w:sz w:val="20"/>
      <w:szCs w:val="20"/>
    </w:rPr>
  </w:style>
  <w:style w:type="paragraph" w:styleId="Footer">
    <w:name w:val="footer"/>
    <w:basedOn w:val="Normal"/>
    <w:link w:val="FooterChar"/>
    <w:uiPriority w:val="99"/>
    <w:rsid w:val="006E50DA"/>
    <w:pPr>
      <w:tabs>
        <w:tab w:val="center" w:pos="4677"/>
        <w:tab w:val="right" w:pos="9355"/>
      </w:tabs>
    </w:pPr>
  </w:style>
  <w:style w:type="character" w:customStyle="1" w:styleId="FooterChar">
    <w:name w:val="Footer Char"/>
    <w:basedOn w:val="DefaultParagraphFont"/>
    <w:link w:val="Footer"/>
    <w:uiPriority w:val="99"/>
    <w:semiHidden/>
    <w:rsid w:val="00EA03F7"/>
    <w:rPr>
      <w:sz w:val="20"/>
      <w:szCs w:val="20"/>
    </w:rPr>
  </w:style>
  <w:style w:type="paragraph" w:styleId="NormalWeb">
    <w:name w:val="Normal (Web)"/>
    <w:basedOn w:val="Normal"/>
    <w:uiPriority w:val="99"/>
    <w:rsid w:val="006E50DA"/>
    <w:pPr>
      <w:autoSpaceDE/>
      <w:autoSpaceDN/>
      <w:spacing w:before="100" w:beforeAutospacing="1" w:after="100" w:afterAutospacing="1"/>
    </w:pPr>
    <w:rPr>
      <w:sz w:val="24"/>
      <w:szCs w:val="24"/>
    </w:rPr>
  </w:style>
  <w:style w:type="paragraph" w:styleId="BodyText3">
    <w:name w:val="Body Text 3"/>
    <w:basedOn w:val="Normal"/>
    <w:link w:val="BodyText3Char"/>
    <w:uiPriority w:val="99"/>
    <w:rsid w:val="006E50DA"/>
    <w:pPr>
      <w:spacing w:after="120"/>
    </w:pPr>
    <w:rPr>
      <w:sz w:val="16"/>
      <w:szCs w:val="16"/>
    </w:rPr>
  </w:style>
  <w:style w:type="character" w:customStyle="1" w:styleId="BodyText3Char">
    <w:name w:val="Body Text 3 Char"/>
    <w:basedOn w:val="DefaultParagraphFont"/>
    <w:link w:val="BodyText3"/>
    <w:uiPriority w:val="99"/>
    <w:locked/>
    <w:rsid w:val="006E50DA"/>
    <w:rPr>
      <w:rFonts w:cs="Times New Roman"/>
      <w:sz w:val="16"/>
      <w:szCs w:val="16"/>
    </w:rPr>
  </w:style>
  <w:style w:type="paragraph" w:styleId="BodyTextIndent2">
    <w:name w:val="Body Text Indent 2"/>
    <w:basedOn w:val="Normal"/>
    <w:link w:val="BodyTextIndent2Char"/>
    <w:uiPriority w:val="99"/>
    <w:rsid w:val="006E50DA"/>
    <w:pPr>
      <w:autoSpaceDE/>
      <w:autoSpaceDN/>
      <w:spacing w:after="120" w:line="480" w:lineRule="auto"/>
      <w:ind w:left="283"/>
    </w:pPr>
    <w:rPr>
      <w:lang w:val="uk-UA"/>
    </w:rPr>
  </w:style>
  <w:style w:type="character" w:customStyle="1" w:styleId="BodyTextIndent2Char">
    <w:name w:val="Body Text Indent 2 Char"/>
    <w:basedOn w:val="DefaultParagraphFont"/>
    <w:link w:val="BodyTextIndent2"/>
    <w:uiPriority w:val="99"/>
    <w:semiHidden/>
    <w:rsid w:val="00EA03F7"/>
    <w:rPr>
      <w:sz w:val="20"/>
      <w:szCs w:val="20"/>
    </w:rPr>
  </w:style>
  <w:style w:type="paragraph" w:styleId="HTMLPreformatted">
    <w:name w:val="HTML Preformatted"/>
    <w:basedOn w:val="Normal"/>
    <w:link w:val="HTMLPreformattedChar"/>
    <w:uiPriority w:val="99"/>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customStyle="1" w:styleId="HTMLPreformattedChar">
    <w:name w:val="HTML Preformatted Char"/>
    <w:basedOn w:val="DefaultParagraphFont"/>
    <w:link w:val="HTMLPreformatted"/>
    <w:uiPriority w:val="99"/>
    <w:semiHidden/>
    <w:rsid w:val="00EA03F7"/>
    <w:rPr>
      <w:rFonts w:ascii="Courier New" w:hAnsi="Courier New" w:cs="Courier New"/>
      <w:sz w:val="20"/>
      <w:szCs w:val="20"/>
    </w:rPr>
  </w:style>
  <w:style w:type="character" w:styleId="FootnoteReference">
    <w:name w:val="footnote reference"/>
    <w:basedOn w:val="DefaultParagraphFont"/>
    <w:uiPriority w:val="99"/>
    <w:semiHidden/>
    <w:rsid w:val="006E50DA"/>
    <w:rPr>
      <w:rFonts w:cs="Times New Roman"/>
      <w:vertAlign w:val="superscript"/>
    </w:rPr>
  </w:style>
  <w:style w:type="character" w:styleId="Hyperlink">
    <w:name w:val="Hyperlink"/>
    <w:basedOn w:val="DefaultParagraphFont"/>
    <w:uiPriority w:val="99"/>
    <w:rsid w:val="006E50DA"/>
    <w:rPr>
      <w:rFonts w:cs="Times New Roman"/>
      <w:color w:val="0000FF"/>
      <w:u w:val="single"/>
    </w:rPr>
  </w:style>
  <w:style w:type="character" w:styleId="PageNumber">
    <w:name w:val="page number"/>
    <w:basedOn w:val="DefaultParagraphFont"/>
    <w:uiPriority w:val="99"/>
    <w:rsid w:val="006E50DA"/>
    <w:rPr>
      <w:rFonts w:cs="Times New Roman"/>
    </w:rPr>
  </w:style>
  <w:style w:type="paragraph" w:customStyle="1" w:styleId="1">
    <w:name w:val="заголовок 1"/>
    <w:basedOn w:val="Normal"/>
    <w:next w:val="BodyText"/>
    <w:uiPriority w:val="99"/>
    <w:rsid w:val="006E50DA"/>
    <w:pPr>
      <w:keepNext/>
      <w:keepLines/>
      <w:spacing w:line="200" w:lineRule="atLeast"/>
      <w:ind w:left="840" w:right="-360"/>
    </w:pPr>
    <w:rPr>
      <w:rFonts w:ascii="Arial" w:hAnsi="Arial" w:cs="Arial"/>
      <w:b/>
      <w:bCs/>
      <w:spacing w:val="-10"/>
      <w:kern w:val="28"/>
      <w:sz w:val="22"/>
      <w:szCs w:val="22"/>
    </w:rPr>
  </w:style>
  <w:style w:type="paragraph" w:customStyle="1" w:styleId="3">
    <w:name w:val="заголовок 3"/>
    <w:basedOn w:val="Normal"/>
    <w:next w:val="Normal"/>
    <w:uiPriority w:val="99"/>
    <w:rsid w:val="006E50DA"/>
    <w:pPr>
      <w:keepNext/>
      <w:ind w:firstLine="3686"/>
      <w:jc w:val="both"/>
    </w:pPr>
    <w:rPr>
      <w:rFonts w:ascii="Bookman Old Style" w:hAnsi="Bookman Old Style"/>
      <w:b/>
      <w:bCs/>
      <w:sz w:val="36"/>
      <w:szCs w:val="36"/>
    </w:rPr>
  </w:style>
  <w:style w:type="paragraph" w:customStyle="1" w:styleId="4">
    <w:name w:val="заголовок 4"/>
    <w:basedOn w:val="Normal"/>
    <w:next w:val="Normal"/>
    <w:uiPriority w:val="99"/>
    <w:rsid w:val="006E50DA"/>
    <w:pPr>
      <w:keepNext/>
      <w:ind w:firstLine="1701"/>
      <w:jc w:val="both"/>
    </w:pPr>
    <w:rPr>
      <w:rFonts w:ascii="Bookman Old Style" w:hAnsi="Bookman Old Style"/>
      <w:sz w:val="27"/>
      <w:szCs w:val="27"/>
    </w:rPr>
  </w:style>
  <w:style w:type="paragraph" w:customStyle="1" w:styleId="21">
    <w:name w:val="Заголовок 21"/>
    <w:basedOn w:val="Normal"/>
    <w:next w:val="Normal"/>
    <w:uiPriority w:val="99"/>
    <w:rsid w:val="006E50DA"/>
    <w:pPr>
      <w:keepNext/>
      <w:tabs>
        <w:tab w:val="left" w:pos="11766"/>
      </w:tabs>
      <w:autoSpaceDE/>
      <w:autoSpaceDN/>
      <w:spacing w:line="240" w:lineRule="atLeast"/>
    </w:pPr>
    <w:rPr>
      <w:rFonts w:ascii="Decor" w:hAnsi="Decor"/>
      <w:sz w:val="28"/>
      <w:lang w:val="en-GB"/>
    </w:rPr>
  </w:style>
  <w:style w:type="paragraph" w:customStyle="1" w:styleId="a">
    <w:name w:val="Знак"/>
    <w:basedOn w:val="Normal"/>
    <w:uiPriority w:val="99"/>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a0">
    <w:name w:val="Знак Знак Знак Знак Знак"/>
    <w:basedOn w:val="Normal"/>
    <w:uiPriority w:val="99"/>
    <w:rsid w:val="006E50DA"/>
    <w:pPr>
      <w:autoSpaceDE/>
      <w:autoSpaceDN/>
    </w:pPr>
    <w:rPr>
      <w:rFonts w:ascii="Verdana" w:hAnsi="Verdana" w:cs="Verdana"/>
      <w:lang w:val="en-US" w:eastAsia="en-US"/>
    </w:rPr>
  </w:style>
  <w:style w:type="paragraph" w:customStyle="1" w:styleId="a1">
    <w:name w:val="Знак Знак Знак"/>
    <w:basedOn w:val="Normal"/>
    <w:uiPriority w:val="99"/>
    <w:rsid w:val="006E50DA"/>
    <w:pPr>
      <w:autoSpaceDE/>
      <w:autoSpaceDN/>
    </w:pPr>
    <w:rPr>
      <w:rFonts w:ascii="Verdana" w:hAnsi="Verdana" w:cs="Verdana"/>
      <w:lang w:val="en-US" w:eastAsia="en-US"/>
    </w:rPr>
  </w:style>
  <w:style w:type="paragraph" w:customStyle="1" w:styleId="a2">
    <w:name w:val="Безупречность"/>
    <w:basedOn w:val="Normal"/>
    <w:uiPriority w:val="99"/>
    <w:rsid w:val="006E50DA"/>
    <w:pPr>
      <w:autoSpaceDE/>
      <w:autoSpaceDN/>
      <w:spacing w:after="120" w:line="360" w:lineRule="auto"/>
      <w:ind w:firstLine="709"/>
      <w:jc w:val="both"/>
    </w:pPr>
    <w:rPr>
      <w:sz w:val="24"/>
      <w:lang w:val="uk-UA"/>
    </w:rPr>
  </w:style>
  <w:style w:type="character" w:customStyle="1" w:styleId="rvts0">
    <w:name w:val="rvts0"/>
    <w:basedOn w:val="DefaultParagraphFont"/>
    <w:uiPriority w:val="99"/>
    <w:rsid w:val="006E50DA"/>
    <w:rPr>
      <w:rFonts w:cs="Times New Roman"/>
    </w:rPr>
  </w:style>
  <w:style w:type="character" w:customStyle="1" w:styleId="rvts9">
    <w:name w:val="rvts9"/>
    <w:basedOn w:val="DefaultParagraphFont"/>
    <w:uiPriority w:val="99"/>
    <w:rsid w:val="006E50DA"/>
    <w:rPr>
      <w:rFonts w:cs="Times New Roman"/>
    </w:rPr>
  </w:style>
  <w:style w:type="paragraph" w:customStyle="1" w:styleId="rvps39">
    <w:name w:val="rvps39"/>
    <w:basedOn w:val="Normal"/>
    <w:uiPriority w:val="99"/>
    <w:rsid w:val="006E50DA"/>
    <w:pPr>
      <w:autoSpaceDE/>
      <w:autoSpaceDN/>
      <w:spacing w:before="100" w:beforeAutospacing="1" w:after="100" w:afterAutospacing="1"/>
    </w:pPr>
    <w:rPr>
      <w:sz w:val="24"/>
      <w:szCs w:val="24"/>
      <w:lang w:val="uk-UA" w:eastAsia="uk-UA"/>
    </w:rPr>
  </w:style>
  <w:style w:type="paragraph" w:customStyle="1" w:styleId="a3">
    <w:name w:val="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rvps2">
    <w:name w:val="rvps2"/>
    <w:basedOn w:val="Normal"/>
    <w:uiPriority w:val="99"/>
    <w:rsid w:val="006E50DA"/>
    <w:pPr>
      <w:autoSpaceDE/>
      <w:autoSpaceDN/>
      <w:spacing w:before="100" w:beforeAutospacing="1" w:after="100" w:afterAutospacing="1"/>
    </w:pPr>
    <w:rPr>
      <w:sz w:val="24"/>
      <w:szCs w:val="24"/>
      <w:lang w:val="uk-UA" w:eastAsia="uk-UA"/>
    </w:rPr>
  </w:style>
  <w:style w:type="character" w:customStyle="1" w:styleId="rvts11">
    <w:name w:val="rvts11"/>
    <w:basedOn w:val="DefaultParagraphFont"/>
    <w:uiPriority w:val="99"/>
    <w:rsid w:val="006E50DA"/>
    <w:rPr>
      <w:rFonts w:cs="Times New Roman"/>
    </w:rPr>
  </w:style>
  <w:style w:type="paragraph" w:customStyle="1" w:styleId="StyleZakonu">
    <w:name w:val="StyleZakonu"/>
    <w:basedOn w:val="Normal"/>
    <w:link w:val="StyleZakonu0"/>
    <w:uiPriority w:val="99"/>
    <w:rsid w:val="006E50DA"/>
    <w:pPr>
      <w:autoSpaceDE/>
      <w:autoSpaceDN/>
      <w:spacing w:after="60" w:line="220" w:lineRule="exact"/>
      <w:ind w:firstLine="284"/>
      <w:jc w:val="both"/>
    </w:pPr>
    <w:rPr>
      <w:lang w:val="uk-UA"/>
    </w:rPr>
  </w:style>
  <w:style w:type="character" w:customStyle="1" w:styleId="StyleZakonu0">
    <w:name w:val="StyleZakonu Знак"/>
    <w:basedOn w:val="DefaultParagraphFont"/>
    <w:link w:val="StyleZakonu"/>
    <w:uiPriority w:val="99"/>
    <w:locked/>
    <w:rsid w:val="006E50DA"/>
    <w:rPr>
      <w:rFonts w:cs="Times New Roman"/>
      <w:lang w:val="uk-UA" w:eastAsia="ru-RU" w:bidi="ar-SA"/>
    </w:rPr>
  </w:style>
  <w:style w:type="paragraph" w:styleId="ListParagraph">
    <w:name w:val="List Paragraph"/>
    <w:basedOn w:val="Normal"/>
    <w:uiPriority w:val="99"/>
    <w:qFormat/>
    <w:rsid w:val="0065195F"/>
    <w:pPr>
      <w:ind w:left="720"/>
      <w:contextualSpacing/>
    </w:pPr>
  </w:style>
  <w:style w:type="table" w:styleId="TableGrid">
    <w:name w:val="Table Grid"/>
    <w:basedOn w:val="TableNormal"/>
    <w:uiPriority w:val="99"/>
    <w:rsid w:val="004823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486</Words>
  <Characters>2775</Characters>
  <Application>Microsoft Office Outlook</Application>
  <DocSecurity>0</DocSecurity>
  <Lines>0</Lines>
  <Paragraphs>0</Paragraphs>
  <ScaleCrop>false</ScaleCrop>
  <Company>МФУ</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2</cp:revision>
  <cp:lastPrinted>2020-12-16T08:29:00Z</cp:lastPrinted>
  <dcterms:created xsi:type="dcterms:W3CDTF">2021-04-22T13:22:00Z</dcterms:created>
  <dcterms:modified xsi:type="dcterms:W3CDTF">2021-04-22T13:22:00Z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